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2020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3F754C" w:rsidP="000E730C">
      <w:pPr>
        <w:pStyle w:val="PS-slousnesen"/>
      </w:pPr>
      <w:r>
        <w:t>107</w:t>
      </w:r>
      <w:r w:rsidR="00446809" w:rsidRPr="00446809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136642" w:rsidRPr="009823D2">
        <w:t>2</w:t>
      </w:r>
      <w:r w:rsidR="000F34B6">
        <w:t>4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F34B6">
        <w:t>19</w:t>
      </w:r>
      <w:r w:rsidR="00445950" w:rsidRPr="009823D2">
        <w:t xml:space="preserve">. </w:t>
      </w:r>
      <w:r w:rsidR="000F34B6">
        <w:t>února</w:t>
      </w:r>
      <w:r w:rsidR="00AA14F9" w:rsidRPr="009823D2">
        <w:t xml:space="preserve"> 2020</w:t>
      </w:r>
    </w:p>
    <w:p w:rsidR="00DC29E4" w:rsidRPr="00533C5A" w:rsidRDefault="00136642" w:rsidP="00D76FB3">
      <w:pPr>
        <w:pStyle w:val="PS-pedmtusnesen"/>
      </w:pPr>
      <w:r>
        <w:t>k vl</w:t>
      </w:r>
      <w:r w:rsidR="0056403A">
        <w:t>ádní</w:t>
      </w:r>
      <w:r>
        <w:t xml:space="preserve">mu </w:t>
      </w:r>
      <w:r w:rsidR="0056403A">
        <w:t>návrh</w:t>
      </w:r>
      <w:r>
        <w:t>u</w:t>
      </w:r>
      <w:r w:rsidR="0056403A">
        <w:t xml:space="preserve"> zákona, kterým se mění zákon č. </w:t>
      </w:r>
      <w:r w:rsidR="007B7E08">
        <w:t>477/2001</w:t>
      </w:r>
      <w:r w:rsidR="0056403A">
        <w:t xml:space="preserve"> Sb., </w:t>
      </w:r>
      <w:r w:rsidR="007B7E08">
        <w:t>o obalech a o změně některých zákonů (zákon o obalech)</w:t>
      </w:r>
      <w:r w:rsidR="009C760E">
        <w:t>,</w:t>
      </w:r>
      <w:r w:rsidR="0056403A">
        <w:t xml:space="preserve"> ve znění pozdějších před</w:t>
      </w:r>
      <w:r w:rsidR="007B7E08">
        <w:t>pisů</w:t>
      </w:r>
      <w:r w:rsidR="0056403A">
        <w:t xml:space="preserve"> </w:t>
      </w:r>
      <w:r w:rsidRPr="00136642">
        <w:rPr>
          <w:b/>
        </w:rPr>
        <w:t xml:space="preserve">/ST </w:t>
      </w:r>
      <w:r w:rsidR="007B7E08">
        <w:rPr>
          <w:b/>
        </w:rPr>
        <w:t>679</w:t>
      </w:r>
      <w:r w:rsidRPr="00136642">
        <w:rPr>
          <w:b/>
        </w:rPr>
        <w:t>/</w:t>
      </w:r>
    </w:p>
    <w:p w:rsidR="004F09C5" w:rsidRPr="00446809" w:rsidRDefault="00636E80" w:rsidP="004F09C5">
      <w:pPr>
        <w:pStyle w:val="PS-uvodnodstavec"/>
        <w:spacing w:after="0"/>
      </w:pPr>
      <w:r>
        <w:t>Po odůvodnění náměstkyně</w:t>
      </w:r>
      <w:r w:rsidRPr="0031005C">
        <w:t xml:space="preserve"> ministra životního </w:t>
      </w:r>
      <w:r w:rsidRPr="00446809">
        <w:t>prostředí Ing. Bereniky Peštové, Ph.D.,</w:t>
      </w:r>
      <w:r w:rsidR="004F09C5" w:rsidRPr="00446809">
        <w:t xml:space="preserve"> zpravodajské zprávě </w:t>
      </w:r>
      <w:proofErr w:type="spellStart"/>
      <w:r w:rsidR="004F09C5" w:rsidRPr="00446809">
        <w:t>posl</w:t>
      </w:r>
      <w:proofErr w:type="spellEnd"/>
      <w:r w:rsidR="004F09C5" w:rsidRPr="00446809">
        <w:t xml:space="preserve">. </w:t>
      </w:r>
      <w:r w:rsidR="004F09C5" w:rsidRPr="00446809">
        <w:rPr>
          <w:spacing w:val="-4"/>
        </w:rPr>
        <w:t xml:space="preserve">Bc. Františka </w:t>
      </w:r>
      <w:proofErr w:type="spellStart"/>
      <w:r w:rsidR="004F09C5" w:rsidRPr="00446809">
        <w:rPr>
          <w:spacing w:val="-4"/>
        </w:rPr>
        <w:t>Elfmarka</w:t>
      </w:r>
      <w:proofErr w:type="spellEnd"/>
      <w:r w:rsidR="004F09C5" w:rsidRPr="00446809">
        <w:rPr>
          <w:spacing w:val="-4"/>
        </w:rPr>
        <w:t xml:space="preserve">, </w:t>
      </w:r>
      <w:proofErr w:type="spellStart"/>
      <w:proofErr w:type="gramStart"/>
      <w:r w:rsidR="004F09C5" w:rsidRPr="00446809">
        <w:rPr>
          <w:spacing w:val="-4"/>
        </w:rPr>
        <w:t>DiS</w:t>
      </w:r>
      <w:proofErr w:type="spellEnd"/>
      <w:r w:rsidR="004F09C5" w:rsidRPr="00446809">
        <w:rPr>
          <w:spacing w:val="-4"/>
        </w:rPr>
        <w:t>.</w:t>
      </w:r>
      <w:r w:rsidR="004F09C5" w:rsidRPr="00446809">
        <w:t xml:space="preserve"> a po</w:t>
      </w:r>
      <w:proofErr w:type="gramEnd"/>
      <w:r w:rsidR="004F09C5" w:rsidRPr="00446809">
        <w:t xml:space="preserve"> rozpravě</w:t>
      </w:r>
    </w:p>
    <w:p w:rsidR="004F09C5" w:rsidRPr="00446809" w:rsidRDefault="004F09C5" w:rsidP="004F09C5">
      <w:pPr>
        <w:pStyle w:val="PS-uvodnodstavec"/>
        <w:spacing w:after="0"/>
        <w:ind w:firstLine="0"/>
        <w:rPr>
          <w:color w:val="00000A"/>
        </w:rPr>
      </w:pPr>
    </w:p>
    <w:p w:rsidR="004F09C5" w:rsidRPr="00446809" w:rsidRDefault="004F09C5" w:rsidP="004F09C5">
      <w:pPr>
        <w:pStyle w:val="PS-uvodnodstavec"/>
        <w:spacing w:after="0"/>
        <w:ind w:firstLine="0"/>
      </w:pPr>
      <w:r w:rsidRPr="00446809">
        <w:t>výbor pro životní prostředí Poslanecké sněmovny Parlamentu ČR</w:t>
      </w:r>
    </w:p>
    <w:p w:rsidR="004F09C5" w:rsidRPr="00446809" w:rsidRDefault="004F09C5" w:rsidP="004F09C5">
      <w:pPr>
        <w:pStyle w:val="western"/>
        <w:spacing w:before="0" w:beforeAutospacing="0"/>
      </w:pPr>
    </w:p>
    <w:p w:rsidR="004F09C5" w:rsidRPr="00446809" w:rsidRDefault="004F09C5" w:rsidP="004F09C5">
      <w:pPr>
        <w:pStyle w:val="western"/>
        <w:spacing w:before="0" w:beforeAutospacing="0"/>
      </w:pPr>
      <w:r w:rsidRPr="00446809">
        <w:t>I.</w:t>
      </w:r>
      <w:r w:rsidRPr="00446809">
        <w:tab/>
      </w:r>
      <w:r w:rsidRPr="00446809">
        <w:rPr>
          <w:b/>
          <w:bCs/>
          <w:spacing w:val="20"/>
        </w:rPr>
        <w:t>přerušuje</w:t>
      </w:r>
      <w:r w:rsidRPr="00446809">
        <w:t xml:space="preserve"> v obecné rozpravě pr</w:t>
      </w:r>
      <w:r w:rsidR="00EB66AD" w:rsidRPr="00446809">
        <w:t>ojednávání sněmovního tisku 679;</w:t>
      </w:r>
    </w:p>
    <w:p w:rsidR="004F09C5" w:rsidRPr="00446809" w:rsidRDefault="004F09C5" w:rsidP="004F09C5">
      <w:pPr>
        <w:pStyle w:val="western"/>
        <w:spacing w:before="0" w:beforeAutospacing="0"/>
      </w:pPr>
    </w:p>
    <w:p w:rsidR="004F09C5" w:rsidRPr="00446809" w:rsidRDefault="004F09C5" w:rsidP="004F09C5">
      <w:pPr>
        <w:pStyle w:val="western"/>
        <w:spacing w:before="0" w:beforeAutospacing="0"/>
        <w:ind w:left="703" w:hanging="703"/>
      </w:pPr>
      <w:r w:rsidRPr="00446809">
        <w:t xml:space="preserve">II. </w:t>
      </w:r>
      <w:r w:rsidRPr="00446809">
        <w:tab/>
      </w:r>
      <w:r w:rsidRPr="00446809">
        <w:rPr>
          <w:b/>
          <w:bCs/>
          <w:spacing w:val="20"/>
        </w:rPr>
        <w:t>stanoví</w:t>
      </w:r>
      <w:r w:rsidRPr="00446809">
        <w:t xml:space="preserve"> harmonogram projednávání tohoto sněmovního tisku podle návrhu zpravodaje:</w:t>
      </w:r>
    </w:p>
    <w:p w:rsidR="004F09C5" w:rsidRPr="00446809" w:rsidRDefault="004F09C5" w:rsidP="004F09C5">
      <w:pPr>
        <w:pStyle w:val="western"/>
        <w:numPr>
          <w:ilvl w:val="0"/>
          <w:numId w:val="16"/>
        </w:numPr>
        <w:spacing w:before="0" w:beforeAutospacing="0"/>
      </w:pPr>
      <w:r w:rsidRPr="00446809">
        <w:t>pozměňovací návrhy předat na sekretariát výboru pro životní prostředí</w:t>
      </w:r>
    </w:p>
    <w:p w:rsidR="004F09C5" w:rsidRPr="00446809" w:rsidRDefault="004F09C5" w:rsidP="004F09C5">
      <w:pPr>
        <w:pStyle w:val="western"/>
        <w:spacing w:before="0" w:beforeAutospacing="0"/>
        <w:ind w:left="4956"/>
        <w:jc w:val="left"/>
        <w:rPr>
          <w:b/>
          <w:bCs/>
        </w:rPr>
      </w:pPr>
      <w:r w:rsidRPr="00446809">
        <w:rPr>
          <w:b/>
          <w:bCs/>
        </w:rPr>
        <w:t xml:space="preserve"> do pondělí 23. března 2020 do 12:00 hod.</w:t>
      </w:r>
    </w:p>
    <w:p w:rsidR="004F09C5" w:rsidRPr="00446809" w:rsidRDefault="004F09C5" w:rsidP="004F09C5">
      <w:pPr>
        <w:pStyle w:val="western"/>
        <w:spacing w:before="0" w:beforeAutospacing="0"/>
        <w:ind w:left="4956" w:firstLine="708"/>
      </w:pPr>
    </w:p>
    <w:p w:rsidR="004F09C5" w:rsidRPr="00446809" w:rsidRDefault="004F09C5" w:rsidP="004F09C5">
      <w:pPr>
        <w:pStyle w:val="western"/>
        <w:numPr>
          <w:ilvl w:val="0"/>
          <w:numId w:val="16"/>
        </w:numPr>
        <w:spacing w:before="0" w:beforeAutospacing="0"/>
      </w:pPr>
      <w:r w:rsidRPr="00446809">
        <w:t>tabulkový materiál se zapracovanými pozměňovacími návrh</w:t>
      </w:r>
      <w:r w:rsidR="00C30DD0">
        <w:t>y předá Ministerstvo životního prostředí</w:t>
      </w:r>
      <w:r w:rsidRPr="00446809">
        <w:t xml:space="preserve"> ČR zpět na výbor pro životní prostředí</w:t>
      </w:r>
    </w:p>
    <w:p w:rsidR="004F09C5" w:rsidRPr="00446809" w:rsidRDefault="004F09C5" w:rsidP="004F09C5">
      <w:pPr>
        <w:pStyle w:val="western"/>
        <w:spacing w:before="0" w:beforeAutospacing="0"/>
        <w:ind w:left="4956"/>
        <w:rPr>
          <w:b/>
          <w:bCs/>
        </w:rPr>
      </w:pPr>
      <w:r w:rsidRPr="00446809">
        <w:rPr>
          <w:b/>
          <w:bCs/>
        </w:rPr>
        <w:t xml:space="preserve"> do pátku 27. března 2020 do 12:00 hod.</w:t>
      </w:r>
    </w:p>
    <w:p w:rsidR="004F09C5" w:rsidRPr="00446809" w:rsidRDefault="004F09C5" w:rsidP="004F09C5">
      <w:pPr>
        <w:pStyle w:val="western"/>
        <w:spacing w:before="0" w:beforeAutospacing="0"/>
        <w:ind w:left="4956"/>
        <w:jc w:val="right"/>
      </w:pPr>
    </w:p>
    <w:p w:rsidR="004F09C5" w:rsidRPr="00446809" w:rsidRDefault="004F09C5" w:rsidP="004F09C5">
      <w:pPr>
        <w:pStyle w:val="western"/>
        <w:numPr>
          <w:ilvl w:val="0"/>
          <w:numId w:val="16"/>
        </w:numPr>
        <w:spacing w:before="0" w:beforeAutospacing="0"/>
      </w:pPr>
      <w:r w:rsidRPr="00446809">
        <w:t>projednání na schůzi výboru pro životní prostředí</w:t>
      </w:r>
    </w:p>
    <w:p w:rsidR="004F09C5" w:rsidRDefault="004F09C5" w:rsidP="004F09C5">
      <w:pPr>
        <w:pStyle w:val="western"/>
        <w:spacing w:before="0" w:beforeAutospacing="0"/>
        <w:ind w:left="4956"/>
        <w:rPr>
          <w:b/>
        </w:rPr>
      </w:pPr>
      <w:r>
        <w:rPr>
          <w:b/>
        </w:rPr>
        <w:t xml:space="preserve"> ve středu 1. dubna 2020</w:t>
      </w:r>
      <w:r w:rsidR="00EB66AD">
        <w:rPr>
          <w:b/>
        </w:rPr>
        <w:t>.</w:t>
      </w:r>
      <w:r>
        <w:rPr>
          <w:b/>
        </w:rPr>
        <w:t xml:space="preserve"> </w:t>
      </w:r>
    </w:p>
    <w:p w:rsidR="004F09C5" w:rsidRPr="004F09C5" w:rsidRDefault="004F09C5" w:rsidP="004F09C5"/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B66AD" w:rsidRDefault="00EB66AD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681D1A" w:rsidRDefault="00681D1A" w:rsidP="00681D1A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D2049E">
        <w:rPr>
          <w:rFonts w:ascii="Times New Roman" w:hAnsi="Times New Roman"/>
          <w:sz w:val="24"/>
        </w:rPr>
        <w:t xml:space="preserve">   </w:t>
      </w:r>
      <w:r w:rsidR="00AC5DAD">
        <w:rPr>
          <w:rFonts w:ascii="Times New Roman" w:hAnsi="Times New Roman"/>
          <w:sz w:val="24"/>
        </w:rPr>
        <w:t>Ing. Eva FIALOVÁ</w:t>
      </w:r>
      <w:r w:rsidR="00D2049E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D2049E">
        <w:rPr>
          <w:rFonts w:ascii="Times New Roman" w:hAnsi="Times New Roman"/>
          <w:sz w:val="24"/>
        </w:rPr>
        <w:t xml:space="preserve">      </w:t>
      </w:r>
      <w:r w:rsidR="007B7E08">
        <w:rPr>
          <w:rFonts w:ascii="Times New Roman" w:hAnsi="Times New Roman"/>
          <w:sz w:val="24"/>
        </w:rPr>
        <w:t>Bc. František E</w:t>
      </w:r>
      <w:r w:rsidR="00410508">
        <w:rPr>
          <w:rFonts w:ascii="Times New Roman" w:hAnsi="Times New Roman"/>
          <w:sz w:val="24"/>
        </w:rPr>
        <w:t>LFMARK</w:t>
      </w:r>
      <w:r w:rsidR="007B7E08">
        <w:rPr>
          <w:rFonts w:ascii="Times New Roman" w:hAnsi="Times New Roman"/>
          <w:sz w:val="24"/>
        </w:rPr>
        <w:t xml:space="preserve">, </w:t>
      </w:r>
      <w:proofErr w:type="spellStart"/>
      <w:r w:rsidR="007B7E08">
        <w:rPr>
          <w:rFonts w:ascii="Times New Roman" w:hAnsi="Times New Roman"/>
          <w:sz w:val="24"/>
        </w:rPr>
        <w:t>DiS</w:t>
      </w:r>
      <w:proofErr w:type="spellEnd"/>
      <w:r w:rsidR="004F09C5">
        <w:rPr>
          <w:rFonts w:ascii="Times New Roman" w:hAnsi="Times New Roman"/>
          <w:sz w:val="24"/>
        </w:rPr>
        <w:t>.</w:t>
      </w:r>
      <w:r w:rsidR="00D2049E">
        <w:rPr>
          <w:rFonts w:ascii="Times New Roman" w:hAnsi="Times New Roman"/>
          <w:sz w:val="24"/>
        </w:rPr>
        <w:t xml:space="preserve"> v. r.</w:t>
      </w:r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6C731A">
        <w:rPr>
          <w:rFonts w:ascii="Times New Roman" w:hAnsi="Times New Roman"/>
          <w:sz w:val="24"/>
        </w:rPr>
        <w:t>věřovatel</w:t>
      </w:r>
      <w:r w:rsidR="00AC5DAD">
        <w:rPr>
          <w:rFonts w:ascii="Times New Roman" w:hAnsi="Times New Roman"/>
          <w:sz w:val="24"/>
        </w:rPr>
        <w:t>ka</w:t>
      </w:r>
      <w:r w:rsidR="006C731A">
        <w:rPr>
          <w:rFonts w:ascii="Times New Roman" w:hAnsi="Times New Roman"/>
          <w:sz w:val="24"/>
        </w:rPr>
        <w:tab/>
      </w:r>
      <w:r w:rsidR="006C731A">
        <w:rPr>
          <w:rFonts w:ascii="Times New Roman" w:hAnsi="Times New Roman"/>
          <w:sz w:val="24"/>
        </w:rPr>
        <w:tab/>
        <w:t>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D2049E">
        <w:rPr>
          <w:rFonts w:ascii="Times New Roman" w:hAnsi="Times New Roman"/>
          <w:sz w:val="24"/>
        </w:rPr>
        <w:t xml:space="preserve">   </w:t>
      </w:r>
      <w:bookmarkStart w:id="0" w:name="_GoBack"/>
      <w:bookmarkEnd w:id="0"/>
      <w:r w:rsidR="0056403A" w:rsidRPr="00CA795D">
        <w:rPr>
          <w:rFonts w:ascii="Times New Roman" w:hAnsi="Times New Roman"/>
          <w:sz w:val="24"/>
        </w:rPr>
        <w:t>Ing. Dana BALCAROVÁ</w:t>
      </w:r>
      <w:r w:rsidR="00D2049E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63908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54049"/>
    <w:rsid w:val="00272E1B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D2033"/>
    <w:rsid w:val="003F754C"/>
    <w:rsid w:val="00410508"/>
    <w:rsid w:val="00423236"/>
    <w:rsid w:val="00445950"/>
    <w:rsid w:val="00446809"/>
    <w:rsid w:val="004F09C5"/>
    <w:rsid w:val="005227BF"/>
    <w:rsid w:val="00533B98"/>
    <w:rsid w:val="00533C5A"/>
    <w:rsid w:val="0056403A"/>
    <w:rsid w:val="00566A4C"/>
    <w:rsid w:val="005807F2"/>
    <w:rsid w:val="005B1D00"/>
    <w:rsid w:val="005C30D7"/>
    <w:rsid w:val="005E094C"/>
    <w:rsid w:val="005F6CAE"/>
    <w:rsid w:val="00620764"/>
    <w:rsid w:val="00636E80"/>
    <w:rsid w:val="00681D1A"/>
    <w:rsid w:val="006C731A"/>
    <w:rsid w:val="007147B9"/>
    <w:rsid w:val="007B7E08"/>
    <w:rsid w:val="007C62DA"/>
    <w:rsid w:val="007D5EE1"/>
    <w:rsid w:val="007E1D0B"/>
    <w:rsid w:val="00812496"/>
    <w:rsid w:val="00830BFE"/>
    <w:rsid w:val="00893C29"/>
    <w:rsid w:val="008A6B2C"/>
    <w:rsid w:val="00903269"/>
    <w:rsid w:val="00972999"/>
    <w:rsid w:val="009823D2"/>
    <w:rsid w:val="009C760E"/>
    <w:rsid w:val="00A40895"/>
    <w:rsid w:val="00A46CDA"/>
    <w:rsid w:val="00AA0D27"/>
    <w:rsid w:val="00AA14F9"/>
    <w:rsid w:val="00AC5DAD"/>
    <w:rsid w:val="00B13892"/>
    <w:rsid w:val="00B53E8D"/>
    <w:rsid w:val="00B715B6"/>
    <w:rsid w:val="00C30DD0"/>
    <w:rsid w:val="00C534F5"/>
    <w:rsid w:val="00C56014"/>
    <w:rsid w:val="00D2049E"/>
    <w:rsid w:val="00D76FB3"/>
    <w:rsid w:val="00DC29E4"/>
    <w:rsid w:val="00E75AEB"/>
    <w:rsid w:val="00EB66AD"/>
    <w:rsid w:val="00ED15A8"/>
    <w:rsid w:val="00EF3B15"/>
    <w:rsid w:val="00EF679B"/>
    <w:rsid w:val="00F9163B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DA24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F2488-372A-4514-AD5C-82C9CC56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9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Babuská Anna</cp:lastModifiedBy>
  <cp:revision>15</cp:revision>
  <cp:lastPrinted>2017-05-03T10:06:00Z</cp:lastPrinted>
  <dcterms:created xsi:type="dcterms:W3CDTF">2020-02-05T09:07:00Z</dcterms:created>
  <dcterms:modified xsi:type="dcterms:W3CDTF">2020-02-20T09:28:00Z</dcterms:modified>
</cp:coreProperties>
</file>