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C2420F">
        <w:rPr>
          <w:b w:val="0"/>
          <w:i w:val="0"/>
        </w:rPr>
        <w:t>200115991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22090F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2271B7" w:rsidP="000E730C">
      <w:pPr>
        <w:pStyle w:val="PS-slousnesen"/>
      </w:pPr>
      <w:r>
        <w:t>18</w:t>
      </w:r>
      <w:r w:rsidR="00EF10B4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AB3119">
        <w:t xml:space="preserve"> 5</w:t>
      </w:r>
      <w:r w:rsidR="0022090F">
        <w:t>5</w:t>
      </w:r>
      <w:r>
        <w:t>. schůze</w:t>
      </w:r>
    </w:p>
    <w:p w:rsidR="005C2180" w:rsidRDefault="00DC29E4" w:rsidP="00525AE2">
      <w:pPr>
        <w:pStyle w:val="PS-hlavika1"/>
      </w:pPr>
      <w:r>
        <w:t xml:space="preserve">dne </w:t>
      </w:r>
      <w:r w:rsidR="0022090F">
        <w:t>5. února 2020</w:t>
      </w:r>
    </w:p>
    <w:p w:rsidR="0022090F" w:rsidRPr="0022090F" w:rsidRDefault="0022090F" w:rsidP="0022090F">
      <w:pPr>
        <w:pStyle w:val="Bezmezer"/>
      </w:pPr>
    </w:p>
    <w:p w:rsidR="00525AE2" w:rsidRDefault="00525AE2" w:rsidP="00525AE2">
      <w:pPr>
        <w:pStyle w:val="Bezmezer"/>
      </w:pPr>
    </w:p>
    <w:p w:rsidR="0022090F" w:rsidRPr="0022090F" w:rsidRDefault="0022090F" w:rsidP="0022090F">
      <w:pPr>
        <w:spacing w:after="0" w:line="240" w:lineRule="auto"/>
        <w:jc w:val="center"/>
        <w:rPr>
          <w:szCs w:val="24"/>
        </w:rPr>
      </w:pPr>
      <w:r w:rsidRPr="0022090F">
        <w:rPr>
          <w:szCs w:val="24"/>
        </w:rPr>
        <w:t>Návrh poslanců Patrika Nachera, Roberta Králíčka, Marka Nováka, Petra Venhody, Tomáše Kohoutka a dalších na vydání zákona, kterým se mění zákon č. 99/1963 Sb., občanský soudní řád, ve znění pozdějších předpisů (tisk 320)</w:t>
      </w:r>
    </w:p>
    <w:p w:rsidR="00E465A0" w:rsidRPr="00E465A0" w:rsidRDefault="00E465A0" w:rsidP="00E465A0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E465A0" w:rsidRDefault="00E465A0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22090F">
        <w:t>odůvodnění č</w:t>
      </w:r>
      <w:r w:rsidR="00525AE2">
        <w:t xml:space="preserve">lena návrhové skupiny poslanců </w:t>
      </w:r>
      <w:r w:rsidR="00FE4780">
        <w:t xml:space="preserve">posl. Ing. </w:t>
      </w:r>
      <w:r w:rsidR="0022090F">
        <w:t>Patrika Nachera</w:t>
      </w:r>
      <w:r w:rsidR="00525AE2">
        <w:t>, zpravodaj</w:t>
      </w:r>
      <w:r w:rsidR="0022090F">
        <w:t xml:space="preserve">ské zprávě </w:t>
      </w:r>
      <w:r w:rsidR="00525AE2">
        <w:t xml:space="preserve">posl. </w:t>
      </w:r>
      <w:r w:rsidR="008B4BFE">
        <w:t>Bc. Františka Navrkala</w:t>
      </w:r>
      <w:r w:rsidR="00525AE2">
        <w:t xml:space="preserve"> </w:t>
      </w:r>
      <w:r w:rsidR="005F357B">
        <w:rPr>
          <w:bCs/>
        </w:rPr>
        <w:t xml:space="preserve">a </w:t>
      </w:r>
      <w:r w:rsidR="002271B7">
        <w:rPr>
          <w:bCs/>
        </w:rPr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2271B7" w:rsidRDefault="002271B7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ED7037" w:rsidRDefault="00ED7037" w:rsidP="00C64738"/>
    <w:p w:rsidR="00ED7037" w:rsidRDefault="002271B7" w:rsidP="002271B7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 w:rsidR="009E5BB6" w:rsidRPr="00FC2A3C">
        <w:t xml:space="preserve"> </w:t>
      </w:r>
      <w:r>
        <w:t xml:space="preserve">projednávání </w:t>
      </w:r>
      <w:r w:rsidR="00ED7037">
        <w:t>sněmovního tisku 320 do příští schůze ústavně právního výboru.</w:t>
      </w:r>
    </w:p>
    <w:p w:rsidR="00525AE2" w:rsidRDefault="00525AE2" w:rsidP="00525AE2">
      <w:pPr>
        <w:tabs>
          <w:tab w:val="center" w:pos="1843"/>
        </w:tabs>
        <w:spacing w:after="0" w:line="240" w:lineRule="auto"/>
      </w:pPr>
    </w:p>
    <w:p w:rsidR="00ED7037" w:rsidRDefault="00ED7037" w:rsidP="00525AE2">
      <w:pPr>
        <w:tabs>
          <w:tab w:val="center" w:pos="1843"/>
        </w:tabs>
        <w:spacing w:after="0" w:line="240" w:lineRule="auto"/>
      </w:pPr>
    </w:p>
    <w:p w:rsidR="00ED7037" w:rsidRDefault="00ED7037" w:rsidP="00525AE2">
      <w:pPr>
        <w:tabs>
          <w:tab w:val="center" w:pos="1843"/>
        </w:tabs>
        <w:spacing w:after="0" w:line="240" w:lineRule="auto"/>
      </w:pPr>
    </w:p>
    <w:p w:rsidR="00ED7037" w:rsidRDefault="00ED7037" w:rsidP="00525AE2">
      <w:pPr>
        <w:tabs>
          <w:tab w:val="center" w:pos="1843"/>
        </w:tabs>
        <w:spacing w:after="0" w:line="240" w:lineRule="auto"/>
      </w:pPr>
    </w:p>
    <w:p w:rsidR="00ED7037" w:rsidRDefault="00ED7037" w:rsidP="00525AE2">
      <w:pPr>
        <w:tabs>
          <w:tab w:val="center" w:pos="1843"/>
        </w:tabs>
        <w:spacing w:after="0" w:line="240" w:lineRule="auto"/>
      </w:pPr>
    </w:p>
    <w:p w:rsidR="00ED7037" w:rsidRDefault="00ED7037" w:rsidP="00525AE2">
      <w:pPr>
        <w:tabs>
          <w:tab w:val="center" w:pos="1843"/>
        </w:tabs>
        <w:spacing w:after="0" w:line="240" w:lineRule="auto"/>
      </w:pPr>
    </w:p>
    <w:p w:rsidR="00ED7037" w:rsidRDefault="00ED7037" w:rsidP="00525AE2">
      <w:pPr>
        <w:tabs>
          <w:tab w:val="center" w:pos="1843"/>
        </w:tabs>
        <w:spacing w:after="0" w:line="240" w:lineRule="auto"/>
      </w:pPr>
    </w:p>
    <w:p w:rsidR="00ED7037" w:rsidRDefault="00ED7037" w:rsidP="00525AE2">
      <w:pPr>
        <w:tabs>
          <w:tab w:val="center" w:pos="1843"/>
        </w:tabs>
        <w:spacing w:after="0" w:line="240" w:lineRule="auto"/>
      </w:pPr>
    </w:p>
    <w:p w:rsidR="00ED7037" w:rsidRDefault="00ED7037" w:rsidP="00525AE2">
      <w:pPr>
        <w:tabs>
          <w:tab w:val="center" w:pos="1843"/>
        </w:tabs>
        <w:spacing w:after="0" w:line="240" w:lineRule="auto"/>
      </w:pPr>
    </w:p>
    <w:p w:rsidR="00ED7037" w:rsidRDefault="00ED7037" w:rsidP="00525AE2">
      <w:pPr>
        <w:tabs>
          <w:tab w:val="center" w:pos="1843"/>
        </w:tabs>
        <w:spacing w:after="0" w:line="240" w:lineRule="auto"/>
      </w:pPr>
    </w:p>
    <w:p w:rsidR="00525AE2" w:rsidRDefault="00ED7037" w:rsidP="00525AE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</w:t>
      </w:r>
      <w:r w:rsidR="00525AE2">
        <w:t xml:space="preserve"> </w:t>
      </w:r>
      <w:r w:rsidR="008B4BFE">
        <w:t>Bc. František  NAVRKAL</w:t>
      </w:r>
      <w:r w:rsidR="00C2420F">
        <w:t xml:space="preserve"> v. r. </w:t>
      </w:r>
      <w:r w:rsidR="00525AE2">
        <w:tab/>
      </w:r>
      <w:r w:rsidR="00525AE2">
        <w:tab/>
      </w:r>
      <w:r>
        <w:t xml:space="preserve">   </w:t>
      </w:r>
      <w:r w:rsidR="00A858A8">
        <w:t xml:space="preserve"> </w:t>
      </w:r>
      <w:r>
        <w:t>Mgr. Marek VÝBORNÝ</w:t>
      </w:r>
      <w:r w:rsidR="00C2420F">
        <w:t xml:space="preserve"> v. r. </w:t>
      </w:r>
      <w:r w:rsidR="00525AE2">
        <w:tab/>
      </w:r>
      <w:r w:rsidR="00525AE2">
        <w:tab/>
        <w:t xml:space="preserve">    </w:t>
      </w:r>
      <w:r w:rsidR="00525AE2">
        <w:tab/>
      </w:r>
    </w:p>
    <w:p w:rsidR="00525AE2" w:rsidRDefault="00525AE2" w:rsidP="00525AE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</w:t>
      </w:r>
      <w:r w:rsidR="0022090F">
        <w:t xml:space="preserve">          </w:t>
      </w:r>
      <w:r>
        <w:t>zpravodaj výboru</w:t>
      </w:r>
      <w:r w:rsidRPr="00106842">
        <w:tab/>
      </w:r>
      <w:r w:rsidRPr="00106842">
        <w:tab/>
      </w:r>
      <w:r>
        <w:t xml:space="preserve">                       ověřovatel výboru    </w:t>
      </w:r>
      <w:r>
        <w:tab/>
      </w:r>
      <w:r>
        <w:tab/>
        <w:t xml:space="preserve">  </w:t>
      </w: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Pr="00254049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4F3249">
        <w:t xml:space="preserve">v. r. </w:t>
      </w:r>
      <w:bookmarkStart w:id="0" w:name="_GoBack"/>
      <w:bookmarkEnd w:id="0"/>
    </w:p>
    <w:p w:rsidR="00B715B6" w:rsidRDefault="00525AE2" w:rsidP="00FE4780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037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9F5D95"/>
    <w:multiLevelType w:val="hybridMultilevel"/>
    <w:tmpl w:val="EE4EA90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2090F"/>
    <w:rsid w:val="002271B7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53DA4"/>
    <w:rsid w:val="004B7A78"/>
    <w:rsid w:val="004C4D43"/>
    <w:rsid w:val="004E384C"/>
    <w:rsid w:val="004F3249"/>
    <w:rsid w:val="005113CB"/>
    <w:rsid w:val="005227BF"/>
    <w:rsid w:val="00525AE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D055F"/>
    <w:rsid w:val="006E1759"/>
    <w:rsid w:val="007441B5"/>
    <w:rsid w:val="00750F88"/>
    <w:rsid w:val="00761520"/>
    <w:rsid w:val="0077362D"/>
    <w:rsid w:val="00775BF2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8B4BFE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5702F"/>
    <w:rsid w:val="00A77B5B"/>
    <w:rsid w:val="00A80159"/>
    <w:rsid w:val="00A858A8"/>
    <w:rsid w:val="00A957D7"/>
    <w:rsid w:val="00AA0D27"/>
    <w:rsid w:val="00AA1440"/>
    <w:rsid w:val="00AA6234"/>
    <w:rsid w:val="00AB047F"/>
    <w:rsid w:val="00AB3119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A2B53"/>
    <w:rsid w:val="00BD5033"/>
    <w:rsid w:val="00BF7C20"/>
    <w:rsid w:val="00C178A4"/>
    <w:rsid w:val="00C2420F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65A0"/>
    <w:rsid w:val="00E56C7F"/>
    <w:rsid w:val="00E97283"/>
    <w:rsid w:val="00EA3461"/>
    <w:rsid w:val="00EA6BAD"/>
    <w:rsid w:val="00EC32C6"/>
    <w:rsid w:val="00ED15A8"/>
    <w:rsid w:val="00ED7037"/>
    <w:rsid w:val="00EF10B4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  <w:rsid w:val="00FE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DE8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3EF71-F388-4F63-A44B-D6489E68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44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7</cp:revision>
  <cp:lastPrinted>2020-02-06T09:35:00Z</cp:lastPrinted>
  <dcterms:created xsi:type="dcterms:W3CDTF">2020-02-06T09:20:00Z</dcterms:created>
  <dcterms:modified xsi:type="dcterms:W3CDTF">2020-02-10T10:08:00Z</dcterms:modified>
</cp:coreProperties>
</file>