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C23D8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</w:t>
      </w:r>
      <w:r w:rsidR="008471D6">
        <w:rPr>
          <w:lang w:eastAsia="cs-CZ"/>
        </w:rPr>
        <w:t>51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AD6905">
        <w:t>3</w:t>
      </w:r>
      <w:r w:rsidR="00EF638C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F638C">
        <w:rPr>
          <w:bCs/>
          <w:iCs/>
        </w:rPr>
        <w:t>5</w:t>
      </w:r>
      <w:r>
        <w:rPr>
          <w:bCs/>
          <w:iCs/>
        </w:rPr>
        <w:t xml:space="preserve">. </w:t>
      </w:r>
      <w:r w:rsidR="00EF638C">
        <w:rPr>
          <w:bCs/>
          <w:iCs/>
        </w:rPr>
        <w:t>února</w:t>
      </w:r>
      <w:r>
        <w:rPr>
          <w:bCs/>
          <w:iCs/>
        </w:rPr>
        <w:t xml:space="preserve"> </w:t>
      </w:r>
      <w:r w:rsidR="00EF638C">
        <w:rPr>
          <w:bCs/>
          <w:iCs/>
        </w:rPr>
        <w:t>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0A2852" w:rsidRPr="00624DFA">
        <w:t>návrh</w:t>
      </w:r>
      <w:r w:rsidR="000A2852">
        <w:t>u</w:t>
      </w:r>
      <w:r w:rsidR="000A2852" w:rsidRPr="00624DFA">
        <w:t xml:space="preserve"> zákona, kterým se mění zákon č. 634/1992 Sb., o ochraně spotřebitele, </w:t>
      </w:r>
      <w:r w:rsidR="000A2852">
        <w:br/>
      </w:r>
      <w:r w:rsidR="000A2852" w:rsidRPr="00624DFA">
        <w:t xml:space="preserve">ve znění pozdějších předpisů, a další </w:t>
      </w:r>
      <w:r w:rsidR="000A2852">
        <w:t>související zákony</w:t>
      </w:r>
      <w:r w:rsidR="000A2852">
        <w:br/>
      </w:r>
      <w:r w:rsidR="000A2852" w:rsidRPr="006E26EE">
        <w:t xml:space="preserve">– </w:t>
      </w:r>
      <w:r w:rsidR="000A2852" w:rsidRPr="006E26EE">
        <w:rPr>
          <w:b/>
        </w:rPr>
        <w:t xml:space="preserve">sněmovní tisk </w:t>
      </w:r>
      <w:r w:rsidR="000A2852">
        <w:rPr>
          <w:b/>
        </w:rPr>
        <w:t>582</w:t>
      </w:r>
    </w:p>
    <w:p w:rsidR="00EF638C" w:rsidRPr="00234153" w:rsidRDefault="00EF638C" w:rsidP="00FF6643">
      <w:pPr>
        <w:suppressAutoHyphens/>
        <w:spacing w:before="720" w:after="0" w:line="36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 w:rsidR="00FF664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 w:rsidR="00FF664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FF6643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 w:rsidR="00FF6643" w:rsidRPr="00FF664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 w:rsidR="00FF6643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FF6643" w:rsidRPr="00FF664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582</w:t>
      </w:r>
      <w:r w:rsidR="00961A7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do </w:t>
      </w:r>
      <w:r w:rsidR="00961A7B" w:rsidRPr="00961A7B">
        <w:rPr>
          <w:rFonts w:ascii="Times New Roman" w:eastAsia="Times New Roman" w:hAnsi="Times New Roman"/>
          <w:spacing w:val="-2"/>
          <w:sz w:val="24"/>
          <w:szCs w:val="20"/>
          <w:u w:val="single"/>
          <w:lang w:eastAsia="zh-CN" w:bidi="hi-IN"/>
        </w:rPr>
        <w:t>19. února 2020</w:t>
      </w:r>
      <w:r w:rsidR="00961A7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C3035B" w:rsidRPr="00524661" w:rsidRDefault="00744C47" w:rsidP="00FF6643">
      <w:pPr>
        <w:tabs>
          <w:tab w:val="center" w:pos="1418"/>
          <w:tab w:val="center" w:pos="4536"/>
          <w:tab w:val="center" w:pos="7655"/>
        </w:tabs>
        <w:spacing w:before="4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22264">
        <w:rPr>
          <w:rFonts w:ascii="Times New Roman" w:hAnsi="Times New Roman"/>
          <w:sz w:val="24"/>
          <w:szCs w:val="24"/>
          <w:lang w:eastAsia="cs-CZ"/>
        </w:rPr>
        <w:t>Patrik NACHER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6643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B3833"/>
    <w:rsid w:val="001D31DB"/>
    <w:rsid w:val="001D480E"/>
    <w:rsid w:val="001D62A9"/>
    <w:rsid w:val="001E2E72"/>
    <w:rsid w:val="00216D4E"/>
    <w:rsid w:val="002214A3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D02DE"/>
    <w:rsid w:val="008E3EAF"/>
    <w:rsid w:val="00920BD2"/>
    <w:rsid w:val="00940C0E"/>
    <w:rsid w:val="00940FE6"/>
    <w:rsid w:val="009543BC"/>
    <w:rsid w:val="00961A7B"/>
    <w:rsid w:val="009649C6"/>
    <w:rsid w:val="00993ADE"/>
    <w:rsid w:val="00996EF7"/>
    <w:rsid w:val="009B1740"/>
    <w:rsid w:val="009C00F0"/>
    <w:rsid w:val="009D160F"/>
    <w:rsid w:val="009D3FBD"/>
    <w:rsid w:val="00A0557D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71A3C"/>
    <w:rsid w:val="00B823B4"/>
    <w:rsid w:val="00B85113"/>
    <w:rsid w:val="00BE35FA"/>
    <w:rsid w:val="00BF61D7"/>
    <w:rsid w:val="00BF65D9"/>
    <w:rsid w:val="00C06E69"/>
    <w:rsid w:val="00C150FE"/>
    <w:rsid w:val="00C23D8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264"/>
    <w:rsid w:val="00E31117"/>
    <w:rsid w:val="00E31D3B"/>
    <w:rsid w:val="00E50212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471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80D8B-15AC-46A7-8F18-8D165D72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2020-02-05T09:28:00Z</cp:lastPrinted>
  <dcterms:created xsi:type="dcterms:W3CDTF">2020-02-05T09:24:00Z</dcterms:created>
  <dcterms:modified xsi:type="dcterms:W3CDTF">2020-02-05T09:29:00Z</dcterms:modified>
</cp:coreProperties>
</file>