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A2C" w:rsidRPr="008C4609" w:rsidRDefault="00B74511" w:rsidP="00B74511">
      <w:pPr>
        <w:pStyle w:val="nadpiszkona"/>
      </w:pPr>
      <w:r>
        <w:t xml:space="preserve"> </w:t>
      </w:r>
      <w:r w:rsidR="00A81A2C" w:rsidRPr="008C4609">
        <w:t>ZÁKON</w:t>
      </w:r>
    </w:p>
    <w:p w:rsidR="00A81A2C" w:rsidRPr="00656FE8" w:rsidRDefault="00A81A2C" w:rsidP="00B74511">
      <w:pPr>
        <w:pStyle w:val="nadpiszkona"/>
        <w:rPr>
          <w:b w:val="0"/>
        </w:rPr>
      </w:pPr>
      <w:r w:rsidRPr="00656FE8">
        <w:rPr>
          <w:b w:val="0"/>
        </w:rPr>
        <w:t>ze dne</w:t>
      </w:r>
      <w:r w:rsidR="00F44A05">
        <w:rPr>
          <w:b w:val="0"/>
        </w:rPr>
        <w:t xml:space="preserve">                          </w:t>
      </w:r>
      <w:r w:rsidRPr="00656FE8">
        <w:rPr>
          <w:b w:val="0"/>
        </w:rPr>
        <w:t>20</w:t>
      </w:r>
      <w:r w:rsidR="00B74511" w:rsidRPr="00656FE8">
        <w:rPr>
          <w:b w:val="0"/>
        </w:rPr>
        <w:t>20</w:t>
      </w:r>
      <w:r w:rsidRPr="00656FE8">
        <w:rPr>
          <w:b w:val="0"/>
        </w:rPr>
        <w:t xml:space="preserve">, </w:t>
      </w:r>
    </w:p>
    <w:p w:rsidR="00A81A2C" w:rsidRPr="00570370" w:rsidRDefault="00A81A2C" w:rsidP="00B74511">
      <w:pPr>
        <w:pStyle w:val="nadpiszkona"/>
        <w:rPr>
          <w:szCs w:val="24"/>
        </w:rPr>
      </w:pPr>
      <w:r w:rsidRPr="00570370">
        <w:t>kterým se mění zákon č. 151/1997 Sb., o oceňování majetku a o změně některých zákonů (zákon o oceňování majetku), ve znění pozdějších předpisů,</w:t>
      </w:r>
      <w:r w:rsidR="00C12DDB">
        <w:br/>
      </w:r>
      <w:r w:rsidRPr="00570370">
        <w:rPr>
          <w:szCs w:val="24"/>
        </w:rPr>
        <w:t>a další související zákony</w:t>
      </w:r>
    </w:p>
    <w:p w:rsidR="00B74511" w:rsidRDefault="00B74511" w:rsidP="00B74511">
      <w:pPr>
        <w:pStyle w:val="Parlament"/>
      </w:pPr>
      <w:r>
        <w:t>Parlament se usnesl na tomto zákoně České republiky:</w:t>
      </w:r>
    </w:p>
    <w:p w:rsidR="00A81A2C" w:rsidRPr="00735F1F" w:rsidRDefault="00B74511" w:rsidP="00B74511">
      <w:pPr>
        <w:pStyle w:val="ST"/>
      </w:pPr>
      <w:r>
        <w:t xml:space="preserve">ČÁST </w:t>
      </w:r>
      <w:r w:rsidR="00A81A2C" w:rsidRPr="00735F1F">
        <w:t>PRVNÍ</w:t>
      </w:r>
    </w:p>
    <w:p w:rsidR="00A81A2C" w:rsidRPr="00735F1F" w:rsidRDefault="00A81A2C" w:rsidP="00B74511">
      <w:pPr>
        <w:pStyle w:val="NADPISSTI"/>
      </w:pPr>
      <w:r w:rsidRPr="00735F1F">
        <w:t xml:space="preserve">Změna zákona o oceňování majetku </w:t>
      </w:r>
    </w:p>
    <w:p w:rsidR="00A81A2C" w:rsidRPr="00570370" w:rsidRDefault="00B74511" w:rsidP="00B74511">
      <w:pPr>
        <w:pStyle w:val="lnek"/>
      </w:pPr>
      <w:r>
        <w:t xml:space="preserve">Čl. </w:t>
      </w:r>
      <w:r w:rsidR="00A81A2C" w:rsidRPr="00570370">
        <w:t>I</w:t>
      </w:r>
    </w:p>
    <w:p w:rsidR="00A81A2C" w:rsidRPr="00570370" w:rsidRDefault="00A81A2C" w:rsidP="00B74511">
      <w:pPr>
        <w:pStyle w:val="Textlnku"/>
      </w:pPr>
      <w:r w:rsidRPr="00570370">
        <w:t>Zákon č. 151/1997 Sb., o oceňování majetku a o změně některých zákonů (zákon o</w:t>
      </w:r>
      <w:r w:rsidR="00656FE8">
        <w:t> </w:t>
      </w:r>
      <w:r w:rsidRPr="00570370">
        <w:t>oceňování majetku), ve znění zákona č. 121/2000 Sb., zákona č. 237/2004 Sb., zákona č.</w:t>
      </w:r>
      <w:r w:rsidR="00C12DDB">
        <w:t> </w:t>
      </w:r>
      <w:r w:rsidRPr="00570370">
        <w:t>257/2004 Sb., zákona č. 296/2007 Sb., zákona č. 188/2011 Sb., zákona č. 350/2012 Sb., zákona č. 303/2013 Sb., zákonného opatření Senátu č. 340/2013 Sb., zákonného opatření Senátu č. 344/2013 Sb., zákona č. 228/2014 Sb. a zákona č. 225/2017 Sb., se mění takto:</w:t>
      </w:r>
    </w:p>
    <w:p w:rsidR="00A81A2C" w:rsidRPr="00570370" w:rsidRDefault="00A81A2C" w:rsidP="00B74511">
      <w:pPr>
        <w:pStyle w:val="Novelizanbod"/>
      </w:pPr>
      <w:r>
        <w:t>V § 2 se</w:t>
      </w:r>
      <w:r w:rsidRPr="00570370">
        <w:t xml:space="preserve"> vkládá nový odstavec 1, který zní:</w:t>
      </w:r>
    </w:p>
    <w:p w:rsidR="00A81A2C" w:rsidRPr="00570370" w:rsidRDefault="00A81A2C" w:rsidP="00B74511">
      <w:pPr>
        <w:pStyle w:val="Textlnku"/>
      </w:pPr>
      <w:r w:rsidRPr="00570370">
        <w:t>„(1)</w:t>
      </w:r>
      <w:r w:rsidRPr="00570370">
        <w:rPr>
          <w:b/>
        </w:rPr>
        <w:t xml:space="preserve"> </w:t>
      </w:r>
      <w:r w:rsidRPr="00570370">
        <w:t>Pokud tento zákon nestanoví jiný způsob oceňování, oceňují se majetek a služba obvyklou cenou.</w:t>
      </w:r>
      <w:r w:rsidR="00F44A05">
        <w:t>“</w:t>
      </w:r>
      <w:r w:rsidRPr="00570370">
        <w:t>.</w:t>
      </w:r>
    </w:p>
    <w:p w:rsidR="00A81A2C" w:rsidRPr="00570370" w:rsidRDefault="00A81A2C" w:rsidP="00B74511">
      <w:pPr>
        <w:spacing w:before="120" w:after="120"/>
      </w:pPr>
      <w:r w:rsidRPr="00570370">
        <w:t>Dosavadní odstavce 1 až 5 se označují jako odstavce 2 až 6.</w:t>
      </w:r>
    </w:p>
    <w:p w:rsidR="00A81A2C" w:rsidRPr="00570370" w:rsidRDefault="00A81A2C" w:rsidP="00B74511">
      <w:pPr>
        <w:pStyle w:val="Novelizanbod"/>
      </w:pPr>
      <w:r w:rsidRPr="00570370">
        <w:t>V § 2 odst. 2 se věta první zrušuje, ve větě poslední se slovo „</w:t>
      </w:r>
      <w:r>
        <w:t xml:space="preserve">věci“ nahrazuje slovy „majetku </w:t>
      </w:r>
      <w:r w:rsidRPr="002569AA">
        <w:t>nebo</w:t>
      </w:r>
      <w:r w:rsidRPr="00E755B1">
        <w:rPr>
          <w:color w:val="FF0000"/>
        </w:rPr>
        <w:t xml:space="preserve"> </w:t>
      </w:r>
      <w:r>
        <w:t>služby“ a za slovo „</w:t>
      </w:r>
      <w:r w:rsidRPr="00570370">
        <w:t>se“ se vkládají slova „ze sjednaných cen“.</w:t>
      </w:r>
    </w:p>
    <w:p w:rsidR="00A81A2C" w:rsidRPr="00570370" w:rsidRDefault="00A81A2C" w:rsidP="00B74511">
      <w:pPr>
        <w:pStyle w:val="Novelizanbod"/>
      </w:pPr>
      <w:r w:rsidRPr="00570370">
        <w:t>V § 2 se za odstavec 2 vkládají nové odstavce 3 až 5, které znějí:</w:t>
      </w:r>
    </w:p>
    <w:p w:rsidR="00A81A2C" w:rsidRPr="00C41170" w:rsidRDefault="00A81A2C" w:rsidP="00B74511">
      <w:pPr>
        <w:pStyle w:val="Textlnku"/>
      </w:pPr>
      <w:r w:rsidRPr="00C41170">
        <w:t>„(3) V odůvodněných případech, kdy nelze obvyklou cenu určit, oceňuje se majetek a služba tržní hodnotou, pokud zvláštní právní předpis nestanoví jinak. Přitom se zvažují všechny okolnosti, které mají na tržní hodnotu vliv. Důvody pro neurčení obvyklé ceny musejí být v ocenění uvedeny.</w:t>
      </w:r>
    </w:p>
    <w:p w:rsidR="00A81A2C" w:rsidRPr="00C41170" w:rsidRDefault="00A81A2C" w:rsidP="00B74511">
      <w:pPr>
        <w:pStyle w:val="Textlnku"/>
      </w:pPr>
      <w:r w:rsidRPr="00C41170">
        <w:t xml:space="preserve">(4) Tržní hodnotou se pro účely tohoto zákona rozumí odhadovaná částka, za kterou by měly být majetek nebo služba směněny ke dni ocenění mezi ochotným kupujícím a ochotným prodávajícím, a to v obchodním styku uskutečněném v souladu s principem tržního odstupu, po náležitém marketingu, kdy každá ze stran jednala informovaně, uvážlivě a nikoli v tísni. Principem tržního odstupu se pro účely tohoto zákona rozumí, že účastníci směny jsou osobami, které mezi sebou nemají žádný zvláštní vzájemný vztah a jednají vzájemně nezávisle. </w:t>
      </w:r>
    </w:p>
    <w:p w:rsidR="00A81A2C" w:rsidRPr="00C41170" w:rsidRDefault="00A81A2C" w:rsidP="00B74511">
      <w:pPr>
        <w:pStyle w:val="Textlnku"/>
      </w:pPr>
      <w:r w:rsidRPr="00C41170">
        <w:t>(5) Určení obvyklé ceny a tržní hodnoty a postup při tomto určení musejí být z ocenění zřejmé, jejich použití, včetně použitých údajů, musí být</w:t>
      </w:r>
      <w:r w:rsidRPr="00C41170">
        <w:rPr>
          <w:b/>
          <w:szCs w:val="24"/>
        </w:rPr>
        <w:t xml:space="preserve"> </w:t>
      </w:r>
      <w:r w:rsidRPr="00C41170">
        <w:t xml:space="preserve">odůvodněno a odpovídat druhu </w:t>
      </w:r>
      <w:r w:rsidRPr="00C41170">
        <w:lastRenderedPageBreak/>
        <w:t>předmětu ocenění, účelu ocenění a dostupnosti objektivních dat využitelných pro ocenění.</w:t>
      </w:r>
      <w:r w:rsidRPr="00C41170">
        <w:rPr>
          <w:rFonts w:ascii="Arial" w:hAnsi="Arial" w:cs="Arial"/>
          <w:szCs w:val="22"/>
        </w:rPr>
        <w:t xml:space="preserve"> </w:t>
      </w:r>
      <w:r w:rsidRPr="00C41170">
        <w:rPr>
          <w:szCs w:val="22"/>
        </w:rPr>
        <w:t>Podrobnosti k určení obvyklé ceny a tržní hodnoty stanoví vyhláška</w:t>
      </w:r>
      <w:r w:rsidRPr="00C41170">
        <w:t>.“.</w:t>
      </w:r>
    </w:p>
    <w:p w:rsidR="00A81A2C" w:rsidRDefault="00A81A2C" w:rsidP="00B74511">
      <w:pPr>
        <w:spacing w:before="120" w:after="120"/>
      </w:pPr>
      <w:r w:rsidRPr="00570370">
        <w:t>Dosavadní odstavce 3 až 6 se označují jako odstavce 6 až 9.</w:t>
      </w:r>
    </w:p>
    <w:p w:rsidR="00A81A2C" w:rsidRPr="00570370" w:rsidRDefault="00A81A2C" w:rsidP="00B74511">
      <w:pPr>
        <w:pStyle w:val="Novelizanbod"/>
      </w:pPr>
      <w:r w:rsidRPr="00570370">
        <w:t xml:space="preserve">V § 2 odst. 7 se slova „nebo mimořádná cena“ nahrazují </w:t>
      </w:r>
      <w:proofErr w:type="gramStart"/>
      <w:r w:rsidRPr="00570370">
        <w:t>slovy „</w:t>
      </w:r>
      <w:r w:rsidR="00656FE8">
        <w:t xml:space="preserve"> </w:t>
      </w:r>
      <w:r w:rsidRPr="00570370">
        <w:t>, mimořádná</w:t>
      </w:r>
      <w:proofErr w:type="gramEnd"/>
      <w:r w:rsidRPr="00570370">
        <w:t xml:space="preserve"> cena nebo tržní hodnota“.</w:t>
      </w:r>
    </w:p>
    <w:p w:rsidR="00A81A2C" w:rsidRPr="00570370" w:rsidRDefault="00A81A2C" w:rsidP="00B74511">
      <w:pPr>
        <w:pStyle w:val="Novelizanbod"/>
      </w:pPr>
      <w:r w:rsidRPr="00570370">
        <w:t xml:space="preserve">V § 9 odst. 2 písm. a) bodě 2 se </w:t>
      </w:r>
      <w:proofErr w:type="gramStart"/>
      <w:r w:rsidRPr="00570370">
        <w:t>slova „</w:t>
      </w:r>
      <w:r w:rsidR="00656FE8">
        <w:t xml:space="preserve"> </w:t>
      </w:r>
      <w:r w:rsidRPr="00570370">
        <w:t>; je</w:t>
      </w:r>
      <w:proofErr w:type="gramEnd"/>
      <w:r w:rsidRPr="00570370">
        <w:t>-li zvláštním předpisem stanovena nejvyšší přípustná zastavěnost pozemku, je stavebním pozemkem pouze část odpovídající přípustnému limitu určenému k zastavění“ zrušují.</w:t>
      </w:r>
    </w:p>
    <w:p w:rsidR="00A81A2C" w:rsidRPr="00570370" w:rsidRDefault="00A81A2C" w:rsidP="00B74511">
      <w:pPr>
        <w:pStyle w:val="Novelizanbod"/>
      </w:pPr>
      <w:r w:rsidRPr="00570370">
        <w:t xml:space="preserve">V § 10 odst. 1 </w:t>
      </w:r>
      <w:r>
        <w:t>větě druhé</w:t>
      </w:r>
      <w:r w:rsidRPr="00570370">
        <w:t xml:space="preserve"> </w:t>
      </w:r>
      <w:r>
        <w:t xml:space="preserve">se za slovo </w:t>
      </w:r>
      <w:r w:rsidRPr="00570370">
        <w:t>„mapě</w:t>
      </w:r>
      <w:r>
        <w:t>“ vkládají slova „nebo</w:t>
      </w:r>
      <w:r w:rsidRPr="00570370">
        <w:t xml:space="preserve"> nelze-li stavební pozemek ocenit cenou z cenové mapy</w:t>
      </w:r>
      <w:r>
        <w:t>“.</w:t>
      </w:r>
    </w:p>
    <w:p w:rsidR="00A81A2C" w:rsidRPr="00570370" w:rsidRDefault="00A81A2C" w:rsidP="00B74511">
      <w:pPr>
        <w:pStyle w:val="Novelizanbod"/>
      </w:pPr>
      <w:r>
        <w:t xml:space="preserve">V § 10 odst. 3 </w:t>
      </w:r>
      <w:r w:rsidRPr="00570370">
        <w:t>větě první se slova „spadajících do stejné skupiny podle počtu obyvatel; skupiny obcí stan</w:t>
      </w:r>
      <w:r>
        <w:t xml:space="preserve">oví vyhláška“ nahrazují </w:t>
      </w:r>
      <w:proofErr w:type="gramStart"/>
      <w:r>
        <w:t>slovy „</w:t>
      </w:r>
      <w:r w:rsidR="00656FE8">
        <w:t xml:space="preserve"> </w:t>
      </w:r>
      <w:r>
        <w:t>, přičemž</w:t>
      </w:r>
      <w:proofErr w:type="gramEnd"/>
      <w:r w:rsidRPr="00570370">
        <w:t xml:space="preserve"> srovnatelnost obce se posuzuje podle počtu obyvatel, polohy obce, hospodářsko-správního významu obce, dopravní obslužnosti obce, technické infrastruktury a občanské vybavenosti v  obci“, ve větě třetí se slova „obce</w:t>
      </w:r>
      <w:r>
        <w:t xml:space="preserve"> uvedou“ nahrazují slovy „uvede obec</w:t>
      </w:r>
      <w:r w:rsidRPr="00570370">
        <w:t>“ a věta poslední se zrušuje.</w:t>
      </w:r>
    </w:p>
    <w:p w:rsidR="00A81A2C" w:rsidRPr="00565EAC" w:rsidRDefault="00A81A2C" w:rsidP="00B74511">
      <w:pPr>
        <w:pStyle w:val="Novelizanbod"/>
      </w:pPr>
      <w:r w:rsidRPr="00565EAC">
        <w:t>V § 10 se za odstavec 4 vkládá nový odstavec 5, který zní:</w:t>
      </w:r>
    </w:p>
    <w:p w:rsidR="00B74511" w:rsidRDefault="00A81A2C" w:rsidP="00B74511">
      <w:pPr>
        <w:pStyle w:val="Textlnku"/>
      </w:pPr>
      <w:r>
        <w:t>„(5</w:t>
      </w:r>
      <w:r w:rsidRPr="00570370">
        <w:t xml:space="preserve">) Podklady pro zpracování cenové mapy a postup ocenění stavebních pozemků, které </w:t>
      </w:r>
      <w:r>
        <w:t xml:space="preserve">nejsou oceněny v cenové mapě nebo je </w:t>
      </w:r>
      <w:r w:rsidRPr="00570370">
        <w:t xml:space="preserve">nelze </w:t>
      </w:r>
      <w:r w:rsidRPr="00AB0A9E">
        <w:t xml:space="preserve">ocenit cenou z </w:t>
      </w:r>
      <w:r>
        <w:t>cenové mapy</w:t>
      </w:r>
      <w:r w:rsidRPr="00570370">
        <w:t>, stanoví vyhláška.“.</w:t>
      </w:r>
    </w:p>
    <w:p w:rsidR="00A81A2C" w:rsidRPr="003F74AC" w:rsidRDefault="00A81A2C" w:rsidP="00B74511">
      <w:pPr>
        <w:pStyle w:val="Textlnku"/>
        <w:spacing w:before="120" w:after="120"/>
        <w:ind w:firstLine="0"/>
      </w:pPr>
      <w:r w:rsidRPr="00570370">
        <w:t>Dosavadní odstavce 5 až 9 s</w:t>
      </w:r>
      <w:r>
        <w:t xml:space="preserve">e označují jako </w:t>
      </w:r>
      <w:r w:rsidRPr="003F74AC">
        <w:t>odstavce 6 až 10.</w:t>
      </w:r>
    </w:p>
    <w:p w:rsidR="00A81A2C" w:rsidRPr="00E320A2" w:rsidRDefault="00A81A2C" w:rsidP="00B74511">
      <w:pPr>
        <w:pStyle w:val="Novelizanbod"/>
      </w:pPr>
      <w:r w:rsidRPr="00E320A2">
        <w:t xml:space="preserve">V § 10 odst. 7 </w:t>
      </w:r>
      <w:r>
        <w:t>větě třetí</w:t>
      </w:r>
      <w:r w:rsidRPr="00E320A2">
        <w:t xml:space="preserve"> se číslo „5“ nahrazuje číslem „6“.</w:t>
      </w:r>
    </w:p>
    <w:p w:rsidR="00A81A2C" w:rsidRDefault="00A81A2C" w:rsidP="00B74511">
      <w:pPr>
        <w:pStyle w:val="Novelizanbod"/>
      </w:pPr>
      <w:r w:rsidRPr="00570370">
        <w:t xml:space="preserve">V § 14 </w:t>
      </w:r>
      <w:r>
        <w:t xml:space="preserve">úvodní části ustanovení </w:t>
      </w:r>
      <w:r w:rsidRPr="00570370">
        <w:t>se za slovo „oceňování“ vkládají slova „podle tohoto zákona“ a za písmeno b) se vkládá nové písmeno c), které zní:</w:t>
      </w:r>
    </w:p>
    <w:p w:rsidR="00A81A2C" w:rsidRPr="00570370" w:rsidRDefault="00A81A2C" w:rsidP="00B74511">
      <w:pPr>
        <w:pStyle w:val="Psmeno"/>
      </w:pPr>
      <w:r w:rsidRPr="00570370">
        <w:t>„c)</w:t>
      </w:r>
      <w:r w:rsidR="00C12DDB">
        <w:tab/>
      </w:r>
      <w:r w:rsidRPr="00570370">
        <w:t>rychle rostoucí dřeviny,“.</w:t>
      </w:r>
    </w:p>
    <w:p w:rsidR="00A81A2C" w:rsidRPr="00570370" w:rsidRDefault="00A81A2C" w:rsidP="00B74511">
      <w:pPr>
        <w:pStyle w:val="Odstavecseseznamem"/>
        <w:spacing w:before="120" w:after="120"/>
        <w:ind w:hanging="720"/>
      </w:pPr>
      <w:r w:rsidRPr="00570370">
        <w:t>Dosavadní písmena c) a d) se označují jako písmena d) a e).</w:t>
      </w:r>
    </w:p>
    <w:p w:rsidR="00A81A2C" w:rsidRPr="00570370" w:rsidRDefault="00A81A2C" w:rsidP="00C12DDB">
      <w:pPr>
        <w:pStyle w:val="Novelizanbod"/>
        <w:keepNext w:val="0"/>
      </w:pPr>
      <w:r>
        <w:t>V nadpisu § 16 se za slovo</w:t>
      </w:r>
      <w:r w:rsidRPr="00570370">
        <w:t xml:space="preserve"> „</w:t>
      </w:r>
      <w:r w:rsidRPr="00570370">
        <w:rPr>
          <w:b/>
        </w:rPr>
        <w:t>dřevin</w:t>
      </w:r>
      <w:r w:rsidRPr="00570370">
        <w:t xml:space="preserve">“ vkládají </w:t>
      </w:r>
      <w:proofErr w:type="gramStart"/>
      <w:r w:rsidRPr="00570370">
        <w:t>slova „</w:t>
      </w:r>
      <w:r w:rsidR="00C12DDB">
        <w:t xml:space="preserve"> </w:t>
      </w:r>
      <w:r w:rsidRPr="00570370">
        <w:rPr>
          <w:b/>
        </w:rPr>
        <w:t>, rychle</w:t>
      </w:r>
      <w:proofErr w:type="gramEnd"/>
      <w:r w:rsidRPr="00570370">
        <w:rPr>
          <w:b/>
        </w:rPr>
        <w:t xml:space="preserve"> rostoucích dřevin</w:t>
      </w:r>
      <w:r w:rsidRPr="00570370">
        <w:t>“.</w:t>
      </w:r>
    </w:p>
    <w:p w:rsidR="00A81A2C" w:rsidRPr="00570370" w:rsidRDefault="00A81A2C" w:rsidP="00C12DDB">
      <w:pPr>
        <w:pStyle w:val="Novelizanbod"/>
        <w:keepNext w:val="0"/>
      </w:pPr>
      <w:r w:rsidRPr="00570370">
        <w:t xml:space="preserve">V § 16 odst. 1 </w:t>
      </w:r>
      <w:r>
        <w:t>větě první se za slovo „</w:t>
      </w:r>
      <w:r w:rsidRPr="00570370">
        <w:t>dřeviny</w:t>
      </w:r>
      <w:r>
        <w:t>,“ vkládají slova „</w:t>
      </w:r>
      <w:r w:rsidRPr="00570370">
        <w:t>rychle rostoucí dřeviny</w:t>
      </w:r>
      <w:r>
        <w:t>,</w:t>
      </w:r>
      <w:r w:rsidRPr="00570370">
        <w:t>“.</w:t>
      </w:r>
    </w:p>
    <w:p w:rsidR="00A81A2C" w:rsidRPr="00B951A8" w:rsidRDefault="00A81A2C" w:rsidP="00B74511">
      <w:pPr>
        <w:pStyle w:val="Novelizanbod"/>
      </w:pPr>
      <w:r w:rsidRPr="00B951A8">
        <w:lastRenderedPageBreak/>
        <w:t>§ 16a a § 16b včetně nadpisů znějí:</w:t>
      </w:r>
    </w:p>
    <w:p w:rsidR="00A81A2C" w:rsidRPr="00570370" w:rsidRDefault="00A81A2C" w:rsidP="00B74511">
      <w:pPr>
        <w:pStyle w:val="Paragraf"/>
      </w:pPr>
      <w:r w:rsidRPr="00570370">
        <w:t>„</w:t>
      </w:r>
      <w:r w:rsidR="00B74511">
        <w:t>§</w:t>
      </w:r>
      <w:r w:rsidRPr="00570370">
        <w:t xml:space="preserve"> 16a </w:t>
      </w:r>
    </w:p>
    <w:p w:rsidR="00A81A2C" w:rsidRPr="00570370" w:rsidRDefault="00A81A2C" w:rsidP="00B74511">
      <w:pPr>
        <w:pStyle w:val="Nadpisparagrafu"/>
      </w:pPr>
      <w:r w:rsidRPr="00570370">
        <w:t>Oceňování práva stavby</w:t>
      </w:r>
    </w:p>
    <w:p w:rsidR="00A81A2C" w:rsidRPr="00570370" w:rsidRDefault="00A81A2C" w:rsidP="00B74511">
      <w:pPr>
        <w:pStyle w:val="Textodstavce"/>
      </w:pPr>
      <w:r w:rsidRPr="00570370">
        <w:t>Právo stavby se oceňuje výnosovým způsobem na zák</w:t>
      </w:r>
      <w:r>
        <w:t>ladě ročního užitku</w:t>
      </w:r>
      <w:r w:rsidR="00656FE8">
        <w:t xml:space="preserve"> </w:t>
      </w:r>
      <w:r>
        <w:t>při zohlednění</w:t>
      </w:r>
      <w:r w:rsidRPr="00570370">
        <w:t xml:space="preserve"> doby dalšího užívání práva, která uplyne</w:t>
      </w:r>
      <w:r>
        <w:t xml:space="preserve"> v období</w:t>
      </w:r>
      <w:r w:rsidRPr="00570370">
        <w:t xml:space="preserve"> od roku ocenění do roku zániku práva. </w:t>
      </w:r>
    </w:p>
    <w:p w:rsidR="00A81A2C" w:rsidRPr="00570370" w:rsidRDefault="00A81A2C" w:rsidP="00B74511">
      <w:pPr>
        <w:pStyle w:val="Textodstavce"/>
      </w:pPr>
      <w:r w:rsidRPr="00570370">
        <w:t>Pro ocenění práva stavby s nezřízenou stavbou, která právu stavby vyhovuje,</w:t>
      </w:r>
      <w:r w:rsidR="00656FE8">
        <w:t xml:space="preserve"> </w:t>
      </w:r>
      <w:r w:rsidRPr="00570370">
        <w:t xml:space="preserve">se zjistí roční užitek z pozemku zatíženého tímto právem.  </w:t>
      </w:r>
    </w:p>
    <w:p w:rsidR="00A81A2C" w:rsidRPr="00570370" w:rsidRDefault="00A81A2C" w:rsidP="00B74511">
      <w:pPr>
        <w:pStyle w:val="Textodstavce"/>
      </w:pPr>
      <w:r w:rsidRPr="00570370">
        <w:t>Pro ocenění práva stavby se zřízenou stavbou, která právu stavby vyhovuje, se roční užitek určí ze zjištěné ceny zatíženého pozemku a zjištěné ceny stavby, která právu stavby vyhovuje</w:t>
      </w:r>
      <w:r>
        <w:t>,</w:t>
      </w:r>
      <w:r w:rsidRPr="000C1121">
        <w:t xml:space="preserve"> </w:t>
      </w:r>
      <w:r w:rsidRPr="009F1F5C">
        <w:t xml:space="preserve">a z náhrady </w:t>
      </w:r>
      <w:r w:rsidRPr="00570370">
        <w:t>při zániku práva stavby.</w:t>
      </w:r>
    </w:p>
    <w:p w:rsidR="00A81A2C" w:rsidRPr="00570370" w:rsidRDefault="00A81A2C" w:rsidP="00B74511">
      <w:pPr>
        <w:pStyle w:val="Textodstavce"/>
      </w:pPr>
      <w:r w:rsidRPr="00570370">
        <w:t>Způsob výpočtu ceny práva stavby</w:t>
      </w:r>
      <w:r>
        <w:t xml:space="preserve"> při zohlednění počtu let dalšího trvání práva stavby, určení ročního užitku a</w:t>
      </w:r>
      <w:r w:rsidRPr="00570370">
        <w:t xml:space="preserve"> výše náhrady</w:t>
      </w:r>
      <w:r w:rsidRPr="00570370">
        <w:rPr>
          <w:b/>
        </w:rPr>
        <w:t xml:space="preserve"> </w:t>
      </w:r>
      <w:r w:rsidRPr="00570370">
        <w:t>při zániku práva stavby stanoví vyhláška.</w:t>
      </w:r>
    </w:p>
    <w:p w:rsidR="00A81A2C" w:rsidRPr="00570370" w:rsidRDefault="00A81A2C" w:rsidP="00B74511">
      <w:pPr>
        <w:pStyle w:val="Textodstavce"/>
      </w:pPr>
      <w:r w:rsidRPr="00570370">
        <w:t>Ocenění podle odstavců 2 a</w:t>
      </w:r>
      <w:r>
        <w:t xml:space="preserve"> 3  se nepoužije</w:t>
      </w:r>
      <w:r w:rsidRPr="00570370">
        <w:t>, lze-li cenu práva stavby zjistit z </w:t>
      </w:r>
      <w:r>
        <w:t>rozhodnutí příslušného orgánu.</w:t>
      </w:r>
    </w:p>
    <w:p w:rsidR="00A81A2C" w:rsidRPr="00570370" w:rsidRDefault="00B74511" w:rsidP="00B74511">
      <w:pPr>
        <w:pStyle w:val="Paragraf"/>
      </w:pPr>
      <w:r>
        <w:t xml:space="preserve">§ </w:t>
      </w:r>
      <w:r w:rsidR="00A81A2C" w:rsidRPr="00570370">
        <w:t xml:space="preserve">16b </w:t>
      </w:r>
    </w:p>
    <w:p w:rsidR="00A81A2C" w:rsidRPr="00570370" w:rsidRDefault="00A81A2C" w:rsidP="00B74511">
      <w:pPr>
        <w:pStyle w:val="Nadpisparagrafu"/>
      </w:pPr>
      <w:r w:rsidRPr="00570370">
        <w:t>Oceňování věcných břemen</w:t>
      </w:r>
    </w:p>
    <w:p w:rsidR="00A81A2C" w:rsidRPr="00BF19A5" w:rsidRDefault="00A81A2C" w:rsidP="00B74511">
      <w:pPr>
        <w:pStyle w:val="Textodstavce"/>
        <w:numPr>
          <w:ilvl w:val="6"/>
          <w:numId w:val="25"/>
        </w:numPr>
      </w:pPr>
      <w:r w:rsidRPr="00BF19A5">
        <w:t>Věcné břemeno se oceňuje výnosovým způsobem na základě ročního užitku při zohlednění doby jeho trvání</w:t>
      </w:r>
      <w:r w:rsidRPr="00B74511">
        <w:rPr>
          <w:rFonts w:ascii="Arial" w:hAnsi="Arial" w:cs="Arial"/>
          <w:b/>
        </w:rPr>
        <w:t xml:space="preserve"> </w:t>
      </w:r>
      <w:r w:rsidRPr="00BF19A5">
        <w:t xml:space="preserve">nebo pevnou částkou, nelze-li určit roční užitek z věcného břemene. </w:t>
      </w:r>
    </w:p>
    <w:p w:rsidR="00A81A2C" w:rsidRPr="00570370" w:rsidRDefault="00A81A2C" w:rsidP="00B74511">
      <w:pPr>
        <w:pStyle w:val="Textodstavce"/>
        <w:numPr>
          <w:ilvl w:val="6"/>
          <w:numId w:val="25"/>
        </w:numPr>
      </w:pPr>
      <w:r w:rsidRPr="00570370">
        <w:t xml:space="preserve">U služebnosti se v ročním užitku zohledňuje míra omezení užívání nemovité věci. </w:t>
      </w:r>
    </w:p>
    <w:p w:rsidR="00A81A2C" w:rsidRPr="00570370" w:rsidRDefault="00A81A2C" w:rsidP="00B74511">
      <w:pPr>
        <w:pStyle w:val="Textodstavce"/>
        <w:numPr>
          <w:ilvl w:val="6"/>
          <w:numId w:val="25"/>
        </w:numPr>
      </w:pPr>
      <w:r w:rsidRPr="00570370">
        <w:t>U reálného břemene zohledňuje roční užitek prospěch oprávněného.</w:t>
      </w:r>
    </w:p>
    <w:p w:rsidR="00A81A2C" w:rsidRPr="00570370" w:rsidRDefault="00A81A2C" w:rsidP="00B74511">
      <w:pPr>
        <w:pStyle w:val="Textodstavce"/>
        <w:numPr>
          <w:ilvl w:val="6"/>
          <w:numId w:val="25"/>
        </w:numPr>
      </w:pPr>
      <w:r w:rsidRPr="00570370">
        <w:t>Časově neomezené reálné břemeno nebo právo z vykupitelné služebnosti se ocení ve výši náhrady uvedené ve smlouvě. Jsou-li ve smlouvě uvedené pouze podmínky výkupu reálného břemena nebo zrušení služebnosti za přiměřenou náhradu, vypočte se náhrada podle uvedených podmínek k datu ocenění.</w:t>
      </w:r>
    </w:p>
    <w:p w:rsidR="00A81A2C" w:rsidRPr="00570370" w:rsidRDefault="00A81A2C" w:rsidP="00B74511">
      <w:pPr>
        <w:pStyle w:val="Textodstavce"/>
        <w:numPr>
          <w:ilvl w:val="6"/>
          <w:numId w:val="25"/>
        </w:numPr>
      </w:pPr>
      <w:r w:rsidRPr="00570370">
        <w:t>Způsob členění věcných břemen podle výpočtu jejich ocenění, postup výpočtu ceny věcného břemene, způsob určení ročního užitku a míry kapitalizace podle druhu věcného břemene a zatížené nemovité věci a výši pevné částky stanoví vyhláška.</w:t>
      </w:r>
    </w:p>
    <w:p w:rsidR="00A81A2C" w:rsidRPr="00570370" w:rsidRDefault="00A81A2C" w:rsidP="00B74511">
      <w:pPr>
        <w:pStyle w:val="Textodstavce"/>
        <w:numPr>
          <w:ilvl w:val="6"/>
          <w:numId w:val="25"/>
        </w:numPr>
      </w:pPr>
      <w:r w:rsidRPr="00570370">
        <w:t>Ocenění podle odstavců</w:t>
      </w:r>
      <w:r>
        <w:t xml:space="preserve"> 2 až 4 se nepoužije</w:t>
      </w:r>
      <w:r w:rsidRPr="00570370">
        <w:t xml:space="preserve">, lze-li cenu </w:t>
      </w:r>
      <w:r w:rsidRPr="00B74511">
        <w:rPr>
          <w:szCs w:val="24"/>
        </w:rPr>
        <w:t>věcného břemene</w:t>
      </w:r>
      <w:r w:rsidRPr="00570370">
        <w:t xml:space="preserve"> zjistit z rozhodnutí příslušného orgánu.</w:t>
      </w:r>
      <w:r>
        <w:t>“.</w:t>
      </w:r>
    </w:p>
    <w:p w:rsidR="00A81A2C" w:rsidRPr="00570370" w:rsidRDefault="00A81A2C" w:rsidP="00B74511">
      <w:pPr>
        <w:pStyle w:val="Novelizanbod"/>
      </w:pPr>
      <w:r w:rsidRPr="00570370">
        <w:lastRenderedPageBreak/>
        <w:t>Za § 16b se vkládá nový § 16c, který včetně nadpisu zní:</w:t>
      </w:r>
    </w:p>
    <w:p w:rsidR="00A81A2C" w:rsidRPr="00570370" w:rsidRDefault="00A81A2C" w:rsidP="00B74511">
      <w:pPr>
        <w:pStyle w:val="Paragraf"/>
      </w:pPr>
      <w:r w:rsidRPr="00570370">
        <w:t>„</w:t>
      </w:r>
      <w:r w:rsidR="00B74511">
        <w:t>§</w:t>
      </w:r>
      <w:r w:rsidRPr="00570370">
        <w:t xml:space="preserve"> 16c</w:t>
      </w:r>
    </w:p>
    <w:p w:rsidR="00A81A2C" w:rsidRPr="00570370" w:rsidRDefault="00A81A2C" w:rsidP="00B74511">
      <w:pPr>
        <w:pStyle w:val="Nadpisparagrafu"/>
      </w:pPr>
      <w:r w:rsidRPr="00570370">
        <w:t>Ocenění závady na nemovité věci</w:t>
      </w:r>
    </w:p>
    <w:p w:rsidR="00A81A2C" w:rsidRPr="00570370" w:rsidRDefault="00A81A2C" w:rsidP="00B74511">
      <w:pPr>
        <w:pStyle w:val="Textodstavce"/>
        <w:numPr>
          <w:ilvl w:val="6"/>
          <w:numId w:val="26"/>
        </w:numPr>
      </w:pPr>
      <w:r w:rsidRPr="00570370">
        <w:t>Zatěžuje-li nemovitou věc věcné břemeno nebo právo zřízené jinak</w:t>
      </w:r>
      <w:r>
        <w:t>,</w:t>
      </w:r>
      <w:r w:rsidRPr="00570370">
        <w:t xml:space="preserve"> než </w:t>
      </w:r>
      <w:r>
        <w:t xml:space="preserve">jako právo odpovídající věcnému břemenu (dále jen „závada“), snižuje cena </w:t>
      </w:r>
      <w:r w:rsidRPr="00570370">
        <w:t>této závady v případě určování ceny nemovité věci její hodnotu. Závada</w:t>
      </w:r>
      <w:r>
        <w:t xml:space="preserve"> se oceňuje</w:t>
      </w:r>
      <w:r w:rsidRPr="00570370">
        <w:t xml:space="preserve"> v závislosti na výši </w:t>
      </w:r>
      <w:r>
        <w:t xml:space="preserve">ceny </w:t>
      </w:r>
      <w:r w:rsidRPr="00570370">
        <w:t>roční újmy vlastníka nemovité věci související s tímto zatížením</w:t>
      </w:r>
      <w:r>
        <w:t xml:space="preserve"> při zohlednění doby jejího trvání</w:t>
      </w:r>
      <w:r w:rsidRPr="00570370">
        <w:t xml:space="preserve">. </w:t>
      </w:r>
    </w:p>
    <w:p w:rsidR="00A81A2C" w:rsidRPr="00570370" w:rsidRDefault="00A81A2C" w:rsidP="00B74511">
      <w:pPr>
        <w:pStyle w:val="Textodstavce"/>
      </w:pPr>
      <w:r w:rsidRPr="00570370">
        <w:t xml:space="preserve">Pro účely tohoto zákona se za závadu nepovažuje </w:t>
      </w:r>
    </w:p>
    <w:p w:rsidR="00A81A2C" w:rsidRPr="00452E54" w:rsidRDefault="00A81A2C" w:rsidP="00B74511">
      <w:pPr>
        <w:pStyle w:val="Textpsmene"/>
      </w:pPr>
      <w:r w:rsidRPr="00452E54">
        <w:t>právo, které podstatně neomezuje vlastnické</w:t>
      </w:r>
      <w:r>
        <w:t>, užívací</w:t>
      </w:r>
      <w:r w:rsidRPr="00452E54">
        <w:t xml:space="preserve"> nebo požívací právo k nemovité věci a nemá tak významný vliv na výši její ceny,</w:t>
      </w:r>
    </w:p>
    <w:p w:rsidR="00A81A2C" w:rsidRPr="00570370" w:rsidRDefault="00A81A2C" w:rsidP="00B74511">
      <w:pPr>
        <w:pStyle w:val="Textpsmene"/>
      </w:pPr>
      <w:r w:rsidRPr="00570370">
        <w:t>zástavní právo,</w:t>
      </w:r>
    </w:p>
    <w:p w:rsidR="00A81A2C" w:rsidRPr="00570370" w:rsidRDefault="00A81A2C" w:rsidP="00B74511">
      <w:pPr>
        <w:pStyle w:val="Textpsmene"/>
      </w:pPr>
      <w:r w:rsidRPr="00570370">
        <w:t>zadržovací právo,</w:t>
      </w:r>
    </w:p>
    <w:p w:rsidR="00A81A2C" w:rsidRPr="00570370" w:rsidRDefault="00A81A2C" w:rsidP="00B74511">
      <w:pPr>
        <w:pStyle w:val="Textpsmene"/>
      </w:pPr>
      <w:r w:rsidRPr="00570370">
        <w:t>nájem,</w:t>
      </w:r>
    </w:p>
    <w:p w:rsidR="00A81A2C" w:rsidRPr="00570370" w:rsidRDefault="00A81A2C" w:rsidP="00B74511">
      <w:pPr>
        <w:pStyle w:val="Textpsmene"/>
      </w:pPr>
      <w:r w:rsidRPr="00570370">
        <w:t>pacht,</w:t>
      </w:r>
    </w:p>
    <w:p w:rsidR="00A81A2C" w:rsidRPr="00570370" w:rsidRDefault="00A81A2C" w:rsidP="00B74511">
      <w:pPr>
        <w:pStyle w:val="Textpsmene"/>
      </w:pPr>
      <w:r w:rsidRPr="00570370">
        <w:t xml:space="preserve">právo stavby.  </w:t>
      </w:r>
    </w:p>
    <w:p w:rsidR="00A81A2C" w:rsidRPr="00570370" w:rsidRDefault="00A81A2C" w:rsidP="00B74511">
      <w:pPr>
        <w:pStyle w:val="Textodstavce"/>
      </w:pPr>
      <w:r w:rsidRPr="00570370">
        <w:t xml:space="preserve">Výše roční újmy se určí jako rozdíl mezi výší ročního užitku plynoucího z nemovité věci bez zatížení závadou a výší ročního užitku z nemovité věci se zatížením závadou. </w:t>
      </w:r>
    </w:p>
    <w:p w:rsidR="00A81A2C" w:rsidRPr="00570370" w:rsidRDefault="00A81A2C" w:rsidP="00B74511">
      <w:pPr>
        <w:pStyle w:val="Textodstavce"/>
      </w:pPr>
      <w:r w:rsidRPr="00570370">
        <w:t xml:space="preserve">Pro určení ročního užitku vlastníka nemovité věci a způsobu jeho výpočtu </w:t>
      </w:r>
      <w:r>
        <w:t>se použije postup podle</w:t>
      </w:r>
      <w:r w:rsidRPr="00570370">
        <w:t xml:space="preserve"> § 16b</w:t>
      </w:r>
      <w:r>
        <w:t xml:space="preserve"> obdobně</w:t>
      </w:r>
      <w:r w:rsidRPr="00570370">
        <w:t xml:space="preserve">. </w:t>
      </w:r>
      <w:r>
        <w:t>Postup</w:t>
      </w:r>
      <w:r w:rsidRPr="00570370">
        <w:t xml:space="preserve"> ocenění závady, stanovení míry kapitalizace podle druhu závady a zatížené nemovité věci, stanoví vyhláška.“.</w:t>
      </w:r>
    </w:p>
    <w:p w:rsidR="00A81A2C" w:rsidRDefault="00A81A2C" w:rsidP="00B74511">
      <w:pPr>
        <w:pStyle w:val="Novelizanbod"/>
      </w:pPr>
      <w:r w:rsidRPr="00570370">
        <w:t>V § 33 odst. 1 se text „§ 3“ nahrazuje textem „§ 2“ a text „16a a“ se zrušuje.</w:t>
      </w:r>
    </w:p>
    <w:p w:rsidR="00C12DDB" w:rsidRDefault="00C12DDB" w:rsidP="00B74511">
      <w:pPr>
        <w:pStyle w:val="ST"/>
      </w:pPr>
    </w:p>
    <w:p w:rsidR="00A81A2C" w:rsidRPr="00225171" w:rsidRDefault="00B74511" w:rsidP="00B74511">
      <w:pPr>
        <w:pStyle w:val="ST"/>
      </w:pPr>
      <w:r>
        <w:t xml:space="preserve">ČÁST </w:t>
      </w:r>
      <w:r w:rsidR="00A81A2C" w:rsidRPr="00225171">
        <w:t>DRUHÁ</w:t>
      </w:r>
    </w:p>
    <w:p w:rsidR="00A81A2C" w:rsidRPr="00570370" w:rsidRDefault="00A81A2C" w:rsidP="00B74511">
      <w:pPr>
        <w:pStyle w:val="NADPISSTI"/>
      </w:pPr>
      <w:r w:rsidRPr="00570370">
        <w:t>Změna zákona o urychlení výstavby dopravní, vodní a energetické infrastruktury a infrastruktury elektronických komunikací</w:t>
      </w:r>
    </w:p>
    <w:p w:rsidR="00A81A2C" w:rsidRPr="00570370" w:rsidRDefault="00B74511" w:rsidP="00B74511">
      <w:pPr>
        <w:pStyle w:val="lnek"/>
      </w:pPr>
      <w:r>
        <w:t xml:space="preserve">Čl. </w:t>
      </w:r>
      <w:r w:rsidR="00A81A2C" w:rsidRPr="00570370">
        <w:t>II</w:t>
      </w:r>
    </w:p>
    <w:p w:rsidR="00A81A2C" w:rsidRDefault="00A81A2C" w:rsidP="00B74511">
      <w:pPr>
        <w:pStyle w:val="Textlnku"/>
      </w:pPr>
      <w:r w:rsidRPr="00570370">
        <w:t>V § 3b odst. 2 zákona č. 416/2009 Sb., o urychlení výstavby dopravní, vodní a energetické infrastruktury a infrastruktury elektronických komunikací, ve znění zákona č. 405/2012 Sb., zákona č. 49/2016 Sb. a zákona č. 169/2</w:t>
      </w:r>
      <w:r>
        <w:t xml:space="preserve">018 Sb., se za větu první </w:t>
      </w:r>
      <w:r w:rsidRPr="00225171">
        <w:t xml:space="preserve">vkládají věty </w:t>
      </w:r>
      <w:r w:rsidRPr="00570370">
        <w:t>„Nelze-li stanovit cenu ve výši obvyklé ceny pozemku nebo stavby, stanoví znalecký posudek cenu ve výši zj</w:t>
      </w:r>
      <w:r>
        <w:t xml:space="preserve">ištěné ceny pozemku nebo </w:t>
      </w:r>
      <w:r w:rsidRPr="00225171">
        <w:t xml:space="preserve">stavby. V </w:t>
      </w:r>
      <w:r w:rsidRPr="00570370">
        <w:t>takovém případě obsahuje znalecký posudek zdůvodnění nemožnosti stanovení ceny ve výši obvyklé ceny pozemku nebo stavby.“.</w:t>
      </w:r>
    </w:p>
    <w:p w:rsidR="00A81A2C" w:rsidRPr="00225171" w:rsidRDefault="00B74511" w:rsidP="00B74511">
      <w:pPr>
        <w:pStyle w:val="ST"/>
      </w:pPr>
      <w:r>
        <w:lastRenderedPageBreak/>
        <w:t xml:space="preserve">ČÁST </w:t>
      </w:r>
      <w:r w:rsidR="00A81A2C" w:rsidRPr="00225171">
        <w:t>TŘETÍ</w:t>
      </w:r>
    </w:p>
    <w:p w:rsidR="00A81A2C" w:rsidRPr="00570370" w:rsidRDefault="00A81A2C" w:rsidP="00B74511">
      <w:pPr>
        <w:pStyle w:val="NADPISSTI"/>
      </w:pPr>
      <w:r w:rsidRPr="00570370">
        <w:t>Změna zákona o dluhopisech</w:t>
      </w:r>
    </w:p>
    <w:p w:rsidR="00A81A2C" w:rsidRPr="00570370" w:rsidRDefault="00B74511" w:rsidP="00B74511">
      <w:pPr>
        <w:pStyle w:val="lnek"/>
      </w:pPr>
      <w:r>
        <w:t xml:space="preserve">Čl. </w:t>
      </w:r>
      <w:r w:rsidR="00A81A2C" w:rsidRPr="00570370">
        <w:t>III</w:t>
      </w:r>
    </w:p>
    <w:p w:rsidR="00A81A2C" w:rsidRPr="00570370" w:rsidRDefault="00A81A2C" w:rsidP="00B74511">
      <w:pPr>
        <w:pStyle w:val="Textlnku"/>
      </w:pPr>
      <w:r w:rsidRPr="00570370">
        <w:t>Zákon č. 190/2004 Sb., o dluhopisech, ve znění zákona č. 378/2005 Sb., zákona</w:t>
      </w:r>
      <w:r w:rsidR="00656FE8">
        <w:t xml:space="preserve"> </w:t>
      </w:r>
      <w:r w:rsidRPr="00570370">
        <w:t>č. 56/2006 Sb., zákona č. 57/2006 Sb., zákona č. 296/2007 Sb., zákona č. 230/2008 Sb., zákona č. 227/2009 Sb., zákona č. 230/2009 Sb., zákona č. 281/2009 Sb., zákona</w:t>
      </w:r>
      <w:r w:rsidR="00656FE8">
        <w:t xml:space="preserve"> </w:t>
      </w:r>
      <w:r w:rsidRPr="00570370">
        <w:t>č. 160/2010 Sb., zákona č. 199/2010 Sb., zákona č. 355/2011 Sb., zákona č. 172/2012 Sb., zákona č. 227/2013 Sb., zákona č. 303/2013 Sb., zákona č. 137/2014 Sb., zákona</w:t>
      </w:r>
      <w:r w:rsidR="00656FE8">
        <w:t xml:space="preserve"> </w:t>
      </w:r>
      <w:r>
        <w:t>č. 183/2017 Sb.</w:t>
      </w:r>
      <w:r w:rsidR="008A0230">
        <w:t>,</w:t>
      </w:r>
      <w:r>
        <w:t xml:space="preserve"> zákona č. 307/2018 Sb.</w:t>
      </w:r>
      <w:r w:rsidR="008A0230">
        <w:t xml:space="preserve"> a zákona č. 277/2019 Sb.,</w:t>
      </w:r>
      <w:r w:rsidRPr="00570370">
        <w:t xml:space="preserve"> se mění takto: </w:t>
      </w:r>
      <w:bookmarkStart w:id="0" w:name="_GoBack"/>
      <w:bookmarkEnd w:id="0"/>
    </w:p>
    <w:p w:rsidR="00A81A2C" w:rsidRPr="00570370" w:rsidRDefault="00A81A2C" w:rsidP="00B74511">
      <w:pPr>
        <w:pStyle w:val="Novelizanbod"/>
        <w:numPr>
          <w:ilvl w:val="0"/>
          <w:numId w:val="27"/>
        </w:numPr>
      </w:pPr>
      <w:r w:rsidRPr="00570370">
        <w:t>V § 29 odst. 2 úvodní částí ustanovení se za slovo „obvyklou“ vkládají slova „nebo tržní hodnotou“.</w:t>
      </w:r>
    </w:p>
    <w:p w:rsidR="00A81A2C" w:rsidRPr="00570370" w:rsidRDefault="00A81A2C" w:rsidP="00B74511">
      <w:pPr>
        <w:pStyle w:val="Novelizanbod"/>
      </w:pPr>
      <w:r w:rsidRPr="00570370">
        <w:t>V § 29 se na konci textu odstavce 3 doplňují slova „nebo tržní hodnotu“.</w:t>
      </w:r>
    </w:p>
    <w:p w:rsidR="00C12DDB" w:rsidRDefault="00C12DDB" w:rsidP="00B74511">
      <w:pPr>
        <w:pStyle w:val="ST"/>
      </w:pPr>
    </w:p>
    <w:p w:rsidR="00A81A2C" w:rsidRPr="00225171" w:rsidRDefault="00B74511" w:rsidP="00B74511">
      <w:pPr>
        <w:pStyle w:val="ST"/>
      </w:pPr>
      <w:r>
        <w:t xml:space="preserve">ČÁST </w:t>
      </w:r>
      <w:r w:rsidR="00A81A2C" w:rsidRPr="00225171">
        <w:t>ČTVRTÁ</w:t>
      </w:r>
    </w:p>
    <w:p w:rsidR="00A81A2C" w:rsidRPr="00570370" w:rsidRDefault="00A81A2C" w:rsidP="00B74511">
      <w:pPr>
        <w:pStyle w:val="NADPISSTI"/>
      </w:pPr>
      <w:r w:rsidRPr="00570370">
        <w:t>Změna zákona o spotřebitelském úvěru</w:t>
      </w:r>
    </w:p>
    <w:p w:rsidR="00A81A2C" w:rsidRPr="00570370" w:rsidRDefault="00B74511" w:rsidP="00B74511">
      <w:pPr>
        <w:pStyle w:val="lnek"/>
      </w:pPr>
      <w:r>
        <w:t xml:space="preserve">Čl. </w:t>
      </w:r>
      <w:r w:rsidR="00A81A2C" w:rsidRPr="00570370">
        <w:t>IV</w:t>
      </w:r>
    </w:p>
    <w:p w:rsidR="00A81A2C" w:rsidRDefault="00A81A2C" w:rsidP="00B74511">
      <w:pPr>
        <w:pStyle w:val="Textlnku"/>
      </w:pPr>
      <w:r w:rsidRPr="00570370">
        <w:t xml:space="preserve">V § 113 odst. 3 větě první zákona č. 257/2016 Sb., o spotřebitelském úvěru, se za slovo „obvyklou“ vkládají slova „nebo tržní hodnotou“. </w:t>
      </w:r>
    </w:p>
    <w:p w:rsidR="00C12DDB" w:rsidRDefault="00C12DDB" w:rsidP="00B74511">
      <w:pPr>
        <w:pStyle w:val="ST"/>
      </w:pPr>
    </w:p>
    <w:p w:rsidR="00A81A2C" w:rsidRPr="00225171" w:rsidRDefault="00B74511" w:rsidP="00B74511">
      <w:pPr>
        <w:pStyle w:val="ST"/>
      </w:pPr>
      <w:r>
        <w:t xml:space="preserve">ČÁST </w:t>
      </w:r>
      <w:r w:rsidR="00A81A2C" w:rsidRPr="00225171">
        <w:t>Pátá</w:t>
      </w:r>
    </w:p>
    <w:p w:rsidR="00A81A2C" w:rsidRPr="000F48C3" w:rsidRDefault="00A81A2C" w:rsidP="00B74511">
      <w:pPr>
        <w:pStyle w:val="NADPISSTI"/>
      </w:pPr>
      <w:r w:rsidRPr="000F48C3">
        <w:t>ÚČINNOST</w:t>
      </w:r>
    </w:p>
    <w:p w:rsidR="00A81A2C" w:rsidRPr="000F48C3" w:rsidRDefault="00B74511" w:rsidP="00B74511">
      <w:pPr>
        <w:pStyle w:val="lnek"/>
      </w:pPr>
      <w:r>
        <w:t xml:space="preserve">Čl. </w:t>
      </w:r>
      <w:r w:rsidR="00A81A2C" w:rsidRPr="000F48C3">
        <w:t>V</w:t>
      </w:r>
    </w:p>
    <w:p w:rsidR="00A81A2C" w:rsidRDefault="00A81A2C" w:rsidP="00B74511">
      <w:pPr>
        <w:pStyle w:val="Textlnku"/>
      </w:pPr>
      <w:r w:rsidRPr="000F48C3">
        <w:t>Tento zákon nabývá účinnosti dnem 1. ledna 2021.</w:t>
      </w:r>
    </w:p>
    <w:sectPr w:rsidR="00A81A2C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A2C" w:rsidRDefault="00A81A2C">
      <w:r>
        <w:separator/>
      </w:r>
    </w:p>
  </w:endnote>
  <w:endnote w:type="continuationSeparator" w:id="0">
    <w:p w:rsidR="00A81A2C" w:rsidRDefault="00A8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A2C" w:rsidRDefault="00A81A2C">
      <w:r>
        <w:separator/>
      </w:r>
    </w:p>
  </w:footnote>
  <w:footnote w:type="continuationSeparator" w:id="0">
    <w:p w:rsidR="00A81A2C" w:rsidRDefault="00A81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BA3" w:rsidRDefault="00A81A2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F6BA3" w:rsidRDefault="00AF6B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BA3" w:rsidRDefault="00A81A2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B1E09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F6BA3" w:rsidRDefault="00AF6B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C3F5501"/>
    <w:multiLevelType w:val="hybridMultilevel"/>
    <w:tmpl w:val="1744E298"/>
    <w:lvl w:ilvl="0" w:tplc="2EDC2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96C15CB"/>
    <w:multiLevelType w:val="hybridMultilevel"/>
    <w:tmpl w:val="0B0413BE"/>
    <w:lvl w:ilvl="0" w:tplc="791A576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1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9"/>
  </w:num>
  <w:num w:numId="6">
    <w:abstractNumId w:val="12"/>
  </w:num>
  <w:num w:numId="7">
    <w:abstractNumId w:val="18"/>
  </w:num>
  <w:num w:numId="8">
    <w:abstractNumId w:val="6"/>
  </w:num>
  <w:num w:numId="9">
    <w:abstractNumId w:val="3"/>
  </w:num>
  <w:num w:numId="10">
    <w:abstractNumId w:val="2"/>
  </w:num>
  <w:num w:numId="11">
    <w:abstractNumId w:val="7"/>
  </w:num>
  <w:num w:numId="12">
    <w:abstractNumId w:val="21"/>
  </w:num>
  <w:num w:numId="13">
    <w:abstractNumId w:val="10"/>
  </w:num>
  <w:num w:numId="14">
    <w:abstractNumId w:val="17"/>
  </w:num>
  <w:num w:numId="15">
    <w:abstractNumId w:val="9"/>
  </w:num>
  <w:num w:numId="16">
    <w:abstractNumId w:val="16"/>
  </w:num>
  <w:num w:numId="17">
    <w:abstractNumId w:val="4"/>
  </w:num>
  <w:num w:numId="18">
    <w:abstractNumId w:val="13"/>
  </w:num>
  <w:num w:numId="19">
    <w:abstractNumId w:val="20"/>
  </w:num>
  <w:num w:numId="20">
    <w:abstractNumId w:val="14"/>
  </w:num>
  <w:num w:numId="21">
    <w:abstractNumId w:val="11"/>
  </w:num>
  <w:num w:numId="22">
    <w:abstractNumId w:val="14"/>
    <w:lvlOverride w:ilvl="0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81A2C"/>
    <w:rsid w:val="002B1E09"/>
    <w:rsid w:val="00656FE8"/>
    <w:rsid w:val="008A0230"/>
    <w:rsid w:val="00A81A2C"/>
    <w:rsid w:val="00AF6BA3"/>
    <w:rsid w:val="00B74511"/>
    <w:rsid w:val="00C12DDB"/>
    <w:rsid w:val="00C13396"/>
    <w:rsid w:val="00F4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C7B897"/>
  <w15:chartTrackingRefBased/>
  <w15:docId w15:val="{4FC22A7D-E9B6-4E82-9E5A-3C7161467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4511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B7451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B7451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B7451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B7451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B7451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B7451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B7451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B7451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B7451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B7451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B7451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B7451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B7451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B7451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B7451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B7451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B7451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B7451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B7451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B7451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B74511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B74511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B74511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B74511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B7451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B74511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B74511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B74511"/>
    <w:rPr>
      <w:vertAlign w:val="superscript"/>
    </w:rPr>
  </w:style>
  <w:style w:type="paragraph" w:customStyle="1" w:styleId="Ministerstvo">
    <w:name w:val="Ministerstvo"/>
    <w:basedOn w:val="Normln"/>
    <w:next w:val="ST"/>
    <w:rsid w:val="00A81A2C"/>
    <w:pPr>
      <w:keepNext/>
      <w:keepLines/>
      <w:spacing w:before="360" w:after="240"/>
    </w:pPr>
  </w:style>
  <w:style w:type="paragraph" w:customStyle="1" w:styleId="Textodstavce">
    <w:name w:val="Text odstavce"/>
    <w:basedOn w:val="Normln"/>
    <w:rsid w:val="00B74511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B74511"/>
    <w:pPr>
      <w:ind w:left="567" w:hanging="567"/>
    </w:pPr>
  </w:style>
  <w:style w:type="character" w:styleId="slostrnky">
    <w:name w:val="page number"/>
    <w:basedOn w:val="Standardnpsmoodstavce"/>
    <w:semiHidden/>
    <w:rsid w:val="00B74511"/>
  </w:style>
  <w:style w:type="paragraph" w:styleId="Zpat">
    <w:name w:val="footer"/>
    <w:basedOn w:val="Normln"/>
    <w:semiHidden/>
    <w:rsid w:val="00B7451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B7451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B74511"/>
    <w:rPr>
      <w:vertAlign w:val="superscript"/>
    </w:rPr>
  </w:style>
  <w:style w:type="paragraph" w:styleId="Titulek">
    <w:name w:val="caption"/>
    <w:basedOn w:val="Normln"/>
    <w:next w:val="Normln"/>
    <w:qFormat/>
    <w:rsid w:val="00B7451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B7451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B74511"/>
    <w:pPr>
      <w:keepNext/>
      <w:keepLines/>
      <w:spacing w:before="720"/>
      <w:jc w:val="center"/>
    </w:pPr>
  </w:style>
  <w:style w:type="paragraph" w:customStyle="1" w:styleId="nadpisvyhlky">
    <w:name w:val="nadpis vyhlášky"/>
    <w:basedOn w:val="Normln"/>
    <w:next w:val="Ministerstvo"/>
    <w:rsid w:val="00A81A2C"/>
    <w:pPr>
      <w:keepNext/>
      <w:keepLines/>
      <w:spacing w:before="120"/>
      <w:jc w:val="center"/>
      <w:outlineLvl w:val="0"/>
    </w:pPr>
    <w:rPr>
      <w:b/>
    </w:rPr>
  </w:style>
  <w:style w:type="paragraph" w:customStyle="1" w:styleId="VARIANTA">
    <w:name w:val="VARIANTA"/>
    <w:basedOn w:val="Normln"/>
    <w:next w:val="Normln"/>
    <w:rsid w:val="00B7451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B7451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B74511"/>
    <w:rPr>
      <w:b/>
    </w:rPr>
  </w:style>
  <w:style w:type="paragraph" w:customStyle="1" w:styleId="Nadpislnku">
    <w:name w:val="Nadpis článku"/>
    <w:basedOn w:val="lnek"/>
    <w:next w:val="Textodstavce"/>
    <w:rsid w:val="00B74511"/>
    <w:rPr>
      <w:b/>
    </w:rPr>
  </w:style>
  <w:style w:type="paragraph" w:styleId="Odstavecseseznamem">
    <w:name w:val="List Paragraph"/>
    <w:basedOn w:val="Normln"/>
    <w:uiPriority w:val="34"/>
    <w:qFormat/>
    <w:rsid w:val="00A81A2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12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7</TotalTime>
  <Pages>5</Pages>
  <Words>1431</Words>
  <Characters>7279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4</cp:revision>
  <cp:lastPrinted>2020-03-09T10:01:00Z</cp:lastPrinted>
  <dcterms:created xsi:type="dcterms:W3CDTF">2020-03-09T09:59:00Z</dcterms:created>
  <dcterms:modified xsi:type="dcterms:W3CDTF">2020-03-11T14:17:00Z</dcterms:modified>
  <cp:category/>
</cp:coreProperties>
</file>