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167C9" w:rsidP="000E730C">
      <w:pPr>
        <w:pStyle w:val="PS-hlavika2"/>
      </w:pPr>
      <w:r>
        <w:t>20</w:t>
      </w:r>
      <w:r w:rsidR="0068521A">
        <w:t>20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2C2069" w:rsidP="00A72A69">
      <w:pPr>
        <w:pStyle w:val="PS-slousnesen"/>
        <w:tabs>
          <w:tab w:val="center" w:pos="4535"/>
          <w:tab w:val="left" w:pos="5334"/>
        </w:tabs>
      </w:pPr>
      <w:r>
        <w:t>451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68521A" w:rsidP="00377253">
      <w:pPr>
        <w:pStyle w:val="PS-hlavika1"/>
      </w:pPr>
      <w:r>
        <w:t>ze 4</w:t>
      </w:r>
      <w:r w:rsidR="001F13AD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1F13AD">
        <w:t>6. října</w:t>
      </w:r>
      <w:r w:rsidR="0068521A">
        <w:t xml:space="preserve"> 2020</w:t>
      </w:r>
    </w:p>
    <w:p w:rsidR="009F4840" w:rsidRPr="009F4840" w:rsidRDefault="009F4840" w:rsidP="009F4840">
      <w:pPr>
        <w:pStyle w:val="Bezmezer"/>
      </w:pPr>
    </w:p>
    <w:p w:rsidR="00B36E8C" w:rsidRDefault="00B7444C" w:rsidP="0024122C">
      <w:pPr>
        <w:pStyle w:val="PS-pedmtusnesen"/>
        <w:spacing w:before="0" w:after="0"/>
      </w:pPr>
      <w:r>
        <w:t xml:space="preserve">ke Zprávě České národní banky o inflaci </w:t>
      </w:r>
      <w:r w:rsidR="00DC2D20">
        <w:t>–</w:t>
      </w:r>
      <w:r w:rsidR="009F3D27">
        <w:t xml:space="preserve"> červenec</w:t>
      </w:r>
      <w:r w:rsidR="00DC2D20">
        <w:t xml:space="preserve"> </w:t>
      </w:r>
      <w:r w:rsidR="002167C9">
        <w:t>20</w:t>
      </w:r>
      <w:r w:rsidR="0068521A">
        <w:t>20</w:t>
      </w:r>
    </w:p>
    <w:p w:rsidR="00771B32" w:rsidRPr="00771B32" w:rsidRDefault="00B7444C" w:rsidP="00771B32">
      <w:pPr>
        <w:pStyle w:val="PS-pedmtusnesen"/>
        <w:spacing w:before="0" w:after="0"/>
      </w:pPr>
      <w:r>
        <w:t xml:space="preserve">(Zpráva o měnovém vývoji za </w:t>
      </w:r>
      <w:r w:rsidR="009F3D27">
        <w:t xml:space="preserve">1. pololetí </w:t>
      </w:r>
      <w:r w:rsidR="002167C9">
        <w:t>20</w:t>
      </w:r>
      <w:r w:rsidR="0068521A">
        <w:t>20</w:t>
      </w:r>
      <w:r>
        <w:t>)</w:t>
      </w:r>
    </w:p>
    <w:p w:rsidR="00DC29E4" w:rsidRPr="00D76FB3" w:rsidRDefault="00DC29E4" w:rsidP="0024122C">
      <w:pPr>
        <w:pStyle w:val="PS-pedmtusnesen"/>
        <w:spacing w:before="0" w:after="0"/>
      </w:pPr>
      <w:r w:rsidRPr="00D76FB3">
        <w:t>sněmovní</w:t>
      </w:r>
      <w:r w:rsidR="00254049">
        <w:t> </w:t>
      </w:r>
      <w:r w:rsidRPr="00D76FB3">
        <w:t>tisk</w:t>
      </w:r>
      <w:r w:rsidR="009F3D27">
        <w:t xml:space="preserve"> </w:t>
      </w:r>
      <w:r w:rsidR="0068521A">
        <w:t>976</w:t>
      </w:r>
    </w:p>
    <w:p w:rsidR="0024122C" w:rsidRDefault="0024122C" w:rsidP="00A46CDA">
      <w:pPr>
        <w:pStyle w:val="PS-uvodnodstavec"/>
      </w:pPr>
    </w:p>
    <w:p w:rsidR="00DC29E4" w:rsidRDefault="00B7444C" w:rsidP="00A46CDA">
      <w:pPr>
        <w:pStyle w:val="PS-uvodnodstavec"/>
      </w:pPr>
      <w:r>
        <w:t xml:space="preserve">Po úvodním slově </w:t>
      </w:r>
      <w:r w:rsidR="00C71F39">
        <w:t>člena bankovní rady</w:t>
      </w:r>
      <w:r w:rsidR="00AF0C4B">
        <w:t xml:space="preserve"> </w:t>
      </w:r>
      <w:r w:rsidR="00436207">
        <w:t>Č</w:t>
      </w:r>
      <w:r w:rsidR="008427B5">
        <w:t>eské národní banky</w:t>
      </w:r>
      <w:r w:rsidR="00D97343">
        <w:t xml:space="preserve"> </w:t>
      </w:r>
      <w:r w:rsidR="00C71F39">
        <w:t>V. Bendy</w:t>
      </w:r>
      <w:r w:rsidR="005F275E">
        <w:t>,</w:t>
      </w:r>
      <w:r w:rsidR="008427B5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507033">
        <w:t>K. Raise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b</w:t>
      </w:r>
      <w:r w:rsidR="002B60B3" w:rsidRPr="00ED15A8">
        <w:rPr>
          <w:rStyle w:val="proloenChar"/>
        </w:rPr>
        <w:t>ere na vědomí</w:t>
      </w:r>
      <w:r w:rsidR="00B7444C">
        <w:t xml:space="preserve"> Zprávu České národní banky o inflaci </w:t>
      </w:r>
      <w:r w:rsidR="00894548">
        <w:t>– červenec 20</w:t>
      </w:r>
      <w:r w:rsidR="0068521A">
        <w:t>20</w:t>
      </w:r>
      <w:r w:rsidR="00B7444C">
        <w:t xml:space="preserve"> (Zprávu o měnovém vývoji z</w:t>
      </w:r>
      <w:r w:rsidR="0061035D">
        <w:t xml:space="preserve">a </w:t>
      </w:r>
      <w:r w:rsidR="00894548">
        <w:t xml:space="preserve">1. pololetí </w:t>
      </w:r>
      <w:r w:rsidR="002167C9">
        <w:t>20</w:t>
      </w:r>
      <w:r w:rsidR="0068521A">
        <w:t>20</w:t>
      </w:r>
      <w:r w:rsidR="002167C9">
        <w:t>)</w:t>
      </w:r>
      <w:r w:rsidR="00B7444C">
        <w:t>;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B7444C">
        <w:t xml:space="preserve"> Poslanecké sněmovně Parlamentu, aby přijala následující usnesení:</w:t>
      </w:r>
    </w:p>
    <w:p w:rsidR="00B7444C" w:rsidRDefault="00B7444C" w:rsidP="00B7444C">
      <w:pPr>
        <w:pStyle w:val="PS-slovanseznam"/>
        <w:numPr>
          <w:ilvl w:val="0"/>
          <w:numId w:val="0"/>
        </w:numPr>
        <w:ind w:left="567"/>
        <w:rPr>
          <w:i/>
        </w:rPr>
      </w:pPr>
      <w:r>
        <w:rPr>
          <w:i/>
        </w:rPr>
        <w:t>„Poslanecká sněmovna Parlamentu</w:t>
      </w:r>
    </w:p>
    <w:p w:rsidR="00B7444C" w:rsidRPr="00B7444C" w:rsidRDefault="00B7444C" w:rsidP="00031E6D">
      <w:pPr>
        <w:pStyle w:val="PS-slovanseznam"/>
        <w:numPr>
          <w:ilvl w:val="0"/>
          <w:numId w:val="0"/>
        </w:numPr>
        <w:ind w:left="567"/>
        <w:rPr>
          <w:i/>
        </w:rPr>
      </w:pPr>
      <w:r w:rsidRPr="00B7444C">
        <w:rPr>
          <w:b/>
          <w:i/>
        </w:rPr>
        <w:t>bere na vědomí</w:t>
      </w:r>
      <w:r>
        <w:rPr>
          <w:i/>
        </w:rPr>
        <w:t xml:space="preserve"> „Zprávu České národní banky o inflaci </w:t>
      </w:r>
      <w:r w:rsidR="00E21597">
        <w:rPr>
          <w:i/>
        </w:rPr>
        <w:t xml:space="preserve">– červenec </w:t>
      </w:r>
      <w:r w:rsidR="002167C9">
        <w:rPr>
          <w:i/>
        </w:rPr>
        <w:t>20</w:t>
      </w:r>
      <w:r w:rsidR="0068521A">
        <w:rPr>
          <w:i/>
        </w:rPr>
        <w:t>20</w:t>
      </w:r>
      <w:r w:rsidR="00A61250">
        <w:rPr>
          <w:i/>
        </w:rPr>
        <w:t xml:space="preserve"> </w:t>
      </w:r>
      <w:r>
        <w:rPr>
          <w:i/>
        </w:rPr>
        <w:t>(Zprávu o</w:t>
      </w:r>
      <w:r w:rsidR="0047032D">
        <w:rPr>
          <w:i/>
        </w:rPr>
        <w:t> </w:t>
      </w:r>
      <w:bookmarkStart w:id="0" w:name="_GoBack"/>
      <w:bookmarkEnd w:id="0"/>
      <w:r>
        <w:rPr>
          <w:i/>
        </w:rPr>
        <w:t xml:space="preserve">měnovém vývoji za </w:t>
      </w:r>
      <w:r w:rsidR="00E21597">
        <w:rPr>
          <w:i/>
        </w:rPr>
        <w:t>1. pololetí 20</w:t>
      </w:r>
      <w:r w:rsidR="0068521A">
        <w:rPr>
          <w:i/>
        </w:rPr>
        <w:t>20</w:t>
      </w:r>
      <w:r>
        <w:rPr>
          <w:i/>
        </w:rPr>
        <w:t>)</w:t>
      </w:r>
      <w:r w:rsidR="00031E6D">
        <w:rPr>
          <w:i/>
        </w:rPr>
        <w:t>“.“;</w:t>
      </w:r>
    </w:p>
    <w:p w:rsidR="002B60B3" w:rsidRPr="002B60B3" w:rsidRDefault="00031E6D" w:rsidP="00ED15A8">
      <w:pPr>
        <w:pStyle w:val="PS-slovanseznam"/>
        <w:ind w:left="567" w:hanging="567"/>
      </w:pPr>
      <w:r>
        <w:rPr>
          <w:rStyle w:val="proloenChar"/>
        </w:rPr>
        <w:t>pověř</w:t>
      </w:r>
      <w:r w:rsidR="002B60B3" w:rsidRPr="00ED15A8">
        <w:rPr>
          <w:rStyle w:val="proloenChar"/>
        </w:rPr>
        <w:t>uje</w:t>
      </w:r>
      <w:r w:rsidR="002B60B3">
        <w:t xml:space="preserve"> </w:t>
      </w:r>
      <w:r>
        <w:t>zpravodaje výboru, aby s tímto usnesením seznámil Poslaneckou sněmovnu Parlamentu.</w:t>
      </w:r>
    </w:p>
    <w:p w:rsidR="00106842" w:rsidRPr="001F13AD" w:rsidRDefault="002C2069" w:rsidP="009C41BE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567"/>
      </w:pPr>
      <w:r>
        <w:t>Iva  KALÁTOVÁ</w:t>
      </w:r>
      <w:r w:rsidR="00C71F39">
        <w:t xml:space="preserve"> v.r.</w:t>
      </w:r>
      <w:r w:rsidR="009C41BE">
        <w:t xml:space="preserve">  </w:t>
      </w:r>
      <w:r w:rsidR="00106842" w:rsidRPr="00106842">
        <w:tab/>
      </w:r>
      <w:r w:rsidR="00106842" w:rsidRPr="00106842">
        <w:tab/>
      </w:r>
      <w:r w:rsidR="00507033">
        <w:t xml:space="preserve">  </w:t>
      </w:r>
      <w:r w:rsidR="00D5297B">
        <w:t xml:space="preserve">  </w:t>
      </w:r>
      <w:r w:rsidR="00507033">
        <w:t xml:space="preserve"> </w:t>
      </w:r>
      <w:r w:rsidR="00507033" w:rsidRPr="001F13AD">
        <w:t>Karel  RAIS</w:t>
      </w:r>
      <w:r w:rsidR="00254049" w:rsidRPr="001F13AD">
        <w:t xml:space="preserve"> </w:t>
      </w:r>
      <w:r w:rsidR="00945BBA" w:rsidRPr="001F13AD">
        <w:t xml:space="preserve"> </w:t>
      </w:r>
      <w:proofErr w:type="gramStart"/>
      <w:r w:rsidR="001F13AD" w:rsidRPr="001F13AD">
        <w:t>v.r.</w:t>
      </w:r>
      <w:proofErr w:type="gramEnd"/>
    </w:p>
    <w:p w:rsidR="00106842" w:rsidRPr="00106842" w:rsidRDefault="004612C5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</w:t>
      </w:r>
      <w:r w:rsidR="00254049">
        <w:t>o</w:t>
      </w:r>
      <w:r w:rsidR="00106842" w:rsidRPr="00106842">
        <w:t>věřovatel</w:t>
      </w:r>
      <w:r w:rsidR="002C2069">
        <w:t>ka</w:t>
      </w:r>
      <w:r w:rsidR="00106842" w:rsidRPr="00106842">
        <w:tab/>
      </w:r>
      <w:r w:rsidR="00106842" w:rsidRPr="00106842">
        <w:tab/>
      </w:r>
      <w:r w:rsidR="00507033">
        <w:t xml:space="preserve">   </w:t>
      </w:r>
      <w:r w:rsidR="00106842" w:rsidRPr="00106842">
        <w:t>zpravodaj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 w:rsidRPr="00106842">
        <w:tab/>
      </w:r>
      <w:r w:rsidRPr="00106842">
        <w:tab/>
      </w:r>
      <w:r w:rsidR="001F13AD">
        <w:t>Miloslava  VOSTRÁ</w:t>
      </w:r>
      <w:r w:rsidR="00945BBA">
        <w:t xml:space="preserve"> </w:t>
      </w:r>
      <w:r w:rsidR="009F6FEC">
        <w:t xml:space="preserve"> </w:t>
      </w:r>
      <w:proofErr w:type="gramStart"/>
      <w:r w:rsidR="009F6FEC">
        <w:t>v.r.</w:t>
      </w:r>
      <w:proofErr w:type="gramEnd"/>
    </w:p>
    <w:p w:rsidR="00106842" w:rsidRDefault="008C59E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C015CF">
        <w:tab/>
        <w:t>předsed</w:t>
      </w:r>
      <w:r w:rsidR="001F13AD">
        <w:t>kyně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7643"/>
    <w:rsid w:val="000476E4"/>
    <w:rsid w:val="000925E6"/>
    <w:rsid w:val="000C5278"/>
    <w:rsid w:val="000E730C"/>
    <w:rsid w:val="00103C04"/>
    <w:rsid w:val="00106842"/>
    <w:rsid w:val="001B45F3"/>
    <w:rsid w:val="001F13AD"/>
    <w:rsid w:val="002167C9"/>
    <w:rsid w:val="00230024"/>
    <w:rsid w:val="0024122C"/>
    <w:rsid w:val="0025391A"/>
    <w:rsid w:val="00254049"/>
    <w:rsid w:val="00272E1B"/>
    <w:rsid w:val="002A2F32"/>
    <w:rsid w:val="002B0FB6"/>
    <w:rsid w:val="002B60B3"/>
    <w:rsid w:val="002C2069"/>
    <w:rsid w:val="002C6BED"/>
    <w:rsid w:val="002D1061"/>
    <w:rsid w:val="00356011"/>
    <w:rsid w:val="00356B87"/>
    <w:rsid w:val="00377253"/>
    <w:rsid w:val="00394A2D"/>
    <w:rsid w:val="003C45FF"/>
    <w:rsid w:val="003D2033"/>
    <w:rsid w:val="00436207"/>
    <w:rsid w:val="004612C5"/>
    <w:rsid w:val="0047032D"/>
    <w:rsid w:val="00483B78"/>
    <w:rsid w:val="00485AD3"/>
    <w:rsid w:val="004A6EEF"/>
    <w:rsid w:val="00507033"/>
    <w:rsid w:val="005227BF"/>
    <w:rsid w:val="00566A4C"/>
    <w:rsid w:val="005A4EF6"/>
    <w:rsid w:val="005C30D7"/>
    <w:rsid w:val="005E094C"/>
    <w:rsid w:val="005E3FD7"/>
    <w:rsid w:val="005F275E"/>
    <w:rsid w:val="005F303D"/>
    <w:rsid w:val="005F6CAE"/>
    <w:rsid w:val="0061035D"/>
    <w:rsid w:val="00620764"/>
    <w:rsid w:val="00674837"/>
    <w:rsid w:val="0068521A"/>
    <w:rsid w:val="006F4231"/>
    <w:rsid w:val="00734CCD"/>
    <w:rsid w:val="00771B32"/>
    <w:rsid w:val="00782F9A"/>
    <w:rsid w:val="007A7EE8"/>
    <w:rsid w:val="007C62DA"/>
    <w:rsid w:val="007D5EE1"/>
    <w:rsid w:val="007E1D0B"/>
    <w:rsid w:val="00812496"/>
    <w:rsid w:val="00830BFE"/>
    <w:rsid w:val="008427B5"/>
    <w:rsid w:val="008511DF"/>
    <w:rsid w:val="00893C29"/>
    <w:rsid w:val="00894548"/>
    <w:rsid w:val="008C59E6"/>
    <w:rsid w:val="008D48F0"/>
    <w:rsid w:val="00903269"/>
    <w:rsid w:val="00920D8B"/>
    <w:rsid w:val="00945BBA"/>
    <w:rsid w:val="009C41BE"/>
    <w:rsid w:val="009F3D27"/>
    <w:rsid w:val="009F4840"/>
    <w:rsid w:val="009F6FEC"/>
    <w:rsid w:val="00A40F72"/>
    <w:rsid w:val="00A46CDA"/>
    <w:rsid w:val="00A61250"/>
    <w:rsid w:val="00A72A69"/>
    <w:rsid w:val="00AA0D27"/>
    <w:rsid w:val="00AF0C4B"/>
    <w:rsid w:val="00B13892"/>
    <w:rsid w:val="00B17951"/>
    <w:rsid w:val="00B36E8C"/>
    <w:rsid w:val="00B53E8D"/>
    <w:rsid w:val="00B715B6"/>
    <w:rsid w:val="00B7444C"/>
    <w:rsid w:val="00BC09E3"/>
    <w:rsid w:val="00BE6004"/>
    <w:rsid w:val="00C015CF"/>
    <w:rsid w:val="00C174E7"/>
    <w:rsid w:val="00C30E63"/>
    <w:rsid w:val="00C56014"/>
    <w:rsid w:val="00C71F39"/>
    <w:rsid w:val="00C72C15"/>
    <w:rsid w:val="00D0236F"/>
    <w:rsid w:val="00D5297B"/>
    <w:rsid w:val="00D76FB3"/>
    <w:rsid w:val="00D97343"/>
    <w:rsid w:val="00DA5B44"/>
    <w:rsid w:val="00DC29E4"/>
    <w:rsid w:val="00DC2D20"/>
    <w:rsid w:val="00E21597"/>
    <w:rsid w:val="00E32801"/>
    <w:rsid w:val="00ED15A8"/>
    <w:rsid w:val="00EF3B15"/>
    <w:rsid w:val="00EF679B"/>
    <w:rsid w:val="00F23AA1"/>
    <w:rsid w:val="00F52057"/>
    <w:rsid w:val="00FE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C9804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45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Monika Kantnerová</cp:lastModifiedBy>
  <cp:revision>18</cp:revision>
  <cp:lastPrinted>2020-10-05T10:51:00Z</cp:lastPrinted>
  <dcterms:created xsi:type="dcterms:W3CDTF">2019-09-04T12:31:00Z</dcterms:created>
  <dcterms:modified xsi:type="dcterms:W3CDTF">2020-10-06T13:59:00Z</dcterms:modified>
</cp:coreProperties>
</file>