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065" w:rsidRDefault="00835065" w:rsidP="00835065">
      <w:pPr>
        <w:pStyle w:val="ZKON"/>
      </w:pPr>
      <w:r>
        <w:t>ZÁKON</w:t>
      </w:r>
    </w:p>
    <w:p w:rsidR="002A60A2" w:rsidRPr="006F6BF8" w:rsidRDefault="00835065" w:rsidP="006F6BF8">
      <w:pPr>
        <w:pStyle w:val="nadpiszkona"/>
        <w:rPr>
          <w:b w:val="0"/>
        </w:rPr>
      </w:pPr>
      <w:r w:rsidRPr="006F6BF8">
        <w:rPr>
          <w:b w:val="0"/>
        </w:rPr>
        <w:t>ze dne</w:t>
      </w:r>
      <w:r w:rsidR="008F7015" w:rsidRPr="006F6BF8">
        <w:rPr>
          <w:b w:val="0"/>
        </w:rPr>
        <w:t xml:space="preserve"> ………</w:t>
      </w:r>
      <w:r w:rsidR="002A60A2" w:rsidRPr="006F6BF8">
        <w:rPr>
          <w:b w:val="0"/>
        </w:rPr>
        <w:t>… 2019,</w:t>
      </w:r>
    </w:p>
    <w:p w:rsidR="002A60A2" w:rsidRPr="00835065" w:rsidRDefault="002A60A2" w:rsidP="006F6BF8">
      <w:pPr>
        <w:pStyle w:val="nadpiszkona"/>
      </w:pPr>
      <w:r w:rsidRPr="00835065">
        <w:t>kterým se mění zákon č. 114/1995 Sb., o vnitrozemské plavbě,</w:t>
      </w:r>
      <w:r w:rsidR="001E2264">
        <w:br/>
      </w:r>
      <w:r w:rsidRPr="00835065">
        <w:t>ve znění pozdějších předpisů</w:t>
      </w:r>
    </w:p>
    <w:p w:rsidR="00835065" w:rsidRPr="00835065" w:rsidRDefault="00835065" w:rsidP="00835065">
      <w:pPr>
        <w:pStyle w:val="Parlament"/>
      </w:pPr>
      <w:r w:rsidRPr="00835065">
        <w:t>Parlament se usnesl na tomto zákoně České republiky:</w:t>
      </w:r>
    </w:p>
    <w:p w:rsidR="002A60A2" w:rsidRPr="00835065" w:rsidRDefault="00835065" w:rsidP="00835065">
      <w:pPr>
        <w:pStyle w:val="ST"/>
      </w:pPr>
      <w:r w:rsidRPr="00835065">
        <w:t xml:space="preserve">ČÁST </w:t>
      </w:r>
      <w:r w:rsidR="002A60A2" w:rsidRPr="00835065">
        <w:t>PRVNÍ</w:t>
      </w:r>
    </w:p>
    <w:p w:rsidR="002A60A2" w:rsidRPr="00835065" w:rsidRDefault="002A60A2" w:rsidP="00835065">
      <w:pPr>
        <w:pStyle w:val="NADPISSTI"/>
      </w:pPr>
      <w:r w:rsidRPr="00835065">
        <w:t>Změna zákona o vnitrozemské plavbě</w:t>
      </w:r>
    </w:p>
    <w:p w:rsidR="002A60A2" w:rsidRPr="00835065" w:rsidRDefault="00500679" w:rsidP="00500679">
      <w:pPr>
        <w:pStyle w:val="lnek"/>
      </w:pPr>
      <w:r>
        <w:t xml:space="preserve">Čl. </w:t>
      </w:r>
      <w:r w:rsidR="002A60A2" w:rsidRPr="00835065">
        <w:t>I</w:t>
      </w:r>
    </w:p>
    <w:p w:rsidR="002A60A2" w:rsidRDefault="00547B41" w:rsidP="00547B41">
      <w:pPr>
        <w:pStyle w:val="Textlnku"/>
      </w:pPr>
      <w:r>
        <w:t>V bodě 2 přílohy č. 2 k z</w:t>
      </w:r>
      <w:r w:rsidR="002A60A2" w:rsidRPr="0071373E">
        <w:t>ákon</w:t>
      </w:r>
      <w:r>
        <w:t>u</w:t>
      </w:r>
      <w:r w:rsidR="002A60A2" w:rsidRPr="0071373E">
        <w:t xml:space="preserve"> č. 114/1995 Sb., o vnitrozemské plavbě, ve znění zákona č.</w:t>
      </w:r>
      <w:r>
        <w:t> </w:t>
      </w:r>
      <w:r w:rsidR="002A60A2" w:rsidRPr="0071373E">
        <w:t>118/2004 Sb.</w:t>
      </w:r>
      <w:r>
        <w:t xml:space="preserve"> a</w:t>
      </w:r>
      <w:r w:rsidR="002A60A2" w:rsidRPr="0071373E">
        <w:t xml:space="preserve"> zákona č. 187/2014 Sb., se písmeno e) zrušuje.</w:t>
      </w:r>
      <w:bookmarkStart w:id="0" w:name="_GoBack"/>
      <w:bookmarkEnd w:id="0"/>
    </w:p>
    <w:p w:rsidR="002A60A2" w:rsidRDefault="002A60A2" w:rsidP="00547B41">
      <w:pPr>
        <w:spacing w:before="120"/>
        <w:rPr>
          <w:szCs w:val="24"/>
        </w:rPr>
      </w:pPr>
      <w:r w:rsidRPr="00835065">
        <w:rPr>
          <w:szCs w:val="24"/>
        </w:rPr>
        <w:t>Dosavadní písmeno f) se označuje jako písmeno e).</w:t>
      </w:r>
    </w:p>
    <w:p w:rsidR="00547B41" w:rsidRPr="00835065" w:rsidRDefault="00547B41" w:rsidP="00547B41">
      <w:pPr>
        <w:spacing w:before="120"/>
        <w:rPr>
          <w:szCs w:val="24"/>
        </w:rPr>
      </w:pPr>
    </w:p>
    <w:p w:rsidR="002A60A2" w:rsidRPr="0071373E" w:rsidRDefault="0071373E" w:rsidP="0071373E">
      <w:pPr>
        <w:pStyle w:val="ST"/>
      </w:pPr>
      <w:r w:rsidRPr="0071373E">
        <w:t xml:space="preserve">ČÁST </w:t>
      </w:r>
      <w:r w:rsidR="002A60A2" w:rsidRPr="0071373E">
        <w:t>DRUHÁ</w:t>
      </w:r>
    </w:p>
    <w:p w:rsidR="002A60A2" w:rsidRPr="00835065" w:rsidRDefault="002A60A2" w:rsidP="00835065">
      <w:pPr>
        <w:pStyle w:val="NADPISSTI"/>
      </w:pPr>
      <w:r w:rsidRPr="00835065">
        <w:t xml:space="preserve">Účinnost </w:t>
      </w:r>
    </w:p>
    <w:p w:rsidR="002A60A2" w:rsidRPr="0071373E" w:rsidRDefault="00500679" w:rsidP="00500679">
      <w:pPr>
        <w:pStyle w:val="lnek"/>
      </w:pPr>
      <w:r>
        <w:t xml:space="preserve">Čl. </w:t>
      </w:r>
      <w:r w:rsidR="002A60A2" w:rsidRPr="0071373E">
        <w:t>II</w:t>
      </w:r>
    </w:p>
    <w:p w:rsidR="002A60A2" w:rsidRPr="00835065" w:rsidRDefault="002A60A2" w:rsidP="00500679">
      <w:pPr>
        <w:pStyle w:val="Textlnku"/>
      </w:pPr>
      <w:r w:rsidRPr="00835065">
        <w:t>Tento zákon nabývá účinnosti patnáctým dnem po jeho vyhlášení.</w:t>
      </w:r>
    </w:p>
    <w:sectPr w:rsidR="002A60A2" w:rsidRPr="0083506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0A2" w:rsidRDefault="002A60A2">
      <w:r>
        <w:separator/>
      </w:r>
    </w:p>
  </w:endnote>
  <w:endnote w:type="continuationSeparator" w:id="0">
    <w:p w:rsidR="002A60A2" w:rsidRDefault="002A6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0A2" w:rsidRDefault="002A60A2">
      <w:r>
        <w:separator/>
      </w:r>
    </w:p>
  </w:footnote>
  <w:footnote w:type="continuationSeparator" w:id="0">
    <w:p w:rsidR="002A60A2" w:rsidRDefault="002A6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1DD" w:rsidRDefault="0071373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551DD" w:rsidRDefault="009551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1DD" w:rsidRDefault="0071373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9551DD" w:rsidRDefault="009551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260746B"/>
    <w:multiLevelType w:val="hybridMultilevel"/>
    <w:tmpl w:val="F0AE07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2"/>
  </w:num>
  <w:num w:numId="10">
    <w:abstractNumId w:val="7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16"/>
  </w:num>
  <w:num w:numId="16">
    <w:abstractNumId w:val="4"/>
  </w:num>
  <w:num w:numId="17">
    <w:abstractNumId w:val="12"/>
  </w:num>
  <w:num w:numId="18">
    <w:abstractNumId w:val="19"/>
  </w:num>
  <w:num w:numId="19">
    <w:abstractNumId w:val="13"/>
  </w:num>
  <w:num w:numId="20">
    <w:abstractNumId w:val="11"/>
  </w:num>
  <w:num w:numId="21">
    <w:abstractNumId w:val="13"/>
    <w:lvlOverride w:ilvl="0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A60A2"/>
    <w:rsid w:val="001E2264"/>
    <w:rsid w:val="002A60A2"/>
    <w:rsid w:val="00500679"/>
    <w:rsid w:val="00547B41"/>
    <w:rsid w:val="006223E0"/>
    <w:rsid w:val="006A1CA9"/>
    <w:rsid w:val="006F6BF8"/>
    <w:rsid w:val="0071373E"/>
    <w:rsid w:val="00835065"/>
    <w:rsid w:val="008F7015"/>
    <w:rsid w:val="0095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48428"/>
  <w15:chartTrackingRefBased/>
  <w15:docId w15:val="{6BD72B61-250E-4EED-A1B8-F7154A83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23E0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6223E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223E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223E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223E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223E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223E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223E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223E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223E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223E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223E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223E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223E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223E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223E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223E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223E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223E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223E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223E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223E0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223E0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223E0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223E0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223E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223E0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6223E0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6223E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2A60A2"/>
    <w:pPr>
      <w:ind w:left="720"/>
      <w:contextualSpacing/>
    </w:pPr>
  </w:style>
  <w:style w:type="paragraph" w:customStyle="1" w:styleId="Textodstavce">
    <w:name w:val="Text odstavce"/>
    <w:basedOn w:val="Normln"/>
    <w:rsid w:val="006223E0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223E0"/>
    <w:pPr>
      <w:ind w:left="567" w:hanging="567"/>
    </w:pPr>
  </w:style>
  <w:style w:type="character" w:styleId="slostrnky">
    <w:name w:val="page number"/>
    <w:basedOn w:val="Standardnpsmoodstavce"/>
    <w:semiHidden/>
    <w:rsid w:val="006223E0"/>
  </w:style>
  <w:style w:type="paragraph" w:styleId="Zpat">
    <w:name w:val="footer"/>
    <w:basedOn w:val="Normln"/>
    <w:semiHidden/>
    <w:rsid w:val="006223E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223E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6223E0"/>
    <w:rPr>
      <w:vertAlign w:val="superscript"/>
    </w:rPr>
  </w:style>
  <w:style w:type="paragraph" w:styleId="Titulek">
    <w:name w:val="caption"/>
    <w:basedOn w:val="Normln"/>
    <w:next w:val="Normln"/>
    <w:qFormat/>
    <w:rsid w:val="006223E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223E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223E0"/>
    <w:pPr>
      <w:keepNext/>
      <w:keepLines/>
      <w:spacing w:before="720"/>
      <w:jc w:val="center"/>
    </w:pPr>
  </w:style>
  <w:style w:type="paragraph" w:customStyle="1" w:styleId="Default">
    <w:name w:val="Default"/>
    <w:rsid w:val="002A60A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VARIANTA">
    <w:name w:val="VARIANTA"/>
    <w:basedOn w:val="Normln"/>
    <w:next w:val="Normln"/>
    <w:rsid w:val="006223E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223E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223E0"/>
    <w:rPr>
      <w:b/>
    </w:rPr>
  </w:style>
  <w:style w:type="paragraph" w:customStyle="1" w:styleId="Nadpislnku">
    <w:name w:val="Nadpis článku"/>
    <w:basedOn w:val="lnek"/>
    <w:next w:val="Textodstavce"/>
    <w:rsid w:val="006223E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19</TotalTime>
  <Pages>1</Pages>
  <Words>87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5</cp:revision>
  <cp:lastPrinted>2019-11-28T14:17:00Z</cp:lastPrinted>
  <dcterms:created xsi:type="dcterms:W3CDTF">2019-11-28T14:16:00Z</dcterms:created>
  <dcterms:modified xsi:type="dcterms:W3CDTF">2019-11-29T14:06:00Z</dcterms:modified>
  <cp:category/>
</cp:coreProperties>
</file>