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9F" w:rsidRPr="00DE3024" w:rsidRDefault="00A7199F" w:rsidP="00A7199F">
      <w:pPr>
        <w:rPr>
          <w:rFonts w:ascii="Times New Roman" w:hAnsi="Times New Roman" w:cs="Times New Roman"/>
          <w:sz w:val="24"/>
          <w:szCs w:val="24"/>
        </w:rPr>
      </w:pPr>
      <w:r w:rsidRPr="00DE3024">
        <w:rPr>
          <w:rFonts w:ascii="Times New Roman" w:hAnsi="Times New Roman" w:cs="Times New Roman"/>
          <w:sz w:val="24"/>
          <w:szCs w:val="24"/>
        </w:rPr>
        <w:t>Text smlouvy je k dispozici pouze ve formátu PDF/A.</w:t>
      </w:r>
    </w:p>
    <w:p w:rsidR="00D90922" w:rsidRDefault="00D90922">
      <w:bookmarkStart w:id="0" w:name="_GoBack"/>
      <w:bookmarkEnd w:id="0"/>
    </w:p>
    <w:sectPr w:rsidR="00D9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9F"/>
    <w:rsid w:val="00A7199F"/>
    <w:rsid w:val="00D9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455FB-C25E-405F-AA0E-519A8790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19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C07A2FED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Opatová Helena JUDr.</dc:creator>
  <cp:keywords/>
  <dc:description/>
  <cp:lastModifiedBy>Opatová Helena JUDr.</cp:lastModifiedBy>
  <cp:revision>1</cp:revision>
  <dcterms:created xsi:type="dcterms:W3CDTF">2020-01-02T13:24:00Z</dcterms:created>
  <dcterms:modified xsi:type="dcterms:W3CDTF">2020-01-02T13:25:00Z</dcterms:modified>
</cp:coreProperties>
</file>