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</w:t>
      </w:r>
      <w:r w:rsidR="00750F88">
        <w:rPr>
          <w:b w:val="0"/>
          <w:i w:val="0"/>
        </w:rPr>
        <w:t>900</w:t>
      </w:r>
      <w:r w:rsidR="005D01C3">
        <w:rPr>
          <w:b w:val="0"/>
          <w:i w:val="0"/>
        </w:rPr>
        <w:t>72061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7F02CD">
        <w:t>9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9D66B4" w:rsidP="000E730C">
      <w:pPr>
        <w:pStyle w:val="PS-slousnesen"/>
      </w:pPr>
      <w:r>
        <w:t>174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C264EC">
        <w:t>53</w:t>
      </w:r>
      <w:r>
        <w:t>. schůze</w:t>
      </w:r>
    </w:p>
    <w:p w:rsidR="00DC29E4" w:rsidRDefault="00DC29E4" w:rsidP="00377253">
      <w:pPr>
        <w:pStyle w:val="PS-hlavika1"/>
      </w:pPr>
      <w:r>
        <w:t>dne</w:t>
      </w:r>
      <w:r w:rsidR="00A13EE8">
        <w:t xml:space="preserve"> </w:t>
      </w:r>
      <w:r w:rsidR="00C264EC">
        <w:t xml:space="preserve">11. prosince </w:t>
      </w:r>
      <w:r w:rsidR="000C399A">
        <w:t>201</w:t>
      </w:r>
      <w:r w:rsidR="007F02CD">
        <w:t>9</w:t>
      </w:r>
    </w:p>
    <w:p w:rsidR="004A4F60" w:rsidRDefault="004A4F60" w:rsidP="005C2180">
      <w:pPr>
        <w:pStyle w:val="Bezmezer"/>
      </w:pPr>
    </w:p>
    <w:p w:rsidR="00A13EE8" w:rsidRPr="00A13EE8" w:rsidRDefault="00A13EE8" w:rsidP="00A13EE8">
      <w:pPr>
        <w:spacing w:after="0" w:line="240" w:lineRule="auto"/>
        <w:jc w:val="center"/>
        <w:rPr>
          <w:szCs w:val="24"/>
        </w:rPr>
      </w:pPr>
      <w:r w:rsidRPr="00A13EE8">
        <w:rPr>
          <w:szCs w:val="24"/>
          <w:shd w:val="clear" w:color="auto" w:fill="FFFFFF"/>
        </w:rPr>
        <w:t>Vládní návrh zákona, kterým se mění zákon č. 40/2009 Sb., trestní zákoník, ve znění pozdějších předpisů, zákon č. 141/1961 Sb., o trestním řízení soudním (trestní řád), ve znění pozdějších předpisů, a některé další zákony</w:t>
      </w:r>
      <w:r w:rsidRPr="00A13EE8">
        <w:rPr>
          <w:szCs w:val="24"/>
        </w:rPr>
        <w:t xml:space="preserve"> (tisk 453)</w:t>
      </w:r>
    </w:p>
    <w:p w:rsidR="003F73C2" w:rsidRDefault="003F73C2" w:rsidP="008B467F">
      <w:pPr>
        <w:pStyle w:val="PS-pedmtusnesen"/>
        <w:pBdr>
          <w:bottom w:val="single" w:sz="4" w:space="7" w:color="auto"/>
        </w:pBdr>
        <w:spacing w:before="0" w:after="0"/>
      </w:pP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13EE8" w:rsidP="003F73C2">
      <w:pPr>
        <w:pStyle w:val="PS-uvodnodstavec"/>
        <w:spacing w:after="0"/>
        <w:ind w:firstLine="708"/>
      </w:pPr>
      <w:r>
        <w:t xml:space="preserve">Po </w:t>
      </w:r>
      <w:r w:rsidR="00C264EC">
        <w:t xml:space="preserve">vyjádření </w:t>
      </w:r>
      <w:r>
        <w:t>náměstka ministr</w:t>
      </w:r>
      <w:r w:rsidR="00D14353">
        <w:t>yně</w:t>
      </w:r>
      <w:r>
        <w:t xml:space="preserve"> spravedlnosti </w:t>
      </w:r>
      <w:r w:rsidR="009D66B4">
        <w:t>JUDr. Jeronýma Tejce</w:t>
      </w:r>
      <w:r>
        <w:t>, zpravodaj</w:t>
      </w:r>
      <w:r w:rsidR="00C264EC">
        <w:t>ky</w:t>
      </w:r>
      <w:r>
        <w:t xml:space="preserve"> posl. prof. JUDr. Heleny Válkové, CSc.</w:t>
      </w:r>
      <w:r w:rsidR="001D178E">
        <w:t>,</w:t>
      </w:r>
      <w:r>
        <w:t xml:space="preserve"> a </w:t>
      </w:r>
      <w:r w:rsidR="009D66B4">
        <w:t xml:space="preserve">v obecné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9D66B4" w:rsidRDefault="009D66B4" w:rsidP="009D66B4">
      <w:pPr>
        <w:pStyle w:val="PS-uvodnodstavec"/>
        <w:spacing w:after="0"/>
        <w:ind w:left="360" w:firstLine="0"/>
      </w:pPr>
    </w:p>
    <w:p w:rsidR="009D66B4" w:rsidRDefault="000C399A" w:rsidP="009D66B4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9D66B4" w:rsidRDefault="009D66B4" w:rsidP="009D66B4"/>
    <w:p w:rsidR="009D66B4" w:rsidRDefault="009D66B4" w:rsidP="009D66B4"/>
    <w:p w:rsidR="009D66B4" w:rsidRDefault="009D66B4" w:rsidP="009D66B4">
      <w:pPr>
        <w:pStyle w:val="PS-slovanseznam"/>
        <w:numPr>
          <w:ilvl w:val="0"/>
          <w:numId w:val="21"/>
        </w:numPr>
      </w:pPr>
      <w:r>
        <w:rPr>
          <w:rStyle w:val="proloenChar"/>
        </w:rPr>
        <w:t>přerušuje</w:t>
      </w:r>
      <w:r>
        <w:t xml:space="preserve"> projednávání tisku 453 do 5. února 2020 s tím, že pozměňovací návrhy k tomuto tisku mohou být předkládány do 17. ledna 2020.</w:t>
      </w:r>
    </w:p>
    <w:p w:rsidR="009D66B4" w:rsidRDefault="009D66B4" w:rsidP="009D66B4">
      <w:pPr>
        <w:tabs>
          <w:tab w:val="center" w:pos="1843"/>
        </w:tabs>
        <w:spacing w:after="0" w:line="240" w:lineRule="auto"/>
        <w:ind w:left="357"/>
      </w:pPr>
    </w:p>
    <w:p w:rsidR="009D66B4" w:rsidRDefault="009D66B4" w:rsidP="009D66B4">
      <w:pPr>
        <w:tabs>
          <w:tab w:val="center" w:pos="1843"/>
        </w:tabs>
        <w:spacing w:after="0" w:line="240" w:lineRule="auto"/>
      </w:pPr>
    </w:p>
    <w:p w:rsidR="009D66B4" w:rsidRDefault="009D66B4" w:rsidP="009D66B4">
      <w:pPr>
        <w:tabs>
          <w:tab w:val="center" w:pos="1843"/>
        </w:tabs>
        <w:spacing w:after="0" w:line="240" w:lineRule="auto"/>
      </w:pPr>
    </w:p>
    <w:p w:rsidR="009D66B4" w:rsidRDefault="009D66B4" w:rsidP="009D66B4">
      <w:pPr>
        <w:tabs>
          <w:tab w:val="center" w:pos="1843"/>
        </w:tabs>
        <w:spacing w:after="0" w:line="240" w:lineRule="auto"/>
      </w:pPr>
    </w:p>
    <w:p w:rsidR="009D66B4" w:rsidRDefault="009D66B4" w:rsidP="009D66B4">
      <w:pPr>
        <w:tabs>
          <w:tab w:val="center" w:pos="1843"/>
        </w:tabs>
        <w:spacing w:after="0" w:line="240" w:lineRule="auto"/>
      </w:pPr>
    </w:p>
    <w:p w:rsidR="009D66B4" w:rsidRDefault="009D66B4" w:rsidP="009D66B4">
      <w:pPr>
        <w:tabs>
          <w:tab w:val="center" w:pos="1843"/>
        </w:tabs>
        <w:spacing w:after="0" w:line="240" w:lineRule="auto"/>
      </w:pPr>
    </w:p>
    <w:p w:rsidR="009D66B4" w:rsidRDefault="009D66B4" w:rsidP="009D66B4">
      <w:pPr>
        <w:tabs>
          <w:tab w:val="center" w:pos="1843"/>
        </w:tabs>
        <w:spacing w:after="0" w:line="240" w:lineRule="auto"/>
      </w:pPr>
    </w:p>
    <w:p w:rsidR="009D66B4" w:rsidRDefault="009D66B4" w:rsidP="009D66B4">
      <w:pPr>
        <w:tabs>
          <w:tab w:val="center" w:pos="1843"/>
        </w:tabs>
        <w:spacing w:after="0" w:line="240" w:lineRule="auto"/>
      </w:pPr>
    </w:p>
    <w:p w:rsidR="009D66B4" w:rsidRDefault="009D66B4" w:rsidP="009D66B4">
      <w:pPr>
        <w:tabs>
          <w:tab w:val="center" w:pos="1843"/>
        </w:tabs>
        <w:spacing w:after="0" w:line="240" w:lineRule="auto"/>
      </w:pPr>
    </w:p>
    <w:p w:rsidR="009D66B4" w:rsidRDefault="009D66B4" w:rsidP="009D66B4">
      <w:pPr>
        <w:tabs>
          <w:tab w:val="center" w:pos="1985"/>
        </w:tabs>
        <w:spacing w:after="0" w:line="240" w:lineRule="auto"/>
        <w:ind w:left="708" w:right="-995" w:hanging="141"/>
      </w:pPr>
    </w:p>
    <w:p w:rsidR="009D66B4" w:rsidRDefault="009D66B4" w:rsidP="009D66B4">
      <w:pPr>
        <w:tabs>
          <w:tab w:val="center" w:pos="1985"/>
        </w:tabs>
        <w:spacing w:after="0" w:line="240" w:lineRule="auto"/>
        <w:ind w:left="284" w:right="-995" w:hanging="142"/>
      </w:pPr>
      <w:r>
        <w:t>prof. JUDr. Helena VÁLKOVÁ, CSc.</w:t>
      </w:r>
      <w:r w:rsidR="005D01C3">
        <w:t xml:space="preserve"> v. r. </w:t>
      </w:r>
      <w:r>
        <w:t xml:space="preserve"> </w:t>
      </w:r>
      <w:r>
        <w:tab/>
        <w:t xml:space="preserve">    JUDr. PhDr. Zdeněk  ONDRÁČEK, Ph.D. </w:t>
      </w:r>
      <w:r w:rsidR="005D01C3">
        <w:t xml:space="preserve">v. r. </w:t>
      </w:r>
      <w:r>
        <w:t xml:space="preserve"> </w:t>
      </w:r>
    </w:p>
    <w:p w:rsidR="009D66B4" w:rsidRDefault="009D66B4" w:rsidP="009D66B4">
      <w:pPr>
        <w:tabs>
          <w:tab w:val="center" w:pos="1985"/>
        </w:tabs>
        <w:spacing w:after="0" w:line="240" w:lineRule="auto"/>
        <w:ind w:left="426" w:right="-995" w:hanging="141"/>
      </w:pPr>
      <w:r>
        <w:t xml:space="preserve">           zpravodajka výboru</w:t>
      </w:r>
      <w:r w:rsidRPr="00106842">
        <w:tab/>
      </w:r>
      <w:r w:rsidRPr="00106842">
        <w:tab/>
      </w:r>
      <w:r>
        <w:t xml:space="preserve">                                ověřovatel výboru    </w:t>
      </w:r>
      <w:r>
        <w:tab/>
      </w:r>
      <w:r>
        <w:tab/>
        <w:t xml:space="preserve">  </w:t>
      </w:r>
    </w:p>
    <w:p w:rsidR="009D66B4" w:rsidRDefault="009D66B4" w:rsidP="009D66B4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9D66B4" w:rsidRDefault="009D66B4" w:rsidP="009D66B4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9D66B4" w:rsidRDefault="009D66B4" w:rsidP="009D66B4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9D66B4" w:rsidRDefault="009D66B4" w:rsidP="009D66B4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9D66B4" w:rsidRPr="00254049" w:rsidRDefault="009D66B4" w:rsidP="009D66B4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5D01C3">
        <w:t xml:space="preserve">v. r. </w:t>
      </w:r>
      <w:bookmarkStart w:id="0" w:name="_GoBack"/>
      <w:bookmarkEnd w:id="0"/>
    </w:p>
    <w:p w:rsidR="009D66B4" w:rsidRDefault="009D66B4" w:rsidP="009D66B4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Pr="00106842">
        <w:tab/>
      </w:r>
    </w:p>
    <w:p w:rsidR="009D66B4" w:rsidRDefault="009D66B4" w:rsidP="00C64738"/>
    <w:sectPr w:rsidR="009D66B4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6B4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B05950"/>
    <w:multiLevelType w:val="hybridMultilevel"/>
    <w:tmpl w:val="528631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2"/>
  </w:num>
  <w:num w:numId="10">
    <w:abstractNumId w:val="21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9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 w:numId="21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76E4"/>
    <w:rsid w:val="00050460"/>
    <w:rsid w:val="00053FE1"/>
    <w:rsid w:val="0007134E"/>
    <w:rsid w:val="00072D44"/>
    <w:rsid w:val="000901C9"/>
    <w:rsid w:val="000A1EC5"/>
    <w:rsid w:val="000A672A"/>
    <w:rsid w:val="000B47C9"/>
    <w:rsid w:val="000C399A"/>
    <w:rsid w:val="000C5278"/>
    <w:rsid w:val="000C740A"/>
    <w:rsid w:val="000E730C"/>
    <w:rsid w:val="00103C04"/>
    <w:rsid w:val="00106842"/>
    <w:rsid w:val="00114315"/>
    <w:rsid w:val="00115A56"/>
    <w:rsid w:val="00117FF6"/>
    <w:rsid w:val="00136BB7"/>
    <w:rsid w:val="0015088E"/>
    <w:rsid w:val="00177E30"/>
    <w:rsid w:val="00191C5F"/>
    <w:rsid w:val="001A1050"/>
    <w:rsid w:val="001B45F3"/>
    <w:rsid w:val="001D178E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10E47"/>
    <w:rsid w:val="00314450"/>
    <w:rsid w:val="003258C8"/>
    <w:rsid w:val="00325F1C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0F4C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D01C3"/>
    <w:rsid w:val="005E094C"/>
    <w:rsid w:val="005E1997"/>
    <w:rsid w:val="005F357B"/>
    <w:rsid w:val="005F6CAE"/>
    <w:rsid w:val="00620764"/>
    <w:rsid w:val="00620998"/>
    <w:rsid w:val="00641641"/>
    <w:rsid w:val="00645FA8"/>
    <w:rsid w:val="006577D3"/>
    <w:rsid w:val="00660DAE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67F"/>
    <w:rsid w:val="008B49FC"/>
    <w:rsid w:val="00903269"/>
    <w:rsid w:val="00917A79"/>
    <w:rsid w:val="009646FC"/>
    <w:rsid w:val="0096545C"/>
    <w:rsid w:val="009810F1"/>
    <w:rsid w:val="00983329"/>
    <w:rsid w:val="00992E83"/>
    <w:rsid w:val="009A5080"/>
    <w:rsid w:val="009A5D61"/>
    <w:rsid w:val="009B75A1"/>
    <w:rsid w:val="009D66B4"/>
    <w:rsid w:val="009D7456"/>
    <w:rsid w:val="009E5158"/>
    <w:rsid w:val="009E5BB6"/>
    <w:rsid w:val="00A05D95"/>
    <w:rsid w:val="00A103EC"/>
    <w:rsid w:val="00A13EE8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264EC"/>
    <w:rsid w:val="00C3366C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CF03EB"/>
    <w:rsid w:val="00CF2593"/>
    <w:rsid w:val="00D14353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8079F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98D00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93209-4F69-4993-B7CB-B0B505317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10</TotalTime>
  <Pages>1</Pages>
  <Words>134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5</cp:revision>
  <cp:lastPrinted>2019-12-12T09:16:00Z</cp:lastPrinted>
  <dcterms:created xsi:type="dcterms:W3CDTF">2019-12-12T09:09:00Z</dcterms:created>
  <dcterms:modified xsi:type="dcterms:W3CDTF">2019-12-13T12:17:00Z</dcterms:modified>
</cp:coreProperties>
</file>