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F1378C">
        <w:rPr>
          <w:b w:val="0"/>
          <w:i w:val="0"/>
        </w:rPr>
        <w:t>72062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E57A94" w:rsidP="000E730C">
      <w:pPr>
        <w:pStyle w:val="PS-slousnesen"/>
      </w:pPr>
      <w:r>
        <w:t>175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C264EC">
        <w:t>53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A13EE8">
        <w:t xml:space="preserve"> </w:t>
      </w:r>
      <w:r w:rsidR="00C264EC">
        <w:t xml:space="preserve">11. prosince </w:t>
      </w:r>
      <w:r w:rsidR="000C399A">
        <w:t>201</w:t>
      </w:r>
      <w:r w:rsidR="007F02CD">
        <w:t>9</w:t>
      </w:r>
    </w:p>
    <w:p w:rsidR="004A4F60" w:rsidRDefault="004A4F60" w:rsidP="005C2180">
      <w:pPr>
        <w:pStyle w:val="Bezmezer"/>
      </w:pPr>
    </w:p>
    <w:p w:rsidR="00B85C78" w:rsidRPr="00B85C78" w:rsidRDefault="00B85C78" w:rsidP="00B85C78">
      <w:pPr>
        <w:spacing w:after="0" w:line="240" w:lineRule="auto"/>
        <w:jc w:val="center"/>
        <w:rPr>
          <w:szCs w:val="24"/>
        </w:rPr>
      </w:pPr>
      <w:r w:rsidRPr="00B85C78">
        <w:rPr>
          <w:szCs w:val="24"/>
          <w:shd w:val="clear" w:color="auto" w:fill="FFFFFF"/>
        </w:rPr>
        <w:t>Návrh poslanců Heleny Válkové, Marka Bendy, Jana Chvojky, Zdeňka Ondráčka, Marka Výborného, Tomáše Kohoutka a Dominika Feriho na vydání zákona, kterým se mění zákon č. 40/2009 Sb., trestní zákoník, ve znění pozdějších předpisů, zákon č. 141/1961 Sb., o trestním řízení soudním (trestní řád), ve znění pozdějších předpisů, a zákon č. 418/2011 Sb., o trestní odpovědnosti právnických osob a řízení proti nim, ve znění pozdějších předpisů (tisk 466)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B85C78">
        <w:t xml:space="preserve">odůvodnění členky návrhové skupiny poslanců </w:t>
      </w:r>
      <w:r>
        <w:t xml:space="preserve">posl. prof. JUDr. Heleny Válkové, </w:t>
      </w:r>
      <w:r w:rsidR="00392C71">
        <w:t>CSc</w:t>
      </w:r>
      <w:r w:rsidR="001131CD">
        <w:t>.</w:t>
      </w:r>
      <w:r w:rsidR="00392C71">
        <w:t xml:space="preserve">, </w:t>
      </w:r>
      <w:r w:rsidR="00B85C78">
        <w:t>zpravodajské zprávě posl. JUDr. Pavla Blažka, Ph.D.</w:t>
      </w:r>
      <w:r w:rsidR="009A41AB">
        <w:t>,</w:t>
      </w:r>
      <w:r>
        <w:t xml:space="preserve"> a</w:t>
      </w:r>
      <w:r w:rsidR="00E57A94">
        <w:t xml:space="preserve"> v obecné</w:t>
      </w:r>
      <w:r w:rsidR="009E5BB6">
        <w:t xml:space="preserve">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E57A94" w:rsidRDefault="00E57A94" w:rsidP="00E57A94">
      <w:pPr>
        <w:pStyle w:val="PS-uvodnodstavec"/>
        <w:spacing w:after="0"/>
        <w:ind w:left="360" w:firstLine="0"/>
      </w:pPr>
    </w:p>
    <w:p w:rsidR="00E57A94" w:rsidRDefault="00E57A94" w:rsidP="00E57A94">
      <w:pPr>
        <w:pStyle w:val="PS-uvodnodstavec"/>
        <w:spacing w:after="0"/>
        <w:ind w:left="360" w:firstLine="0"/>
      </w:pPr>
      <w:r w:rsidRPr="000C399A">
        <w:t>ústavně právní výbor</w:t>
      </w:r>
    </w:p>
    <w:p w:rsidR="00E57A94" w:rsidRDefault="00E57A94" w:rsidP="00E57A94"/>
    <w:p w:rsidR="00E57A94" w:rsidRDefault="00E57A94" w:rsidP="00E57A94"/>
    <w:p w:rsidR="00E57A94" w:rsidRDefault="00E57A94" w:rsidP="00E57A94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>
        <w:t xml:space="preserve"> projednávání tisku 466 do 5. února 2020 s tím, že pozměňovací návrhy k tomuto tisku mohou být předkládány do 17. ledna 2020.</w:t>
      </w: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E57A94" w:rsidRDefault="00E57A94" w:rsidP="003F73C2">
      <w:pPr>
        <w:tabs>
          <w:tab w:val="center" w:pos="1843"/>
        </w:tabs>
        <w:spacing w:after="0" w:line="240" w:lineRule="auto"/>
      </w:pPr>
    </w:p>
    <w:p w:rsidR="00E57A94" w:rsidRDefault="00E57A94" w:rsidP="003F73C2">
      <w:pPr>
        <w:tabs>
          <w:tab w:val="center" w:pos="1843"/>
        </w:tabs>
        <w:spacing w:after="0" w:line="240" w:lineRule="auto"/>
      </w:pPr>
    </w:p>
    <w:p w:rsidR="00E57A94" w:rsidRDefault="00E57A94" w:rsidP="003F73C2">
      <w:pPr>
        <w:tabs>
          <w:tab w:val="center" w:pos="1843"/>
        </w:tabs>
        <w:spacing w:after="0" w:line="240" w:lineRule="auto"/>
      </w:pPr>
    </w:p>
    <w:p w:rsidR="00E57A94" w:rsidRDefault="00E57A94" w:rsidP="003F73C2">
      <w:pPr>
        <w:tabs>
          <w:tab w:val="center" w:pos="1843"/>
        </w:tabs>
        <w:spacing w:after="0" w:line="240" w:lineRule="auto"/>
      </w:pPr>
    </w:p>
    <w:p w:rsidR="00E57A94" w:rsidRDefault="00E57A94" w:rsidP="003F73C2">
      <w:pPr>
        <w:tabs>
          <w:tab w:val="center" w:pos="1843"/>
        </w:tabs>
        <w:spacing w:after="0" w:line="240" w:lineRule="auto"/>
      </w:pPr>
    </w:p>
    <w:p w:rsidR="00E57A94" w:rsidRDefault="00E57A94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4A4F60" w:rsidRDefault="00B85C78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>JUDr. Pavel  BLAŽEK, Ph.D.</w:t>
      </w:r>
      <w:r w:rsidR="00E57A94">
        <w:tab/>
      </w:r>
      <w:r w:rsidR="00F1378C">
        <w:t>v. r.</w:t>
      </w:r>
      <w:r w:rsidR="00E57A94">
        <w:tab/>
        <w:t xml:space="preserve">        JUDr. PhDr. Zdeněk  ONDRÁČEK, Ph.D.</w:t>
      </w:r>
      <w:r w:rsidR="00F1378C">
        <w:t xml:space="preserve"> v. r 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E57A94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F1378C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C78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B05950"/>
    <w:multiLevelType w:val="hybridMultilevel"/>
    <w:tmpl w:val="52863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1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31CD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92C7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3071B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41AB"/>
    <w:rsid w:val="009A5080"/>
    <w:rsid w:val="009A5D61"/>
    <w:rsid w:val="009B75A1"/>
    <w:rsid w:val="009D7456"/>
    <w:rsid w:val="009E5158"/>
    <w:rsid w:val="009E5BB6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85C78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76FB3"/>
    <w:rsid w:val="00DA7D64"/>
    <w:rsid w:val="00DC29E4"/>
    <w:rsid w:val="00DE6F97"/>
    <w:rsid w:val="00DF7105"/>
    <w:rsid w:val="00E07BC0"/>
    <w:rsid w:val="00E149E9"/>
    <w:rsid w:val="00E1670F"/>
    <w:rsid w:val="00E22C6E"/>
    <w:rsid w:val="00E56C7F"/>
    <w:rsid w:val="00E57A94"/>
    <w:rsid w:val="00E97283"/>
    <w:rsid w:val="00EA3461"/>
    <w:rsid w:val="00EA6BAD"/>
    <w:rsid w:val="00EC32C6"/>
    <w:rsid w:val="00ED15A8"/>
    <w:rsid w:val="00EF3B15"/>
    <w:rsid w:val="00EF679B"/>
    <w:rsid w:val="00F123EA"/>
    <w:rsid w:val="00F1378C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0CC35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ACB04-0672-4E75-A3BA-481734E7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2019-12-10T16:09:00Z</cp:lastPrinted>
  <dcterms:created xsi:type="dcterms:W3CDTF">2019-12-12T09:16:00Z</dcterms:created>
  <dcterms:modified xsi:type="dcterms:W3CDTF">2019-12-13T12:19:00Z</dcterms:modified>
</cp:coreProperties>
</file>