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804AF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573DBF" w:rsidP="000E730C">
      <w:pPr>
        <w:pStyle w:val="PS-slousnesen"/>
      </w:pPr>
      <w:r>
        <w:t>147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493DF6">
        <w:t xml:space="preserve"> 2</w:t>
      </w:r>
      <w:r w:rsidR="001D316A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D316A">
        <w:t>12. prosince</w:t>
      </w:r>
      <w:r w:rsidR="002804AF">
        <w:t xml:space="preserve"> 2019</w:t>
      </w: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071F16" w:rsidRPr="001E652B" w:rsidRDefault="00071F16" w:rsidP="00071F16">
      <w:pPr>
        <w:pStyle w:val="Normlnweb"/>
        <w:spacing w:after="0"/>
        <w:jc w:val="both"/>
        <w:rPr>
          <w:color w:val="000000"/>
          <w:spacing w:val="-4"/>
        </w:rPr>
      </w:pPr>
      <w:r>
        <w:rPr>
          <w:spacing w:val="-3"/>
        </w:rPr>
        <w:t xml:space="preserve">ke stanovisku Nejvyššího kontrolního úřadu ke </w:t>
      </w:r>
      <w:r>
        <w:t>Zprávě o plnění státního rozpočtu České republiky za 1. pololetí 2019 /sněmovní tisk 631/1/</w:t>
      </w:r>
    </w:p>
    <w:p w:rsidR="00071F16" w:rsidRDefault="00071F16" w:rsidP="00071F16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F16" w:rsidRDefault="00071F16" w:rsidP="00071F16">
      <w:pPr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prezidenta Nejvyššího kontrolního úřadu Miloslava Kaly, zpravodajské zprávě poslance </w:t>
      </w:r>
      <w:r w:rsidR="000E06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Vojtěcha Munzara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stanovisku náměstka ministryně financí </w:t>
      </w:r>
      <w:r w:rsidR="008B44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Stanislava Kouby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po rozpravě</w:t>
      </w:r>
    </w:p>
    <w:p w:rsidR="00071F16" w:rsidRDefault="00071F16" w:rsidP="00071F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F16" w:rsidRDefault="00071F16" w:rsidP="00071F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F16" w:rsidRDefault="00071F16" w:rsidP="00071F16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F16" w:rsidRPr="00AE63A4" w:rsidRDefault="00071F16" w:rsidP="00071F16">
      <w:pPr>
        <w:pStyle w:val="Odstavecseseznamem"/>
        <w:numPr>
          <w:ilvl w:val="0"/>
          <w:numId w:val="17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bere na vědomí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Stanovisko Nejvyššího 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kontrolního úřadu </w:t>
      </w:r>
      <w:r w:rsidRPr="00AE63A4">
        <w:rPr>
          <w:rFonts w:ascii="Times New Roman" w:hAnsi="Times New Roman"/>
          <w:spacing w:val="-3"/>
          <w:sz w:val="24"/>
          <w:szCs w:val="24"/>
        </w:rPr>
        <w:t xml:space="preserve">ke </w:t>
      </w:r>
      <w:r w:rsidRPr="00071F16">
        <w:rPr>
          <w:rFonts w:ascii="Times New Roman" w:hAnsi="Times New Roman"/>
          <w:spacing w:val="-3"/>
          <w:sz w:val="24"/>
          <w:szCs w:val="24"/>
        </w:rPr>
        <w:t>Zprávě o plnění státního rozpočtu České republiky za 1. pololetí 2019 /sněmovní tisk 631/1</w:t>
      </w:r>
      <w:r w:rsidRPr="00AE63A4">
        <w:rPr>
          <w:rFonts w:ascii="Times New Roman" w:hAnsi="Times New Roman"/>
          <w:spacing w:val="-3"/>
          <w:sz w:val="24"/>
          <w:szCs w:val="24"/>
        </w:rPr>
        <w:t>/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071F16" w:rsidRDefault="00071F16" w:rsidP="00071F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71F16" w:rsidRDefault="00071F16" w:rsidP="00071F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71F16" w:rsidRPr="00AE63A4" w:rsidRDefault="00071F16" w:rsidP="00071F1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71F16" w:rsidRPr="00AE63A4" w:rsidRDefault="00071F16" w:rsidP="00071F16">
      <w:pPr>
        <w:pStyle w:val="Odstavecseseznamem"/>
        <w:numPr>
          <w:ilvl w:val="0"/>
          <w:numId w:val="17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E63A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AE63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aby s tímto usnesením seznámil předsedu Poslanecké sněmovny Parlamentu ČR, prezidenta Nejvyšš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ího kontrolního úřadu a ministryni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</w:t>
      </w:r>
      <w:r w:rsidRPr="00AE63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071F16" w:rsidRPr="00D16776" w:rsidRDefault="00071F16" w:rsidP="00071F1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071F16" w:rsidRDefault="00071F16" w:rsidP="00071F1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071F16" w:rsidRDefault="00071F16" w:rsidP="00071F1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071F16" w:rsidRDefault="00071F16" w:rsidP="00071F16">
      <w:pPr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573DBF" w:rsidRPr="00907376" w:rsidRDefault="00573DBF" w:rsidP="00071F16">
      <w:pPr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071F16" w:rsidTr="007465B6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16" w:rsidRDefault="00071F16" w:rsidP="007465B6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F16" w:rsidTr="007465B6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44"/>
            </w:tblGrid>
            <w:tr w:rsidR="00071F16" w:rsidTr="007465B6">
              <w:trPr>
                <w:trHeight w:val="276"/>
                <w:jc w:val="center"/>
              </w:trPr>
              <w:tc>
                <w:tcPr>
                  <w:tcW w:w="8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1F16" w:rsidRDefault="00071F16" w:rsidP="007465B6">
                  <w:pPr>
                    <w:pStyle w:val="Odstavecseseznamem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34"/>
                    <w:gridCol w:w="4294"/>
                  </w:tblGrid>
                  <w:tr w:rsidR="00071F16" w:rsidTr="007465B6"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71F16" w:rsidRDefault="00071F16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Lukáš ČERNOHORSKÝ v. r.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71F16" w:rsidRDefault="00B10B3A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Vojtěch MUNZAR</w:t>
                        </w:r>
                        <w:r w:rsidR="00071F16"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 v. r.</w:t>
                        </w:r>
                      </w:p>
                    </w:tc>
                  </w:tr>
                  <w:tr w:rsidR="00071F16" w:rsidTr="007465B6">
                    <w:trPr>
                      <w:cantSplit/>
                    </w:trPr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71F16" w:rsidRDefault="00071F16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místopředseda – ověřovatel </w:t>
                        </w:r>
                      </w:p>
                      <w:p w:rsidR="00071F16" w:rsidRDefault="00071F16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Kontrolního výboru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71F16" w:rsidRDefault="00B10B3A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místo</w:t>
                        </w:r>
                        <w:r w:rsidR="00071F16"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předseda – zpravodaj </w:t>
                        </w:r>
                      </w:p>
                      <w:p w:rsidR="00071F16" w:rsidRDefault="00071F16" w:rsidP="007465B6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Kontrolního výboru</w:t>
                        </w:r>
                      </w:p>
                    </w:tc>
                  </w:tr>
                </w:tbl>
                <w:p w:rsidR="00071F16" w:rsidRDefault="00071F16" w:rsidP="007465B6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71F16" w:rsidTr="007465B6">
              <w:trPr>
                <w:trHeight w:val="276"/>
                <w:jc w:val="center"/>
              </w:trPr>
              <w:tc>
                <w:tcPr>
                  <w:tcW w:w="8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1F16" w:rsidRDefault="00071F16" w:rsidP="007465B6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71F16" w:rsidRDefault="00071F16" w:rsidP="007465B6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1F16" w:rsidRPr="00907376" w:rsidRDefault="00071F16" w:rsidP="00071F16">
      <w:pPr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CD2D04" w:rsidRDefault="00CD2D04" w:rsidP="00154E7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CB79B6" w:rsidRDefault="00CB79B6" w:rsidP="0020711B">
      <w:pPr>
        <w:rPr>
          <w:rFonts w:ascii="Times New Roman" w:hAnsi="Times New Roman"/>
          <w:sz w:val="24"/>
          <w:szCs w:val="24"/>
        </w:rPr>
      </w:pPr>
    </w:p>
    <w:p w:rsidR="00CB79B6" w:rsidRDefault="00CB79B6" w:rsidP="0020711B">
      <w:pPr>
        <w:rPr>
          <w:rFonts w:ascii="Times New Roman" w:hAnsi="Times New Roman"/>
          <w:sz w:val="24"/>
          <w:szCs w:val="24"/>
        </w:rPr>
      </w:pPr>
    </w:p>
    <w:p w:rsidR="00CC0521" w:rsidRDefault="00CC0521" w:rsidP="00CC052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p w:rsidR="009B3DC1" w:rsidRDefault="009B3DC1" w:rsidP="00CC0521">
      <w:pPr>
        <w:rPr>
          <w:rFonts w:ascii="Times New Roman" w:hAnsi="Times New Roman"/>
          <w:sz w:val="24"/>
        </w:rPr>
      </w:pPr>
    </w:p>
    <w:sectPr w:rsidR="009B3DC1" w:rsidSect="006477E3">
      <w:pgSz w:w="11906" w:h="16838"/>
      <w:pgMar w:top="1276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871185"/>
    <w:multiLevelType w:val="hybridMultilevel"/>
    <w:tmpl w:val="E5C6632E"/>
    <w:lvl w:ilvl="0" w:tplc="4536A25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2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055D"/>
    <w:rsid w:val="000128CF"/>
    <w:rsid w:val="000244B4"/>
    <w:rsid w:val="00035870"/>
    <w:rsid w:val="00037EE9"/>
    <w:rsid w:val="00040108"/>
    <w:rsid w:val="00040482"/>
    <w:rsid w:val="000457DE"/>
    <w:rsid w:val="00045E3D"/>
    <w:rsid w:val="000466BC"/>
    <w:rsid w:val="000476E4"/>
    <w:rsid w:val="00057E1E"/>
    <w:rsid w:val="00067B6F"/>
    <w:rsid w:val="00071F16"/>
    <w:rsid w:val="00074CFD"/>
    <w:rsid w:val="000828E8"/>
    <w:rsid w:val="000834A5"/>
    <w:rsid w:val="00087D6E"/>
    <w:rsid w:val="000970AD"/>
    <w:rsid w:val="000A3AB8"/>
    <w:rsid w:val="000B380B"/>
    <w:rsid w:val="000C5278"/>
    <w:rsid w:val="000E066B"/>
    <w:rsid w:val="000E730C"/>
    <w:rsid w:val="00103C04"/>
    <w:rsid w:val="001051F4"/>
    <w:rsid w:val="00106842"/>
    <w:rsid w:val="00107EF3"/>
    <w:rsid w:val="001106D2"/>
    <w:rsid w:val="001345EB"/>
    <w:rsid w:val="00147ACA"/>
    <w:rsid w:val="00147C40"/>
    <w:rsid w:val="00154E72"/>
    <w:rsid w:val="00167CD0"/>
    <w:rsid w:val="00173E2A"/>
    <w:rsid w:val="00184911"/>
    <w:rsid w:val="00186CEC"/>
    <w:rsid w:val="00193A6B"/>
    <w:rsid w:val="001948BE"/>
    <w:rsid w:val="00197C6B"/>
    <w:rsid w:val="001A0101"/>
    <w:rsid w:val="001A11D8"/>
    <w:rsid w:val="001A6EFA"/>
    <w:rsid w:val="001A74DF"/>
    <w:rsid w:val="001B45F3"/>
    <w:rsid w:val="001C25DB"/>
    <w:rsid w:val="001D0461"/>
    <w:rsid w:val="001D2F79"/>
    <w:rsid w:val="001D316A"/>
    <w:rsid w:val="001D4140"/>
    <w:rsid w:val="001D6750"/>
    <w:rsid w:val="001E5972"/>
    <w:rsid w:val="001E652B"/>
    <w:rsid w:val="001F1D25"/>
    <w:rsid w:val="001F4518"/>
    <w:rsid w:val="001F5107"/>
    <w:rsid w:val="002026E5"/>
    <w:rsid w:val="0020711B"/>
    <w:rsid w:val="0020748B"/>
    <w:rsid w:val="00230024"/>
    <w:rsid w:val="0024565D"/>
    <w:rsid w:val="00254049"/>
    <w:rsid w:val="00257D47"/>
    <w:rsid w:val="00265CCD"/>
    <w:rsid w:val="00272E1B"/>
    <w:rsid w:val="002804AF"/>
    <w:rsid w:val="00280536"/>
    <w:rsid w:val="0029014E"/>
    <w:rsid w:val="002A2F32"/>
    <w:rsid w:val="002B0FB6"/>
    <w:rsid w:val="002B60B3"/>
    <w:rsid w:val="002C6BED"/>
    <w:rsid w:val="002D3756"/>
    <w:rsid w:val="002D7B17"/>
    <w:rsid w:val="00300970"/>
    <w:rsid w:val="00317D04"/>
    <w:rsid w:val="00320D29"/>
    <w:rsid w:val="00326745"/>
    <w:rsid w:val="00342061"/>
    <w:rsid w:val="00342946"/>
    <w:rsid w:val="003429D9"/>
    <w:rsid w:val="0034304A"/>
    <w:rsid w:val="00350856"/>
    <w:rsid w:val="00356011"/>
    <w:rsid w:val="003607F8"/>
    <w:rsid w:val="00365A07"/>
    <w:rsid w:val="003703DF"/>
    <w:rsid w:val="0037303B"/>
    <w:rsid w:val="00377253"/>
    <w:rsid w:val="0038044B"/>
    <w:rsid w:val="003817CB"/>
    <w:rsid w:val="003A6191"/>
    <w:rsid w:val="003B1EBB"/>
    <w:rsid w:val="003C4B25"/>
    <w:rsid w:val="003D2033"/>
    <w:rsid w:val="003E7290"/>
    <w:rsid w:val="003F3C90"/>
    <w:rsid w:val="003F67E3"/>
    <w:rsid w:val="004015B1"/>
    <w:rsid w:val="00407850"/>
    <w:rsid w:val="00407A21"/>
    <w:rsid w:val="00410062"/>
    <w:rsid w:val="0041644F"/>
    <w:rsid w:val="0042117A"/>
    <w:rsid w:val="0045353B"/>
    <w:rsid w:val="00453B17"/>
    <w:rsid w:val="004625DA"/>
    <w:rsid w:val="00484011"/>
    <w:rsid w:val="00493DF6"/>
    <w:rsid w:val="00496B22"/>
    <w:rsid w:val="004A2059"/>
    <w:rsid w:val="004A7DED"/>
    <w:rsid w:val="004B49FF"/>
    <w:rsid w:val="004C35DE"/>
    <w:rsid w:val="004D1097"/>
    <w:rsid w:val="004D3083"/>
    <w:rsid w:val="004D59AF"/>
    <w:rsid w:val="004D61F8"/>
    <w:rsid w:val="004E4749"/>
    <w:rsid w:val="004E5BFD"/>
    <w:rsid w:val="005012C1"/>
    <w:rsid w:val="00507FD1"/>
    <w:rsid w:val="00512C2D"/>
    <w:rsid w:val="00514F56"/>
    <w:rsid w:val="00515A78"/>
    <w:rsid w:val="0052154E"/>
    <w:rsid w:val="005227BF"/>
    <w:rsid w:val="00522E11"/>
    <w:rsid w:val="00566A4C"/>
    <w:rsid w:val="00573DBF"/>
    <w:rsid w:val="00597AE0"/>
    <w:rsid w:val="005A125E"/>
    <w:rsid w:val="005A38C5"/>
    <w:rsid w:val="005A7DC9"/>
    <w:rsid w:val="005B0602"/>
    <w:rsid w:val="005B2CFD"/>
    <w:rsid w:val="005B3451"/>
    <w:rsid w:val="005C23B1"/>
    <w:rsid w:val="005C30D7"/>
    <w:rsid w:val="005C7C85"/>
    <w:rsid w:val="005D2C8F"/>
    <w:rsid w:val="005E094C"/>
    <w:rsid w:val="005E395F"/>
    <w:rsid w:val="005F6362"/>
    <w:rsid w:val="005F6CAE"/>
    <w:rsid w:val="006105E5"/>
    <w:rsid w:val="00616CD4"/>
    <w:rsid w:val="00620764"/>
    <w:rsid w:val="00635746"/>
    <w:rsid w:val="00637347"/>
    <w:rsid w:val="00637489"/>
    <w:rsid w:val="00644849"/>
    <w:rsid w:val="006466E6"/>
    <w:rsid w:val="006477E3"/>
    <w:rsid w:val="00650A64"/>
    <w:rsid w:val="006510CB"/>
    <w:rsid w:val="00654203"/>
    <w:rsid w:val="00654236"/>
    <w:rsid w:val="006618AB"/>
    <w:rsid w:val="006653B6"/>
    <w:rsid w:val="0066702E"/>
    <w:rsid w:val="006A377C"/>
    <w:rsid w:val="006B4A56"/>
    <w:rsid w:val="006B6C80"/>
    <w:rsid w:val="006D2023"/>
    <w:rsid w:val="006D427E"/>
    <w:rsid w:val="006E0383"/>
    <w:rsid w:val="006F1145"/>
    <w:rsid w:val="006F3A01"/>
    <w:rsid w:val="0070749C"/>
    <w:rsid w:val="0071319F"/>
    <w:rsid w:val="00722B6B"/>
    <w:rsid w:val="00724D30"/>
    <w:rsid w:val="00751749"/>
    <w:rsid w:val="00785E70"/>
    <w:rsid w:val="00795123"/>
    <w:rsid w:val="0079543A"/>
    <w:rsid w:val="007A3C67"/>
    <w:rsid w:val="007C08D1"/>
    <w:rsid w:val="007C62DA"/>
    <w:rsid w:val="007D5EE1"/>
    <w:rsid w:val="007D7120"/>
    <w:rsid w:val="007E1D0B"/>
    <w:rsid w:val="007E2DD1"/>
    <w:rsid w:val="007E324E"/>
    <w:rsid w:val="007E4CC2"/>
    <w:rsid w:val="008023BA"/>
    <w:rsid w:val="008033F7"/>
    <w:rsid w:val="0081100E"/>
    <w:rsid w:val="00812496"/>
    <w:rsid w:val="00830BFE"/>
    <w:rsid w:val="0083515D"/>
    <w:rsid w:val="00837F6C"/>
    <w:rsid w:val="00840294"/>
    <w:rsid w:val="008465ED"/>
    <w:rsid w:val="0085134C"/>
    <w:rsid w:val="00893C29"/>
    <w:rsid w:val="008A48E0"/>
    <w:rsid w:val="008B40AB"/>
    <w:rsid w:val="008B4353"/>
    <w:rsid w:val="008B445D"/>
    <w:rsid w:val="008B4ACC"/>
    <w:rsid w:val="008D2C97"/>
    <w:rsid w:val="008F04CB"/>
    <w:rsid w:val="00901C28"/>
    <w:rsid w:val="00903269"/>
    <w:rsid w:val="00915798"/>
    <w:rsid w:val="009239EA"/>
    <w:rsid w:val="00932451"/>
    <w:rsid w:val="00936696"/>
    <w:rsid w:val="0094025E"/>
    <w:rsid w:val="009404EF"/>
    <w:rsid w:val="00953BF9"/>
    <w:rsid w:val="009626BA"/>
    <w:rsid w:val="00966566"/>
    <w:rsid w:val="009711DE"/>
    <w:rsid w:val="0098578A"/>
    <w:rsid w:val="009A0F71"/>
    <w:rsid w:val="009B3DC1"/>
    <w:rsid w:val="009B4830"/>
    <w:rsid w:val="009E3CF1"/>
    <w:rsid w:val="009F32EE"/>
    <w:rsid w:val="00A158EC"/>
    <w:rsid w:val="00A3255D"/>
    <w:rsid w:val="00A420A4"/>
    <w:rsid w:val="00A4628B"/>
    <w:rsid w:val="00A46CDA"/>
    <w:rsid w:val="00A4744C"/>
    <w:rsid w:val="00A67FEB"/>
    <w:rsid w:val="00A70413"/>
    <w:rsid w:val="00A75911"/>
    <w:rsid w:val="00A81BB1"/>
    <w:rsid w:val="00A85E58"/>
    <w:rsid w:val="00AA0D27"/>
    <w:rsid w:val="00AB1739"/>
    <w:rsid w:val="00AB6236"/>
    <w:rsid w:val="00AD4726"/>
    <w:rsid w:val="00AF58DB"/>
    <w:rsid w:val="00B00120"/>
    <w:rsid w:val="00B10B3A"/>
    <w:rsid w:val="00B1185E"/>
    <w:rsid w:val="00B12979"/>
    <w:rsid w:val="00B12C95"/>
    <w:rsid w:val="00B13892"/>
    <w:rsid w:val="00B1395E"/>
    <w:rsid w:val="00B20BA9"/>
    <w:rsid w:val="00B2291A"/>
    <w:rsid w:val="00B229EB"/>
    <w:rsid w:val="00B268EB"/>
    <w:rsid w:val="00B268FA"/>
    <w:rsid w:val="00B33FEC"/>
    <w:rsid w:val="00B3477E"/>
    <w:rsid w:val="00B52295"/>
    <w:rsid w:val="00B53E8D"/>
    <w:rsid w:val="00B6105D"/>
    <w:rsid w:val="00B659E5"/>
    <w:rsid w:val="00B663F9"/>
    <w:rsid w:val="00B6713A"/>
    <w:rsid w:val="00B70563"/>
    <w:rsid w:val="00B715B6"/>
    <w:rsid w:val="00B76CD9"/>
    <w:rsid w:val="00B81054"/>
    <w:rsid w:val="00B900A6"/>
    <w:rsid w:val="00BA4AC3"/>
    <w:rsid w:val="00BA61B8"/>
    <w:rsid w:val="00BB30AD"/>
    <w:rsid w:val="00BB63E2"/>
    <w:rsid w:val="00BC1AC4"/>
    <w:rsid w:val="00BC5854"/>
    <w:rsid w:val="00BD2AD9"/>
    <w:rsid w:val="00BE75B8"/>
    <w:rsid w:val="00C1637B"/>
    <w:rsid w:val="00C205FB"/>
    <w:rsid w:val="00C22C3A"/>
    <w:rsid w:val="00C36409"/>
    <w:rsid w:val="00C36B1F"/>
    <w:rsid w:val="00C373E7"/>
    <w:rsid w:val="00C433D7"/>
    <w:rsid w:val="00C455AE"/>
    <w:rsid w:val="00C528FB"/>
    <w:rsid w:val="00C53E67"/>
    <w:rsid w:val="00C547CB"/>
    <w:rsid w:val="00C56014"/>
    <w:rsid w:val="00C76122"/>
    <w:rsid w:val="00C82709"/>
    <w:rsid w:val="00C901E6"/>
    <w:rsid w:val="00C92B76"/>
    <w:rsid w:val="00CA137A"/>
    <w:rsid w:val="00CA78C0"/>
    <w:rsid w:val="00CB0D5D"/>
    <w:rsid w:val="00CB2B3F"/>
    <w:rsid w:val="00CB5708"/>
    <w:rsid w:val="00CB79B6"/>
    <w:rsid w:val="00CC0521"/>
    <w:rsid w:val="00CC3F8F"/>
    <w:rsid w:val="00CC40FF"/>
    <w:rsid w:val="00CC6544"/>
    <w:rsid w:val="00CC7DBA"/>
    <w:rsid w:val="00CD2D04"/>
    <w:rsid w:val="00CD486F"/>
    <w:rsid w:val="00CD7882"/>
    <w:rsid w:val="00CE0689"/>
    <w:rsid w:val="00CE54E4"/>
    <w:rsid w:val="00CF5672"/>
    <w:rsid w:val="00CF7D34"/>
    <w:rsid w:val="00D1615C"/>
    <w:rsid w:val="00D423FB"/>
    <w:rsid w:val="00D65E59"/>
    <w:rsid w:val="00D76FB3"/>
    <w:rsid w:val="00D819DB"/>
    <w:rsid w:val="00D86983"/>
    <w:rsid w:val="00D92E77"/>
    <w:rsid w:val="00D93FBD"/>
    <w:rsid w:val="00DA1E95"/>
    <w:rsid w:val="00DB6F85"/>
    <w:rsid w:val="00DC0915"/>
    <w:rsid w:val="00DC29E4"/>
    <w:rsid w:val="00DE0569"/>
    <w:rsid w:val="00DE3D65"/>
    <w:rsid w:val="00E006C7"/>
    <w:rsid w:val="00E056A3"/>
    <w:rsid w:val="00E079BA"/>
    <w:rsid w:val="00E12E33"/>
    <w:rsid w:val="00E16AC2"/>
    <w:rsid w:val="00E25FA8"/>
    <w:rsid w:val="00E32167"/>
    <w:rsid w:val="00E41AF2"/>
    <w:rsid w:val="00E42D20"/>
    <w:rsid w:val="00E5353A"/>
    <w:rsid w:val="00E55C2C"/>
    <w:rsid w:val="00E65E99"/>
    <w:rsid w:val="00E732B7"/>
    <w:rsid w:val="00E94265"/>
    <w:rsid w:val="00E96BDF"/>
    <w:rsid w:val="00EC0104"/>
    <w:rsid w:val="00EC2249"/>
    <w:rsid w:val="00EC4D3D"/>
    <w:rsid w:val="00ED15A8"/>
    <w:rsid w:val="00ED6C82"/>
    <w:rsid w:val="00EF1F98"/>
    <w:rsid w:val="00EF3B15"/>
    <w:rsid w:val="00EF3C95"/>
    <w:rsid w:val="00EF5098"/>
    <w:rsid w:val="00EF679B"/>
    <w:rsid w:val="00EF770D"/>
    <w:rsid w:val="00F0037C"/>
    <w:rsid w:val="00F07453"/>
    <w:rsid w:val="00F21D0F"/>
    <w:rsid w:val="00F32064"/>
    <w:rsid w:val="00F40FF4"/>
    <w:rsid w:val="00F5384F"/>
    <w:rsid w:val="00F548E1"/>
    <w:rsid w:val="00F55389"/>
    <w:rsid w:val="00F570E7"/>
    <w:rsid w:val="00F60F9D"/>
    <w:rsid w:val="00F63144"/>
    <w:rsid w:val="00F703CB"/>
    <w:rsid w:val="00F91F92"/>
    <w:rsid w:val="00FA2F78"/>
    <w:rsid w:val="00FB1AAB"/>
    <w:rsid w:val="00FB3582"/>
    <w:rsid w:val="00FC28F1"/>
    <w:rsid w:val="00FC3A35"/>
    <w:rsid w:val="00FD246D"/>
    <w:rsid w:val="00FD3EBB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B6476-59B5-4B58-AF4D-E62DFE03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12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10</cp:revision>
  <cp:lastPrinted>2019-12-10T10:28:00Z</cp:lastPrinted>
  <dcterms:created xsi:type="dcterms:W3CDTF">2019-11-26T12:28:00Z</dcterms:created>
  <dcterms:modified xsi:type="dcterms:W3CDTF">2019-12-12T11:18:00Z</dcterms:modified>
</cp:coreProperties>
</file>