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4E4467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244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BD5446">
        <w:t>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BD5446">
        <w:rPr>
          <w:bCs/>
          <w:iCs/>
        </w:rPr>
        <w:t>11</w:t>
      </w:r>
      <w:r>
        <w:rPr>
          <w:bCs/>
          <w:iCs/>
        </w:rPr>
        <w:t xml:space="preserve">. </w:t>
      </w:r>
      <w:r w:rsidR="00BD5446">
        <w:rPr>
          <w:bCs/>
          <w:iCs/>
        </w:rPr>
        <w:t>prosince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C06E69" w:rsidRPr="00624DFA">
        <w:t>návrh</w:t>
      </w:r>
      <w:r w:rsidR="005C001D">
        <w:t>u</w:t>
      </w:r>
      <w:r w:rsidR="00C06E69" w:rsidRPr="00624DFA">
        <w:t xml:space="preserve"> zákona, kterým se mění zákon č. 29/2000 Sb., o poštovních službách </w:t>
      </w:r>
      <w:r w:rsidR="00C06E69">
        <w:br/>
      </w:r>
      <w:r w:rsidR="00C06E69" w:rsidRPr="00624DFA">
        <w:t xml:space="preserve">a o změně některých zákonů (zákon o poštovních službách), ve znění pozdějších předpisů, </w:t>
      </w:r>
      <w:r w:rsidR="00C06E69">
        <w:br/>
      </w:r>
      <w:r w:rsidR="00C06E69" w:rsidRPr="00624DFA">
        <w:t>a zákon č. 634/1992 Sb., o ochraně spotřebitele, ve znění pozdějších předpisů</w:t>
      </w:r>
      <w:r w:rsidR="00C06E69">
        <w:t xml:space="preserve"> </w:t>
      </w:r>
      <w:r w:rsidR="00C06E69">
        <w:br/>
      </w:r>
      <w:r w:rsidR="00C06E69" w:rsidRPr="006E26EE">
        <w:t xml:space="preserve">– </w:t>
      </w:r>
      <w:r w:rsidR="00C06E69" w:rsidRPr="006E26EE">
        <w:rPr>
          <w:b/>
        </w:rPr>
        <w:t xml:space="preserve">sněmovní tisk </w:t>
      </w:r>
      <w:r w:rsidR="00C06E69">
        <w:rPr>
          <w:b/>
        </w:rPr>
        <w:t>555</w:t>
      </w:r>
    </w:p>
    <w:p w:rsidR="00E83F84" w:rsidRPr="00E83F84" w:rsidRDefault="00E83F84" w:rsidP="00F9662D">
      <w:pPr>
        <w:spacing w:before="480" w:after="24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0D431D">
        <w:rPr>
          <w:rFonts w:ascii="Times New Roman" w:hAnsi="Times New Roman"/>
          <w:sz w:val="24"/>
          <w:szCs w:val="24"/>
        </w:rPr>
        <w:t>náměstk</w:t>
      </w:r>
      <w:r w:rsidR="00C06E69" w:rsidRPr="000D431D">
        <w:rPr>
          <w:rFonts w:ascii="Times New Roman" w:hAnsi="Times New Roman"/>
          <w:sz w:val="24"/>
          <w:szCs w:val="24"/>
        </w:rPr>
        <w:t>a</w:t>
      </w:r>
      <w:r w:rsidR="001E2E72" w:rsidRPr="000D431D">
        <w:rPr>
          <w:rFonts w:ascii="Times New Roman" w:hAnsi="Times New Roman"/>
          <w:sz w:val="24"/>
          <w:szCs w:val="24"/>
        </w:rPr>
        <w:t xml:space="preserve"> </w:t>
      </w:r>
      <w:r w:rsidR="00C06E69" w:rsidRPr="000D431D">
        <w:rPr>
          <w:rFonts w:ascii="Times New Roman" w:hAnsi="Times New Roman"/>
          <w:sz w:val="24"/>
          <w:szCs w:val="24"/>
        </w:rPr>
        <w:t xml:space="preserve">ministra průmyslu a obchodu </w:t>
      </w:r>
      <w:r w:rsidR="004E4467">
        <w:rPr>
          <w:rFonts w:ascii="Times New Roman" w:hAnsi="Times New Roman"/>
          <w:sz w:val="24"/>
          <w:szCs w:val="24"/>
        </w:rPr>
        <w:t>René Neděly</w:t>
      </w:r>
      <w:r w:rsidR="00940C0E" w:rsidRPr="009B1740">
        <w:rPr>
          <w:rFonts w:ascii="Times New Roman" w:hAnsi="Times New Roman"/>
          <w:sz w:val="24"/>
          <w:szCs w:val="24"/>
        </w:rPr>
        <w:t>,</w:t>
      </w:r>
      <w:r w:rsidR="009B1740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C06E69">
        <w:rPr>
          <w:rFonts w:ascii="Times New Roman" w:hAnsi="Times New Roman"/>
          <w:sz w:val="24"/>
          <w:szCs w:val="24"/>
        </w:rPr>
        <w:t xml:space="preserve">Leo </w:t>
      </w:r>
      <w:proofErr w:type="spellStart"/>
      <w:r w:rsidR="00C06E69">
        <w:rPr>
          <w:rFonts w:ascii="Times New Roman" w:hAnsi="Times New Roman"/>
          <w:sz w:val="24"/>
          <w:szCs w:val="24"/>
        </w:rPr>
        <w:t>Luzara</w:t>
      </w:r>
      <w:proofErr w:type="spellEnd"/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470A59">
        <w:rPr>
          <w:rFonts w:ascii="Times New Roman" w:hAnsi="Times New Roman"/>
          <w:sz w:val="24"/>
          <w:szCs w:val="24"/>
        </w:rPr>
        <w:t xml:space="preserve"> a podrobné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470A59" w:rsidRDefault="00470A59" w:rsidP="00861ED0">
      <w:pPr>
        <w:numPr>
          <w:ilvl w:val="0"/>
          <w:numId w:val="23"/>
        </w:numPr>
        <w:suppressAutoHyphens/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F56FB1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F56FB1">
        <w:rPr>
          <w:rFonts w:ascii="Times New Roman" w:hAnsi="Times New Roman"/>
          <w:b/>
          <w:sz w:val="24"/>
          <w:szCs w:val="24"/>
        </w:rPr>
        <w:t xml:space="preserve"> </w:t>
      </w:r>
      <w:r w:rsidRPr="00F56FB1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F56FB1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F56FB1">
        <w:rPr>
          <w:rFonts w:ascii="Times New Roman" w:hAnsi="Times New Roman"/>
          <w:sz w:val="24"/>
          <w:szCs w:val="24"/>
        </w:rPr>
        <w:t xml:space="preserve"> </w:t>
      </w:r>
      <w:r w:rsidRPr="00F56FB1">
        <w:rPr>
          <w:rFonts w:ascii="Times New Roman" w:hAnsi="Times New Roman"/>
          <w:b/>
          <w:sz w:val="24"/>
          <w:szCs w:val="24"/>
        </w:rPr>
        <w:t xml:space="preserve">sněmovní tisk </w:t>
      </w:r>
      <w:r w:rsidR="008B6021">
        <w:rPr>
          <w:rFonts w:ascii="Times New Roman" w:hAnsi="Times New Roman"/>
          <w:b/>
          <w:sz w:val="24"/>
          <w:szCs w:val="24"/>
        </w:rPr>
        <w:t>555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470A7">
        <w:rPr>
          <w:rFonts w:ascii="Times New Roman" w:hAnsi="Times New Roman"/>
          <w:sz w:val="24"/>
          <w:szCs w:val="24"/>
        </w:rPr>
        <w:t>ve znění schválen</w:t>
      </w:r>
      <w:r w:rsidR="00861ED0">
        <w:rPr>
          <w:rFonts w:ascii="Times New Roman" w:hAnsi="Times New Roman"/>
          <w:sz w:val="24"/>
          <w:szCs w:val="24"/>
        </w:rPr>
        <w:t xml:space="preserve">ého </w:t>
      </w:r>
      <w:r w:rsidRPr="006470A7">
        <w:rPr>
          <w:rFonts w:ascii="Times New Roman" w:hAnsi="Times New Roman"/>
          <w:sz w:val="24"/>
          <w:szCs w:val="24"/>
        </w:rPr>
        <w:t>pozměňovacíh</w:t>
      </w:r>
      <w:r w:rsidR="00861ED0">
        <w:rPr>
          <w:rFonts w:ascii="Times New Roman" w:hAnsi="Times New Roman"/>
          <w:sz w:val="24"/>
          <w:szCs w:val="24"/>
        </w:rPr>
        <w:t>o</w:t>
      </w:r>
      <w:r w:rsidRPr="006470A7">
        <w:rPr>
          <w:rFonts w:ascii="Times New Roman" w:hAnsi="Times New Roman"/>
          <w:sz w:val="24"/>
          <w:szCs w:val="24"/>
        </w:rPr>
        <w:t xml:space="preserve"> návrh</w:t>
      </w:r>
      <w:r w:rsidR="00861ED0">
        <w:rPr>
          <w:rFonts w:ascii="Times New Roman" w:hAnsi="Times New Roman"/>
          <w:sz w:val="24"/>
          <w:szCs w:val="24"/>
        </w:rPr>
        <w:t>u</w:t>
      </w:r>
      <w:r w:rsidRPr="006470A7">
        <w:rPr>
          <w:rFonts w:ascii="Times New Roman" w:hAnsi="Times New Roman"/>
          <w:sz w:val="24"/>
          <w:szCs w:val="24"/>
        </w:rPr>
        <w:t>:</w:t>
      </w:r>
    </w:p>
    <w:p w:rsidR="00861ED0" w:rsidRPr="00861ED0" w:rsidRDefault="00861ED0" w:rsidP="00861ED0">
      <w:pPr>
        <w:spacing w:before="240" w:after="240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861ED0">
        <w:rPr>
          <w:rFonts w:ascii="Times New Roman" w:hAnsi="Times New Roman"/>
          <w:sz w:val="24"/>
          <w:szCs w:val="24"/>
        </w:rPr>
        <w:t>V části třetí, čl. III se slova „dnem 23. listopadu 2019“ nahrazují slovy „dnem jeho vyhlášení“.</w:t>
      </w:r>
    </w:p>
    <w:p w:rsidR="00470A59" w:rsidRPr="00861ED0" w:rsidRDefault="00470A59" w:rsidP="00470A59">
      <w:pPr>
        <w:numPr>
          <w:ilvl w:val="0"/>
          <w:numId w:val="23"/>
        </w:numPr>
        <w:suppressAutoHyphens/>
        <w:spacing w:before="240" w:after="24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Zmocňuje</w:t>
      </w:r>
      <w:r w:rsidRPr="00EC7E06">
        <w:rPr>
          <w:rFonts w:ascii="Times New Roman" w:hAnsi="Times New Roman"/>
          <w:sz w:val="24"/>
          <w:szCs w:val="24"/>
        </w:rPr>
        <w:t xml:space="preserve"> </w:t>
      </w:r>
      <w:r w:rsidRPr="00861ED0">
        <w:rPr>
          <w:rFonts w:ascii="Times New Roman" w:hAnsi="Times New Roman"/>
          <w:spacing w:val="-2"/>
          <w:sz w:val="24"/>
          <w:szCs w:val="24"/>
        </w:rPr>
        <w:t>zpravodaje výboru, aby ve spolupráci s navrhovatelem a legislativním odborem Kanceláře Poslanecké sněmovny Parlamentu ČR provedl v návrhu zákona legislativně technické úpravy, které nemají dopad na věcný obsah navrhovaného zákona.</w:t>
      </w:r>
    </w:p>
    <w:p w:rsidR="00470A59" w:rsidRPr="00861ED0" w:rsidRDefault="00470A59" w:rsidP="00470A59">
      <w:pPr>
        <w:numPr>
          <w:ilvl w:val="0"/>
          <w:numId w:val="23"/>
        </w:numPr>
        <w:suppressAutoHyphens/>
        <w:spacing w:before="240" w:after="24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EC7E06">
        <w:rPr>
          <w:rFonts w:ascii="Times New Roman" w:hAnsi="Times New Roman"/>
          <w:b/>
          <w:sz w:val="24"/>
          <w:szCs w:val="24"/>
        </w:rPr>
        <w:t xml:space="preserve"> </w:t>
      </w:r>
      <w:r w:rsidRPr="00861ED0">
        <w:rPr>
          <w:rFonts w:ascii="Times New Roman" w:hAnsi="Times New Roman"/>
          <w:spacing w:val="-4"/>
          <w:sz w:val="24"/>
          <w:szCs w:val="24"/>
        </w:rPr>
        <w:t>zpravodaje výboru, aby na schůzi Poslanecké sněmovny Parlamentu ČR přednesl zprávu o výsledcích projednávání tohoto návrhu zákona v hospodářském výboru.</w:t>
      </w:r>
    </w:p>
    <w:p w:rsidR="00470A59" w:rsidRPr="00EC7E06" w:rsidRDefault="00470A59" w:rsidP="00470A59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EC7E06">
        <w:rPr>
          <w:rFonts w:ascii="Times New Roman" w:hAnsi="Times New Roman"/>
          <w:b/>
          <w:sz w:val="24"/>
          <w:szCs w:val="24"/>
        </w:rPr>
        <w:t xml:space="preserve"> </w:t>
      </w:r>
      <w:r w:rsidRPr="00EC7E06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C3035B" w:rsidRPr="00524661" w:rsidRDefault="00744C47" w:rsidP="00861ED0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25C97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40FE6">
        <w:rPr>
          <w:rFonts w:ascii="Times New Roman" w:hAnsi="Times New Roman"/>
          <w:sz w:val="24"/>
          <w:szCs w:val="24"/>
          <w:lang w:eastAsia="cs-CZ"/>
        </w:rPr>
        <w:t>Leo LUZAR</w:t>
      </w:r>
      <w:r w:rsidR="00225C97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70A59">
      <w:pPr>
        <w:tabs>
          <w:tab w:val="center" w:pos="1418"/>
          <w:tab w:val="center" w:pos="4536"/>
          <w:tab w:val="center" w:pos="7655"/>
        </w:tabs>
        <w:spacing w:before="6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225C97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25C97"/>
    <w:rsid w:val="002C5CAA"/>
    <w:rsid w:val="002C7DAC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0A59"/>
    <w:rsid w:val="0047485A"/>
    <w:rsid w:val="00476F64"/>
    <w:rsid w:val="004A2382"/>
    <w:rsid w:val="004A6789"/>
    <w:rsid w:val="004C2102"/>
    <w:rsid w:val="004D71CF"/>
    <w:rsid w:val="004E4467"/>
    <w:rsid w:val="004F072B"/>
    <w:rsid w:val="004F0F9F"/>
    <w:rsid w:val="004F18AA"/>
    <w:rsid w:val="004F6F69"/>
    <w:rsid w:val="00524661"/>
    <w:rsid w:val="005A6FA8"/>
    <w:rsid w:val="005C001D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D5AF0"/>
    <w:rsid w:val="007F2C7C"/>
    <w:rsid w:val="00815047"/>
    <w:rsid w:val="008163FA"/>
    <w:rsid w:val="00822FAC"/>
    <w:rsid w:val="0083658A"/>
    <w:rsid w:val="00837AA7"/>
    <w:rsid w:val="00850610"/>
    <w:rsid w:val="00861ED0"/>
    <w:rsid w:val="008A29E6"/>
    <w:rsid w:val="008B6021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371B0"/>
    <w:rsid w:val="00A47BEA"/>
    <w:rsid w:val="00A640F6"/>
    <w:rsid w:val="00A84635"/>
    <w:rsid w:val="00AA1BEC"/>
    <w:rsid w:val="00AB30C2"/>
    <w:rsid w:val="00AD35C9"/>
    <w:rsid w:val="00AF156A"/>
    <w:rsid w:val="00B04998"/>
    <w:rsid w:val="00B17153"/>
    <w:rsid w:val="00B21021"/>
    <w:rsid w:val="00B35523"/>
    <w:rsid w:val="00B611EE"/>
    <w:rsid w:val="00B85113"/>
    <w:rsid w:val="00BD5446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43A5F"/>
    <w:rsid w:val="00F55AFD"/>
    <w:rsid w:val="00F6673C"/>
    <w:rsid w:val="00F67053"/>
    <w:rsid w:val="00F9662D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14501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E0262-7238-463F-B1C0-EF8FC78D6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5</cp:revision>
  <cp:lastPrinted>2019-12-11T10:45:00Z</cp:lastPrinted>
  <dcterms:created xsi:type="dcterms:W3CDTF">2019-12-11T10:44:00Z</dcterms:created>
  <dcterms:modified xsi:type="dcterms:W3CDTF">2019-12-11T10:45:00Z</dcterms:modified>
</cp:coreProperties>
</file>