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2F" w:rsidRPr="003E1216" w:rsidRDefault="0031382F" w:rsidP="0031382F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POSLANECKÁ SNĚMOVNA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201</w:t>
      </w:r>
      <w:r>
        <w:t>9</w:t>
      </w:r>
    </w:p>
    <w:p w:rsidR="0031382F" w:rsidRDefault="0031382F" w:rsidP="0031382F">
      <w:pPr>
        <w:pStyle w:val="PShlavika1"/>
        <w:spacing w:line="240" w:lineRule="auto"/>
      </w:pPr>
      <w:r>
        <w:t>8. volební období</w:t>
      </w:r>
    </w:p>
    <w:p w:rsidR="0031382F" w:rsidRPr="00C907C5" w:rsidRDefault="00512B44" w:rsidP="0031382F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247</w:t>
      </w:r>
    </w:p>
    <w:p w:rsidR="0031382F" w:rsidRDefault="0031382F" w:rsidP="0031382F">
      <w:pPr>
        <w:pStyle w:val="PShlavika3"/>
        <w:spacing w:line="240" w:lineRule="auto"/>
      </w:pPr>
      <w:r>
        <w:t>USNESENÍ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z 36. schůze</w:t>
      </w:r>
    </w:p>
    <w:p w:rsidR="0031382F" w:rsidRPr="00684000" w:rsidRDefault="0031382F" w:rsidP="0031382F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03DE0">
        <w:rPr>
          <w:bCs/>
          <w:iCs/>
        </w:rPr>
        <w:t>11</w:t>
      </w:r>
      <w:r>
        <w:rPr>
          <w:bCs/>
          <w:iCs/>
        </w:rPr>
        <w:t xml:space="preserve">. </w:t>
      </w:r>
      <w:r w:rsidR="00403DE0">
        <w:rPr>
          <w:bCs/>
          <w:iCs/>
        </w:rPr>
        <w:t>prosince</w:t>
      </w:r>
      <w:r>
        <w:rPr>
          <w:bCs/>
          <w:iCs/>
        </w:rPr>
        <w:t xml:space="preserve"> 2019</w:t>
      </w:r>
    </w:p>
    <w:p w:rsidR="0031382F" w:rsidRPr="004F18AA" w:rsidRDefault="00880A89" w:rsidP="0031382F">
      <w:pPr>
        <w:pStyle w:val="PSnzevzkona"/>
        <w:spacing w:before="72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ná</w:t>
      </w:r>
      <w:r w:rsidRPr="00212DA9">
        <w:rPr>
          <w:spacing w:val="-2"/>
        </w:rPr>
        <w:t>vrh</w:t>
      </w:r>
      <w:r>
        <w:rPr>
          <w:spacing w:val="-2"/>
        </w:rPr>
        <w:t>u</w:t>
      </w:r>
      <w:r w:rsidRPr="00212DA9">
        <w:rPr>
          <w:spacing w:val="-2"/>
        </w:rPr>
        <w:t xml:space="preserve"> poslanců Ondřeje Veselého, Jana Chvojky, Jaroslava Foldyny, Romana Onderky a dalších na vydání zákona, kterým se mění 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</w:t>
      </w:r>
      <w:r>
        <w:rPr>
          <w:spacing w:val="-2"/>
        </w:rPr>
        <w:t>ve znění zákona č. 307/1999 Sb.</w:t>
      </w:r>
      <w:r>
        <w:rPr>
          <w:spacing w:val="-2"/>
        </w:rPr>
        <w:br/>
      </w:r>
      <w:r w:rsidR="0031382F">
        <w:t xml:space="preserve">– </w:t>
      </w:r>
      <w:r w:rsidR="0031382F" w:rsidRPr="008E743E">
        <w:rPr>
          <w:b/>
        </w:rPr>
        <w:t>sněmovní tisk </w:t>
      </w:r>
      <w:r>
        <w:rPr>
          <w:b/>
        </w:rPr>
        <w:t>278</w:t>
      </w:r>
    </w:p>
    <w:p w:rsidR="00F35F32" w:rsidRPr="00282A9E" w:rsidRDefault="00F35F32" w:rsidP="0031382F">
      <w:pPr>
        <w:suppressAutoHyphens/>
        <w:spacing w:before="36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F35F32" w:rsidRPr="00234153" w:rsidRDefault="00F35F32" w:rsidP="00F35F32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880A89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278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D978DA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4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F35F32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F35F32" w:rsidRPr="00534513" w:rsidRDefault="00D978DA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 (usnesení HV)</w:t>
      </w:r>
    </w:p>
    <w:p w:rsidR="00F35F32" w:rsidRPr="007315D8" w:rsidRDefault="00D978DA" w:rsidP="00F35F32">
      <w:pPr>
        <w:pStyle w:val="Normlnweb"/>
        <w:widowControl w:val="0"/>
        <w:numPr>
          <w:ilvl w:val="0"/>
          <w:numId w:val="31"/>
        </w:numPr>
        <w:suppressAutoHyphens/>
        <w:spacing w:before="0" w:beforeAutospacing="0"/>
        <w:ind w:left="1276" w:hanging="142"/>
        <w:jc w:val="both"/>
        <w:textAlignment w:val="baseline"/>
        <w:rPr>
          <w:i/>
          <w:spacing w:val="-2"/>
          <w:sz w:val="22"/>
          <w:szCs w:val="22"/>
        </w:rPr>
      </w:pPr>
      <w:r>
        <w:rPr>
          <w:i/>
          <w:spacing w:val="-2"/>
        </w:rPr>
        <w:t xml:space="preserve"> v případě přijetí i nepřijetí PN A je PN B </w:t>
      </w:r>
      <w:proofErr w:type="spellStart"/>
      <w:r>
        <w:rPr>
          <w:i/>
          <w:spacing w:val="-2"/>
        </w:rPr>
        <w:t>nehlasovatelný</w:t>
      </w:r>
      <w:proofErr w:type="spellEnd"/>
    </w:p>
    <w:p w:rsidR="00F35F32" w:rsidRPr="00234153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after="480"/>
        <w:ind w:left="1072" w:hanging="363"/>
        <w:jc w:val="both"/>
        <w:textAlignment w:val="baseline"/>
        <w:rPr>
          <w:i/>
        </w:rPr>
      </w:pPr>
      <w:r>
        <w:t>návrh zákona jako celek</w:t>
      </w:r>
      <w:r w:rsidR="00D978DA">
        <w:t>;</w:t>
      </w:r>
    </w:p>
    <w:p w:rsidR="00F35F32" w:rsidRPr="008C3CC4" w:rsidRDefault="00F35F32" w:rsidP="00F35F32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F35F32" w:rsidRPr="007315D8" w:rsidRDefault="00D978DA" w:rsidP="00F35F32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sz w:val="24"/>
          <w:szCs w:val="24"/>
        </w:rPr>
        <w:tab/>
      </w:r>
      <w:r w:rsidRPr="001C3089">
        <w:rPr>
          <w:rFonts w:ascii="Times New Roman" w:hAnsi="Times New Roman"/>
          <w:b/>
          <w:sz w:val="24"/>
          <w:szCs w:val="24"/>
        </w:rPr>
        <w:t>doporučuje</w:t>
      </w:r>
    </w:p>
    <w:p w:rsidR="00F35F32" w:rsidRDefault="00F35F32" w:rsidP="00F35F32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Pr="009169D3">
        <w:rPr>
          <w:rFonts w:ascii="Times New Roman" w:hAnsi="Times New Roman"/>
          <w:sz w:val="24"/>
          <w:szCs w:val="24"/>
        </w:rPr>
        <w:t xml:space="preserve"> B</w:t>
      </w:r>
      <w:r w:rsidRPr="009169D3">
        <w:rPr>
          <w:rFonts w:ascii="Times New Roman" w:hAnsi="Times New Roman"/>
          <w:sz w:val="24"/>
          <w:szCs w:val="24"/>
        </w:rPr>
        <w:tab/>
        <w:t xml:space="preserve"> </w:t>
      </w:r>
      <w:r w:rsidR="00D978DA">
        <w:rPr>
          <w:rFonts w:ascii="Times New Roman" w:hAnsi="Times New Roman"/>
          <w:sz w:val="24"/>
          <w:szCs w:val="24"/>
        </w:rPr>
        <w:tab/>
      </w:r>
      <w:r w:rsidR="00D978DA"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sz w:val="24"/>
          <w:szCs w:val="24"/>
        </w:rPr>
        <w:tab/>
      </w:r>
      <w:r w:rsidR="00D978DA" w:rsidRPr="001C3089">
        <w:rPr>
          <w:rFonts w:ascii="Times New Roman" w:hAnsi="Times New Roman"/>
          <w:b/>
          <w:sz w:val="24"/>
          <w:szCs w:val="24"/>
        </w:rPr>
        <w:t>doporučuje</w:t>
      </w:r>
    </w:p>
    <w:p w:rsidR="00F35F32" w:rsidRPr="00D978DA" w:rsidRDefault="00F35F32" w:rsidP="00F35F32">
      <w:pPr>
        <w:suppressAutoHyphens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A21E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sz w:val="24"/>
          <w:szCs w:val="24"/>
        </w:rPr>
        <w:tab/>
      </w:r>
      <w:r w:rsidR="00355B65">
        <w:rPr>
          <w:rFonts w:ascii="Times New Roman" w:hAnsi="Times New Roman"/>
          <w:b/>
          <w:sz w:val="24"/>
          <w:szCs w:val="24"/>
        </w:rPr>
        <w:t>doporučuje</w:t>
      </w:r>
      <w:r w:rsidR="00D978DA">
        <w:rPr>
          <w:rFonts w:ascii="Times New Roman" w:hAnsi="Times New Roman"/>
          <w:sz w:val="24"/>
          <w:szCs w:val="24"/>
        </w:rPr>
        <w:t>;</w:t>
      </w:r>
    </w:p>
    <w:p w:rsidR="00F35F32" w:rsidRPr="00C03BB5" w:rsidRDefault="00F35F32" w:rsidP="00F35F32">
      <w:pPr>
        <w:pStyle w:val="Odstavecseseznamem"/>
        <w:numPr>
          <w:ilvl w:val="0"/>
          <w:numId w:val="2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D80EBB">
        <w:rPr>
          <w:rFonts w:ascii="Times New Roman" w:hAnsi="Times New Roman"/>
          <w:sz w:val="24"/>
          <w:szCs w:val="24"/>
        </w:rPr>
        <w:t>ku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</w:t>
      </w:r>
      <w:r w:rsidR="00D80EBB">
        <w:rPr>
          <w:rFonts w:ascii="Times New Roman" w:hAnsi="Times New Roman"/>
          <w:sz w:val="24"/>
          <w:szCs w:val="24"/>
          <w:lang w:eastAsia="cs-CZ"/>
        </w:rPr>
        <w:t>a</w:t>
      </w:r>
      <w:r w:rsidRPr="00C03BB5"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35F32" w:rsidRDefault="00F35F32" w:rsidP="00F35F32">
      <w:pPr>
        <w:pStyle w:val="Odstavecseseznamem"/>
        <w:numPr>
          <w:ilvl w:val="0"/>
          <w:numId w:val="3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lastRenderedPageBreak/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D80EBB">
        <w:rPr>
          <w:rFonts w:ascii="Times New Roman" w:hAnsi="Times New Roman"/>
          <w:sz w:val="24"/>
          <w:szCs w:val="24"/>
          <w:lang w:eastAsia="cs-CZ"/>
        </w:rPr>
        <w:t>ku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</w:t>
      </w:r>
      <w:r w:rsidR="00D80EBB">
        <w:rPr>
          <w:rFonts w:ascii="Times New Roman" w:hAnsi="Times New Roman"/>
          <w:sz w:val="24"/>
          <w:szCs w:val="24"/>
          <w:lang w:eastAsia="cs-CZ"/>
        </w:rPr>
        <w:t>a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stanoviska výboru;</w:t>
      </w:r>
    </w:p>
    <w:p w:rsidR="00F35F32" w:rsidRDefault="00F35F32" w:rsidP="00F35F32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3F1C04" w:rsidRPr="00524661" w:rsidRDefault="00403DE0" w:rsidP="00D978DA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 w:rsidR="003F1C04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3F1C04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F1C04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F1C04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F1C04">
        <w:rPr>
          <w:rFonts w:ascii="Times New Roman" w:hAnsi="Times New Roman"/>
          <w:sz w:val="24"/>
          <w:szCs w:val="24"/>
          <w:lang w:eastAsia="cs-CZ"/>
        </w:rPr>
        <w:t>Zuzana OŽANOVÁ v. r.</w:t>
      </w:r>
    </w:p>
    <w:p w:rsidR="003F1C04" w:rsidRPr="00524661" w:rsidRDefault="003F1C04" w:rsidP="003F1C04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3F1C04" w:rsidRPr="00524661" w:rsidRDefault="003F1C04" w:rsidP="00D978DA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3F1C04" w:rsidRPr="00524661" w:rsidRDefault="003F1C04" w:rsidP="003F1C04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F35F32" w:rsidRPr="009E6EDA" w:rsidRDefault="00F35F32" w:rsidP="003F1C04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ind w:left="360"/>
      </w:pPr>
    </w:p>
    <w:sectPr w:rsidR="00F35F32" w:rsidRPr="009E6EDA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F3689"/>
    <w:multiLevelType w:val="hybridMultilevel"/>
    <w:tmpl w:val="48F66566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5"/>
  </w:num>
  <w:num w:numId="14">
    <w:abstractNumId w:val="27"/>
  </w:num>
  <w:num w:numId="15">
    <w:abstractNumId w:val="13"/>
  </w:num>
  <w:num w:numId="16">
    <w:abstractNumId w:val="23"/>
  </w:num>
  <w:num w:numId="17">
    <w:abstractNumId w:val="19"/>
  </w:num>
  <w:num w:numId="18">
    <w:abstractNumId w:val="22"/>
  </w:num>
  <w:num w:numId="19">
    <w:abstractNumId w:val="17"/>
  </w:num>
  <w:num w:numId="20">
    <w:abstractNumId w:val="24"/>
  </w:num>
  <w:num w:numId="21">
    <w:abstractNumId w:val="30"/>
  </w:num>
  <w:num w:numId="22">
    <w:abstractNumId w:val="18"/>
  </w:num>
  <w:num w:numId="23">
    <w:abstractNumId w:val="10"/>
  </w:num>
  <w:num w:numId="24">
    <w:abstractNumId w:val="11"/>
  </w:num>
  <w:num w:numId="25">
    <w:abstractNumId w:val="29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1"/>
  </w:num>
  <w:num w:numId="30">
    <w:abstractNumId w:val="26"/>
  </w:num>
  <w:num w:numId="31">
    <w:abstractNumId w:val="2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1D480E"/>
    <w:rsid w:val="001D6D68"/>
    <w:rsid w:val="00216D4E"/>
    <w:rsid w:val="002214A3"/>
    <w:rsid w:val="002C5CAA"/>
    <w:rsid w:val="0031382F"/>
    <w:rsid w:val="00323B6C"/>
    <w:rsid w:val="00355B65"/>
    <w:rsid w:val="003613D8"/>
    <w:rsid w:val="003C1519"/>
    <w:rsid w:val="003E0A61"/>
    <w:rsid w:val="003E1216"/>
    <w:rsid w:val="003E3668"/>
    <w:rsid w:val="003E65E5"/>
    <w:rsid w:val="003F1C04"/>
    <w:rsid w:val="003F7969"/>
    <w:rsid w:val="00403DE0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12B44"/>
    <w:rsid w:val="00524661"/>
    <w:rsid w:val="005644BF"/>
    <w:rsid w:val="005A6FA8"/>
    <w:rsid w:val="00616FD9"/>
    <w:rsid w:val="006328C3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387D"/>
    <w:rsid w:val="00744C47"/>
    <w:rsid w:val="0077108E"/>
    <w:rsid w:val="007958F9"/>
    <w:rsid w:val="007B1C49"/>
    <w:rsid w:val="007B6DE0"/>
    <w:rsid w:val="007F2C7C"/>
    <w:rsid w:val="008043B8"/>
    <w:rsid w:val="00815047"/>
    <w:rsid w:val="00822FAC"/>
    <w:rsid w:val="0082381B"/>
    <w:rsid w:val="0083658A"/>
    <w:rsid w:val="00850610"/>
    <w:rsid w:val="00880A89"/>
    <w:rsid w:val="008A29E6"/>
    <w:rsid w:val="008D02DE"/>
    <w:rsid w:val="008E3EAF"/>
    <w:rsid w:val="008F76E1"/>
    <w:rsid w:val="00920BD2"/>
    <w:rsid w:val="00940C0E"/>
    <w:rsid w:val="009543BC"/>
    <w:rsid w:val="009649C6"/>
    <w:rsid w:val="00993ADE"/>
    <w:rsid w:val="009B1BD7"/>
    <w:rsid w:val="009C00F0"/>
    <w:rsid w:val="009D3FBD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0EBB"/>
    <w:rsid w:val="00D87B3C"/>
    <w:rsid w:val="00D978DA"/>
    <w:rsid w:val="00E31117"/>
    <w:rsid w:val="00E31D3B"/>
    <w:rsid w:val="00E50212"/>
    <w:rsid w:val="00E67152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35F32"/>
    <w:rsid w:val="00F55AFD"/>
    <w:rsid w:val="00F6673C"/>
    <w:rsid w:val="00F67053"/>
    <w:rsid w:val="00FA2792"/>
    <w:rsid w:val="00FA4D43"/>
    <w:rsid w:val="00FA6DBC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C25F3-C2F2-4DCF-8EE7-229CBBFB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2019-02-01T10:54:00Z</cp:lastPrinted>
  <dcterms:created xsi:type="dcterms:W3CDTF">2019-12-11T15:12:00Z</dcterms:created>
  <dcterms:modified xsi:type="dcterms:W3CDTF">2019-12-11T15:12:00Z</dcterms:modified>
</cp:coreProperties>
</file>