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438E3">
        <w:t>9</w:t>
      </w:r>
    </w:p>
    <w:p w:rsidR="00DC29E4" w:rsidRDefault="00CA2311" w:rsidP="00377253">
      <w:pPr>
        <w:pStyle w:val="PS-hlavika1"/>
      </w:pPr>
      <w:r>
        <w:t>8</w:t>
      </w:r>
      <w:r w:rsidR="00DC29E4">
        <w:t>. volební období</w:t>
      </w:r>
    </w:p>
    <w:p w:rsidR="00DC29E4" w:rsidRDefault="00926656" w:rsidP="004533EE">
      <w:pPr>
        <w:pStyle w:val="PS-slousnesen"/>
      </w:pPr>
      <w:r>
        <w:t>145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DC29E4" w:rsidP="00377253">
      <w:pPr>
        <w:pStyle w:val="PS-hlavika1"/>
      </w:pPr>
      <w:r>
        <w:t xml:space="preserve">z </w:t>
      </w:r>
      <w:r w:rsidR="009438E3">
        <w:t>25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438E3">
        <w:t>12. prosince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440A92" w:rsidRDefault="004533EE" w:rsidP="00693332">
      <w:pPr>
        <w:spacing w:before="100" w:beforeAutospacing="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40A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 </w:t>
      </w:r>
      <w:r w:rsidR="009438E3">
        <w:rPr>
          <w:rFonts w:ascii="Times New Roman" w:hAnsi="Times New Roman"/>
          <w:spacing w:val="-4"/>
          <w:sz w:val="24"/>
        </w:rPr>
        <w:t>n</w:t>
      </w:r>
      <w:r w:rsidR="009438E3" w:rsidRPr="00563171">
        <w:rPr>
          <w:rFonts w:ascii="Times New Roman" w:hAnsi="Times New Roman"/>
          <w:spacing w:val="-4"/>
          <w:sz w:val="24"/>
        </w:rPr>
        <w:t>ávrh</w:t>
      </w:r>
      <w:r w:rsidR="009438E3">
        <w:rPr>
          <w:rFonts w:ascii="Times New Roman" w:hAnsi="Times New Roman"/>
          <w:spacing w:val="-4"/>
          <w:sz w:val="24"/>
        </w:rPr>
        <w:t>u</w:t>
      </w:r>
      <w:r w:rsidR="009438E3" w:rsidRPr="00563171">
        <w:rPr>
          <w:rFonts w:ascii="Times New Roman" w:hAnsi="Times New Roman"/>
          <w:spacing w:val="-4"/>
          <w:sz w:val="24"/>
        </w:rPr>
        <w:t xml:space="preserve"> poslanců Romana Kubíčka, Lukáše Černohorského, Ivany Nevludové, Vojtěcha Munzara, Vladimíra Koníčka a dalších na vydání zákona, kterým se mění zákon č. 166/1993 Sb., o Nejvyšším kontrolním úřadu</w:t>
      </w:r>
      <w:r w:rsidR="009438E3">
        <w:rPr>
          <w:rFonts w:ascii="Times New Roman" w:hAnsi="Times New Roman"/>
          <w:spacing w:val="-4"/>
          <w:sz w:val="24"/>
        </w:rPr>
        <w:t>, ve znění pozdějších předpisů /sněmovní tisk 236/</w:t>
      </w:r>
      <w:r w:rsidR="009438E3">
        <w:rPr>
          <w:rFonts w:ascii="Times New Roman" w:hAnsi="Times New Roman"/>
          <w:sz w:val="24"/>
          <w:szCs w:val="24"/>
        </w:rPr>
        <w:t xml:space="preserve"> –</w:t>
      </w:r>
      <w:r w:rsidR="00440A92" w:rsidRPr="00440A92">
        <w:rPr>
          <w:rFonts w:ascii="Times New Roman" w:hAnsi="Times New Roman"/>
          <w:sz w:val="24"/>
          <w:szCs w:val="24"/>
        </w:rPr>
        <w:t xml:space="preserve"> </w:t>
      </w:r>
      <w:r w:rsidR="00A033E2">
        <w:rPr>
          <w:rFonts w:ascii="Times New Roman" w:hAnsi="Times New Roman"/>
          <w:i/>
          <w:sz w:val="24"/>
          <w:szCs w:val="24"/>
        </w:rPr>
        <w:t>jednání garančního výboru</w:t>
      </w:r>
      <w:r w:rsidR="00EF5E49" w:rsidRPr="00440A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50084" w:rsidRDefault="00350084" w:rsidP="00566AC8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</w:t>
      </w:r>
      <w:r w:rsidR="004533EE">
        <w:rPr>
          <w:spacing w:val="-4"/>
        </w:rPr>
        <w:t>jako garanční výbor po projednání návrhu zákona po druhém čtení</w:t>
      </w:r>
    </w:p>
    <w:p w:rsidR="00D408D8" w:rsidRDefault="00D408D8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5B1916" w:rsidRDefault="005B1916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926656" w:rsidRPr="00350084" w:rsidRDefault="00926656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350084" w:rsidRPr="00EF5E49" w:rsidRDefault="004533EE" w:rsidP="00EF5E49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F5E49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 hlasovat ve třetím čtení o návrzích podaných k návrhu zákona (podle sněmovního tisku </w:t>
      </w:r>
      <w:r w:rsidR="009438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236/3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v následujícím pořadí:</w:t>
      </w:r>
    </w:p>
    <w:p w:rsidR="00EF5E49" w:rsidRPr="00EF5E49" w:rsidRDefault="00EF5E49" w:rsidP="00EF5E49">
      <w:pPr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D72CB" w:rsidRPr="00926656" w:rsidRDefault="008E1D63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B15AF">
        <w:rPr>
          <w:rFonts w:ascii="Times New Roman" w:hAnsi="Times New Roman"/>
          <w:sz w:val="24"/>
          <w:szCs w:val="24"/>
        </w:rPr>
        <w:t>Návrhy</w:t>
      </w:r>
      <w:r>
        <w:rPr>
          <w:rFonts w:ascii="Times New Roman" w:hAnsi="Times New Roman"/>
          <w:sz w:val="24"/>
          <w:szCs w:val="24"/>
        </w:rPr>
        <w:t xml:space="preserve"> legislativně </w:t>
      </w:r>
      <w:r w:rsidRPr="000B15AF">
        <w:rPr>
          <w:rFonts w:ascii="Times New Roman" w:hAnsi="Times New Roman"/>
          <w:sz w:val="24"/>
          <w:szCs w:val="24"/>
        </w:rPr>
        <w:t>technických úprav podle § 95 odst. 2 zákona o jednacím řádu Poslanecké sněmovny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15AF">
        <w:rPr>
          <w:rFonts w:ascii="Times New Roman" w:hAnsi="Times New Roman"/>
          <w:sz w:val="24"/>
          <w:szCs w:val="24"/>
        </w:rPr>
        <w:t>budou</w:t>
      </w:r>
      <w:r w:rsidRPr="000B15AF">
        <w:rPr>
          <w:rFonts w:ascii="Times New Roman" w:hAnsi="Times New Roman"/>
          <w:sz w:val="24"/>
          <w:szCs w:val="24"/>
        </w:rPr>
        <w:noBreakHyphen/>
        <w:t>li v rozp</w:t>
      </w:r>
      <w:r>
        <w:rPr>
          <w:rFonts w:ascii="Times New Roman" w:hAnsi="Times New Roman"/>
          <w:sz w:val="24"/>
          <w:szCs w:val="24"/>
        </w:rPr>
        <w:t>ravě ve třetím čtení předneseny</w:t>
      </w:r>
      <w:r w:rsidR="00FE4475">
        <w:rPr>
          <w:rFonts w:ascii="Times New Roman" w:hAnsi="Times New Roman"/>
          <w:sz w:val="24"/>
          <w:szCs w:val="24"/>
        </w:rPr>
        <w:t>,</w:t>
      </w:r>
    </w:p>
    <w:p w:rsidR="00926656" w:rsidRDefault="00926656" w:rsidP="00926656">
      <w:pPr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02036" w:rsidRPr="00926656" w:rsidRDefault="008E1D63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102036">
        <w:rPr>
          <w:rFonts w:ascii="Times New Roman" w:hAnsi="Times New Roman"/>
          <w:sz w:val="24"/>
          <w:szCs w:val="24"/>
        </w:rPr>
        <w:t>y obsažené</w:t>
      </w:r>
      <w:r w:rsidRPr="008E1D63">
        <w:rPr>
          <w:rFonts w:ascii="Times New Roman" w:hAnsi="Times New Roman"/>
          <w:sz w:val="24"/>
          <w:szCs w:val="24"/>
        </w:rPr>
        <w:t xml:space="preserve"> v usnesení garančního </w:t>
      </w:r>
      <w:r>
        <w:rPr>
          <w:rFonts w:ascii="Times New Roman" w:hAnsi="Times New Roman"/>
          <w:sz w:val="24"/>
          <w:szCs w:val="24"/>
        </w:rPr>
        <w:t>K</w:t>
      </w:r>
      <w:r w:rsidRPr="008E1D63">
        <w:rPr>
          <w:rFonts w:ascii="Times New Roman" w:hAnsi="Times New Roman"/>
          <w:sz w:val="24"/>
          <w:szCs w:val="24"/>
        </w:rPr>
        <w:t xml:space="preserve">ontrolního výboru č. 139 z 24. schůze </w:t>
      </w:r>
      <w:r>
        <w:rPr>
          <w:rFonts w:ascii="Times New Roman" w:hAnsi="Times New Roman"/>
          <w:sz w:val="24"/>
          <w:szCs w:val="24"/>
        </w:rPr>
        <w:t xml:space="preserve">konané dne </w:t>
      </w:r>
      <w:r w:rsidRPr="008E1D63">
        <w:rPr>
          <w:rFonts w:ascii="Times New Roman" w:hAnsi="Times New Roman"/>
          <w:sz w:val="24"/>
          <w:szCs w:val="24"/>
        </w:rPr>
        <w:t>14. listopadu 2019 (</w:t>
      </w:r>
      <w:r w:rsidR="00307A65">
        <w:rPr>
          <w:rFonts w:ascii="Times New Roman" w:hAnsi="Times New Roman"/>
          <w:sz w:val="24"/>
          <w:szCs w:val="24"/>
        </w:rPr>
        <w:t xml:space="preserve">sněmovní </w:t>
      </w:r>
      <w:r w:rsidRPr="008E1D63">
        <w:rPr>
          <w:rFonts w:ascii="Times New Roman" w:hAnsi="Times New Roman"/>
          <w:sz w:val="24"/>
          <w:szCs w:val="24"/>
        </w:rPr>
        <w:t>tisk 236/2)</w:t>
      </w:r>
      <w:r w:rsidR="00102036">
        <w:rPr>
          <w:rFonts w:ascii="Times New Roman" w:hAnsi="Times New Roman"/>
          <w:sz w:val="24"/>
          <w:szCs w:val="24"/>
        </w:rPr>
        <w:t>,</w:t>
      </w:r>
    </w:p>
    <w:p w:rsidR="00926656" w:rsidRPr="00102036" w:rsidRDefault="00926656" w:rsidP="00926656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F6F47" w:rsidRPr="008E1D63" w:rsidRDefault="00102036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Hlasovat o návrhu zákona jako celku</w:t>
      </w:r>
      <w:r w:rsidR="005B1916">
        <w:rPr>
          <w:rFonts w:ascii="Times New Roman" w:hAnsi="Times New Roman"/>
          <w:sz w:val="24"/>
          <w:szCs w:val="24"/>
        </w:rPr>
        <w:t>;</w:t>
      </w:r>
    </w:p>
    <w:p w:rsidR="00D408D8" w:rsidRDefault="00D408D8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26656" w:rsidRDefault="00926656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307A65" w:rsidRPr="00EF5E49" w:rsidRDefault="00307A65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C54FDD" w:rsidRPr="00FF0A95" w:rsidRDefault="004533EE" w:rsidP="00FF0A95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zaujímá</w:t>
      </w:r>
      <w:r w:rsidR="00C54FDD"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5B19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 stanovisko</w:t>
      </w:r>
      <w:r w:rsidR="00102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</w:t>
      </w:r>
      <w:r w:rsidR="005B19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předloženému návrhu</w:t>
      </w:r>
      <w:r w:rsidRPr="00FF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FF0A95" w:rsidRPr="00FF0A95" w:rsidRDefault="00FF0A95" w:rsidP="00FF0A95">
      <w:pPr>
        <w:ind w:left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C7D13" w:rsidRDefault="005B1916" w:rsidP="00F167DA">
      <w:pPr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102036">
        <w:rPr>
          <w:rFonts w:ascii="Times New Roman" w:hAnsi="Times New Roman"/>
          <w:sz w:val="24"/>
          <w:szCs w:val="24"/>
        </w:rPr>
        <w:t>y obsažené</w:t>
      </w:r>
      <w:r w:rsidRPr="008E1D63">
        <w:rPr>
          <w:rFonts w:ascii="Times New Roman" w:hAnsi="Times New Roman"/>
          <w:sz w:val="24"/>
          <w:szCs w:val="24"/>
        </w:rPr>
        <w:t xml:space="preserve"> v</w:t>
      </w:r>
      <w:r w:rsidR="00102036">
        <w:rPr>
          <w:rFonts w:ascii="Times New Roman" w:hAnsi="Times New Roman"/>
          <w:sz w:val="24"/>
          <w:szCs w:val="24"/>
        </w:rPr>
        <w:t xml:space="preserve"> </w:t>
      </w:r>
      <w:r w:rsidRPr="008E1D63">
        <w:rPr>
          <w:rFonts w:ascii="Times New Roman" w:hAnsi="Times New Roman"/>
          <w:sz w:val="24"/>
          <w:szCs w:val="24"/>
        </w:rPr>
        <w:t xml:space="preserve">usnesení garančního </w:t>
      </w:r>
      <w:r>
        <w:rPr>
          <w:rFonts w:ascii="Times New Roman" w:hAnsi="Times New Roman"/>
          <w:sz w:val="24"/>
          <w:szCs w:val="24"/>
        </w:rPr>
        <w:t>K</w:t>
      </w:r>
      <w:r w:rsidR="00F167DA">
        <w:rPr>
          <w:rFonts w:ascii="Times New Roman" w:hAnsi="Times New Roman"/>
          <w:sz w:val="24"/>
          <w:szCs w:val="24"/>
        </w:rPr>
        <w:t>ontrolního výboru č. 139 z 24. </w:t>
      </w:r>
      <w:r w:rsidRPr="008E1D63">
        <w:rPr>
          <w:rFonts w:ascii="Times New Roman" w:hAnsi="Times New Roman"/>
          <w:sz w:val="24"/>
          <w:szCs w:val="24"/>
        </w:rPr>
        <w:t xml:space="preserve">schůze </w:t>
      </w:r>
      <w:r>
        <w:rPr>
          <w:rFonts w:ascii="Times New Roman" w:hAnsi="Times New Roman"/>
          <w:sz w:val="24"/>
          <w:szCs w:val="24"/>
        </w:rPr>
        <w:t xml:space="preserve">konané dne </w:t>
      </w:r>
      <w:r w:rsidRPr="008E1D63">
        <w:rPr>
          <w:rFonts w:ascii="Times New Roman" w:hAnsi="Times New Roman"/>
          <w:sz w:val="24"/>
          <w:szCs w:val="24"/>
        </w:rPr>
        <w:t>14. listopadu 2019 (</w:t>
      </w:r>
      <w:r w:rsidR="00BB6221">
        <w:rPr>
          <w:rFonts w:ascii="Times New Roman" w:hAnsi="Times New Roman"/>
          <w:sz w:val="24"/>
          <w:szCs w:val="24"/>
        </w:rPr>
        <w:t xml:space="preserve">sněmovní </w:t>
      </w:r>
      <w:r w:rsidRPr="008E1D63">
        <w:rPr>
          <w:rFonts w:ascii="Times New Roman" w:hAnsi="Times New Roman"/>
          <w:sz w:val="24"/>
          <w:szCs w:val="24"/>
        </w:rPr>
        <w:t>tisk 236/2)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9D6321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>;</w:t>
      </w:r>
    </w:p>
    <w:p w:rsidR="00997927" w:rsidRDefault="0099792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26656" w:rsidRDefault="00926656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5B1916" w:rsidRDefault="005B1916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533EE" w:rsidRDefault="004533EE" w:rsidP="004533EE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 w:rsidR="005B1916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ve spolupráci s navrhovatelem a legislativním odborem Kanceláře Poslanecké sněmovny popřípadě navrhl nezbytné úpravy podle § 95 odst. 2 zákona o jednacím řádu Poslanecké sněmovny;</w:t>
      </w:r>
    </w:p>
    <w:p w:rsidR="00D408D8" w:rsidRDefault="00D408D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307A65" w:rsidRDefault="00307A65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533EE" w:rsidRDefault="004533EE" w:rsidP="004533EE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lastRenderedPageBreak/>
        <w:t>IV.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65B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schůzi Poslanecké sněmovny </w:t>
      </w:r>
      <w:r w:rsidR="009B2B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třetím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čtení n</w:t>
      </w:r>
      <w:r w:rsidR="00FE44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ávrhu zákona přednesl stanovisko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boru;</w:t>
      </w:r>
    </w:p>
    <w:p w:rsidR="005B1916" w:rsidRDefault="005B1916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307A65" w:rsidRDefault="00307A65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8113A1" w:rsidRDefault="008113A1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bookmarkStart w:id="0" w:name="_GoBack"/>
      <w:bookmarkEnd w:id="0"/>
    </w:p>
    <w:p w:rsidR="00B715B6" w:rsidRDefault="004533EE" w:rsidP="00615819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="00350084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350084"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aby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 toto usnesení předsedovi Poslanecké sněmovny.</w:t>
      </w: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26656" w:rsidRDefault="00926656" w:rsidP="00615819">
      <w:pPr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926656" w:rsidTr="009E5797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>
              <w:rPr>
                <w:rFonts w:ascii="Times New Roman" w:hAnsi="Times New Roman"/>
                <w:sz w:val="24"/>
              </w:rPr>
              <w:t xml:space="preserve"> 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Martin KUPKA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v. r. </w:t>
            </w:r>
          </w:p>
        </w:tc>
      </w:tr>
      <w:tr w:rsidR="00926656" w:rsidTr="009E5797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zpravodaj</w:t>
            </w:r>
          </w:p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926656" w:rsidTr="009E5797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56" w:rsidTr="009E5797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 v. r.</w:t>
            </w:r>
          </w:p>
        </w:tc>
      </w:tr>
      <w:tr w:rsidR="00926656" w:rsidTr="009E5797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</w:p>
          <w:p w:rsidR="00926656" w:rsidRDefault="00926656" w:rsidP="009E579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926656" w:rsidRPr="00615819" w:rsidRDefault="00926656" w:rsidP="00615819">
      <w:pPr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</w:pPr>
    </w:p>
    <w:sectPr w:rsidR="00926656" w:rsidRPr="00615819" w:rsidSect="00307A65">
      <w:pgSz w:w="11906" w:h="16838"/>
      <w:pgMar w:top="1276" w:right="1418" w:bottom="1134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F8" w:rsidRDefault="00D621F8" w:rsidP="00D621F8">
      <w:r>
        <w:separator/>
      </w:r>
    </w:p>
  </w:endnote>
  <w:endnote w:type="continuationSeparator" w:id="0">
    <w:p w:rsidR="00D621F8" w:rsidRDefault="00D621F8" w:rsidP="00D6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F8" w:rsidRDefault="00D621F8" w:rsidP="00D621F8">
      <w:r>
        <w:separator/>
      </w:r>
    </w:p>
  </w:footnote>
  <w:footnote w:type="continuationSeparator" w:id="0">
    <w:p w:rsidR="00D621F8" w:rsidRDefault="00D621F8" w:rsidP="00D6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4A755A7"/>
    <w:multiLevelType w:val="hybridMultilevel"/>
    <w:tmpl w:val="68BA0B9A"/>
    <w:lvl w:ilvl="0" w:tplc="EE804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120C1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</w:lvl>
    <w:lvl w:ilvl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442"/>
        </w:tabs>
        <w:ind w:left="244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162"/>
        </w:tabs>
        <w:ind w:left="31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02"/>
        </w:tabs>
        <w:ind w:left="460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22"/>
        </w:tabs>
        <w:ind w:left="53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0817"/>
    <w:rsid w:val="000476E4"/>
    <w:rsid w:val="00047BAD"/>
    <w:rsid w:val="000510D3"/>
    <w:rsid w:val="000C2EDF"/>
    <w:rsid w:val="000C5278"/>
    <w:rsid w:val="000D11E4"/>
    <w:rsid w:val="000D2C1E"/>
    <w:rsid w:val="000D6921"/>
    <w:rsid w:val="000E730C"/>
    <w:rsid w:val="00102036"/>
    <w:rsid w:val="00103C04"/>
    <w:rsid w:val="001051F4"/>
    <w:rsid w:val="00106842"/>
    <w:rsid w:val="00127A99"/>
    <w:rsid w:val="00147340"/>
    <w:rsid w:val="00147C40"/>
    <w:rsid w:val="00196DA1"/>
    <w:rsid w:val="001B45F3"/>
    <w:rsid w:val="001C25DB"/>
    <w:rsid w:val="001D0461"/>
    <w:rsid w:val="001E1C91"/>
    <w:rsid w:val="00211291"/>
    <w:rsid w:val="00230024"/>
    <w:rsid w:val="002300CA"/>
    <w:rsid w:val="002352CF"/>
    <w:rsid w:val="00254049"/>
    <w:rsid w:val="00265CCD"/>
    <w:rsid w:val="00272E1B"/>
    <w:rsid w:val="00282FDB"/>
    <w:rsid w:val="002A2F32"/>
    <w:rsid w:val="002A4534"/>
    <w:rsid w:val="002B0FB6"/>
    <w:rsid w:val="002B60B3"/>
    <w:rsid w:val="002C6BED"/>
    <w:rsid w:val="002C7679"/>
    <w:rsid w:val="002C7D13"/>
    <w:rsid w:val="002D72CB"/>
    <w:rsid w:val="002F0090"/>
    <w:rsid w:val="00307A65"/>
    <w:rsid w:val="00314923"/>
    <w:rsid w:val="00322E8C"/>
    <w:rsid w:val="00350084"/>
    <w:rsid w:val="00356011"/>
    <w:rsid w:val="00364D3B"/>
    <w:rsid w:val="00366D8C"/>
    <w:rsid w:val="00377253"/>
    <w:rsid w:val="003B115F"/>
    <w:rsid w:val="003B1EBB"/>
    <w:rsid w:val="003D2033"/>
    <w:rsid w:val="003D4506"/>
    <w:rsid w:val="00440A92"/>
    <w:rsid w:val="004533EE"/>
    <w:rsid w:val="00461F3D"/>
    <w:rsid w:val="0046672F"/>
    <w:rsid w:val="00484011"/>
    <w:rsid w:val="00490638"/>
    <w:rsid w:val="004A6ABA"/>
    <w:rsid w:val="004C35DE"/>
    <w:rsid w:val="004D1C7F"/>
    <w:rsid w:val="004E276E"/>
    <w:rsid w:val="004E311E"/>
    <w:rsid w:val="004E4AB2"/>
    <w:rsid w:val="005054D0"/>
    <w:rsid w:val="005227BF"/>
    <w:rsid w:val="00527F88"/>
    <w:rsid w:val="00565B86"/>
    <w:rsid w:val="00566A4C"/>
    <w:rsid w:val="00566AC8"/>
    <w:rsid w:val="00570A6D"/>
    <w:rsid w:val="00584F5A"/>
    <w:rsid w:val="0059135F"/>
    <w:rsid w:val="005B1916"/>
    <w:rsid w:val="005C30D7"/>
    <w:rsid w:val="005E094C"/>
    <w:rsid w:val="005F6CAE"/>
    <w:rsid w:val="00615819"/>
    <w:rsid w:val="00620764"/>
    <w:rsid w:val="0068181B"/>
    <w:rsid w:val="006909FB"/>
    <w:rsid w:val="00693332"/>
    <w:rsid w:val="006A44AD"/>
    <w:rsid w:val="006B6236"/>
    <w:rsid w:val="00711D8A"/>
    <w:rsid w:val="007607C5"/>
    <w:rsid w:val="007711AE"/>
    <w:rsid w:val="007C62DA"/>
    <w:rsid w:val="007D5767"/>
    <w:rsid w:val="007D5EE1"/>
    <w:rsid w:val="007E1D0B"/>
    <w:rsid w:val="007E3039"/>
    <w:rsid w:val="008113A1"/>
    <w:rsid w:val="00812496"/>
    <w:rsid w:val="00830BFE"/>
    <w:rsid w:val="0088634F"/>
    <w:rsid w:val="00893C29"/>
    <w:rsid w:val="008C09B5"/>
    <w:rsid w:val="008D7B53"/>
    <w:rsid w:val="008E1D63"/>
    <w:rsid w:val="008F7E63"/>
    <w:rsid w:val="00903269"/>
    <w:rsid w:val="00926656"/>
    <w:rsid w:val="009438E3"/>
    <w:rsid w:val="00997927"/>
    <w:rsid w:val="009A3A01"/>
    <w:rsid w:val="009B2B06"/>
    <w:rsid w:val="009B672A"/>
    <w:rsid w:val="009D0F98"/>
    <w:rsid w:val="009D168D"/>
    <w:rsid w:val="009D6321"/>
    <w:rsid w:val="009F1019"/>
    <w:rsid w:val="00A005A2"/>
    <w:rsid w:val="00A033E2"/>
    <w:rsid w:val="00A130DA"/>
    <w:rsid w:val="00A30805"/>
    <w:rsid w:val="00A46CDA"/>
    <w:rsid w:val="00A52294"/>
    <w:rsid w:val="00AA0D27"/>
    <w:rsid w:val="00AB0EEF"/>
    <w:rsid w:val="00AB6A9D"/>
    <w:rsid w:val="00B13892"/>
    <w:rsid w:val="00B1787C"/>
    <w:rsid w:val="00B53E8D"/>
    <w:rsid w:val="00B715B6"/>
    <w:rsid w:val="00B7368D"/>
    <w:rsid w:val="00B94E03"/>
    <w:rsid w:val="00BB4110"/>
    <w:rsid w:val="00BB6221"/>
    <w:rsid w:val="00BC7C6E"/>
    <w:rsid w:val="00BD6186"/>
    <w:rsid w:val="00BE4B8A"/>
    <w:rsid w:val="00C060EC"/>
    <w:rsid w:val="00C4393A"/>
    <w:rsid w:val="00C54FDD"/>
    <w:rsid w:val="00C56014"/>
    <w:rsid w:val="00C74B2C"/>
    <w:rsid w:val="00C84F71"/>
    <w:rsid w:val="00C92A75"/>
    <w:rsid w:val="00CA2311"/>
    <w:rsid w:val="00CB15BE"/>
    <w:rsid w:val="00CD2378"/>
    <w:rsid w:val="00CF3C9A"/>
    <w:rsid w:val="00D028D9"/>
    <w:rsid w:val="00D2298C"/>
    <w:rsid w:val="00D23C47"/>
    <w:rsid w:val="00D35EC2"/>
    <w:rsid w:val="00D408D8"/>
    <w:rsid w:val="00D621F8"/>
    <w:rsid w:val="00D64781"/>
    <w:rsid w:val="00D76FB3"/>
    <w:rsid w:val="00DB6F85"/>
    <w:rsid w:val="00DC29E4"/>
    <w:rsid w:val="00DD23C9"/>
    <w:rsid w:val="00DE3EA5"/>
    <w:rsid w:val="00DE4AA1"/>
    <w:rsid w:val="00E063CF"/>
    <w:rsid w:val="00E415A2"/>
    <w:rsid w:val="00E720C3"/>
    <w:rsid w:val="00E9220C"/>
    <w:rsid w:val="00EA4238"/>
    <w:rsid w:val="00EC3137"/>
    <w:rsid w:val="00ED15A8"/>
    <w:rsid w:val="00EF3B15"/>
    <w:rsid w:val="00EF5E49"/>
    <w:rsid w:val="00EF679B"/>
    <w:rsid w:val="00EF6F47"/>
    <w:rsid w:val="00F167DA"/>
    <w:rsid w:val="00F304F6"/>
    <w:rsid w:val="00F5307D"/>
    <w:rsid w:val="00FB7D30"/>
    <w:rsid w:val="00FC614F"/>
    <w:rsid w:val="00FE4475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EF17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1F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1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1A8D3-7DE6-4A33-BE56-8E45B367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74</TotalTime>
  <Pages>2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23</cp:revision>
  <cp:lastPrinted>2019-12-12T07:53:00Z</cp:lastPrinted>
  <dcterms:created xsi:type="dcterms:W3CDTF">2019-12-10T11:03:00Z</dcterms:created>
  <dcterms:modified xsi:type="dcterms:W3CDTF">2019-12-12T07:54:00Z</dcterms:modified>
</cp:coreProperties>
</file>