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476CF3" w:rsidRDefault="00476CF3" w:rsidP="00A92050">
      <w:pPr>
        <w:jc w:val="center"/>
        <w:rPr>
          <w:b/>
        </w:rPr>
      </w:pPr>
    </w:p>
    <w:p w:rsidR="00A92050" w:rsidRPr="00476CF3" w:rsidRDefault="00A92050" w:rsidP="00A92050">
      <w:pPr>
        <w:jc w:val="center"/>
        <w:rPr>
          <w:b/>
        </w:rPr>
      </w:pPr>
      <w:r w:rsidRPr="00476CF3">
        <w:rPr>
          <w:b/>
        </w:rPr>
        <w:t xml:space="preserve"> </w:t>
      </w:r>
      <w:r w:rsidR="00476CF3" w:rsidRPr="00476CF3">
        <w:rPr>
          <w:b/>
        </w:rPr>
        <w:t>k ná</w:t>
      </w:r>
      <w:r w:rsidR="00476CF3" w:rsidRPr="00476CF3">
        <w:rPr>
          <w:b/>
          <w:spacing w:val="-2"/>
        </w:rPr>
        <w:t>vrhu poslanců Ondřeje Veselého, Jana Chvojky, Jaroslava Foldyny, Romana Onderky a dalších na vydání zákona, kterým se mění zákon č. 56/2001 Sb., o podmínkách provozu vozidel na pozemních komunikacích a o změně zákona č. 168/1999 Sb., o pojištění</w:t>
      </w:r>
      <w:r w:rsidR="00476CF3">
        <w:rPr>
          <w:b/>
          <w:spacing w:val="-2"/>
        </w:rPr>
        <w:t> </w:t>
      </w:r>
      <w:r w:rsidR="00476CF3" w:rsidRPr="00476CF3">
        <w:rPr>
          <w:b/>
          <w:spacing w:val="-2"/>
        </w:rPr>
        <w:t>odpovědnosti za škodu způsobenou provozem vozidla a o změně některých souvisejících zákonů (zákon o pojištění odpovědnosti z provozu vozidla), ve znění zákona č. 307/1999 Sb.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476CF3">
        <w:rPr>
          <w:b/>
        </w:rPr>
        <w:t>278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Pozměňovací návrhy obsažené v usnesení garančního</w:t>
      </w:r>
      <w:r w:rsidR="00476CF3">
        <w:t xml:space="preserve"> hospodářského</w:t>
      </w:r>
      <w:r>
        <w:t xml:space="preserve"> výboru č. </w:t>
      </w:r>
      <w:r w:rsidR="00476CF3">
        <w:t>162</w:t>
      </w:r>
      <w:r w:rsidR="00AF24B6">
        <w:t xml:space="preserve"> z</w:t>
      </w:r>
      <w:r>
        <w:t xml:space="preserve"> </w:t>
      </w:r>
      <w:r w:rsidR="00476CF3">
        <w:t>26</w:t>
      </w:r>
      <w:r>
        <w:t xml:space="preserve">. schůze konané dne </w:t>
      </w:r>
      <w:r w:rsidR="00476CF3">
        <w:t xml:space="preserve">3. dubna 2019 </w:t>
      </w:r>
      <w:r>
        <w:t xml:space="preserve">(tisk </w:t>
      </w:r>
      <w:r w:rsidR="00476CF3">
        <w:t>278</w:t>
      </w:r>
      <w:r>
        <w:t>/</w:t>
      </w:r>
      <w:r w:rsidR="00476CF3">
        <w:t>3</w:t>
      </w:r>
      <w:r>
        <w:t>)</w:t>
      </w:r>
    </w:p>
    <w:p w:rsidR="00A92050" w:rsidRPr="00A92050" w:rsidRDefault="00A92050" w:rsidP="00A92050"/>
    <w:p w:rsidR="00476CF3" w:rsidRPr="00A90519" w:rsidRDefault="00476CF3" w:rsidP="00476CF3">
      <w:pPr>
        <w:autoSpaceDE w:val="0"/>
        <w:autoSpaceDN w:val="0"/>
        <w:adjustRightInd w:val="0"/>
        <w:spacing w:after="120"/>
        <w:ind w:left="709"/>
      </w:pPr>
      <w:r w:rsidRPr="00A90519">
        <w:t>V čl. I bod 1 zní:</w:t>
      </w:r>
    </w:p>
    <w:p w:rsidR="00476CF3" w:rsidRPr="00A90519" w:rsidRDefault="00476CF3" w:rsidP="00476CF3">
      <w:pPr>
        <w:autoSpaceDE w:val="0"/>
        <w:autoSpaceDN w:val="0"/>
        <w:adjustRightInd w:val="0"/>
        <w:spacing w:after="120"/>
        <w:ind w:left="709"/>
      </w:pPr>
      <w:r w:rsidRPr="00A90519">
        <w:t xml:space="preserve">„1. V § 3 odst. 3 písm. </w:t>
      </w:r>
      <w:r>
        <w:t>e</w:t>
      </w:r>
      <w:r w:rsidRPr="00A90519">
        <w:t>) se číslovka 6 nahrazuje číslovkou 15 a za slova „jeden metr“ se doplňují slova „a čtyřicet centimetrů“.“.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476CF3">
      <w:pPr>
        <w:jc w:val="center"/>
      </w:pPr>
      <w:r w:rsidRPr="00A92050">
        <w:rPr>
          <w:b/>
          <w:sz w:val="28"/>
          <w:szCs w:val="28"/>
        </w:rPr>
        <w:t>Pozměňovací návrhy přednesené ve druhém čtení dne</w:t>
      </w:r>
      <w:r w:rsidR="000C55C5">
        <w:rPr>
          <w:b/>
          <w:sz w:val="28"/>
          <w:szCs w:val="28"/>
        </w:rPr>
        <w:t>29</w:t>
      </w:r>
      <w:r w:rsidRPr="00A92050">
        <w:rPr>
          <w:b/>
          <w:sz w:val="28"/>
          <w:szCs w:val="28"/>
        </w:rPr>
        <w:t xml:space="preserve">. </w:t>
      </w:r>
      <w:r w:rsidR="00476CF3">
        <w:rPr>
          <w:b/>
          <w:sz w:val="28"/>
          <w:szCs w:val="28"/>
        </w:rPr>
        <w:t>listopadu 2019</w:t>
      </w:r>
    </w:p>
    <w:p w:rsidR="00A92050" w:rsidRPr="00A92050" w:rsidRDefault="00A92050" w:rsidP="00A92050"/>
    <w:p w:rsidR="00A92050" w:rsidRDefault="00A92050" w:rsidP="0013698E">
      <w:pPr>
        <w:pStyle w:val="Oznaenpozmn"/>
        <w:tabs>
          <w:tab w:val="clear" w:pos="425"/>
        </w:tabs>
        <w:spacing w:after="0"/>
        <w:ind w:left="567" w:hanging="567"/>
      </w:pPr>
      <w:r>
        <w:t>Poslanec</w:t>
      </w:r>
      <w:r w:rsidR="0013698E">
        <w:t xml:space="preserve"> Veselý Ondřej</w:t>
      </w:r>
    </w:p>
    <w:p w:rsidR="00A92050" w:rsidRDefault="0013698E" w:rsidP="00A92050">
      <w:pPr>
        <w:rPr>
          <w:i/>
        </w:rPr>
      </w:pPr>
      <w:r w:rsidRPr="0013698E">
        <w:rPr>
          <w:i/>
        </w:rPr>
        <w:t>(SD 2174)</w:t>
      </w:r>
    </w:p>
    <w:p w:rsidR="0013698E" w:rsidRPr="0013698E" w:rsidRDefault="0013698E" w:rsidP="00A92050"/>
    <w:p w:rsidR="0013698E" w:rsidRDefault="0013698E" w:rsidP="0013698E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1. V </w:t>
      </w:r>
      <w:r w:rsidRPr="00D815EA">
        <w:rPr>
          <w:b/>
        </w:rPr>
        <w:t>Část</w:t>
      </w:r>
      <w:r>
        <w:rPr>
          <w:b/>
        </w:rPr>
        <w:t>i</w:t>
      </w:r>
      <w:r w:rsidRPr="00D815EA">
        <w:rPr>
          <w:b/>
        </w:rPr>
        <w:t xml:space="preserve"> </w:t>
      </w:r>
      <w:r>
        <w:rPr>
          <w:b/>
        </w:rPr>
        <w:t>prvé</w:t>
      </w:r>
      <w:r w:rsidRPr="00D815EA">
        <w:rPr>
          <w:b/>
        </w:rPr>
        <w:t xml:space="preserve">, </w:t>
      </w:r>
      <w:r>
        <w:rPr>
          <w:b/>
        </w:rPr>
        <w:t>hlava I,</w:t>
      </w:r>
      <w:r w:rsidRPr="00D815EA">
        <w:rPr>
          <w:b/>
        </w:rPr>
        <w:t xml:space="preserve"> </w:t>
      </w:r>
      <w:r>
        <w:rPr>
          <w:b/>
        </w:rPr>
        <w:t>se:</w:t>
      </w:r>
    </w:p>
    <w:p w:rsidR="0013698E" w:rsidRPr="00D815EA" w:rsidRDefault="0013698E" w:rsidP="0013698E">
      <w:pPr>
        <w:autoSpaceDE w:val="0"/>
        <w:autoSpaceDN w:val="0"/>
        <w:adjustRightInd w:val="0"/>
        <w:ind w:firstLine="708"/>
        <w:rPr>
          <w:b/>
        </w:rPr>
      </w:pPr>
    </w:p>
    <w:p w:rsidR="0013698E" w:rsidRPr="00DA285B" w:rsidRDefault="0013698E" w:rsidP="0013698E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1. Navrhovaná úprava </w:t>
      </w:r>
      <w:r w:rsidRPr="00DD6145">
        <w:rPr>
          <w:b/>
        </w:rPr>
        <w:t>§ 3 odst. 3 písm. e)</w:t>
      </w:r>
      <w:r>
        <w:rPr>
          <w:b/>
        </w:rPr>
        <w:t xml:space="preserve"> se doplňuje tak, že za slova „jeden metr“ se doplňují slova „a čtyřicet centimetrů“.</w:t>
      </w:r>
      <w:r w:rsidRPr="00DA285B">
        <w:rPr>
          <w:b/>
        </w:rPr>
        <w:t xml:space="preserve"> 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0C55C5">
        <w:t xml:space="preserve"> </w:t>
      </w:r>
      <w:r w:rsidR="00F11991">
        <w:t xml:space="preserve"> 29.</w:t>
      </w:r>
      <w:r w:rsidR="000C55C5">
        <w:t xml:space="preserve"> listopadu 2019</w:t>
      </w:r>
    </w:p>
    <w:p w:rsidR="00A92050" w:rsidRPr="00A92050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0C55C5" w:rsidRPr="000C55C5" w:rsidRDefault="000C55C5" w:rsidP="00A92050">
      <w:pPr>
        <w:jc w:val="center"/>
        <w:rPr>
          <w:b/>
        </w:rPr>
      </w:pPr>
      <w:r w:rsidRPr="000C55C5">
        <w:rPr>
          <w:b/>
        </w:rPr>
        <w:t>Ing. Zuzana</w:t>
      </w:r>
      <w:bookmarkStart w:id="0" w:name="_GoBack"/>
      <w:bookmarkEnd w:id="0"/>
      <w:r w:rsidRPr="000C55C5">
        <w:rPr>
          <w:b/>
        </w:rPr>
        <w:t xml:space="preserve">  O ž a n o v</w:t>
      </w:r>
      <w:r w:rsidR="00F11991">
        <w:rPr>
          <w:b/>
        </w:rPr>
        <w:t> </w:t>
      </w:r>
      <w:r w:rsidRPr="000C55C5">
        <w:rPr>
          <w:b/>
        </w:rPr>
        <w:t>á</w:t>
      </w:r>
      <w:r w:rsidR="00F11991" w:rsidRPr="00F11991">
        <w:t>, v.r.</w:t>
      </w:r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0C55C5">
        <w:t xml:space="preserve">hospodářského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647C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C55C5"/>
    <w:rsid w:val="0013698E"/>
    <w:rsid w:val="00266D0A"/>
    <w:rsid w:val="00331254"/>
    <w:rsid w:val="00381BC1"/>
    <w:rsid w:val="00476CF3"/>
    <w:rsid w:val="009647CA"/>
    <w:rsid w:val="00A73D85"/>
    <w:rsid w:val="00A92050"/>
    <w:rsid w:val="00AF24B6"/>
    <w:rsid w:val="00F1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7AD6C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698E"/>
    <w:pPr>
      <w:keepNext/>
      <w:keepLines/>
      <w:spacing w:before="40"/>
      <w:outlineLvl w:val="6"/>
    </w:pPr>
    <w:rPr>
      <w:rFonts w:ascii="Cambria" w:hAnsi="Cambria"/>
      <w:i/>
      <w:iCs/>
      <w:color w:val="243F6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3698E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698E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698E"/>
    <w:rPr>
      <w:rFonts w:ascii="Cambria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13698E"/>
    <w:rPr>
      <w:rFonts w:ascii="Cambria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698E"/>
    <w:rPr>
      <w:rFonts w:ascii="Cambria" w:hAnsi="Cambria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1</Pages>
  <Words>194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5</cp:revision>
  <dcterms:created xsi:type="dcterms:W3CDTF">2019-11-26T17:33:00Z</dcterms:created>
  <dcterms:modified xsi:type="dcterms:W3CDTF">2019-11-29T11:37:00Z</dcterms:modified>
  <cp:category/>
</cp:coreProperties>
</file>