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747131">
        <w:rPr>
          <w:b w:val="0"/>
          <w:i w:val="0"/>
        </w:rPr>
        <w:t>72038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652DF" w:rsidP="000E730C">
      <w:pPr>
        <w:pStyle w:val="PS-slousnesen"/>
      </w:pPr>
      <w:r>
        <w:t>166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4230A7">
        <w:t>50</w:t>
      </w:r>
      <w:r>
        <w:t>. schůze</w:t>
      </w:r>
    </w:p>
    <w:p w:rsidR="005C2180" w:rsidRDefault="00DC29E4" w:rsidP="00525AE2">
      <w:pPr>
        <w:pStyle w:val="PS-hlavika1"/>
      </w:pPr>
      <w:r>
        <w:t>dne</w:t>
      </w:r>
      <w:r w:rsidR="00F34899">
        <w:t xml:space="preserve"> </w:t>
      </w:r>
      <w:r w:rsidR="004230A7">
        <w:t xml:space="preserve">31. října </w:t>
      </w:r>
      <w:r w:rsidR="000C399A">
        <w:t>201</w:t>
      </w:r>
      <w:r w:rsidR="007F02CD">
        <w:t>9</w:t>
      </w:r>
    </w:p>
    <w:p w:rsidR="00525AE2" w:rsidRPr="00525AE2" w:rsidRDefault="00525AE2" w:rsidP="00525AE2">
      <w:pPr>
        <w:pStyle w:val="Bezmezer"/>
      </w:pPr>
    </w:p>
    <w:p w:rsidR="00263726" w:rsidRDefault="00525AE2" w:rsidP="00525AE2">
      <w:pPr>
        <w:pStyle w:val="PS-pedmtusnesen"/>
        <w:pBdr>
          <w:bottom w:val="single" w:sz="4" w:space="22" w:color="auto"/>
        </w:pBdr>
        <w:spacing w:before="0" w:after="0"/>
        <w:rPr>
          <w:szCs w:val="24"/>
        </w:rPr>
      </w:pPr>
      <w:r w:rsidRPr="00D467BE">
        <w:rPr>
          <w:szCs w:val="24"/>
        </w:rPr>
        <w:t>Návrh poslanců Lukáše Černohorského, Tomáše Martínka, Jakuba Michálka, Ivana Bartoše a dalších na vydání ústavního zákona, kterým se mění zákon č. 1/1993 Sb., Ústava České republiky, ve znění pozdějších ústavních zákonů (tisk 229)</w:t>
      </w:r>
    </w:p>
    <w:p w:rsidR="00525AE2" w:rsidRDefault="00525AE2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F34899">
        <w:t>vyjádření č</w:t>
      </w:r>
      <w:r w:rsidR="00525AE2">
        <w:t xml:space="preserve">lena návrhové skupiny poslanců </w:t>
      </w:r>
      <w:r w:rsidR="00ED48C8">
        <w:t xml:space="preserve">posl. </w:t>
      </w:r>
      <w:r w:rsidR="00F34899">
        <w:t>Ing. Lukáše Černohorského, zpravodaje</w:t>
      </w:r>
      <w:r w:rsidR="00525AE2">
        <w:t xml:space="preserve"> posl. Mgr. Jana Farského </w:t>
      </w:r>
      <w:r w:rsidR="005F357B">
        <w:rPr>
          <w:bCs/>
        </w:rPr>
        <w:t xml:space="preserve">a </w:t>
      </w:r>
      <w:r w:rsidR="00015573">
        <w:rPr>
          <w:bCs/>
        </w:rPr>
        <w:t>v obecné r</w:t>
      </w:r>
      <w:r w:rsidR="00DC29E4">
        <w:t>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F652DF" w:rsidP="00F652DF">
      <w:pPr>
        <w:pStyle w:val="PS-slovanseznam"/>
        <w:ind w:left="851" w:hanging="425"/>
      </w:pPr>
      <w:r>
        <w:rPr>
          <w:rStyle w:val="proloenChar"/>
        </w:rPr>
        <w:t>přerušuje</w:t>
      </w:r>
      <w:r w:rsidR="00747131">
        <w:rPr>
          <w:rStyle w:val="proloenChar"/>
        </w:rPr>
        <w:t xml:space="preserve"> </w:t>
      </w:r>
      <w:r>
        <w:t>projednávání tisku 229 do prosincové schůze ústavně právního výboru.</w:t>
      </w: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F652DF" w:rsidRDefault="00F652DF" w:rsidP="00525AE2">
      <w:pPr>
        <w:tabs>
          <w:tab w:val="center" w:pos="1843"/>
        </w:tabs>
        <w:spacing w:after="0" w:line="240" w:lineRule="auto"/>
      </w:pP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Mgr. Jan FARSKÝ </w:t>
      </w:r>
      <w:r w:rsidR="00747131">
        <w:t xml:space="preserve">v. r. </w:t>
      </w:r>
      <w:r w:rsidR="00747131">
        <w:tab/>
      </w:r>
      <w:r w:rsidR="00747131">
        <w:tab/>
      </w:r>
      <w:r w:rsidR="00747131">
        <w:tab/>
      </w:r>
      <w:r w:rsidR="00747131">
        <w:tab/>
      </w:r>
      <w:r>
        <w:t xml:space="preserve"> </w:t>
      </w:r>
      <w:r w:rsidR="00F652DF">
        <w:t>Mgr. Marek VÝBORNÝ</w:t>
      </w:r>
      <w:r w:rsidR="00747131">
        <w:t xml:space="preserve"> v. r. </w:t>
      </w:r>
    </w:p>
    <w:p w:rsidR="00525AE2" w:rsidRDefault="00525AE2" w:rsidP="00525AE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747131">
        <w:t xml:space="preserve">  </w:t>
      </w:r>
      <w:r>
        <w:t>zpravodaj výboru</w:t>
      </w:r>
      <w:r w:rsidRPr="00106842">
        <w:tab/>
      </w:r>
      <w:r w:rsidRPr="00106842">
        <w:tab/>
      </w:r>
      <w:r w:rsidR="00747131">
        <w:t xml:space="preserve">                               </w:t>
      </w:r>
      <w:r>
        <w:t xml:space="preserve">ověřovatel výboru    </w:t>
      </w:r>
      <w:r>
        <w:tab/>
      </w:r>
      <w:r>
        <w:tab/>
        <w:t xml:space="preserve">  </w:t>
      </w: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747131" w:rsidRDefault="00747131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525AE2" w:rsidRPr="00254049" w:rsidRDefault="00525AE2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747131">
        <w:t xml:space="preserve">v. r. </w:t>
      </w:r>
    </w:p>
    <w:p w:rsidR="00525AE2" w:rsidRDefault="00525AE2" w:rsidP="00525AE2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p w:rsidR="00B715B6" w:rsidRDefault="00B82461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  <w:r w:rsidR="00660DAE">
        <w:t xml:space="preserve"> 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2D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5956BD06"/>
    <w:lvl w:ilvl="0" w:tplc="04050001">
      <w:start w:val="1"/>
      <w:numFmt w:val="bullet"/>
      <w:pStyle w:val="PS-slovanseznam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573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30A7"/>
    <w:rsid w:val="00427EAD"/>
    <w:rsid w:val="00451971"/>
    <w:rsid w:val="00451C05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102EC"/>
    <w:rsid w:val="007441B5"/>
    <w:rsid w:val="00747131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D48C8"/>
    <w:rsid w:val="00EF3B15"/>
    <w:rsid w:val="00EF679B"/>
    <w:rsid w:val="00F123EA"/>
    <w:rsid w:val="00F2482C"/>
    <w:rsid w:val="00F34899"/>
    <w:rsid w:val="00F443EA"/>
    <w:rsid w:val="00F545FE"/>
    <w:rsid w:val="00F652DF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4046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02EE9-EBEA-42CC-8F73-A0029040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4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2019-01-09T10:13:00Z</cp:lastPrinted>
  <dcterms:created xsi:type="dcterms:W3CDTF">2019-10-31T13:03:00Z</dcterms:created>
  <dcterms:modified xsi:type="dcterms:W3CDTF">2019-10-31T14:30:00Z</dcterms:modified>
</cp:coreProperties>
</file>