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C51C39">
      <w:pPr>
        <w:pStyle w:val="Bezmezer"/>
        <w:jc w:val="center"/>
        <w:rPr>
          <w:b/>
          <w:bCs/>
          <w:sz w:val="24"/>
        </w:rPr>
      </w:pPr>
      <w:r>
        <w:rPr>
          <w:b/>
          <w:bCs/>
          <w:sz w:val="24"/>
        </w:rPr>
        <w:t xml:space="preserve">k </w:t>
      </w:r>
      <w:r w:rsidR="00C51C39" w:rsidRPr="00C51C39">
        <w:rPr>
          <w:rFonts w:ascii="Times New Roman" w:hAnsi="Times New Roman" w:cs="Times New Roman"/>
          <w:b/>
          <w:sz w:val="24"/>
          <w:szCs w:val="24"/>
        </w:rPr>
        <w:t>vládnímu návrhu zákona, kterým se mění některé zákony v</w:t>
      </w:r>
      <w:r w:rsidR="00C51C39">
        <w:rPr>
          <w:rFonts w:ascii="Times New Roman" w:hAnsi="Times New Roman" w:cs="Times New Roman"/>
          <w:b/>
          <w:sz w:val="24"/>
          <w:szCs w:val="24"/>
        </w:rPr>
        <w:t> </w:t>
      </w:r>
      <w:r w:rsidR="00C51C39" w:rsidRPr="00C51C39">
        <w:rPr>
          <w:rFonts w:ascii="Times New Roman" w:hAnsi="Times New Roman" w:cs="Times New Roman"/>
          <w:b/>
          <w:sz w:val="24"/>
          <w:szCs w:val="24"/>
        </w:rPr>
        <w:t>oblasti</w:t>
      </w:r>
      <w:r w:rsidR="00C51C39">
        <w:rPr>
          <w:rFonts w:ascii="Times New Roman" w:hAnsi="Times New Roman" w:cs="Times New Roman"/>
          <w:b/>
          <w:sz w:val="24"/>
          <w:szCs w:val="24"/>
        </w:rPr>
        <w:br/>
      </w:r>
      <w:r w:rsidR="00C51C39" w:rsidRPr="00C51C39">
        <w:rPr>
          <w:b/>
          <w:sz w:val="24"/>
          <w:szCs w:val="24"/>
        </w:rPr>
        <w:t>daní v souvislosti se zvyšováním příjmů veřejných rozpočtů</w:t>
      </w:r>
    </w:p>
    <w:p w:rsidR="000C6893" w:rsidRDefault="000C6893">
      <w:pPr>
        <w:pStyle w:val="Nadpis"/>
        <w:spacing w:before="0" w:after="0"/>
        <w:jc w:val="center"/>
        <w:rPr>
          <w:b/>
          <w:bCs/>
        </w:rPr>
      </w:pPr>
      <w:r>
        <w:rPr>
          <w:b/>
          <w:bCs/>
          <w:sz w:val="24"/>
        </w:rPr>
        <w:t xml:space="preserve">(tisk </w:t>
      </w:r>
      <w:r w:rsidR="00C51C39">
        <w:rPr>
          <w:b/>
          <w:bCs/>
          <w:sz w:val="24"/>
        </w:rPr>
        <w:t>509)</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 xml:space="preserve">Návrh na zamítnutí návrhu zákona </w:t>
      </w:r>
      <w:r w:rsidR="00CA08D7">
        <w:rPr>
          <w:b/>
        </w:rPr>
        <w:t xml:space="preserve">přednesl ve druhém čtení dne 25. září 2019 </w:t>
      </w:r>
      <w:r w:rsidR="00CA08D7">
        <w:rPr>
          <w:b/>
        </w:rPr>
        <w:br/>
      </w:r>
      <w:proofErr w:type="spellStart"/>
      <w:r w:rsidR="00CA08D7">
        <w:rPr>
          <w:b/>
        </w:rPr>
        <w:t>posl</w:t>
      </w:r>
      <w:proofErr w:type="spellEnd"/>
      <w:r w:rsidR="00CA08D7">
        <w:rPr>
          <w:b/>
        </w:rPr>
        <w:t>. Miroslav Kalousek</w:t>
      </w:r>
      <w:r>
        <w:rPr>
          <w:b/>
        </w:rPr>
        <w:t>.</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č. </w:t>
      </w:r>
      <w:r w:rsidR="00C51C39">
        <w:t>300</w:t>
      </w:r>
      <w:r>
        <w:t xml:space="preserve"> z </w:t>
      </w:r>
      <w:r w:rsidR="00C51C39">
        <w:t>28</w:t>
      </w:r>
      <w:r>
        <w:t xml:space="preserve">. schůze konané dne </w:t>
      </w:r>
      <w:r w:rsidR="00972417">
        <w:t>18. září 2019</w:t>
      </w:r>
      <w:r>
        <w:t xml:space="preserve"> (tisk </w:t>
      </w:r>
      <w:r w:rsidR="00972417">
        <w:t>509</w:t>
      </w:r>
      <w:r>
        <w:t>/</w:t>
      </w:r>
      <w:r w:rsidR="00972417">
        <w:t>2</w:t>
      </w:r>
      <w:r>
        <w:t>)</w:t>
      </w:r>
    </w:p>
    <w:p w:rsidR="00972417" w:rsidRDefault="00972417" w:rsidP="00972417">
      <w:pPr>
        <w:tabs>
          <w:tab w:val="left" w:pos="0"/>
        </w:tabs>
        <w:suppressAutoHyphens w:val="0"/>
        <w:spacing w:line="259" w:lineRule="auto"/>
        <w:ind w:left="567" w:hanging="425"/>
        <w:jc w:val="both"/>
        <w:rPr>
          <w:rFonts w:cs="Times New Roman"/>
          <w:spacing w:val="60"/>
        </w:rPr>
      </w:pPr>
    </w:p>
    <w:p w:rsidR="00972417" w:rsidRPr="00336080" w:rsidRDefault="00972417" w:rsidP="00972417">
      <w:pPr>
        <w:pStyle w:val="Odstavecseseznamem"/>
        <w:numPr>
          <w:ilvl w:val="0"/>
          <w:numId w:val="8"/>
        </w:numPr>
        <w:autoSpaceDE w:val="0"/>
        <w:autoSpaceDN w:val="0"/>
        <w:adjustRightInd w:val="0"/>
        <w:spacing w:after="0"/>
        <w:ind w:left="782" w:hanging="357"/>
        <w:jc w:val="both"/>
        <w:rPr>
          <w:rFonts w:ascii="Times New Roman" w:hAnsi="Times New Roman"/>
          <w:sz w:val="26"/>
          <w:szCs w:val="26"/>
          <w:lang w:eastAsia="cs-CZ"/>
        </w:rPr>
      </w:pPr>
      <w:r w:rsidRPr="00336080">
        <w:rPr>
          <w:rFonts w:ascii="Times New Roman" w:hAnsi="Times New Roman"/>
          <w:b/>
          <w:sz w:val="26"/>
          <w:szCs w:val="26"/>
          <w:lang w:eastAsia="cs-CZ"/>
        </w:rPr>
        <w:t>Úprava zdanění výher z hazardních her a z cen z </w:t>
      </w:r>
      <w:proofErr w:type="spellStart"/>
      <w:r w:rsidRPr="00336080">
        <w:rPr>
          <w:rFonts w:ascii="Times New Roman" w:hAnsi="Times New Roman"/>
          <w:b/>
          <w:sz w:val="26"/>
          <w:szCs w:val="26"/>
          <w:lang w:eastAsia="cs-CZ"/>
        </w:rPr>
        <w:t>účtenkové</w:t>
      </w:r>
      <w:proofErr w:type="spellEnd"/>
      <w:r w:rsidRPr="00336080">
        <w:rPr>
          <w:rFonts w:ascii="Times New Roman" w:hAnsi="Times New Roman"/>
          <w:b/>
          <w:sz w:val="26"/>
          <w:szCs w:val="26"/>
          <w:lang w:eastAsia="cs-CZ"/>
        </w:rPr>
        <w:t xml:space="preserve"> loterie </w:t>
      </w:r>
      <w:r w:rsidRPr="00336080">
        <w:rPr>
          <w:rFonts w:ascii="Times New Roman" w:hAnsi="Times New Roman"/>
          <w:sz w:val="26"/>
          <w:szCs w:val="26"/>
          <w:lang w:eastAsia="cs-CZ"/>
        </w:rPr>
        <w:t>(ČÁST DRUHÁ</w:t>
      </w:r>
      <w:r w:rsidRPr="00336080">
        <w:rPr>
          <w:rFonts w:ascii="Times New Roman" w:hAnsi="Times New Roman" w:cs="Times New Roman"/>
          <w:sz w:val="24"/>
          <w:szCs w:val="24"/>
        </w:rPr>
        <w:t xml:space="preserve"> – </w:t>
      </w:r>
      <w:r w:rsidRPr="00336080">
        <w:rPr>
          <w:rFonts w:ascii="Times New Roman" w:hAnsi="Times New Roman" w:cs="Times New Roman"/>
          <w:sz w:val="26"/>
          <w:szCs w:val="26"/>
        </w:rPr>
        <w:t>změna zákona o daních z příjmů)</w:t>
      </w:r>
    </w:p>
    <w:p w:rsidR="00972417" w:rsidRPr="003142B9" w:rsidRDefault="00972417" w:rsidP="00972417">
      <w:pPr>
        <w:widowControl/>
        <w:numPr>
          <w:ilvl w:val="0"/>
          <w:numId w:val="3"/>
        </w:numPr>
        <w:suppressAutoHyphens w:val="0"/>
        <w:spacing w:before="24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 bod 1</w:t>
      </w:r>
      <w:r>
        <w:rPr>
          <w:rFonts w:cs="Times New Roman"/>
          <w:noProof/>
          <w:lang w:eastAsia="cs-CZ"/>
        </w:rPr>
        <w:t> </w:t>
      </w:r>
      <w:r w:rsidRPr="003142B9">
        <w:rPr>
          <w:rFonts w:cs="Times New Roman"/>
          <w:noProof/>
          <w:lang w:eastAsia="cs-CZ"/>
        </w:rPr>
        <w:t>zní:</w:t>
      </w:r>
    </w:p>
    <w:p w:rsidR="00972417" w:rsidRPr="003142B9" w:rsidRDefault="00972417" w:rsidP="00972417">
      <w:pPr>
        <w:spacing w:before="240" w:after="120"/>
        <w:jc w:val="both"/>
        <w:rPr>
          <w:rFonts w:cs="Times New Roman"/>
          <w:noProof/>
          <w:lang w:eastAsia="cs-CZ"/>
        </w:rPr>
      </w:pPr>
      <w:r w:rsidRPr="003142B9">
        <w:rPr>
          <w:rFonts w:cs="Times New Roman"/>
          <w:noProof/>
          <w:lang w:eastAsia="cs-CZ"/>
        </w:rPr>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4</w:t>
      </w:r>
      <w:r>
        <w:rPr>
          <w:rFonts w:cs="Times New Roman"/>
          <w:noProof/>
          <w:lang w:eastAsia="cs-CZ"/>
        </w:rPr>
        <w:t> </w:t>
      </w:r>
      <w:r w:rsidRPr="003142B9">
        <w:rPr>
          <w:rFonts w:cs="Times New Roman"/>
          <w:noProof/>
          <w:lang w:eastAsia="cs-CZ"/>
        </w:rPr>
        <w:t>odst. 1</w:t>
      </w:r>
      <w:r>
        <w:rPr>
          <w:rFonts w:cs="Times New Roman"/>
          <w:noProof/>
          <w:lang w:eastAsia="cs-CZ"/>
        </w:rPr>
        <w:t> </w:t>
      </w:r>
      <w:r w:rsidRPr="003142B9">
        <w:rPr>
          <w:rFonts w:cs="Times New Roman"/>
          <w:noProof/>
          <w:lang w:eastAsia="cs-CZ"/>
        </w:rPr>
        <w:t>písm. f) bodě 4</w:t>
      </w:r>
      <w:r>
        <w:rPr>
          <w:rFonts w:cs="Times New Roman"/>
          <w:noProof/>
          <w:lang w:eastAsia="cs-CZ"/>
        </w:rPr>
        <w:t> </w:t>
      </w:r>
      <w:r w:rsidRPr="003142B9">
        <w:rPr>
          <w:rFonts w:cs="Times New Roman"/>
          <w:noProof/>
          <w:lang w:eastAsia="cs-CZ"/>
        </w:rPr>
        <w:t>se slova „podle zákona upravujícího evidenci tržeb“ nahrazují slovy „, jejíž hodnota nepřevyšuje 1</w:t>
      </w:r>
      <w:r>
        <w:rPr>
          <w:rFonts w:cs="Times New Roman"/>
          <w:noProof/>
          <w:lang w:eastAsia="cs-CZ"/>
        </w:rPr>
        <w:t xml:space="preserve"> 0</w:t>
      </w:r>
      <w:r w:rsidRPr="003142B9">
        <w:rPr>
          <w:rFonts w:cs="Times New Roman"/>
          <w:noProof/>
          <w:lang w:eastAsia="cs-CZ"/>
        </w:rPr>
        <w:t>00 000 Kč“.“</w:t>
      </w:r>
    </w:p>
    <w:p w:rsidR="00972417" w:rsidRPr="003142B9" w:rsidRDefault="00972417" w:rsidP="00972417">
      <w:pPr>
        <w:widowControl/>
        <w:numPr>
          <w:ilvl w:val="0"/>
          <w:numId w:val="3"/>
        </w:numPr>
        <w:suppressAutoHyphens w:val="0"/>
        <w:spacing w:before="24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se za dosavadní bod 1</w:t>
      </w:r>
      <w:r>
        <w:rPr>
          <w:rFonts w:cs="Times New Roman"/>
          <w:noProof/>
          <w:lang w:eastAsia="cs-CZ"/>
        </w:rPr>
        <w:t> </w:t>
      </w:r>
      <w:r w:rsidRPr="003142B9">
        <w:rPr>
          <w:rFonts w:cs="Times New Roman"/>
          <w:noProof/>
          <w:lang w:eastAsia="cs-CZ"/>
        </w:rPr>
        <w:t>vkládá nový bod, který 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 xml:space="preserve">„X. </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odst. 1</w:t>
      </w:r>
      <w:r>
        <w:rPr>
          <w:rFonts w:cs="Times New Roman"/>
          <w:noProof/>
          <w:lang w:eastAsia="cs-CZ"/>
        </w:rPr>
        <w:t> </w:t>
      </w:r>
      <w:r w:rsidRPr="003142B9">
        <w:rPr>
          <w:rFonts w:cs="Times New Roman"/>
          <w:noProof/>
          <w:lang w:eastAsia="cs-CZ"/>
        </w:rPr>
        <w:t xml:space="preserve">se na konci textu písmene h) doplňují slova: „; v případě výher z hazardních her jsou jednotlivým druhem </w:t>
      </w:r>
      <w:r w:rsidRPr="003142B9">
        <w:rPr>
          <w:rFonts w:cs="Times New Roman"/>
          <w:lang w:eastAsia="cs-CZ"/>
        </w:rPr>
        <w:t>příjmů</w:t>
      </w:r>
      <w:r w:rsidRPr="003142B9">
        <w:rPr>
          <w:rFonts w:cs="Times New Roman"/>
          <w:noProof/>
          <w:lang w:eastAsia="cs-CZ"/>
        </w:rPr>
        <w:t xml:space="preserve"> výhry z</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loterie a</w:t>
      </w:r>
      <w:r>
        <w:rPr>
          <w:rFonts w:cs="Times New Roman"/>
          <w:noProof/>
          <w:lang w:eastAsia="cs-CZ"/>
        </w:rPr>
        <w:t> </w:t>
      </w:r>
      <w:r w:rsidRPr="003142B9">
        <w:rPr>
          <w:rFonts w:cs="Times New Roman"/>
          <w:noProof/>
          <w:lang w:eastAsia="cs-CZ"/>
        </w:rPr>
        <w:t>tomboly,</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kursové sázky a</w:t>
      </w:r>
      <w:r>
        <w:rPr>
          <w:rFonts w:cs="Times New Roman"/>
          <w:noProof/>
          <w:lang w:eastAsia="cs-CZ"/>
        </w:rPr>
        <w:t> </w:t>
      </w:r>
      <w:r w:rsidRPr="003142B9">
        <w:rPr>
          <w:rFonts w:cs="Times New Roman"/>
          <w:noProof/>
          <w:lang w:eastAsia="cs-CZ"/>
        </w:rPr>
        <w:t>totalizátorové hry,</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technické hry,</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živé hry s výjimkou turnaje živé hry,</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turnaje živé hry a</w:t>
      </w:r>
      <w:r>
        <w:rPr>
          <w:rFonts w:cs="Times New Roman"/>
          <w:noProof/>
          <w:lang w:eastAsia="cs-CZ"/>
        </w:rPr>
        <w:t> </w:t>
      </w:r>
      <w:r w:rsidRPr="003142B9">
        <w:rPr>
          <w:rFonts w:cs="Times New Roman"/>
          <w:noProof/>
          <w:lang w:eastAsia="cs-CZ"/>
        </w:rPr>
        <w:t>turnaje malého rozsahu a</w:t>
      </w:r>
    </w:p>
    <w:p w:rsidR="00972417" w:rsidRPr="003142B9" w:rsidRDefault="00972417" w:rsidP="00972417">
      <w:pPr>
        <w:widowControl/>
        <w:numPr>
          <w:ilvl w:val="0"/>
          <w:numId w:val="4"/>
        </w:numPr>
        <w:suppressAutoHyphens w:val="0"/>
        <w:contextualSpacing/>
        <w:jc w:val="both"/>
        <w:rPr>
          <w:rFonts w:cs="Times New Roman"/>
          <w:noProof/>
          <w:lang w:eastAsia="cs-CZ"/>
        </w:rPr>
      </w:pPr>
      <w:r w:rsidRPr="003142B9">
        <w:rPr>
          <w:rFonts w:cs="Times New Roman"/>
          <w:noProof/>
          <w:lang w:eastAsia="cs-CZ"/>
        </w:rPr>
        <w:t>jiných hazardních her než hazardních her podle bodů 1</w:t>
      </w:r>
      <w:r>
        <w:rPr>
          <w:rFonts w:cs="Times New Roman"/>
          <w:noProof/>
          <w:lang w:eastAsia="cs-CZ"/>
        </w:rPr>
        <w:t> </w:t>
      </w:r>
      <w:r w:rsidRPr="003142B9">
        <w:rPr>
          <w:rFonts w:cs="Times New Roman"/>
          <w:noProof/>
          <w:lang w:eastAsia="cs-CZ"/>
        </w:rPr>
        <w:t>až 5“.“.</w:t>
      </w:r>
    </w:p>
    <w:p w:rsidR="00972417" w:rsidRPr="003142B9" w:rsidRDefault="00972417" w:rsidP="00972417">
      <w:pPr>
        <w:spacing w:before="120"/>
        <w:jc w:val="both"/>
        <w:rPr>
          <w:rFonts w:cs="Times New Roman"/>
          <w:noProof/>
          <w:lang w:eastAsia="cs-CZ"/>
        </w:rPr>
      </w:pPr>
      <w:r w:rsidRPr="003142B9">
        <w:rPr>
          <w:rFonts w:cs="Times New Roman"/>
          <w:noProof/>
          <w:lang w:eastAsia="cs-CZ"/>
        </w:rPr>
        <w:t>Následující body se přečíslují.</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 bod 3</w:t>
      </w:r>
      <w:r>
        <w:rPr>
          <w:rFonts w:cs="Times New Roman"/>
          <w:noProof/>
          <w:lang w:eastAsia="cs-CZ"/>
        </w:rPr>
        <w:t> </w:t>
      </w:r>
      <w:r w:rsidRPr="003142B9">
        <w:rPr>
          <w:rFonts w:cs="Times New Roman"/>
          <w:noProof/>
          <w:lang w:eastAsia="cs-CZ"/>
        </w:rPr>
        <w:t>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„X.</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odst. 3</w:t>
      </w:r>
      <w:r>
        <w:rPr>
          <w:rFonts w:cs="Times New Roman"/>
          <w:noProof/>
          <w:lang w:eastAsia="cs-CZ"/>
        </w:rPr>
        <w:t> </w:t>
      </w:r>
      <w:r w:rsidRPr="003142B9">
        <w:rPr>
          <w:rFonts w:cs="Times New Roman"/>
          <w:noProof/>
          <w:lang w:eastAsia="cs-CZ"/>
        </w:rPr>
        <w:t>písmeno b) zní:</w:t>
      </w:r>
    </w:p>
    <w:p w:rsidR="00972417" w:rsidRPr="003142B9" w:rsidRDefault="00972417" w:rsidP="00972417">
      <w:pPr>
        <w:ind w:left="425" w:hanging="425"/>
        <w:jc w:val="both"/>
        <w:rPr>
          <w:rFonts w:cs="Times New Roman"/>
          <w:noProof/>
          <w:lang w:eastAsia="cs-CZ"/>
        </w:rPr>
      </w:pPr>
      <w:r w:rsidRPr="003142B9">
        <w:rPr>
          <w:rFonts w:cs="Times New Roman"/>
          <w:noProof/>
          <w:lang w:eastAsia="cs-CZ"/>
        </w:rPr>
        <w:t>„b)</w:t>
      </w:r>
      <w:r w:rsidRPr="003142B9">
        <w:rPr>
          <w:rFonts w:cs="Times New Roman"/>
          <w:noProof/>
          <w:lang w:eastAsia="cs-CZ"/>
        </w:rPr>
        <w:tab/>
        <w:t xml:space="preserve"> výhry z</w:t>
      </w:r>
    </w:p>
    <w:p w:rsidR="00972417" w:rsidRPr="003142B9" w:rsidRDefault="00972417" w:rsidP="00972417">
      <w:pPr>
        <w:widowControl/>
        <w:numPr>
          <w:ilvl w:val="0"/>
          <w:numId w:val="5"/>
        </w:numPr>
        <w:suppressAutoHyphens w:val="0"/>
        <w:contextualSpacing/>
        <w:jc w:val="both"/>
        <w:rPr>
          <w:rFonts w:cs="Times New Roman"/>
          <w:noProof/>
          <w:lang w:eastAsia="cs-CZ"/>
        </w:rPr>
      </w:pPr>
      <w:r w:rsidRPr="003142B9">
        <w:rPr>
          <w:rFonts w:cs="Times New Roman"/>
          <w:noProof/>
          <w:lang w:eastAsia="cs-CZ"/>
        </w:rPr>
        <w:t>loterie a</w:t>
      </w:r>
      <w:r>
        <w:rPr>
          <w:rFonts w:cs="Times New Roman"/>
          <w:noProof/>
          <w:lang w:eastAsia="cs-CZ"/>
        </w:rPr>
        <w:t> </w:t>
      </w:r>
      <w:r w:rsidRPr="003142B9">
        <w:rPr>
          <w:rFonts w:cs="Times New Roman"/>
          <w:noProof/>
          <w:lang w:eastAsia="cs-CZ"/>
        </w:rPr>
        <w:t>tomboly, pokud výše výhry nepřesahuje 1</w:t>
      </w:r>
      <w:r>
        <w:rPr>
          <w:rFonts w:cs="Times New Roman"/>
          <w:noProof/>
          <w:lang w:eastAsia="cs-CZ"/>
        </w:rPr>
        <w:t xml:space="preserve"> 0</w:t>
      </w:r>
      <w:r w:rsidRPr="003142B9">
        <w:rPr>
          <w:rFonts w:cs="Times New Roman"/>
          <w:noProof/>
          <w:lang w:eastAsia="cs-CZ"/>
        </w:rPr>
        <w:t>00 000 Kč,</w:t>
      </w:r>
    </w:p>
    <w:p w:rsidR="00972417" w:rsidRPr="003142B9" w:rsidRDefault="00972417" w:rsidP="00972417">
      <w:pPr>
        <w:widowControl/>
        <w:numPr>
          <w:ilvl w:val="0"/>
          <w:numId w:val="5"/>
        </w:numPr>
        <w:suppressAutoHyphens w:val="0"/>
        <w:contextualSpacing/>
        <w:jc w:val="both"/>
        <w:rPr>
          <w:rFonts w:cs="Times New Roman"/>
          <w:noProof/>
          <w:lang w:eastAsia="cs-CZ"/>
        </w:rPr>
      </w:pPr>
      <w:r w:rsidRPr="003142B9">
        <w:rPr>
          <w:rFonts w:cs="Times New Roman"/>
          <w:noProof/>
          <w:lang w:eastAsia="cs-CZ"/>
        </w:rPr>
        <w:t>hazardních her, které jsou jednotlivým druhem příjmu podle odstavce 1</w:t>
      </w:r>
      <w:r>
        <w:rPr>
          <w:rFonts w:cs="Times New Roman"/>
          <w:noProof/>
          <w:lang w:eastAsia="cs-CZ"/>
        </w:rPr>
        <w:t> </w:t>
      </w:r>
      <w:r w:rsidRPr="003142B9">
        <w:rPr>
          <w:rFonts w:cs="Times New Roman"/>
          <w:noProof/>
          <w:lang w:eastAsia="cs-CZ"/>
        </w:rPr>
        <w:t>písm. h) bodů 2</w:t>
      </w:r>
      <w:r>
        <w:rPr>
          <w:rFonts w:cs="Times New Roman"/>
          <w:noProof/>
          <w:lang w:eastAsia="cs-CZ"/>
        </w:rPr>
        <w:t> </w:t>
      </w:r>
      <w:r w:rsidRPr="003142B9">
        <w:rPr>
          <w:rFonts w:cs="Times New Roman"/>
          <w:noProof/>
          <w:lang w:eastAsia="cs-CZ"/>
        </w:rPr>
        <w:t>až 6, pokud rozdíl mezi úhrnem výher spadajících do tohoho druhu příjmu a</w:t>
      </w:r>
      <w:r>
        <w:rPr>
          <w:rFonts w:cs="Times New Roman"/>
          <w:noProof/>
          <w:lang w:eastAsia="cs-CZ"/>
        </w:rPr>
        <w:t> </w:t>
      </w:r>
      <w:r w:rsidRPr="003142B9">
        <w:rPr>
          <w:rFonts w:cs="Times New Roman"/>
          <w:noProof/>
          <w:lang w:eastAsia="cs-CZ"/>
        </w:rPr>
        <w:t>úhrnem vkladů do hazardních her v rámci tohoto druhu příjmu za zdaňovací období nepřesahuje 1</w:t>
      </w:r>
      <w:r>
        <w:rPr>
          <w:rFonts w:cs="Times New Roman"/>
          <w:noProof/>
          <w:lang w:eastAsia="cs-CZ"/>
        </w:rPr>
        <w:t xml:space="preserve"> 0</w:t>
      </w:r>
      <w:r w:rsidRPr="003142B9">
        <w:rPr>
          <w:rFonts w:cs="Times New Roman"/>
          <w:noProof/>
          <w:lang w:eastAsia="cs-CZ"/>
        </w:rPr>
        <w:t>00 000 Kč,“.“.</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se dosavadní bod 4</w:t>
      </w:r>
      <w:r>
        <w:rPr>
          <w:rFonts w:cs="Times New Roman"/>
          <w:noProof/>
          <w:lang w:eastAsia="cs-CZ"/>
        </w:rPr>
        <w:t> </w:t>
      </w:r>
      <w:r w:rsidRPr="003142B9">
        <w:rPr>
          <w:rFonts w:cs="Times New Roman"/>
          <w:noProof/>
          <w:lang w:eastAsia="cs-CZ"/>
        </w:rPr>
        <w:t>zrušuje.</w:t>
      </w:r>
    </w:p>
    <w:p w:rsidR="00972417" w:rsidRPr="003142B9" w:rsidRDefault="00972417" w:rsidP="00972417">
      <w:pPr>
        <w:spacing w:before="120"/>
        <w:jc w:val="both"/>
        <w:rPr>
          <w:rFonts w:cs="Times New Roman"/>
          <w:noProof/>
          <w:lang w:eastAsia="cs-CZ"/>
        </w:rPr>
      </w:pPr>
      <w:r w:rsidRPr="003142B9">
        <w:rPr>
          <w:rFonts w:cs="Times New Roman"/>
          <w:noProof/>
          <w:lang w:eastAsia="cs-CZ"/>
        </w:rPr>
        <w:t>Následující body se přečíslují.</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Pr>
          <w:rFonts w:cs="Times New Roman"/>
          <w:noProof/>
          <w:lang w:eastAsia="cs-CZ"/>
        </w:rPr>
        <w:br w:type="page"/>
      </w:r>
      <w:r w:rsidRPr="003142B9">
        <w:rPr>
          <w:rFonts w:cs="Times New Roman"/>
          <w:noProof/>
          <w:lang w:eastAsia="cs-CZ"/>
        </w:rPr>
        <w:lastRenderedPageBreak/>
        <w:t>V části druhé čl.</w:t>
      </w:r>
      <w:r>
        <w:rPr>
          <w:rFonts w:cs="Times New Roman"/>
          <w:noProof/>
          <w:lang w:eastAsia="cs-CZ"/>
        </w:rPr>
        <w:t> </w:t>
      </w:r>
      <w:r w:rsidRPr="003142B9">
        <w:rPr>
          <w:rFonts w:cs="Times New Roman"/>
          <w:noProof/>
          <w:lang w:eastAsia="cs-CZ"/>
        </w:rPr>
        <w:t>III dosavadní bod 5</w:t>
      </w:r>
      <w:r>
        <w:rPr>
          <w:rFonts w:cs="Times New Roman"/>
          <w:noProof/>
          <w:lang w:eastAsia="cs-CZ"/>
        </w:rPr>
        <w:t> </w:t>
      </w:r>
      <w:r w:rsidRPr="003142B9">
        <w:rPr>
          <w:rFonts w:cs="Times New Roman"/>
          <w:noProof/>
          <w:lang w:eastAsia="cs-CZ"/>
        </w:rPr>
        <w:t>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„X.</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odst. 4</w:t>
      </w:r>
      <w:r>
        <w:rPr>
          <w:rFonts w:cs="Times New Roman"/>
          <w:noProof/>
          <w:lang w:eastAsia="cs-CZ"/>
        </w:rPr>
        <w:t> </w:t>
      </w:r>
      <w:r w:rsidRPr="003142B9">
        <w:rPr>
          <w:rFonts w:cs="Times New Roman"/>
          <w:noProof/>
          <w:lang w:eastAsia="cs-CZ"/>
        </w:rPr>
        <w:t>větě třetí se za číslo „1“ vkládají slova „písm. h) bodu 1</w:t>
      </w:r>
      <w:r>
        <w:rPr>
          <w:rFonts w:cs="Times New Roman"/>
          <w:noProof/>
          <w:lang w:eastAsia="cs-CZ"/>
        </w:rPr>
        <w:t> </w:t>
      </w:r>
      <w:r w:rsidRPr="003142B9">
        <w:rPr>
          <w:rFonts w:cs="Times New Roman"/>
          <w:noProof/>
          <w:lang w:eastAsia="cs-CZ"/>
        </w:rPr>
        <w:t>a“.“.</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se za dosavadní bod 5</w:t>
      </w:r>
      <w:r>
        <w:rPr>
          <w:rFonts w:cs="Times New Roman"/>
          <w:noProof/>
          <w:lang w:eastAsia="cs-CZ"/>
        </w:rPr>
        <w:t> </w:t>
      </w:r>
      <w:r w:rsidRPr="003142B9">
        <w:rPr>
          <w:rFonts w:cs="Times New Roman"/>
          <w:noProof/>
          <w:lang w:eastAsia="cs-CZ"/>
        </w:rPr>
        <w:t>vkládá nový bod X, který 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„X.</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se na konci odstavce 5</w:t>
      </w:r>
      <w:r>
        <w:rPr>
          <w:rFonts w:cs="Times New Roman"/>
          <w:noProof/>
          <w:lang w:eastAsia="cs-CZ"/>
        </w:rPr>
        <w:t> </w:t>
      </w:r>
      <w:r w:rsidRPr="003142B9">
        <w:rPr>
          <w:rFonts w:cs="Times New Roman"/>
          <w:noProof/>
          <w:lang w:eastAsia="cs-CZ"/>
        </w:rPr>
        <w:t>doplňuje věta: „U</w:t>
      </w:r>
      <w:r>
        <w:rPr>
          <w:rFonts w:cs="Times New Roman"/>
          <w:noProof/>
          <w:lang w:eastAsia="cs-CZ"/>
        </w:rPr>
        <w:t> </w:t>
      </w:r>
      <w:r w:rsidRPr="003142B9">
        <w:rPr>
          <w:rFonts w:cs="Times New Roman"/>
          <w:noProof/>
          <w:lang w:eastAsia="cs-CZ"/>
        </w:rPr>
        <w:t>příjmů podle odstavce 1</w:t>
      </w:r>
      <w:r>
        <w:rPr>
          <w:rFonts w:cs="Times New Roman"/>
          <w:noProof/>
          <w:lang w:eastAsia="cs-CZ"/>
        </w:rPr>
        <w:t> </w:t>
      </w:r>
      <w:r w:rsidRPr="003142B9">
        <w:rPr>
          <w:rFonts w:cs="Times New Roman"/>
          <w:noProof/>
          <w:lang w:eastAsia="cs-CZ"/>
        </w:rPr>
        <w:t>písm. h) bodů 2</w:t>
      </w:r>
      <w:r>
        <w:rPr>
          <w:rFonts w:cs="Times New Roman"/>
          <w:noProof/>
          <w:lang w:eastAsia="cs-CZ"/>
        </w:rPr>
        <w:t> </w:t>
      </w:r>
      <w:r w:rsidRPr="003142B9">
        <w:rPr>
          <w:rFonts w:cs="Times New Roman"/>
          <w:noProof/>
          <w:lang w:eastAsia="cs-CZ"/>
        </w:rPr>
        <w:t>až 6</w:t>
      </w:r>
      <w:r>
        <w:rPr>
          <w:rFonts w:cs="Times New Roman"/>
          <w:noProof/>
          <w:lang w:eastAsia="cs-CZ"/>
        </w:rPr>
        <w:t> </w:t>
      </w:r>
      <w:r w:rsidRPr="003142B9">
        <w:rPr>
          <w:rFonts w:cs="Times New Roman"/>
          <w:noProof/>
          <w:lang w:eastAsia="cs-CZ"/>
        </w:rPr>
        <w:t>je výdajem pouze vklad do hazardní hry.“.“.</w:t>
      </w:r>
    </w:p>
    <w:p w:rsidR="00972417" w:rsidRPr="003142B9" w:rsidRDefault="00972417" w:rsidP="00972417">
      <w:pPr>
        <w:spacing w:before="120"/>
        <w:jc w:val="both"/>
        <w:rPr>
          <w:rFonts w:cs="Times New Roman"/>
          <w:noProof/>
          <w:lang w:eastAsia="cs-CZ"/>
        </w:rPr>
      </w:pPr>
      <w:r w:rsidRPr="003142B9">
        <w:rPr>
          <w:rFonts w:cs="Times New Roman"/>
          <w:noProof/>
          <w:lang w:eastAsia="cs-CZ"/>
        </w:rPr>
        <w:t>Následující body se přečíslují.</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 bod 6</w:t>
      </w:r>
      <w:r>
        <w:rPr>
          <w:rFonts w:cs="Times New Roman"/>
          <w:noProof/>
          <w:lang w:eastAsia="cs-CZ"/>
        </w:rPr>
        <w:t> </w:t>
      </w:r>
      <w:r w:rsidRPr="003142B9">
        <w:rPr>
          <w:rFonts w:cs="Times New Roman"/>
          <w:noProof/>
          <w:lang w:eastAsia="cs-CZ"/>
        </w:rPr>
        <w:t>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„X.</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odst. 8</w:t>
      </w:r>
      <w:r>
        <w:rPr>
          <w:rFonts w:cs="Times New Roman"/>
          <w:noProof/>
          <w:lang w:eastAsia="cs-CZ"/>
        </w:rPr>
        <w:t> </w:t>
      </w:r>
      <w:r w:rsidRPr="003142B9">
        <w:rPr>
          <w:rFonts w:cs="Times New Roman"/>
          <w:noProof/>
          <w:lang w:eastAsia="cs-CZ"/>
        </w:rPr>
        <w:t>větě třetí se za text „g),“ vkládají slova „h) bodu 1,“.“.</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 bod 8</w:t>
      </w:r>
      <w:r>
        <w:rPr>
          <w:rFonts w:cs="Times New Roman"/>
          <w:noProof/>
          <w:lang w:eastAsia="cs-CZ"/>
        </w:rPr>
        <w:t> </w:t>
      </w:r>
      <w:r w:rsidRPr="003142B9">
        <w:rPr>
          <w:rFonts w:cs="Times New Roman"/>
          <w:noProof/>
          <w:lang w:eastAsia="cs-CZ"/>
        </w:rPr>
        <w:t>zní:</w:t>
      </w:r>
    </w:p>
    <w:p w:rsidR="00972417" w:rsidRPr="003142B9" w:rsidRDefault="00972417" w:rsidP="00972417">
      <w:pPr>
        <w:spacing w:before="360" w:after="120"/>
        <w:jc w:val="both"/>
        <w:rPr>
          <w:rFonts w:cs="Times New Roman"/>
          <w:noProof/>
          <w:lang w:eastAsia="cs-CZ"/>
        </w:rPr>
      </w:pPr>
      <w:r w:rsidRPr="003142B9">
        <w:rPr>
          <w:rFonts w:cs="Times New Roman"/>
          <w:noProof/>
          <w:lang w:eastAsia="cs-CZ"/>
        </w:rPr>
        <w:t>„X. 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19 odst. 1</w:t>
      </w:r>
      <w:r>
        <w:rPr>
          <w:rFonts w:cs="Times New Roman"/>
          <w:noProof/>
          <w:lang w:eastAsia="cs-CZ"/>
        </w:rPr>
        <w:t> </w:t>
      </w:r>
      <w:r w:rsidRPr="003142B9">
        <w:rPr>
          <w:rFonts w:cs="Times New Roman"/>
          <w:noProof/>
          <w:lang w:eastAsia="cs-CZ"/>
        </w:rPr>
        <w:t>písm. zn) se slova „podle zákona upravujícího evidenci tržeb“ nahrazují slovy „, jejíž hodnota nepřevyšuje 1</w:t>
      </w:r>
      <w:r>
        <w:rPr>
          <w:rFonts w:cs="Times New Roman"/>
          <w:noProof/>
          <w:lang w:eastAsia="cs-CZ"/>
        </w:rPr>
        <w:t xml:space="preserve"> 0</w:t>
      </w:r>
      <w:r w:rsidRPr="003142B9">
        <w:rPr>
          <w:rFonts w:cs="Times New Roman"/>
          <w:noProof/>
          <w:lang w:eastAsia="cs-CZ"/>
        </w:rPr>
        <w:t>00 000 Kč“.“</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 bod 15 zní: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„X.</w:t>
      </w:r>
      <w:r w:rsidRPr="003142B9">
        <w:rPr>
          <w:rFonts w:cs="Times New Roman"/>
          <w:noProof/>
          <w:lang w:eastAsia="cs-CZ"/>
        </w:rPr>
        <w:tab/>
        <w:t>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24 odst. 2</w:t>
      </w:r>
      <w:r>
        <w:rPr>
          <w:rFonts w:cs="Times New Roman"/>
          <w:noProof/>
          <w:lang w:eastAsia="cs-CZ"/>
        </w:rPr>
        <w:t> </w:t>
      </w:r>
      <w:r w:rsidRPr="003142B9">
        <w:rPr>
          <w:rFonts w:cs="Times New Roman"/>
          <w:noProof/>
          <w:lang w:eastAsia="cs-CZ"/>
        </w:rPr>
        <w:t>písm. u) se za číslo „1“ vkládají slova „písm. h) bodu 1</w:t>
      </w:r>
      <w:r>
        <w:rPr>
          <w:rFonts w:cs="Times New Roman"/>
          <w:noProof/>
          <w:lang w:eastAsia="cs-CZ"/>
        </w:rPr>
        <w:t> </w:t>
      </w:r>
      <w:r w:rsidRPr="003142B9">
        <w:rPr>
          <w:rFonts w:cs="Times New Roman"/>
          <w:noProof/>
          <w:lang w:eastAsia="cs-CZ"/>
        </w:rPr>
        <w:t>nebo“.“.</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dosavadním bodě 17 se slova „hazardní hry“ nahrazují slovy „loterie a</w:t>
      </w:r>
      <w:r>
        <w:rPr>
          <w:rFonts w:cs="Times New Roman"/>
          <w:noProof/>
          <w:lang w:eastAsia="cs-CZ"/>
        </w:rPr>
        <w:t> </w:t>
      </w:r>
      <w:r w:rsidRPr="003142B9">
        <w:rPr>
          <w:rFonts w:cs="Times New Roman"/>
          <w:noProof/>
          <w:lang w:eastAsia="cs-CZ"/>
        </w:rPr>
        <w:t>tomboly“.</w:t>
      </w:r>
    </w:p>
    <w:p w:rsidR="00972417" w:rsidRPr="003142B9" w:rsidRDefault="00972417" w:rsidP="00972417">
      <w:pPr>
        <w:widowControl/>
        <w:numPr>
          <w:ilvl w:val="0"/>
          <w:numId w:val="3"/>
        </w:numPr>
        <w:suppressAutoHyphens w:val="0"/>
        <w:spacing w:before="360" w:after="120"/>
        <w:ind w:left="425" w:hanging="425"/>
        <w:jc w:val="both"/>
        <w:rPr>
          <w:rFonts w:cs="Times New Roman"/>
          <w:noProof/>
          <w:lang w:eastAsia="cs-CZ"/>
        </w:rPr>
      </w:pPr>
      <w:r w:rsidRPr="003142B9">
        <w:rPr>
          <w:rFonts w:cs="Times New Roman"/>
          <w:noProof/>
          <w:lang w:eastAsia="cs-CZ"/>
        </w:rPr>
        <w:t>V části druhé čl.</w:t>
      </w:r>
      <w:r>
        <w:rPr>
          <w:rFonts w:cs="Times New Roman"/>
          <w:noProof/>
          <w:lang w:eastAsia="cs-CZ"/>
        </w:rPr>
        <w:t> </w:t>
      </w:r>
      <w:r w:rsidRPr="003142B9">
        <w:rPr>
          <w:rFonts w:cs="Times New Roman"/>
          <w:noProof/>
          <w:lang w:eastAsia="cs-CZ"/>
        </w:rPr>
        <w:t>III se za dosavadní bod 17 doplňují nové body, který znějí:</w:t>
      </w:r>
    </w:p>
    <w:p w:rsidR="00972417" w:rsidRPr="003142B9" w:rsidRDefault="00972417" w:rsidP="00972417">
      <w:pPr>
        <w:keepNext/>
        <w:keepLines/>
        <w:tabs>
          <w:tab w:val="num" w:pos="567"/>
          <w:tab w:val="left" w:pos="851"/>
        </w:tabs>
        <w:spacing w:before="120" w:after="120"/>
        <w:jc w:val="both"/>
        <w:rPr>
          <w:rFonts w:cs="Times New Roman"/>
          <w:noProof/>
          <w:lang w:eastAsia="cs-CZ"/>
        </w:rPr>
      </w:pPr>
      <w:r w:rsidRPr="003142B9">
        <w:rPr>
          <w:rFonts w:cs="Times New Roman"/>
          <w:noProof/>
          <w:lang w:eastAsia="cs-CZ"/>
        </w:rPr>
        <w:t>„ X. 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36 odst. 7</w:t>
      </w:r>
      <w:r>
        <w:rPr>
          <w:rFonts w:cs="Times New Roman"/>
          <w:noProof/>
          <w:lang w:eastAsia="cs-CZ"/>
        </w:rPr>
        <w:t> </w:t>
      </w:r>
      <w:r w:rsidRPr="003142B9">
        <w:rPr>
          <w:rFonts w:cs="Times New Roman"/>
          <w:noProof/>
          <w:lang w:eastAsia="cs-CZ"/>
        </w:rPr>
        <w:t>se za číslo „4“ vkládají slova „nebo veškeré příjmy uvedené v</w:t>
      </w:r>
      <w:r>
        <w:rPr>
          <w:rFonts w:cs="Times New Roman"/>
          <w:noProof/>
          <w:lang w:eastAsia="cs-CZ"/>
        </w:rPr>
        <w:t> </w:t>
      </w:r>
      <w:r w:rsidRPr="003142B9">
        <w:rPr>
          <w:rFonts w:cs="Times New Roman"/>
          <w:noProof/>
          <w:lang w:eastAsia="cs-CZ"/>
        </w:rPr>
        <w:t>§</w:t>
      </w:r>
      <w:r>
        <w:rPr>
          <w:rFonts w:cs="Times New Roman"/>
          <w:noProof/>
          <w:lang w:eastAsia="cs-CZ"/>
        </w:rPr>
        <w:t> </w:t>
      </w:r>
      <w:r w:rsidRPr="003142B9">
        <w:rPr>
          <w:rFonts w:cs="Times New Roman"/>
          <w:noProof/>
          <w:lang w:eastAsia="cs-CZ"/>
        </w:rPr>
        <w:t>10 odst. 1</w:t>
      </w:r>
      <w:r>
        <w:rPr>
          <w:rFonts w:cs="Times New Roman"/>
          <w:noProof/>
          <w:lang w:eastAsia="cs-CZ"/>
        </w:rPr>
        <w:t> </w:t>
      </w:r>
      <w:r w:rsidRPr="003142B9">
        <w:rPr>
          <w:rFonts w:cs="Times New Roman"/>
          <w:noProof/>
          <w:lang w:eastAsia="cs-CZ"/>
        </w:rPr>
        <w:t>písm. h) bodě 1, které byly samostatným základem daně pro zdanění zvláštní sazbou daně podle §</w:t>
      </w:r>
      <w:r>
        <w:rPr>
          <w:rFonts w:cs="Times New Roman"/>
          <w:noProof/>
          <w:lang w:eastAsia="cs-CZ"/>
        </w:rPr>
        <w:t> </w:t>
      </w:r>
      <w:r w:rsidRPr="003142B9">
        <w:rPr>
          <w:rFonts w:cs="Times New Roman"/>
          <w:noProof/>
          <w:lang w:eastAsia="cs-CZ"/>
        </w:rPr>
        <w:t>36, nesnížené o</w:t>
      </w:r>
      <w:r>
        <w:rPr>
          <w:rFonts w:cs="Times New Roman"/>
          <w:noProof/>
          <w:lang w:eastAsia="cs-CZ"/>
        </w:rPr>
        <w:t> </w:t>
      </w:r>
      <w:r w:rsidRPr="003142B9">
        <w:rPr>
          <w:rFonts w:cs="Times New Roman"/>
          <w:noProof/>
          <w:lang w:eastAsia="cs-CZ"/>
        </w:rPr>
        <w:t>výdaje“.</w:t>
      </w:r>
    </w:p>
    <w:p w:rsidR="00972417" w:rsidRPr="003142B9" w:rsidRDefault="00972417" w:rsidP="00972417">
      <w:pPr>
        <w:jc w:val="both"/>
        <w:rPr>
          <w:rFonts w:cs="Times New Roman"/>
          <w:lang w:eastAsia="cs-CZ"/>
        </w:rPr>
      </w:pPr>
      <w:r w:rsidRPr="003142B9">
        <w:rPr>
          <w:rFonts w:cs="Times New Roman"/>
          <w:lang w:eastAsia="cs-CZ"/>
        </w:rPr>
        <w:t>X. V</w:t>
      </w:r>
      <w:r>
        <w:rPr>
          <w:rFonts w:cs="Times New Roman"/>
          <w:lang w:eastAsia="cs-CZ"/>
        </w:rPr>
        <w:t> </w:t>
      </w:r>
      <w:r w:rsidRPr="003142B9">
        <w:rPr>
          <w:rFonts w:cs="Times New Roman"/>
          <w:lang w:eastAsia="cs-CZ"/>
        </w:rPr>
        <w:t>§</w:t>
      </w:r>
      <w:r>
        <w:rPr>
          <w:rFonts w:cs="Times New Roman"/>
          <w:lang w:eastAsia="cs-CZ"/>
        </w:rPr>
        <w:t> </w:t>
      </w:r>
      <w:r w:rsidRPr="003142B9">
        <w:rPr>
          <w:rFonts w:cs="Times New Roman"/>
          <w:lang w:eastAsia="cs-CZ"/>
        </w:rPr>
        <w:t>38d odst. 4</w:t>
      </w:r>
      <w:r>
        <w:rPr>
          <w:rFonts w:cs="Times New Roman"/>
          <w:lang w:eastAsia="cs-CZ"/>
        </w:rPr>
        <w:t> </w:t>
      </w:r>
      <w:r w:rsidRPr="003142B9">
        <w:rPr>
          <w:rFonts w:cs="Times New Roman"/>
          <w:lang w:eastAsia="cs-CZ"/>
        </w:rPr>
        <w:t>se na konci textu písmene b) doplňují slova „až 8“.</w:t>
      </w:r>
    </w:p>
    <w:p w:rsidR="00972417" w:rsidRPr="003142B9" w:rsidRDefault="00972417" w:rsidP="00972417">
      <w:pPr>
        <w:jc w:val="both"/>
        <w:rPr>
          <w:rFonts w:cs="Times New Roman"/>
          <w:lang w:eastAsia="cs-CZ"/>
        </w:rPr>
      </w:pPr>
      <w:r w:rsidRPr="003142B9">
        <w:rPr>
          <w:rFonts w:cs="Times New Roman"/>
          <w:lang w:eastAsia="cs-CZ"/>
        </w:rPr>
        <w:t>X. V</w:t>
      </w:r>
      <w:r>
        <w:rPr>
          <w:rFonts w:cs="Times New Roman"/>
          <w:lang w:eastAsia="cs-CZ"/>
        </w:rPr>
        <w:t> </w:t>
      </w:r>
      <w:r w:rsidRPr="003142B9">
        <w:rPr>
          <w:rFonts w:cs="Times New Roman"/>
          <w:lang w:eastAsia="cs-CZ"/>
        </w:rPr>
        <w:t>§</w:t>
      </w:r>
      <w:r>
        <w:rPr>
          <w:rFonts w:cs="Times New Roman"/>
          <w:lang w:eastAsia="cs-CZ"/>
        </w:rPr>
        <w:t> </w:t>
      </w:r>
      <w:r w:rsidRPr="003142B9">
        <w:rPr>
          <w:rFonts w:cs="Times New Roman"/>
          <w:lang w:eastAsia="cs-CZ"/>
        </w:rPr>
        <w:t>38d odst. 4</w:t>
      </w:r>
      <w:r>
        <w:rPr>
          <w:rFonts w:cs="Times New Roman"/>
          <w:lang w:eastAsia="cs-CZ"/>
        </w:rPr>
        <w:t> </w:t>
      </w:r>
      <w:r w:rsidRPr="003142B9">
        <w:rPr>
          <w:rFonts w:cs="Times New Roman"/>
          <w:lang w:eastAsia="cs-CZ"/>
        </w:rPr>
        <w:t>se na konci písmene b) čárka nahrazuje tečkou a</w:t>
      </w:r>
      <w:r>
        <w:rPr>
          <w:rFonts w:cs="Times New Roman"/>
          <w:lang w:eastAsia="cs-CZ"/>
        </w:rPr>
        <w:t> </w:t>
      </w:r>
      <w:r w:rsidRPr="003142B9">
        <w:rPr>
          <w:rFonts w:cs="Times New Roman"/>
          <w:lang w:eastAsia="cs-CZ"/>
        </w:rPr>
        <w:t>písmeno c) se zrušuje.“</w:t>
      </w:r>
    </w:p>
    <w:p w:rsidR="00972417" w:rsidRDefault="00972417" w:rsidP="00972417">
      <w:pPr>
        <w:widowControl/>
        <w:numPr>
          <w:ilvl w:val="0"/>
          <w:numId w:val="3"/>
        </w:numPr>
        <w:suppressAutoHyphens w:val="0"/>
        <w:spacing w:before="360" w:after="120"/>
        <w:ind w:left="425" w:hanging="425"/>
        <w:jc w:val="both"/>
      </w:pPr>
      <w:r w:rsidRPr="00627B4E">
        <w:rPr>
          <w:rFonts w:cs="Times New Roman"/>
          <w:noProof/>
          <w:lang w:eastAsia="cs-CZ"/>
        </w:rPr>
        <w:t>V části druhé čl. IV dosavadním bodě 5 se slova „hazardní hry plynoucí ode dne nabytí účinnosti tohoto zákona“ nahrazují slovy „loterie a tomboly plynoucí ode dne nabytí účinnosti tohoto zákona, který je samostatným základem daně pro zdanění zvláštní sazbou daně podle § 36,“.</w:t>
      </w:r>
      <w:r>
        <w:t xml:space="preserve"> </w:t>
      </w:r>
    </w:p>
    <w:p w:rsidR="00972417" w:rsidRDefault="00972417" w:rsidP="00972417">
      <w:pPr>
        <w:tabs>
          <w:tab w:val="left" w:pos="0"/>
        </w:tabs>
        <w:suppressAutoHyphens w:val="0"/>
        <w:spacing w:line="259" w:lineRule="auto"/>
        <w:ind w:left="567" w:hanging="425"/>
        <w:jc w:val="both"/>
        <w:rPr>
          <w:rFonts w:cs="Times New Roman"/>
          <w:spacing w:val="60"/>
        </w:rPr>
      </w:pPr>
    </w:p>
    <w:p w:rsidR="00972417" w:rsidRPr="00972417" w:rsidRDefault="00972417" w:rsidP="00972417">
      <w:pPr>
        <w:pStyle w:val="Odstavecseseznamem"/>
        <w:numPr>
          <w:ilvl w:val="0"/>
          <w:numId w:val="8"/>
        </w:numPr>
        <w:autoSpaceDE w:val="0"/>
        <w:autoSpaceDN w:val="0"/>
        <w:adjustRightInd w:val="0"/>
        <w:spacing w:after="0"/>
        <w:ind w:left="782" w:hanging="357"/>
        <w:jc w:val="both"/>
        <w:rPr>
          <w:rFonts w:ascii="Times New Roman" w:hAnsi="Times New Roman" w:cs="Times New Roman"/>
          <w:sz w:val="26"/>
          <w:szCs w:val="26"/>
          <w:lang w:eastAsia="cs-CZ"/>
        </w:rPr>
      </w:pPr>
      <w:r w:rsidRPr="008821F3">
        <w:rPr>
          <w:rFonts w:ascii="Times New Roman" w:hAnsi="Times New Roman"/>
          <w:b/>
          <w:sz w:val="26"/>
          <w:szCs w:val="26"/>
          <w:lang w:eastAsia="cs-CZ"/>
        </w:rPr>
        <w:t xml:space="preserve">Úprava přechodných ustanovení u spotřebních daní </w:t>
      </w:r>
      <w:r w:rsidRPr="008821F3">
        <w:rPr>
          <w:rFonts w:ascii="Times New Roman" w:hAnsi="Times New Roman"/>
          <w:sz w:val="26"/>
          <w:szCs w:val="26"/>
          <w:lang w:eastAsia="cs-CZ"/>
        </w:rPr>
        <w:t>(ČÁST ČTVRTÁ</w:t>
      </w:r>
      <w:r w:rsidRPr="008821F3">
        <w:rPr>
          <w:rFonts w:ascii="Times New Roman" w:hAnsi="Times New Roman" w:cs="Times New Roman"/>
          <w:sz w:val="24"/>
          <w:szCs w:val="24"/>
        </w:rPr>
        <w:t xml:space="preserve"> </w:t>
      </w:r>
      <w:r w:rsidRPr="008821F3">
        <w:rPr>
          <w:rFonts w:ascii="Times New Roman" w:hAnsi="Times New Roman" w:cs="Times New Roman"/>
          <w:sz w:val="26"/>
          <w:szCs w:val="26"/>
        </w:rPr>
        <w:t>– změna zákona o spotřebních daních)</w:t>
      </w:r>
    </w:p>
    <w:p w:rsidR="00972417" w:rsidRDefault="00972417" w:rsidP="00972417">
      <w:pPr>
        <w:widowControl/>
        <w:numPr>
          <w:ilvl w:val="0"/>
          <w:numId w:val="6"/>
        </w:numPr>
        <w:suppressAutoHyphens w:val="0"/>
        <w:spacing w:before="240" w:after="120"/>
        <w:jc w:val="both"/>
        <w:rPr>
          <w:rFonts w:cs="Times New Roman"/>
          <w:noProof/>
          <w:lang w:eastAsia="cs-CZ"/>
        </w:rPr>
      </w:pPr>
      <w:r>
        <w:rPr>
          <w:rFonts w:cs="Times New Roman"/>
          <w:noProof/>
          <w:lang w:eastAsia="cs-CZ"/>
        </w:rPr>
        <w:t>V Části čtvrté čl. VIII bod 1 zní:</w:t>
      </w:r>
    </w:p>
    <w:p w:rsidR="00972417" w:rsidRDefault="00972417" w:rsidP="00972417">
      <w:pPr>
        <w:keepNext/>
        <w:keepLines/>
        <w:tabs>
          <w:tab w:val="num" w:pos="567"/>
          <w:tab w:val="left" w:pos="851"/>
        </w:tabs>
        <w:spacing w:after="120"/>
        <w:jc w:val="both"/>
        <w:rPr>
          <w:rFonts w:cs="Times New Roman"/>
          <w:noProof/>
          <w:lang w:eastAsia="cs-CZ"/>
        </w:rPr>
      </w:pPr>
      <w:r>
        <w:rPr>
          <w:rFonts w:cs="Times New Roman"/>
          <w:noProof/>
          <w:lang w:eastAsia="cs-CZ"/>
        </w:rPr>
        <w:lastRenderedPageBreak/>
        <w:t>„1.</w:t>
      </w:r>
      <w:r>
        <w:rPr>
          <w:rFonts w:cs="Times New Roman"/>
          <w:noProof/>
          <w:lang w:eastAsia="cs-CZ"/>
        </w:rPr>
        <w:tab/>
        <w:t>Ustanovení § 70 odst. 1 zákona č. 353/2003 Sb., ve znění účinném ode dne nabytí účinnosti tohoto zákona, se nepoužije pro líh, u něhož povinnost daň přiznat a zaplatit vznikla ve zdaňovacím období započatém přede dnem nabytí účinnosti tohoto zákona.“.</w:t>
      </w:r>
    </w:p>
    <w:p w:rsidR="00972417" w:rsidRDefault="00972417" w:rsidP="00972417">
      <w:pPr>
        <w:widowControl/>
        <w:numPr>
          <w:ilvl w:val="0"/>
          <w:numId w:val="6"/>
        </w:numPr>
        <w:suppressAutoHyphens w:val="0"/>
        <w:spacing w:before="240" w:after="120"/>
        <w:jc w:val="both"/>
        <w:rPr>
          <w:rFonts w:cs="Times New Roman"/>
          <w:noProof/>
          <w:lang w:eastAsia="cs-CZ"/>
        </w:rPr>
      </w:pPr>
      <w:r>
        <w:rPr>
          <w:rFonts w:cs="Times New Roman"/>
          <w:noProof/>
          <w:lang w:eastAsia="cs-CZ"/>
        </w:rPr>
        <w:t>V Části čtvrté čl. VIII bod 2 zní:</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„2.</w:t>
      </w:r>
      <w:r>
        <w:rPr>
          <w:rFonts w:cs="Times New Roman"/>
          <w:noProof/>
          <w:lang w:eastAsia="cs-CZ"/>
        </w:rPr>
        <w:tab/>
        <w:t xml:space="preserve">Ustanovení § 104 odst. 1 a § 130c odst. 1 zákona č. 353/2003 Sb., ve znění účinném ode dne nabytí účinnosti tohoto zákona, se nepoužijí pro </w:t>
      </w:r>
    </w:p>
    <w:p w:rsidR="00972417" w:rsidRDefault="00972417" w:rsidP="00972417">
      <w:pPr>
        <w:pStyle w:val="Textpechodka"/>
        <w:spacing w:before="120"/>
        <w:ind w:left="851" w:hanging="284"/>
        <w:rPr>
          <w:szCs w:val="24"/>
        </w:rPr>
      </w:pPr>
      <w:r>
        <w:rPr>
          <w:szCs w:val="24"/>
        </w:rPr>
        <w:t>a)</w:t>
      </w:r>
      <w:r>
        <w:rPr>
          <w:szCs w:val="24"/>
        </w:rPr>
        <w:tab/>
        <w:t>tabákové výrobky nebo zahřívané tabákové výrobky, u nichž povinnost daň přiznat a zaplatit vznikla v roce 2019 nebo nejpozději v druhém kalendářním měsíci následujícím po dni vyhlášení tohoto zákona,</w:t>
      </w:r>
    </w:p>
    <w:p w:rsidR="00972417" w:rsidRDefault="00972417" w:rsidP="00972417">
      <w:pPr>
        <w:pStyle w:val="Textpechodka"/>
        <w:spacing w:before="120"/>
        <w:ind w:left="851" w:hanging="284"/>
        <w:rPr>
          <w:szCs w:val="24"/>
        </w:rPr>
      </w:pPr>
      <w:r>
        <w:rPr>
          <w:szCs w:val="24"/>
        </w:rPr>
        <w:t>b)</w:t>
      </w:r>
      <w:r>
        <w:rPr>
          <w:szCs w:val="24"/>
        </w:rPr>
        <w:tab/>
        <w:t>surový tabák, u něhož daňová povinnost vznikla v roce 2019 nebo nejpozději v druhém kalendářním měsíci následujícím po dni vyhlášení tohoto zákona.“.</w:t>
      </w:r>
    </w:p>
    <w:p w:rsidR="00972417" w:rsidRDefault="00972417" w:rsidP="00972417">
      <w:pPr>
        <w:widowControl/>
        <w:numPr>
          <w:ilvl w:val="0"/>
          <w:numId w:val="6"/>
        </w:numPr>
        <w:suppressAutoHyphens w:val="0"/>
        <w:spacing w:before="240" w:after="120"/>
        <w:jc w:val="both"/>
        <w:rPr>
          <w:rFonts w:cs="Times New Roman"/>
          <w:noProof/>
          <w:lang w:eastAsia="cs-CZ"/>
        </w:rPr>
      </w:pPr>
      <w:r>
        <w:rPr>
          <w:rFonts w:cs="Times New Roman"/>
          <w:noProof/>
          <w:lang w:eastAsia="cs-CZ"/>
        </w:rPr>
        <w:t>V Části čtvrté se na konci čl. VIII doplňují body 3 až 6, které znějí:</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„3.</w:t>
      </w:r>
      <w:r>
        <w:rPr>
          <w:rFonts w:cs="Times New Roman"/>
          <w:noProof/>
          <w:lang w:eastAsia="cs-CZ"/>
        </w:rPr>
        <w:tab/>
        <w:t>Pokud v důsledku přijetí tohoto zákona vznikne provozovateli daňového skladu nebo oprávněnému příjemci pro opakované přijímání vybraných výrobků do 35 dnů ode dne, od kterého se tento zákon použije na dané vybrané výrobky, povinnost změnit zajištění daně poskytnuté podle zákona č. 353/2003 Sb., ve znění účinném přede dnem nabytí účinnosti tohoto zákona, je povinen</w:t>
      </w:r>
    </w:p>
    <w:p w:rsidR="00972417" w:rsidRDefault="00972417" w:rsidP="00972417">
      <w:pPr>
        <w:pStyle w:val="Textpechodka"/>
        <w:spacing w:before="120"/>
        <w:ind w:left="851" w:hanging="284"/>
        <w:rPr>
          <w:szCs w:val="24"/>
        </w:rPr>
      </w:pPr>
      <w:r>
        <w:rPr>
          <w:szCs w:val="24"/>
        </w:rPr>
        <w:t>a)</w:t>
      </w:r>
      <w:r>
        <w:rPr>
          <w:szCs w:val="24"/>
        </w:rPr>
        <w:tab/>
        <w:t xml:space="preserve">zvýšit zajištění daně ve lhůtě 40 dnů ode dne zjištění rozdílu podle § 21 odst. 9 zákona č. 353/2003 Sb., ve znění účinném ode dne nabytí účinnosti tohoto zákona, nebo </w:t>
      </w:r>
    </w:p>
    <w:p w:rsidR="00972417" w:rsidRDefault="00972417" w:rsidP="00972417">
      <w:pPr>
        <w:pStyle w:val="Textpechodka"/>
        <w:spacing w:before="120"/>
        <w:ind w:left="851" w:hanging="284"/>
        <w:rPr>
          <w:szCs w:val="24"/>
        </w:rPr>
      </w:pPr>
      <w:r>
        <w:rPr>
          <w:szCs w:val="24"/>
        </w:rPr>
        <w:t>b)</w:t>
      </w:r>
      <w:r>
        <w:rPr>
          <w:szCs w:val="24"/>
        </w:rPr>
        <w:tab/>
        <w:t xml:space="preserve">do 10 dnů ode dne </w:t>
      </w:r>
    </w:p>
    <w:p w:rsidR="00972417" w:rsidRDefault="00972417" w:rsidP="00972417">
      <w:pPr>
        <w:pStyle w:val="Textpechodkapsmene"/>
        <w:numPr>
          <w:ilvl w:val="4"/>
          <w:numId w:val="7"/>
        </w:numPr>
        <w:ind w:left="1134" w:hanging="283"/>
        <w:rPr>
          <w:szCs w:val="24"/>
        </w:rPr>
      </w:pPr>
      <w:r>
        <w:rPr>
          <w:szCs w:val="24"/>
        </w:rPr>
        <w:t>1.</w:t>
      </w:r>
      <w:r>
        <w:rPr>
          <w:szCs w:val="24"/>
        </w:rPr>
        <w:tab/>
        <w:t>zjištění rozdílu podle § 21 odst. 9 zákona č. 353/2003 Sb., ve znění účinném ode dne nabytí účinnosti tohoto zákona, podat správci daně návrh na změnu způsobu zajištění daně podle § 21 odst. 1 zákona č. 353/2003 Sb., ve znění účinném ode dne nabytí účinnosti tohoto zákona, a</w:t>
      </w:r>
    </w:p>
    <w:p w:rsidR="00972417" w:rsidRDefault="00972417" w:rsidP="00972417">
      <w:pPr>
        <w:pStyle w:val="Textpechodkapsmene"/>
        <w:numPr>
          <w:ilvl w:val="4"/>
          <w:numId w:val="7"/>
        </w:numPr>
        <w:ind w:left="1134" w:hanging="283"/>
        <w:rPr>
          <w:szCs w:val="24"/>
        </w:rPr>
      </w:pPr>
      <w:r>
        <w:rPr>
          <w:szCs w:val="24"/>
        </w:rPr>
        <w:t>2.</w:t>
      </w:r>
      <w:r>
        <w:rPr>
          <w:szCs w:val="24"/>
        </w:rPr>
        <w:tab/>
        <w:t>nabytí právní moci rozhodnutí o změně způsobu zajištění daně, poskytnout zajištění daně v souladu s tímto rozhodnutím.</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 xml:space="preserve">4. </w:t>
      </w:r>
      <w:r>
        <w:rPr>
          <w:rFonts w:cs="Times New Roman"/>
          <w:noProof/>
          <w:lang w:eastAsia="cs-CZ"/>
        </w:rPr>
        <w:tab/>
        <w:t>Povolení k provozování daňového skladu nebo povolení pro opakované přijímání vybraných výrobků vydaná podle zákona č. 353/2003 Sb., ve znění účinném přede dnem nabytí účinnosti tohoto zákona, provozovateli daňového skladu nebo oprávněnému příjemci, kteří postupovali v souladu s bodem 3 písm. b) bodem 1, se do doby nabytí právní moci rozhodnutí o návrhu na změnu podle bodu 3 písm. b) bodu 1 považují za povolení vydaná podle zákona č. 353/2003 Sb., ve znění účinném ode dne nabytí účinnosti tohoto zákona.</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 xml:space="preserve">5. </w:t>
      </w:r>
      <w:r>
        <w:rPr>
          <w:rFonts w:cs="Times New Roman"/>
          <w:noProof/>
          <w:lang w:eastAsia="cs-CZ"/>
        </w:rPr>
        <w:tab/>
        <w:t>Správce daně o návrhu na změnu způsobu zajištění daně podle bodu 3 písm. b) bodu 1 rozhodne do 30 dnů ode dne zahájení řízení. Proti tomuto rozhodnutí lze podat odvolání do 10 dnů ode dne jeho doručení; odvolání proti tomuto rozhodnutí má odkladný účinek.</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 xml:space="preserve">6. </w:t>
      </w:r>
      <w:r>
        <w:rPr>
          <w:rFonts w:cs="Times New Roman"/>
          <w:noProof/>
          <w:lang w:eastAsia="cs-CZ"/>
        </w:rPr>
        <w:tab/>
        <w:t>Zajištění daně poskytnuté pro dopravu lihu, tabákových výrobků nebo zahřívaných tabákových výrobků v režimu podmíněného osvobození od daně nebo pro dopravu lihu osvobozeného od daně zahájené přede dnem, od kterého se tento zákon použije na dané vybrané výrobky, se považuje za zajištění daně poskytnuté v souladu se zákonem č. 353/2003 Sb., ve znění účinném ode dne nabytí účinnosti tohoto zákona.</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br w:type="page"/>
      </w:r>
    </w:p>
    <w:p w:rsidR="00972417" w:rsidRPr="00972417" w:rsidRDefault="00972417" w:rsidP="00972417">
      <w:pPr>
        <w:pStyle w:val="Odstavecseseznamem"/>
        <w:numPr>
          <w:ilvl w:val="0"/>
          <w:numId w:val="8"/>
        </w:numPr>
        <w:autoSpaceDE w:val="0"/>
        <w:autoSpaceDN w:val="0"/>
        <w:adjustRightInd w:val="0"/>
        <w:spacing w:after="240"/>
        <w:jc w:val="both"/>
        <w:rPr>
          <w:rFonts w:ascii="Times New Roman" w:hAnsi="Times New Roman" w:cs="Times New Roman"/>
          <w:b/>
          <w:sz w:val="26"/>
          <w:szCs w:val="26"/>
          <w:lang w:eastAsia="cs-CZ"/>
        </w:rPr>
      </w:pPr>
      <w:r w:rsidRPr="00F45404">
        <w:rPr>
          <w:rFonts w:ascii="Times New Roman" w:hAnsi="Times New Roman"/>
          <w:b/>
          <w:sz w:val="26"/>
          <w:szCs w:val="26"/>
          <w:lang w:eastAsia="cs-CZ"/>
        </w:rPr>
        <w:lastRenderedPageBreak/>
        <w:t>Zachování osvobození plynu určeného pro domovní kotelny od daně z plynu</w:t>
      </w:r>
      <w:r w:rsidRPr="00F45404">
        <w:rPr>
          <w:rFonts w:ascii="Times New Roman" w:hAnsi="Times New Roman" w:cs="Times New Roman"/>
          <w:sz w:val="24"/>
          <w:szCs w:val="24"/>
        </w:rPr>
        <w:t xml:space="preserve"> </w:t>
      </w:r>
      <w:r w:rsidRPr="00F45404">
        <w:rPr>
          <w:rFonts w:ascii="Times New Roman" w:hAnsi="Times New Roman"/>
          <w:sz w:val="26"/>
          <w:szCs w:val="26"/>
          <w:lang w:eastAsia="cs-CZ"/>
        </w:rPr>
        <w:t>(ČÁST ŠESTÁ</w:t>
      </w:r>
      <w:r w:rsidRPr="00F45404">
        <w:rPr>
          <w:rFonts w:ascii="Times New Roman" w:hAnsi="Times New Roman" w:cs="Times New Roman"/>
          <w:sz w:val="24"/>
          <w:szCs w:val="24"/>
        </w:rPr>
        <w:t xml:space="preserve"> </w:t>
      </w:r>
      <w:r w:rsidRPr="00F45404">
        <w:rPr>
          <w:rFonts w:ascii="Times New Roman" w:hAnsi="Times New Roman" w:cs="Times New Roman"/>
          <w:sz w:val="26"/>
          <w:szCs w:val="26"/>
        </w:rPr>
        <w:t>– změna zákona o stabilizaci veřejných rozpočtů)</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Část šestá se včetně nadpisu zrušuje.</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Následující části a články se přečíslují.</w:t>
      </w:r>
    </w:p>
    <w:p w:rsidR="00972417" w:rsidRDefault="00972417" w:rsidP="00972417">
      <w:pPr>
        <w:keepNext/>
        <w:keepLines/>
        <w:tabs>
          <w:tab w:val="num" w:pos="567"/>
          <w:tab w:val="left" w:pos="851"/>
        </w:tabs>
        <w:spacing w:before="120" w:after="120"/>
        <w:jc w:val="both"/>
        <w:rPr>
          <w:rFonts w:cs="Times New Roman"/>
          <w:noProof/>
          <w:lang w:eastAsia="cs-CZ"/>
        </w:rPr>
      </w:pPr>
    </w:p>
    <w:p w:rsidR="00972417" w:rsidRPr="00972417" w:rsidRDefault="00972417" w:rsidP="00972417">
      <w:pPr>
        <w:pStyle w:val="Odstavecseseznamem"/>
        <w:keepNext/>
        <w:keepLines/>
        <w:numPr>
          <w:ilvl w:val="0"/>
          <w:numId w:val="8"/>
        </w:numPr>
        <w:autoSpaceDE w:val="0"/>
        <w:autoSpaceDN w:val="0"/>
        <w:adjustRightInd w:val="0"/>
        <w:spacing w:after="240"/>
        <w:jc w:val="both"/>
        <w:rPr>
          <w:rFonts w:ascii="Times New Roman" w:hAnsi="Times New Roman" w:cs="Times New Roman"/>
          <w:sz w:val="26"/>
          <w:szCs w:val="26"/>
          <w:lang w:eastAsia="cs-CZ"/>
        </w:rPr>
      </w:pPr>
      <w:r>
        <w:rPr>
          <w:rFonts w:ascii="Times New Roman" w:hAnsi="Times New Roman"/>
          <w:b/>
          <w:sz w:val="26"/>
          <w:szCs w:val="26"/>
          <w:lang w:eastAsia="cs-CZ"/>
        </w:rPr>
        <w:t>Z</w:t>
      </w:r>
      <w:r w:rsidRPr="00FC2BF3">
        <w:rPr>
          <w:rFonts w:ascii="Times New Roman" w:hAnsi="Times New Roman"/>
          <w:b/>
          <w:sz w:val="26"/>
          <w:szCs w:val="26"/>
          <w:lang w:eastAsia="cs-CZ"/>
        </w:rPr>
        <w:t xml:space="preserve">měna ve výši některých sazeb daně z hazardních her </w:t>
      </w:r>
      <w:r w:rsidRPr="00FC2BF3">
        <w:rPr>
          <w:rFonts w:ascii="Times New Roman" w:hAnsi="Times New Roman"/>
          <w:sz w:val="26"/>
          <w:szCs w:val="26"/>
          <w:lang w:eastAsia="cs-CZ"/>
        </w:rPr>
        <w:t xml:space="preserve">(ČÁST SEDMÁ – </w:t>
      </w:r>
      <w:r w:rsidRPr="00FC2BF3">
        <w:rPr>
          <w:rFonts w:ascii="Times New Roman" w:hAnsi="Times New Roman" w:cs="Times New Roman"/>
          <w:sz w:val="26"/>
          <w:szCs w:val="26"/>
        </w:rPr>
        <w:t>změna zákona o dani z hazardních her</w:t>
      </w:r>
      <w:r w:rsidRPr="00FC2BF3">
        <w:rPr>
          <w:rFonts w:ascii="Times New Roman" w:hAnsi="Times New Roman"/>
          <w:sz w:val="26"/>
          <w:szCs w:val="26"/>
          <w:lang w:eastAsia="cs-CZ"/>
        </w:rPr>
        <w:t>)</w:t>
      </w:r>
    </w:p>
    <w:p w:rsidR="00972417" w:rsidRDefault="00972417" w:rsidP="00972417">
      <w:pPr>
        <w:keepNext/>
        <w:keepLines/>
        <w:tabs>
          <w:tab w:val="num" w:pos="567"/>
          <w:tab w:val="left" w:pos="851"/>
        </w:tabs>
        <w:spacing w:before="120" w:after="120"/>
        <w:jc w:val="both"/>
        <w:rPr>
          <w:rFonts w:cs="Times New Roman"/>
          <w:noProof/>
          <w:lang w:eastAsia="cs-CZ"/>
        </w:rPr>
      </w:pPr>
      <w:r>
        <w:rPr>
          <w:rFonts w:cs="Times New Roman"/>
          <w:noProof/>
          <w:lang w:eastAsia="cs-CZ"/>
        </w:rPr>
        <w:t>K části sedmé, čl. XII.:</w:t>
      </w:r>
    </w:p>
    <w:p w:rsidR="00972417" w:rsidRPr="00BD01FD" w:rsidRDefault="00972417" w:rsidP="00972417">
      <w:pPr>
        <w:tabs>
          <w:tab w:val="left" w:pos="284"/>
        </w:tabs>
        <w:suppressAutoHyphens w:val="0"/>
        <w:spacing w:before="360" w:after="120"/>
        <w:contextualSpacing/>
        <w:jc w:val="both"/>
        <w:rPr>
          <w:rFonts w:cs="Times New Roman"/>
          <w:lang w:eastAsia="cs-CZ"/>
        </w:rPr>
      </w:pPr>
      <w:r>
        <w:rPr>
          <w:rFonts w:cs="Times New Roman"/>
          <w:lang w:eastAsia="cs-CZ"/>
        </w:rPr>
        <w:t>1.</w:t>
      </w:r>
      <w:r>
        <w:rPr>
          <w:rFonts w:cs="Times New Roman"/>
          <w:lang w:eastAsia="cs-CZ"/>
        </w:rPr>
        <w:tab/>
      </w:r>
      <w:r w:rsidRPr="00BD01FD">
        <w:rPr>
          <w:rFonts w:cs="Times New Roman"/>
          <w:lang w:eastAsia="cs-CZ"/>
        </w:rPr>
        <w:t>Dosavadní bod 1 </w:t>
      </w:r>
      <w:r>
        <w:rPr>
          <w:rFonts w:cs="Times New Roman"/>
          <w:lang w:eastAsia="cs-CZ"/>
        </w:rPr>
        <w:t>zrušuje</w:t>
      </w:r>
      <w:r w:rsidRPr="00BD01FD">
        <w:rPr>
          <w:rFonts w:cs="Times New Roman"/>
          <w:lang w:eastAsia="cs-CZ"/>
        </w:rPr>
        <w:t>.</w:t>
      </w:r>
    </w:p>
    <w:p w:rsidR="00972417" w:rsidRPr="00BD01FD" w:rsidRDefault="00972417" w:rsidP="00972417">
      <w:pPr>
        <w:tabs>
          <w:tab w:val="left" w:pos="284"/>
        </w:tabs>
        <w:suppressAutoHyphens w:val="0"/>
        <w:spacing w:before="360" w:after="120"/>
        <w:contextualSpacing/>
        <w:jc w:val="both"/>
        <w:rPr>
          <w:rFonts w:cs="Times New Roman"/>
          <w:lang w:eastAsia="cs-CZ"/>
        </w:rPr>
      </w:pPr>
      <w:r>
        <w:rPr>
          <w:rFonts w:cs="Times New Roman"/>
          <w:lang w:eastAsia="cs-CZ"/>
        </w:rPr>
        <w:t>2.</w:t>
      </w:r>
      <w:r>
        <w:rPr>
          <w:rFonts w:cs="Times New Roman"/>
          <w:lang w:eastAsia="cs-CZ"/>
        </w:rPr>
        <w:tab/>
      </w:r>
      <w:r w:rsidRPr="00BD01FD">
        <w:rPr>
          <w:rFonts w:cs="Times New Roman"/>
          <w:lang w:eastAsia="cs-CZ"/>
        </w:rPr>
        <w:t>Dosavadní bod 2 </w:t>
      </w:r>
      <w:r>
        <w:rPr>
          <w:rFonts w:cs="Times New Roman"/>
          <w:lang w:eastAsia="cs-CZ"/>
        </w:rPr>
        <w:t>zrušuje.</w:t>
      </w:r>
    </w:p>
    <w:p w:rsidR="00972417" w:rsidRDefault="00972417" w:rsidP="00972417">
      <w:pPr>
        <w:tabs>
          <w:tab w:val="left" w:pos="284"/>
        </w:tabs>
        <w:suppressAutoHyphens w:val="0"/>
        <w:spacing w:before="360" w:after="120"/>
        <w:contextualSpacing/>
        <w:jc w:val="both"/>
        <w:rPr>
          <w:rFonts w:cs="Times New Roman"/>
          <w:lang w:eastAsia="cs-CZ"/>
        </w:rPr>
      </w:pPr>
      <w:r>
        <w:rPr>
          <w:rFonts w:cs="Times New Roman"/>
          <w:lang w:eastAsia="cs-CZ"/>
        </w:rPr>
        <w:t>3.</w:t>
      </w:r>
      <w:r>
        <w:rPr>
          <w:rFonts w:cs="Times New Roman"/>
          <w:lang w:eastAsia="cs-CZ"/>
        </w:rPr>
        <w:tab/>
      </w:r>
      <w:r w:rsidRPr="00BD01FD">
        <w:rPr>
          <w:rFonts w:cs="Times New Roman"/>
          <w:lang w:eastAsia="cs-CZ"/>
        </w:rPr>
        <w:t>Dosavadní bod 3 </w:t>
      </w:r>
      <w:r>
        <w:rPr>
          <w:rFonts w:cs="Times New Roman"/>
          <w:lang w:eastAsia="cs-CZ"/>
        </w:rPr>
        <w:t>zrušuje.</w:t>
      </w:r>
    </w:p>
    <w:p w:rsidR="00972417" w:rsidRPr="00BD01FD" w:rsidRDefault="00972417" w:rsidP="00972417">
      <w:pPr>
        <w:tabs>
          <w:tab w:val="left" w:pos="284"/>
        </w:tabs>
        <w:suppressAutoHyphens w:val="0"/>
        <w:spacing w:before="360" w:after="120"/>
        <w:contextualSpacing/>
        <w:jc w:val="both"/>
        <w:rPr>
          <w:rFonts w:cs="Times New Roman"/>
          <w:lang w:eastAsia="cs-CZ"/>
        </w:rPr>
      </w:pPr>
    </w:p>
    <w:p w:rsidR="00972417" w:rsidRDefault="00972417" w:rsidP="00972417">
      <w:pPr>
        <w:tabs>
          <w:tab w:val="left" w:pos="284"/>
        </w:tabs>
        <w:suppressAutoHyphens w:val="0"/>
        <w:spacing w:before="360" w:after="120"/>
        <w:ind w:left="284" w:hanging="284"/>
        <w:contextualSpacing/>
        <w:jc w:val="both"/>
        <w:rPr>
          <w:rFonts w:cs="Times New Roman"/>
          <w:lang w:eastAsia="cs-CZ"/>
        </w:rPr>
      </w:pPr>
      <w:r>
        <w:rPr>
          <w:rFonts w:cs="Times New Roman"/>
          <w:lang w:eastAsia="cs-CZ"/>
        </w:rPr>
        <w:t>4.</w:t>
      </w:r>
      <w:r>
        <w:rPr>
          <w:rFonts w:cs="Times New Roman"/>
          <w:lang w:eastAsia="cs-CZ"/>
        </w:rPr>
        <w:tab/>
        <w:t>Za dosavadní bod 3 se vkládá nový bod 4, který zní:</w:t>
      </w:r>
    </w:p>
    <w:p w:rsidR="00972417" w:rsidRDefault="00972417" w:rsidP="00972417">
      <w:pPr>
        <w:tabs>
          <w:tab w:val="left" w:pos="284"/>
        </w:tabs>
        <w:suppressAutoHyphens w:val="0"/>
        <w:spacing w:before="360" w:after="120"/>
        <w:ind w:left="284" w:hanging="284"/>
        <w:contextualSpacing/>
        <w:jc w:val="both"/>
        <w:rPr>
          <w:rFonts w:cs="Times New Roman"/>
          <w:lang w:eastAsia="cs-CZ"/>
        </w:rPr>
      </w:pPr>
      <w:r>
        <w:rPr>
          <w:rFonts w:cs="Times New Roman"/>
          <w:lang w:eastAsia="cs-CZ"/>
        </w:rPr>
        <w:t>„4. V § 4 písm. e) se číslo „35“ nahrazuje číslem „38“.“.</w:t>
      </w:r>
      <w:r w:rsidRPr="00BD01FD">
        <w:rPr>
          <w:rFonts w:cs="Times New Roman"/>
          <w:lang w:eastAsia="cs-CZ"/>
        </w:rPr>
        <w:t xml:space="preserve"> </w:t>
      </w:r>
    </w:p>
    <w:p w:rsidR="00972417" w:rsidRPr="00BD01FD" w:rsidRDefault="00972417" w:rsidP="00972417">
      <w:pPr>
        <w:tabs>
          <w:tab w:val="left" w:pos="284"/>
        </w:tabs>
        <w:suppressAutoHyphens w:val="0"/>
        <w:spacing w:before="360" w:after="120"/>
        <w:ind w:left="284" w:hanging="284"/>
        <w:contextualSpacing/>
        <w:jc w:val="both"/>
        <w:rPr>
          <w:rFonts w:cs="Times New Roman"/>
          <w:lang w:eastAsia="cs-CZ"/>
        </w:rPr>
      </w:pPr>
    </w:p>
    <w:p w:rsidR="00972417" w:rsidRDefault="00972417" w:rsidP="00972417">
      <w:pPr>
        <w:tabs>
          <w:tab w:val="left" w:pos="284"/>
        </w:tabs>
        <w:suppressAutoHyphens w:val="0"/>
        <w:spacing w:before="360" w:after="120"/>
        <w:contextualSpacing/>
        <w:jc w:val="both"/>
        <w:rPr>
          <w:rFonts w:cs="Times New Roman"/>
          <w:lang w:eastAsia="cs-CZ"/>
        </w:rPr>
      </w:pPr>
      <w:r w:rsidRPr="00BD01FD">
        <w:rPr>
          <w:rFonts w:cs="Times New Roman"/>
          <w:lang w:eastAsia="cs-CZ"/>
        </w:rPr>
        <w:t xml:space="preserve">Dosavadní body 4 až 7 se </w:t>
      </w:r>
      <w:r>
        <w:rPr>
          <w:rFonts w:cs="Times New Roman"/>
          <w:lang w:eastAsia="cs-CZ"/>
        </w:rPr>
        <w:t>označují jako body</w:t>
      </w:r>
      <w:r w:rsidRPr="00BD01FD">
        <w:rPr>
          <w:rFonts w:cs="Times New Roman"/>
          <w:lang w:eastAsia="cs-CZ"/>
        </w:rPr>
        <w:t xml:space="preserve"> </w:t>
      </w:r>
      <w:r>
        <w:rPr>
          <w:rFonts w:cs="Times New Roman"/>
          <w:lang w:eastAsia="cs-CZ"/>
        </w:rPr>
        <w:t>5 až 8.</w:t>
      </w:r>
    </w:p>
    <w:p w:rsidR="00972417" w:rsidRDefault="00972417" w:rsidP="00972417">
      <w:pPr>
        <w:tabs>
          <w:tab w:val="left" w:pos="284"/>
        </w:tabs>
        <w:suppressAutoHyphens w:val="0"/>
        <w:spacing w:before="360" w:after="120"/>
        <w:contextualSpacing/>
        <w:jc w:val="both"/>
        <w:rPr>
          <w:rFonts w:cs="Times New Roman"/>
          <w:lang w:eastAsia="cs-CZ"/>
        </w:rPr>
      </w:pPr>
    </w:p>
    <w:p w:rsidR="00972417" w:rsidRDefault="00972417" w:rsidP="00972417">
      <w:pPr>
        <w:tabs>
          <w:tab w:val="left" w:pos="284"/>
        </w:tabs>
        <w:suppressAutoHyphens w:val="0"/>
        <w:spacing w:before="360" w:after="120"/>
        <w:contextualSpacing/>
        <w:jc w:val="both"/>
        <w:rPr>
          <w:rFonts w:cs="Times New Roman"/>
          <w:lang w:eastAsia="cs-CZ"/>
        </w:rPr>
      </w:pPr>
    </w:p>
    <w:p w:rsidR="000C6893" w:rsidRDefault="000C6893"/>
    <w:p w:rsidR="000C6893" w:rsidRDefault="000C6893">
      <w:pPr>
        <w:pStyle w:val="Nadpis4"/>
        <w:jc w:val="center"/>
      </w:pPr>
      <w:r>
        <w:rPr>
          <w:b/>
        </w:rPr>
        <w:t xml:space="preserve">Pozměňovací návrhy přednesené ve druhém čtení dne </w:t>
      </w:r>
      <w:r w:rsidR="00C83AE5">
        <w:rPr>
          <w:b/>
        </w:rPr>
        <w:t>25. září 2019</w:t>
      </w:r>
    </w:p>
    <w:p w:rsidR="000C6893" w:rsidRDefault="000C6893"/>
    <w:p w:rsidR="000C6893" w:rsidRDefault="000C6893"/>
    <w:p w:rsidR="000C6893" w:rsidRDefault="000C6893"/>
    <w:p w:rsidR="000C6893" w:rsidRDefault="000C6893" w:rsidP="00511F8C">
      <w:pPr>
        <w:pStyle w:val="PNposlanec"/>
      </w:pPr>
      <w:r>
        <w:t>Poslan</w:t>
      </w:r>
      <w:r w:rsidR="00C83AE5">
        <w:t>kyně Věra Kovářová</w:t>
      </w:r>
    </w:p>
    <w:p w:rsidR="000C6893" w:rsidRPr="00C83AE5" w:rsidRDefault="00C83AE5">
      <w:pPr>
        <w:rPr>
          <w:i/>
        </w:rPr>
      </w:pPr>
      <w:r w:rsidRPr="00C83AE5">
        <w:rPr>
          <w:i/>
        </w:rPr>
        <w:t>SD 3430</w:t>
      </w:r>
      <w:r w:rsidR="00B178D3">
        <w:rPr>
          <w:i/>
        </w:rPr>
        <w:t xml:space="preserve"> (</w:t>
      </w:r>
      <w:proofErr w:type="spellStart"/>
      <w:r w:rsidR="00B178D3">
        <w:rPr>
          <w:i/>
        </w:rPr>
        <w:t>posl</w:t>
      </w:r>
      <w:proofErr w:type="spellEnd"/>
      <w:r w:rsidR="00B178D3">
        <w:rPr>
          <w:i/>
        </w:rPr>
        <w:t xml:space="preserve">. Bartošek, </w:t>
      </w:r>
      <w:proofErr w:type="spellStart"/>
      <w:r w:rsidR="00B178D3">
        <w:rPr>
          <w:i/>
        </w:rPr>
        <w:t>posl</w:t>
      </w:r>
      <w:proofErr w:type="spellEnd"/>
      <w:r w:rsidR="00B178D3">
        <w:rPr>
          <w:i/>
        </w:rPr>
        <w:t xml:space="preserve">. </w:t>
      </w:r>
      <w:proofErr w:type="spellStart"/>
      <w:r w:rsidR="00B178D3">
        <w:rPr>
          <w:i/>
        </w:rPr>
        <w:t>Ferjenčík</w:t>
      </w:r>
      <w:proofErr w:type="spellEnd"/>
      <w:r w:rsidR="00B178D3">
        <w:rPr>
          <w:i/>
        </w:rPr>
        <w:t>)</w:t>
      </w:r>
    </w:p>
    <w:p w:rsidR="008E2B5E" w:rsidRDefault="00E565EA" w:rsidP="00E565EA">
      <w:pPr>
        <w:jc w:val="both"/>
        <w:rPr>
          <w:rFonts w:cs="Times New Roman"/>
          <w:b/>
        </w:rPr>
      </w:pPr>
      <w:r w:rsidRPr="00E565EA">
        <w:rPr>
          <w:rFonts w:cs="Times New Roman"/>
          <w:b/>
        </w:rPr>
        <w:t>B1.</w:t>
      </w:r>
    </w:p>
    <w:p w:rsidR="00C83AE5" w:rsidRPr="00C21723" w:rsidRDefault="00C83AE5" w:rsidP="00E565EA">
      <w:pPr>
        <w:jc w:val="both"/>
        <w:rPr>
          <w:rFonts w:cs="Times New Roman"/>
        </w:rPr>
      </w:pPr>
      <w:r w:rsidRPr="00C21723">
        <w:rPr>
          <w:rFonts w:cs="Times New Roman"/>
        </w:rPr>
        <w:t xml:space="preserve">Ve vládním návrhu zákona, kterým se mění některé zákony v oblasti daní v souvislosti </w:t>
      </w:r>
      <w:r>
        <w:rPr>
          <w:rFonts w:cs="Times New Roman"/>
        </w:rPr>
        <w:t>s</w:t>
      </w:r>
      <w:r w:rsidRPr="00C21723">
        <w:rPr>
          <w:rFonts w:cs="Times New Roman"/>
        </w:rPr>
        <w:t>e zvyšováním příjmů veřejných rozpočtů</w:t>
      </w:r>
      <w:r>
        <w:rPr>
          <w:rFonts w:cs="Times New Roman"/>
        </w:rPr>
        <w:t>,</w:t>
      </w:r>
      <w:r w:rsidRPr="00C21723">
        <w:rPr>
          <w:rFonts w:cs="Times New Roman"/>
        </w:rPr>
        <w:t xml:space="preserve"> </w:t>
      </w:r>
      <w:r>
        <w:rPr>
          <w:rFonts w:cs="Times New Roman"/>
        </w:rPr>
        <w:t xml:space="preserve">se </w:t>
      </w:r>
      <w:r w:rsidRPr="00C21723">
        <w:rPr>
          <w:rFonts w:cs="Times New Roman"/>
        </w:rPr>
        <w:t>Část pátá, Změna zákona o správních poplatcích</w:t>
      </w:r>
      <w:r>
        <w:rPr>
          <w:rFonts w:cs="Times New Roman"/>
        </w:rPr>
        <w:t xml:space="preserve">, </w:t>
      </w:r>
      <w:r w:rsidRPr="00C21723">
        <w:rPr>
          <w:rFonts w:cs="Times New Roman"/>
        </w:rPr>
        <w:t>zrušuje.</w:t>
      </w:r>
    </w:p>
    <w:p w:rsidR="00C83AE5" w:rsidRDefault="00C83AE5"/>
    <w:p w:rsidR="00C83AE5" w:rsidRDefault="00C83AE5">
      <w:pPr>
        <w:rPr>
          <w:i/>
        </w:rPr>
      </w:pPr>
      <w:r w:rsidRPr="00C83AE5">
        <w:rPr>
          <w:i/>
        </w:rPr>
        <w:t>SD 3431</w:t>
      </w:r>
    </w:p>
    <w:p w:rsidR="00E565EA" w:rsidRPr="00E565EA" w:rsidRDefault="00E565EA">
      <w:pPr>
        <w:rPr>
          <w:b/>
        </w:rPr>
      </w:pPr>
      <w:r w:rsidRPr="00E565EA">
        <w:rPr>
          <w:b/>
        </w:rPr>
        <w:t>B2.</w:t>
      </w:r>
    </w:p>
    <w:p w:rsidR="00C83AE5" w:rsidRPr="00660B9E" w:rsidRDefault="008E2B5E" w:rsidP="008E2B5E">
      <w:pPr>
        <w:pStyle w:val="Parlament"/>
        <w:keepNext w:val="0"/>
        <w:spacing w:before="120" w:after="0"/>
      </w:pPr>
      <w:r w:rsidRPr="008E2B5E">
        <w:rPr>
          <w:b/>
        </w:rPr>
        <w:t>B2.1.</w:t>
      </w:r>
      <w:r>
        <w:t xml:space="preserve"> </w:t>
      </w:r>
      <w:r w:rsidR="00C83AE5" w:rsidRPr="00660B9E">
        <w:t>V části druhé článku III  dosavadních bodech 11 a 12 se slova „v pojišťovnictví“ nahrazují slovy „na neživotní pojištění“.</w:t>
      </w:r>
    </w:p>
    <w:p w:rsidR="00C1655A" w:rsidRDefault="008E2B5E" w:rsidP="008E2B5E">
      <w:pPr>
        <w:pStyle w:val="Parlament"/>
        <w:keepNext w:val="0"/>
        <w:spacing w:before="120" w:after="0"/>
        <w:jc w:val="left"/>
      </w:pPr>
      <w:r w:rsidRPr="008E2B5E">
        <w:rPr>
          <w:b/>
        </w:rPr>
        <w:t>B2.2.</w:t>
      </w:r>
      <w:r>
        <w:t xml:space="preserve"> </w:t>
      </w:r>
      <w:r w:rsidR="00C83AE5" w:rsidRPr="00660B9E">
        <w:t>V části druhé článku III dosavadní bod 13 zní takto:</w:t>
      </w:r>
    </w:p>
    <w:p w:rsidR="00C83AE5" w:rsidRPr="00660B9E" w:rsidRDefault="00C83AE5" w:rsidP="00C1655A">
      <w:pPr>
        <w:jc w:val="both"/>
      </w:pPr>
      <w:r w:rsidRPr="00660B9E">
        <w:t>„</w:t>
      </w:r>
      <w:r w:rsidR="008E2B5E">
        <w:t xml:space="preserve">13. </w:t>
      </w:r>
      <w:r w:rsidRPr="00660B9E">
        <w:t>V § 23 odst. 9 písm. d) slova „technických rezerv“ nahrazují slovy „rezerv na životní pojištění podle zákona upravujícího rezervy pro zjištění základu daně z příjmů“.</w:t>
      </w:r>
    </w:p>
    <w:p w:rsidR="00C83AE5" w:rsidRPr="00660B9E" w:rsidRDefault="008E2B5E" w:rsidP="008E2B5E">
      <w:pPr>
        <w:pStyle w:val="Parlament"/>
        <w:keepNext w:val="0"/>
        <w:spacing w:before="120" w:after="0"/>
        <w:jc w:val="left"/>
      </w:pPr>
      <w:r w:rsidRPr="008E2B5E">
        <w:rPr>
          <w:b/>
        </w:rPr>
        <w:t>B2.3.</w:t>
      </w:r>
      <w:r>
        <w:t xml:space="preserve"> </w:t>
      </w:r>
      <w:r w:rsidR="00C83AE5" w:rsidRPr="00660B9E">
        <w:t xml:space="preserve">V části druhé článku III dosavadním bodě 14 se slova „v pojišťovnictví“ nahrazují slovy „na neživotní pojištění“. </w:t>
      </w:r>
    </w:p>
    <w:p w:rsidR="00C1655A" w:rsidRDefault="00C1655A">
      <w:pPr>
        <w:widowControl/>
        <w:suppressAutoHyphens w:val="0"/>
        <w:rPr>
          <w:rFonts w:eastAsia="Times New Roman" w:cs="Times New Roman"/>
          <w:kern w:val="0"/>
          <w:szCs w:val="20"/>
          <w:lang w:eastAsia="cs-CZ" w:bidi="ar-SA"/>
        </w:rPr>
      </w:pPr>
      <w:r>
        <w:br w:type="page"/>
      </w:r>
    </w:p>
    <w:p w:rsidR="00C83AE5" w:rsidRPr="00660B9E" w:rsidRDefault="008E2B5E" w:rsidP="008E2B5E">
      <w:pPr>
        <w:pStyle w:val="Parlament"/>
        <w:keepNext w:val="0"/>
        <w:spacing w:before="120" w:after="0"/>
        <w:jc w:val="left"/>
      </w:pPr>
      <w:r w:rsidRPr="008E2B5E">
        <w:rPr>
          <w:b/>
        </w:rPr>
        <w:lastRenderedPageBreak/>
        <w:t>B2</w:t>
      </w:r>
      <w:r>
        <w:rPr>
          <w:b/>
        </w:rPr>
        <w:t>.</w:t>
      </w:r>
      <w:r w:rsidRPr="008E2B5E">
        <w:rPr>
          <w:b/>
        </w:rPr>
        <w:t>4.</w:t>
      </w:r>
      <w:r>
        <w:rPr>
          <w:b/>
        </w:rPr>
        <w:t xml:space="preserve"> </w:t>
      </w:r>
      <w:r w:rsidR="00C83AE5" w:rsidRPr="00660B9E">
        <w:t xml:space="preserve">V části druhé článku </w:t>
      </w:r>
      <w:proofErr w:type="gramStart"/>
      <w:r w:rsidR="00C83AE5" w:rsidRPr="00660B9E">
        <w:t>IV</w:t>
      </w:r>
      <w:proofErr w:type="gramEnd"/>
      <w:r w:rsidR="00C83AE5" w:rsidRPr="00660B9E">
        <w:t xml:space="preserve"> bod 3 zní takto:</w:t>
      </w:r>
    </w:p>
    <w:p w:rsidR="00C83AE5" w:rsidRPr="00660B9E" w:rsidRDefault="00C83AE5" w:rsidP="00C1655A">
      <w:pPr>
        <w:pStyle w:val="Parlament"/>
        <w:spacing w:before="120" w:after="120"/>
        <w:ind w:left="284"/>
      </w:pPr>
      <w:r w:rsidRPr="00660B9E">
        <w:t>„3. V prvním zdaňovacím období započatém ode dne nabytí účinnosti tohoto zákona se výsledek hospodaření nebo rozdíl mezi příjmy a výdaji zvyšuje o záporný rozdíl mezi výší rezerv na neživotní pojištění podle zákona č. 593/1992 Sb., ve znění účinném ode dne nabytí účinnosti tohoto zákona, na začátku tohoto zdaňovacího období a zůstatkem rezerv podle zákona č. 593/1992 Sb., ve znění účinném přede dnem nabytí účinnosti tohoto zákona, v rozsahu, v němž se týkají neživotního</w:t>
      </w:r>
      <w:r>
        <w:t xml:space="preserve"> pojištění, s výjimkou rezerv k </w:t>
      </w:r>
      <w:r w:rsidRPr="00660B9E">
        <w:t>vyrovnání závazků z pojišťovací nebo zajišťovací činnosti provozované ve státě, se kterým má Česká republika uzavřenu mezinárodní smlouvu upravující zamezení dvojímu zdanění všech druhů příjmů, která je prováděna a podle které se dvojí zdanění příjmů vylučuje metodou vynětí, k začátku tohoto</w:t>
      </w:r>
      <w:r>
        <w:t xml:space="preserve"> zdaňovacího, nebo se snižuje o </w:t>
      </w:r>
      <w:r w:rsidRPr="00660B9E">
        <w:t>kladný rozdíl mezi těmito veličinami.“.</w:t>
      </w:r>
    </w:p>
    <w:p w:rsidR="00C83AE5" w:rsidRPr="00660B9E" w:rsidRDefault="008E2B5E" w:rsidP="008E2B5E">
      <w:pPr>
        <w:pStyle w:val="Parlament"/>
        <w:spacing w:before="120" w:after="120"/>
        <w:jc w:val="left"/>
      </w:pPr>
      <w:r w:rsidRPr="008E2B5E">
        <w:rPr>
          <w:b/>
        </w:rPr>
        <w:t xml:space="preserve">B2.5. </w:t>
      </w:r>
      <w:r w:rsidR="00C83AE5" w:rsidRPr="00660B9E">
        <w:t>V části třetí článek V zní:</w:t>
      </w:r>
    </w:p>
    <w:p w:rsidR="00C83AE5" w:rsidRPr="00660B9E" w:rsidRDefault="00C83AE5" w:rsidP="00C1655A">
      <w:pPr>
        <w:ind w:firstLine="567"/>
        <w:jc w:val="both"/>
      </w:pPr>
      <w:r w:rsidRPr="00660B9E">
        <w:t>„V zákoně č. 593/1992 Sb., o rezervách pro zjištění základu da</w:t>
      </w:r>
      <w:r>
        <w:t>ně z příjmů, ve znění zákona č. </w:t>
      </w:r>
      <w:r w:rsidRPr="00660B9E">
        <w:t>157/1993 Sb., zákona č. 323/1993 Sb., zákona č. 244/1994 Sb., zákona č. 132/1995 Sb., zákona č. 211/1997 Sb., zákona č. 333/1998 Sb., zákona č. 363/1999 Sb., zákona č. 492/2000 Sb., zákona č. 126/2002 Sb., zákona č. 260/2002 Sb., zá</w:t>
      </w:r>
      <w:r>
        <w:t>kona č. 176/2003 Sb., zákona č. </w:t>
      </w:r>
      <w:r w:rsidRPr="00660B9E">
        <w:t>438/2003 Sb., zákona č. 669/2004 Sb., zákona č. 377/2005 Sb., zákona č. 545/2005 Sb., zákona č. 223/2006 Sb., zákona č. 261/2007 Sb., zákona č. 296/2007 Sb., zákona č. 126/2008 Sb., zákona č. 2/2009 Sb., zákona č. 216/2009 Sb., č. 278/2009 Sb., zákona č. 346/2010 Sb., zákona č. 458/2011 Sb., zákona č. 344/2013 Sb., zákona č. 267/2014, zákona č. 221/2015 Sb., zákona č. 243/2016 Sb., zákona č. 304/2016 Sb., zákona č. 258/2016 Sb. a zákona č. 170/2017 Sb., § 6 včetně nadpisu a poznámek pod čarou č. 27 a 28 zní:</w:t>
      </w:r>
    </w:p>
    <w:p w:rsidR="00C83AE5" w:rsidRPr="00660B9E" w:rsidRDefault="00C83AE5" w:rsidP="00C83AE5">
      <w:pPr>
        <w:pStyle w:val="Paragraf"/>
        <w:spacing w:before="0"/>
      </w:pPr>
      <w:r w:rsidRPr="00660B9E">
        <w:t>„§ 6</w:t>
      </w:r>
    </w:p>
    <w:p w:rsidR="00C83AE5" w:rsidRPr="00660B9E" w:rsidRDefault="00C83AE5" w:rsidP="00C83AE5">
      <w:pPr>
        <w:keepNext/>
        <w:keepLines/>
        <w:jc w:val="center"/>
        <w:outlineLvl w:val="5"/>
        <w:rPr>
          <w:b/>
        </w:rPr>
      </w:pPr>
      <w:r w:rsidRPr="00660B9E">
        <w:rPr>
          <w:b/>
        </w:rPr>
        <w:t>Rezervy v pojišťovnictví</w:t>
      </w:r>
    </w:p>
    <w:p w:rsidR="00C83AE5" w:rsidRPr="00660B9E" w:rsidRDefault="00C83AE5" w:rsidP="00C83AE5">
      <w:pPr>
        <w:pStyle w:val="Textodstavce"/>
        <w:tabs>
          <w:tab w:val="num" w:pos="782"/>
        </w:tabs>
        <w:spacing w:before="0" w:after="0"/>
        <w:ind w:firstLine="425"/>
      </w:pPr>
    </w:p>
    <w:p w:rsidR="00C83AE5" w:rsidRPr="00660B9E" w:rsidRDefault="00C1655A" w:rsidP="00C1655A">
      <w:pPr>
        <w:pStyle w:val="Textodstavce"/>
        <w:numPr>
          <w:ilvl w:val="0"/>
          <w:numId w:val="0"/>
        </w:numPr>
        <w:tabs>
          <w:tab w:val="num" w:pos="1296"/>
        </w:tabs>
        <w:spacing w:before="0" w:after="0"/>
        <w:jc w:val="both"/>
      </w:pPr>
      <w:r>
        <w:tab/>
      </w:r>
      <w:r w:rsidR="00C83AE5" w:rsidRPr="00660B9E">
        <w:t>(1) Rezervami v pojišťovnictví se pro účely daní z příjmů rozumí rezervy na životní pojištění a rezervy na neživotní pojištění.</w:t>
      </w:r>
    </w:p>
    <w:p w:rsidR="00C83AE5" w:rsidRPr="00660B9E" w:rsidRDefault="00C1655A" w:rsidP="00C1655A">
      <w:pPr>
        <w:pStyle w:val="Textodstavce"/>
        <w:numPr>
          <w:ilvl w:val="0"/>
          <w:numId w:val="0"/>
        </w:numPr>
        <w:tabs>
          <w:tab w:val="num" w:pos="1296"/>
        </w:tabs>
        <w:jc w:val="both"/>
      </w:pPr>
      <w:r>
        <w:tab/>
      </w:r>
      <w:r w:rsidR="00C83AE5" w:rsidRPr="00660B9E">
        <w:t>(2) Rezervami na životní pojištění se pro účely daní z pří</w:t>
      </w:r>
      <w:r w:rsidR="00C83AE5">
        <w:t>jmů rozumí technické rezervy, s </w:t>
      </w:r>
      <w:r w:rsidR="00C83AE5" w:rsidRPr="00660B9E">
        <w:t>výjimkou jiné technické rezervy, vytvořené podle právních předpisů upravujících účetnictví ve výši, ve které jsou zaúčtovány podle těchto právních předpisů, a to v rozsahu, v němž se týkají životního pojištění nebo životního zajištění podle zákona upravujícího pojišťovnictví. U poplatníka se sídlem mimo území České republiky je tvorba těchto technických rezerv výdajem na dosažení, zajištění a udržení příjmů nejvýše do výše, kterou by mohl uplatnit poplatník se sídlem na území České republiky.</w:t>
      </w:r>
    </w:p>
    <w:p w:rsidR="00C83AE5" w:rsidRPr="00660B9E" w:rsidRDefault="00C1655A" w:rsidP="00C1655A">
      <w:pPr>
        <w:pStyle w:val="Textodstavce"/>
        <w:numPr>
          <w:ilvl w:val="0"/>
          <w:numId w:val="0"/>
        </w:numPr>
        <w:tabs>
          <w:tab w:val="num" w:pos="1296"/>
        </w:tabs>
        <w:jc w:val="both"/>
      </w:pPr>
      <w:r>
        <w:tab/>
      </w:r>
      <w:r w:rsidR="00C83AE5" w:rsidRPr="00660B9E">
        <w:t>(3) Rezervami na neživotní pojištění se pro účely daní z příjmů rozumí technické rezervy vytvořené podle zákona upravujícího pojišťovnictví, v rozsahu, v němž se týkají neživotního pojištění nebo neživotního zajištění podle zákona upravujícího pojišťovnictví</w:t>
      </w:r>
      <w:r w:rsidR="00C83AE5">
        <w:t>, snížené o </w:t>
      </w:r>
      <w:r w:rsidR="00C83AE5" w:rsidRPr="00660B9E">
        <w:t>částky vymahatelné ze zajišťovacích smluv podle přímo použitelného předpisu Evropské unie</w:t>
      </w:r>
      <w:r w:rsidR="00C83AE5" w:rsidRPr="00660B9E">
        <w:rPr>
          <w:vertAlign w:val="superscript"/>
        </w:rPr>
        <w:t>27)</w:t>
      </w:r>
      <w:r w:rsidR="00C83AE5" w:rsidRPr="00660B9E">
        <w:t xml:space="preserve"> v rozsahu, v němž se týkají neživotního pojištění podle zákona upravujícího pojišťovnictví. </w:t>
      </w:r>
    </w:p>
    <w:p w:rsidR="00C83AE5" w:rsidRPr="00660B9E" w:rsidRDefault="00C1655A" w:rsidP="00C1655A">
      <w:pPr>
        <w:pStyle w:val="Textodstavce"/>
        <w:numPr>
          <w:ilvl w:val="0"/>
          <w:numId w:val="0"/>
        </w:numPr>
        <w:tabs>
          <w:tab w:val="num" w:pos="1296"/>
        </w:tabs>
        <w:jc w:val="both"/>
      </w:pPr>
      <w:r>
        <w:tab/>
      </w:r>
      <w:r w:rsidR="00C83AE5" w:rsidRPr="00660B9E">
        <w:t>(4) U poplatníka se sídlem na území jiného členského státu Evropské unie nebo státu tvořícího Evropský hospodářský prostor než Česká repub</w:t>
      </w:r>
      <w:r w:rsidR="00C83AE5">
        <w:t>lika, který provozuje činnost v </w:t>
      </w:r>
      <w:r w:rsidR="00C83AE5" w:rsidRPr="00660B9E">
        <w:t>neživotním pojištění nebo neživotním zajištění podle zákona upravujícího pojišťovnictví na území České republiky, se rezervami  na neživotní pojištění pro účely daní z příjmů rozumí technické rezervy k vyrovnání závazků z této činnosti vytvořené v souladu s právními předpisy státu jeho sídla, které upravují přístup k pojišťovací a zajišťovací činnosti a její výkon v souladu s právními předpisy Evropské unie</w:t>
      </w:r>
      <w:r w:rsidR="00C83AE5" w:rsidRPr="00660B9E">
        <w:rPr>
          <w:vertAlign w:val="superscript"/>
        </w:rPr>
        <w:t>28)</w:t>
      </w:r>
      <w:r w:rsidR="00C83AE5" w:rsidRPr="00660B9E">
        <w:t>, snížené o částky vymahatelné ze zajišťovacích smluv podle přímo použitelného předpisu Evropské unie</w:t>
      </w:r>
      <w:r w:rsidR="00580546" w:rsidRPr="00580546">
        <w:rPr>
          <w:vertAlign w:val="superscript"/>
        </w:rPr>
        <w:t>27)</w:t>
      </w:r>
      <w:r w:rsidR="00C83AE5" w:rsidRPr="00660B9E">
        <w:t xml:space="preserve"> v rozsahu, v němž se týkají neživotního pojištění podle zákona upravujícího pojišťovnictví.</w:t>
      </w:r>
    </w:p>
    <w:p w:rsidR="00C83AE5" w:rsidRPr="00660B9E" w:rsidRDefault="00C1655A" w:rsidP="00C1655A">
      <w:pPr>
        <w:pStyle w:val="Textodstavce"/>
        <w:numPr>
          <w:ilvl w:val="0"/>
          <w:numId w:val="0"/>
        </w:numPr>
        <w:tabs>
          <w:tab w:val="num" w:pos="1296"/>
        </w:tabs>
        <w:jc w:val="both"/>
      </w:pPr>
      <w:r>
        <w:lastRenderedPageBreak/>
        <w:tab/>
      </w:r>
      <w:r w:rsidR="00C83AE5" w:rsidRPr="00660B9E">
        <w:t>(5) U poplatníka se sídlem na území státu, který není členským státem Evropské unie ani státem tvořícím Evropský hospodářský prostor a se kterým má Česká republika uzavřenu mezinárodní smlouvu upravující tvorbu a výši technických rezerv v pojišťovací a zajišťovací činnosti, která je prováděna, provozujícího činnost v neživotním pojištění nebo neživotním zajištění podle zákona upravujícího pojišťovnictví na území České republiky, se rezervami  na neživotní pojištění pro účely daní z příjmů rozumí technické rezervy k vyrovnání závazků z této činnosti vytvořené v souladu s touto mezinárodní smlouvou, snížené o částky obdobné částkám vymahatelným ze zajišťovacích smluv podle přímo použitelného předpisu Evropské unie</w:t>
      </w:r>
      <w:r w:rsidR="00580546" w:rsidRPr="00580546">
        <w:rPr>
          <w:vertAlign w:val="superscript"/>
        </w:rPr>
        <w:t>27)</w:t>
      </w:r>
      <w:r w:rsidR="00C83AE5" w:rsidRPr="00660B9E">
        <w:t xml:space="preserve"> v rozsahu, v němž se týkají neživotního pojištění podle zákona upravujícího pojišťovnictví.</w:t>
      </w:r>
    </w:p>
    <w:p w:rsidR="00C83AE5" w:rsidRPr="00660B9E" w:rsidRDefault="00C1655A" w:rsidP="00C1655A">
      <w:pPr>
        <w:pStyle w:val="Textodstavce"/>
        <w:numPr>
          <w:ilvl w:val="0"/>
          <w:numId w:val="0"/>
        </w:numPr>
        <w:tabs>
          <w:tab w:val="num" w:pos="1296"/>
        </w:tabs>
        <w:jc w:val="both"/>
      </w:pPr>
      <w:r>
        <w:tab/>
      </w:r>
      <w:r w:rsidR="00C83AE5" w:rsidRPr="00660B9E">
        <w:t>(6) Přírůstkem rezerv  na neživotní pojištění se rozumí kladný rozdíl mezi výší rezerv  na neživotní pojištění na konci zdaňovacího období a výší rezerv  na neživotní pojištění na začátku zdaňovacího období.</w:t>
      </w:r>
    </w:p>
    <w:p w:rsidR="00C83AE5" w:rsidRPr="00660B9E" w:rsidRDefault="00C1655A" w:rsidP="00C1655A">
      <w:pPr>
        <w:pStyle w:val="Textodstavce"/>
        <w:numPr>
          <w:ilvl w:val="0"/>
          <w:numId w:val="0"/>
        </w:numPr>
        <w:tabs>
          <w:tab w:val="num" w:pos="1296"/>
        </w:tabs>
        <w:jc w:val="both"/>
      </w:pPr>
      <w:r>
        <w:tab/>
      </w:r>
      <w:r w:rsidR="00C83AE5" w:rsidRPr="00660B9E">
        <w:t>(7) Úbytkem rezerv na neživotní pojištění se rozumí záporný rozdíl mezi výší rezerv na neživotní pojištění na konci zdaňovacího období a výší rezerv na neživotní pojištění na začátku zdaňovacího období.</w:t>
      </w:r>
    </w:p>
    <w:p w:rsidR="00C83AE5" w:rsidRPr="00660B9E" w:rsidRDefault="00C1655A" w:rsidP="00C1655A">
      <w:pPr>
        <w:pStyle w:val="Textodstavce"/>
        <w:numPr>
          <w:ilvl w:val="0"/>
          <w:numId w:val="0"/>
        </w:numPr>
        <w:tabs>
          <w:tab w:val="num" w:pos="1296"/>
        </w:tabs>
        <w:jc w:val="both"/>
      </w:pPr>
      <w:r>
        <w:tab/>
      </w:r>
      <w:r w:rsidR="00C83AE5" w:rsidRPr="00660B9E">
        <w:t>(8) Pro účely určení přírůstku rezerv na neživotní pojištění a úbytku rezerv na neživotní pojištění se za zdaňovací období považuje i období, za které se podává daňové přiznání.</w:t>
      </w:r>
    </w:p>
    <w:p w:rsidR="00C83AE5" w:rsidRPr="00660B9E" w:rsidRDefault="00C1655A" w:rsidP="00C1655A">
      <w:pPr>
        <w:pStyle w:val="Textodstavce"/>
        <w:numPr>
          <w:ilvl w:val="0"/>
          <w:numId w:val="0"/>
        </w:numPr>
        <w:tabs>
          <w:tab w:val="num" w:pos="1296"/>
        </w:tabs>
        <w:jc w:val="both"/>
      </w:pPr>
      <w:r>
        <w:tab/>
      </w:r>
      <w:r w:rsidR="00C83AE5" w:rsidRPr="00660B9E">
        <w:t>(9) Rezervami na neživotní pojištění pro účely daní z příjmů nejsou technické rezervy k vyrovnání závazků z  činnosti v neživotním pojištění nebo neživotním zajištění podle zákona upravujícího pojišťovnictví provozované ve státě, se kterým má Česká republika uzavřenu mezinárodní smlouvu upravující zamezení dvojímu zdanění všech druhů příjmů, která je prováděna a podle které se dvojí zdanění příjmů vylučuje metodou vynětí.</w:t>
      </w:r>
    </w:p>
    <w:p w:rsidR="00C83AE5" w:rsidRPr="001540F2" w:rsidRDefault="00C83AE5" w:rsidP="00C83AE5">
      <w:pPr>
        <w:pStyle w:val="Textpoznpodarou"/>
        <w:tabs>
          <w:tab w:val="clear" w:pos="425"/>
          <w:tab w:val="left" w:pos="708"/>
        </w:tabs>
        <w:ind w:left="0" w:firstLine="0"/>
      </w:pPr>
      <w:r w:rsidRPr="001540F2">
        <w:t>_________</w:t>
      </w:r>
      <w:r w:rsidR="001540F2">
        <w:t>________________________</w:t>
      </w:r>
    </w:p>
    <w:p w:rsidR="00C83AE5" w:rsidRPr="00660B9E" w:rsidRDefault="00C83AE5" w:rsidP="00B178D3">
      <w:pPr>
        <w:pStyle w:val="Textpoznpodarou"/>
        <w:tabs>
          <w:tab w:val="clear" w:pos="425"/>
          <w:tab w:val="left" w:pos="708"/>
        </w:tabs>
        <w:ind w:left="709" w:hanging="709"/>
        <w:rPr>
          <w:vertAlign w:val="superscript"/>
        </w:rPr>
      </w:pPr>
      <w:r w:rsidRPr="00660B9E">
        <w:rPr>
          <w:vertAlign w:val="superscript"/>
        </w:rPr>
        <w:t>27)</w:t>
      </w:r>
      <w:r w:rsidRPr="00660B9E">
        <w:rPr>
          <w:rStyle w:val="Znakapoznpodarou"/>
        </w:rPr>
        <w:t xml:space="preserve"> </w:t>
      </w:r>
      <w:r w:rsidR="00B178D3">
        <w:tab/>
      </w:r>
      <w:r w:rsidRPr="00660B9E">
        <w:t>Nařízení Komise v přenesené pravomoci (EU) 2015/35 ze dne 10. října 2014, kterým se doplňuje směrnice Evropského parlamentu a Rady 2009/138/ES o přístupu k pojišťovací a zajišťovací činnosti a jejím výkonu (Solventnost II), v platném znění.</w:t>
      </w:r>
    </w:p>
    <w:p w:rsidR="00C83AE5" w:rsidRPr="00660B9E" w:rsidRDefault="00C83AE5" w:rsidP="00B178D3">
      <w:pPr>
        <w:ind w:left="709" w:hanging="709"/>
        <w:rPr>
          <w:rFonts w:asciiTheme="minorHAnsi" w:eastAsiaTheme="minorHAnsi" w:hAnsiTheme="minorHAnsi" w:cstheme="minorBidi"/>
          <w:sz w:val="22"/>
          <w:szCs w:val="22"/>
        </w:rPr>
      </w:pPr>
      <w:r w:rsidRPr="00660B9E">
        <w:rPr>
          <w:sz w:val="20"/>
          <w:vertAlign w:val="superscript"/>
        </w:rPr>
        <w:t>28)</w:t>
      </w:r>
      <w:r w:rsidR="00B178D3">
        <w:rPr>
          <w:sz w:val="20"/>
          <w:vertAlign w:val="superscript"/>
        </w:rPr>
        <w:tab/>
      </w:r>
      <w:r w:rsidRPr="00660B9E">
        <w:rPr>
          <w:sz w:val="20"/>
        </w:rPr>
        <w:t>Směrnice Evropského parlamentu a Rady 2009/138/ES ze dne 25. listopadu 2009 o přístupu k pojišťovací a zajišťovací činnosti a jejím výkonu (Solventnost II), v platném znění.</w:t>
      </w:r>
      <w:r w:rsidR="00C1655A" w:rsidRPr="00C1655A">
        <w:t>“.</w:t>
      </w:r>
    </w:p>
    <w:p w:rsidR="00C83AE5" w:rsidRDefault="00C83AE5"/>
    <w:p w:rsidR="00C83AE5" w:rsidRDefault="00C83AE5">
      <w:pPr>
        <w:rPr>
          <w:i/>
        </w:rPr>
      </w:pPr>
      <w:r w:rsidRPr="00C83AE5">
        <w:rPr>
          <w:i/>
        </w:rPr>
        <w:t>SD 3432</w:t>
      </w:r>
    </w:p>
    <w:p w:rsidR="00E565EA" w:rsidRPr="00E565EA" w:rsidRDefault="00E565EA">
      <w:pPr>
        <w:rPr>
          <w:b/>
        </w:rPr>
      </w:pPr>
      <w:r w:rsidRPr="00E565EA">
        <w:rPr>
          <w:b/>
        </w:rPr>
        <w:t xml:space="preserve">B3. </w:t>
      </w:r>
    </w:p>
    <w:p w:rsidR="00C1655A" w:rsidRDefault="008E2B5E" w:rsidP="008E2B5E">
      <w:pPr>
        <w:pStyle w:val="Parlament"/>
        <w:keepNext w:val="0"/>
        <w:spacing w:before="120" w:after="120"/>
      </w:pPr>
      <w:r w:rsidRPr="008E2B5E">
        <w:rPr>
          <w:b/>
        </w:rPr>
        <w:t xml:space="preserve">B3.1. </w:t>
      </w:r>
      <w:r w:rsidR="00C1655A">
        <w:t>V části druhé článku III se v bodě 11 a 12 za slovo „příjmů“ doplňují slova „</w:t>
      </w:r>
      <w:r w:rsidR="00C1655A" w:rsidRPr="0013240D">
        <w:t>v rozsahu, ve kterém nejsou zaúčtovány podle právních předpisů upravujících účetnictví</w:t>
      </w:r>
      <w:r w:rsidR="00C1655A">
        <w:t>“.</w:t>
      </w:r>
    </w:p>
    <w:p w:rsidR="006A242E" w:rsidRDefault="008E2B5E" w:rsidP="008E2B5E">
      <w:pPr>
        <w:pStyle w:val="Parlament"/>
        <w:keepNext w:val="0"/>
        <w:spacing w:before="120" w:after="120"/>
      </w:pPr>
      <w:r w:rsidRPr="008E2B5E">
        <w:rPr>
          <w:b/>
        </w:rPr>
        <w:t xml:space="preserve">B3.2. </w:t>
      </w:r>
      <w:r w:rsidR="00C1655A">
        <w:t>V části druhé článku III bod 13 zní takto:</w:t>
      </w:r>
    </w:p>
    <w:p w:rsidR="00C1655A" w:rsidRDefault="00C1655A" w:rsidP="006A242E">
      <w:r>
        <w:t>„</w:t>
      </w:r>
      <w:r w:rsidR="00D37193">
        <w:t xml:space="preserve">13. </w:t>
      </w:r>
      <w:r w:rsidRPr="0064113E">
        <w:t xml:space="preserve">V § 23 odst. 9 písm. d) </w:t>
      </w:r>
      <w:r>
        <w:t>se</w:t>
      </w:r>
      <w:r w:rsidRPr="0064113E">
        <w:t xml:space="preserve"> slova „</w:t>
      </w:r>
      <w:r>
        <w:t xml:space="preserve">technických </w:t>
      </w:r>
      <w:r w:rsidRPr="0064113E">
        <w:t xml:space="preserve">rezerv“ </w:t>
      </w:r>
      <w:r>
        <w:t>nahrazují slovy</w:t>
      </w:r>
      <w:r w:rsidRPr="0064113E">
        <w:t xml:space="preserve"> „</w:t>
      </w:r>
      <w:r>
        <w:t xml:space="preserve">rezerv </w:t>
      </w:r>
      <w:r w:rsidRPr="0064113E">
        <w:t xml:space="preserve">v </w:t>
      </w:r>
      <w:r>
        <w:t>pojišťovnictví podle zákona upravujícího rezervy pro zjištění základu daně z příjmů“.</w:t>
      </w:r>
    </w:p>
    <w:p w:rsidR="00C1655A" w:rsidRPr="00EE44E9" w:rsidRDefault="008E2B5E" w:rsidP="008E2B5E">
      <w:pPr>
        <w:pStyle w:val="Parlament"/>
        <w:keepNext w:val="0"/>
        <w:spacing w:before="120" w:after="120"/>
      </w:pPr>
      <w:r w:rsidRPr="008E2B5E">
        <w:rPr>
          <w:b/>
        </w:rPr>
        <w:t>B3.3.</w:t>
      </w:r>
      <w:r>
        <w:t xml:space="preserve"> </w:t>
      </w:r>
      <w:r w:rsidR="00C1655A">
        <w:t>V části druhé článku III se v bodě 14 na konci doplňují slova „pokud není</w:t>
      </w:r>
      <w:r w:rsidR="00C1655A" w:rsidRPr="0013240D">
        <w:t xml:space="preserve"> </w:t>
      </w:r>
      <w:r w:rsidR="00C1655A">
        <w:t>zaúčtována</w:t>
      </w:r>
      <w:r w:rsidR="00C1655A" w:rsidRPr="0013240D">
        <w:t xml:space="preserve"> podle právních předpisů upravujících účetnictví</w:t>
      </w:r>
      <w:r w:rsidR="00C1655A">
        <w:t>“.</w:t>
      </w:r>
      <w:r w:rsidR="00C1655A" w:rsidRPr="00492ADB">
        <w:t xml:space="preserve"> </w:t>
      </w:r>
    </w:p>
    <w:p w:rsidR="00C1655A" w:rsidRDefault="008E2B5E" w:rsidP="008E2B5E">
      <w:pPr>
        <w:pStyle w:val="Parlament"/>
        <w:keepNext w:val="0"/>
        <w:spacing w:before="120" w:after="120"/>
        <w:jc w:val="left"/>
      </w:pPr>
      <w:r>
        <w:rPr>
          <w:b/>
        </w:rPr>
        <w:t xml:space="preserve">B3.4. </w:t>
      </w:r>
      <w:r w:rsidR="00C1655A">
        <w:t xml:space="preserve">V části druhé článku </w:t>
      </w:r>
      <w:proofErr w:type="gramStart"/>
      <w:r w:rsidR="00C1655A">
        <w:t>IV</w:t>
      </w:r>
      <w:proofErr w:type="gramEnd"/>
      <w:r w:rsidR="00C1655A">
        <w:t xml:space="preserve"> bod 3 zní takto:</w:t>
      </w:r>
    </w:p>
    <w:p w:rsidR="00C1655A" w:rsidRDefault="00C1655A" w:rsidP="006A242E">
      <w:pPr>
        <w:pStyle w:val="Parlament"/>
        <w:keepNext w:val="0"/>
        <w:keepLines w:val="0"/>
        <w:spacing w:before="0"/>
        <w:ind w:left="284"/>
      </w:pPr>
      <w:r>
        <w:t>„V prvních dvou zdaňovacích obdobích započatých ode dne nabytí účinnosti tohoto zákona se výsledek hospodaření nebo rozdíl mezi příjmy a výdaji zvyšuje v úhrnu o záporný rozdíl mezi výší upravených rezerv v pojišťovnictví podle zákona č. 593/1992 Sb., ve znění účinném ode dne nabytí účinnosti tohoto zákona, na začátku prvního zdaňovacího období započatého ode dne nabytí účinnosti tohoto zákona a </w:t>
      </w:r>
      <w:r w:rsidRPr="00463DEF">
        <w:t>zůstatkem rezerv v pojišťovnictví podle zákona č. 593/1992 Sb., ve znění účinném přede dnem nabytí účinnosti tohoto zákona, s výjimk</w:t>
      </w:r>
      <w:r>
        <w:t xml:space="preserve">ou rezerv k vyrovnání závazků </w:t>
      </w:r>
      <w:r>
        <w:lastRenderedPageBreak/>
        <w:t>z </w:t>
      </w:r>
      <w:r w:rsidRPr="00463DEF">
        <w:t>pojišťovací nebo zajišťovací činnosti provozované ve státě, se kterým má Česká republika uzavřenu mezinárodní smlouvu upravující zamezení dvojímu zdanění všech druhů příjmů, která je prováděna a podle které se dvojí zdanění příjmů vylučuje metodou vynětí, k začátku prvního zdaňovacího období započatého ode dne nabytí účinnosti tohoto zákona</w:t>
      </w:r>
      <w:r>
        <w:t>, nebo se snižuje v úhrnu o kladný rozdíl mezi těmito veličinami; v prvním zdaňovacím období započatém ode dne nabytí účinnosti tohoto zákona se výsledek hospodaření nebo rozdíl mezi příjmy a výdaji zvyšuje nebo snižuje o nejméně polovinu příslušného rozdílu.“.</w:t>
      </w:r>
    </w:p>
    <w:p w:rsidR="00C1655A" w:rsidRPr="00861AEE" w:rsidRDefault="008E2B5E" w:rsidP="008E2B5E">
      <w:pPr>
        <w:keepNext/>
        <w:keepLines/>
        <w:widowControl/>
        <w:suppressAutoHyphens w:val="0"/>
        <w:spacing w:before="120" w:after="120"/>
        <w:jc w:val="both"/>
      </w:pPr>
      <w:r w:rsidRPr="008E2B5E">
        <w:rPr>
          <w:b/>
        </w:rPr>
        <w:t>B3.5.</w:t>
      </w:r>
      <w:r>
        <w:t xml:space="preserve"> </w:t>
      </w:r>
      <w:r w:rsidR="00C1655A" w:rsidRPr="00861AEE">
        <w:t>V části třetí článek V zní:</w:t>
      </w:r>
    </w:p>
    <w:p w:rsidR="00C1655A" w:rsidRPr="00861AEE" w:rsidRDefault="00C1655A" w:rsidP="006A242E">
      <w:pPr>
        <w:ind w:firstLine="567"/>
        <w:jc w:val="both"/>
      </w:pPr>
      <w:r w:rsidRPr="00861AEE">
        <w:t>„V zákoně č. 593/1992 Sb., o rezervách pro zjištění základu daně z příjmů, ve znění zákona č. 157/1993 Sb., zákona č. 323/1993 Sb., zá</w:t>
      </w:r>
      <w:r>
        <w:t>kona č. 244/1994 Sb., zákona č. </w:t>
      </w:r>
      <w:r w:rsidRPr="00861AEE">
        <w:t>132/1995 Sb., zákona č. 211/1997 Sb., zákona č. 333/1998 Sb., zákona č. 363/1999 Sb., zákona č. 492/2000 Sb., zákona č. 126/2002 Sb., zá</w:t>
      </w:r>
      <w:r>
        <w:t>kona č. 260/2002 Sb., zákona č. </w:t>
      </w:r>
      <w:r w:rsidRPr="00861AEE">
        <w:t>176/2003 Sb., zákona č. 438/2003 Sb., zákona č. 669/2004 Sb., zákona č. 377/2005 Sb., zákona č. 545/2005 Sb., zákona č. 223/2006 Sb., zá</w:t>
      </w:r>
      <w:r>
        <w:t>kona č. 261/2007 Sb., zákona č. </w:t>
      </w:r>
      <w:r w:rsidRPr="00861AEE">
        <w:t>296/2007 Sb., zákona č. 126/2008 Sb., zákona č. 2/2009 Sb., zákona č. 216/2009 Sb., č. 278/2009 Sb., zákona č. 346/2010 Sb., zákona č. 458/2011 Sb., zákona č. 344/2013 Sb., zákona č. 267/2014, zákona č. 221/2015 Sb., zákona č. 243/2016 Sb., zákona č. 304/2016 Sb., zákona č. 258/2016 Sb. a zákona č. 170/2017 Sb., § 6 včetně nadpisu</w:t>
      </w:r>
      <w:r>
        <w:t xml:space="preserve"> a poznámek pod čarou č. 27 a 28 </w:t>
      </w:r>
      <w:r w:rsidRPr="00861AEE">
        <w:t>zní:</w:t>
      </w:r>
    </w:p>
    <w:p w:rsidR="00C1655A" w:rsidRPr="00C96951" w:rsidRDefault="00C1655A" w:rsidP="00C1655A">
      <w:pPr>
        <w:pStyle w:val="Paragraf"/>
      </w:pPr>
      <w:r>
        <w:t>„§ 6</w:t>
      </w:r>
    </w:p>
    <w:p w:rsidR="00C1655A" w:rsidRPr="00F36C47" w:rsidRDefault="00C1655A" w:rsidP="00C1655A">
      <w:pPr>
        <w:keepNext/>
        <w:keepLines/>
        <w:spacing w:before="240"/>
        <w:jc w:val="center"/>
        <w:outlineLvl w:val="5"/>
        <w:rPr>
          <w:b/>
        </w:rPr>
      </w:pPr>
      <w:r w:rsidRPr="00F36C47">
        <w:rPr>
          <w:b/>
        </w:rPr>
        <w:t>Rezervy v pojišťovnictví</w:t>
      </w:r>
    </w:p>
    <w:p w:rsidR="00C1655A" w:rsidRDefault="006A242E" w:rsidP="006A242E">
      <w:pPr>
        <w:pStyle w:val="Textodstavce"/>
        <w:numPr>
          <w:ilvl w:val="0"/>
          <w:numId w:val="0"/>
        </w:numPr>
        <w:tabs>
          <w:tab w:val="clear" w:pos="851"/>
          <w:tab w:val="left" w:pos="567"/>
        </w:tabs>
      </w:pPr>
      <w:r>
        <w:tab/>
      </w:r>
      <w:r w:rsidR="00C1655A" w:rsidRPr="00C96951">
        <w:t>(1)</w:t>
      </w:r>
      <w:r w:rsidR="00C1655A">
        <w:t xml:space="preserve"> </w:t>
      </w:r>
      <w:r w:rsidR="00C1655A" w:rsidRPr="00C259E2">
        <w:t xml:space="preserve">Rezervami v pojišťovnictví se pro účely daní z příjmů rozumí </w:t>
      </w:r>
    </w:p>
    <w:p w:rsidR="00C1655A" w:rsidRDefault="00C1655A" w:rsidP="006A242E">
      <w:pPr>
        <w:pStyle w:val="Textodstavce"/>
        <w:widowControl/>
        <w:numPr>
          <w:ilvl w:val="0"/>
          <w:numId w:val="11"/>
        </w:numPr>
        <w:suppressAutoHyphens w:val="0"/>
        <w:spacing w:before="0" w:after="0"/>
        <w:ind w:left="357" w:hanging="357"/>
        <w:jc w:val="both"/>
      </w:pPr>
      <w:r w:rsidRPr="00C259E2">
        <w:t>technické rezervy vytvořené</w:t>
      </w:r>
      <w:r>
        <w:t xml:space="preserve"> </w:t>
      </w:r>
      <w:r w:rsidRPr="00C259E2">
        <w:t xml:space="preserve">podle zákona upravujícího pojišťovnictví, </w:t>
      </w:r>
    </w:p>
    <w:p w:rsidR="00C1655A" w:rsidRPr="00F96FA2" w:rsidRDefault="00C1655A" w:rsidP="006A242E">
      <w:pPr>
        <w:pStyle w:val="Textodstavce"/>
        <w:widowControl/>
        <w:numPr>
          <w:ilvl w:val="0"/>
          <w:numId w:val="11"/>
        </w:numPr>
        <w:suppressAutoHyphens w:val="0"/>
        <w:spacing w:before="0" w:after="0"/>
        <w:ind w:left="357" w:hanging="357"/>
        <w:jc w:val="both"/>
      </w:pPr>
      <w:r w:rsidRPr="00C259E2">
        <w:t xml:space="preserve">rezerva na závazky </w:t>
      </w:r>
      <w:r>
        <w:t>K</w:t>
      </w:r>
      <w:r w:rsidRPr="00C259E2">
        <w:t xml:space="preserve">anceláře a rezerva na nezasloužené pojistné </w:t>
      </w:r>
      <w:r>
        <w:t xml:space="preserve">vytvořené </w:t>
      </w:r>
      <w:r w:rsidRPr="00C259E2">
        <w:t xml:space="preserve">podle právních předpisů </w:t>
      </w:r>
      <w:r w:rsidRPr="00F96FA2">
        <w:t>upravujících účetnictví ve výši, ve které jsou zaúčtovány podle těchto právních předpisů; u poplatníka se sídlem mimo území České republiky je tvorba těchto rezerv výdajem na dosažení, zajištění a udržení příjmů nejvýše do výše, kterou by mohl uplatnit poplatník se sídlem na území České republiky; a</w:t>
      </w:r>
    </w:p>
    <w:p w:rsidR="00C1655A" w:rsidRDefault="00C1655A" w:rsidP="006A242E">
      <w:pPr>
        <w:pStyle w:val="Textodstavce"/>
        <w:widowControl/>
        <w:numPr>
          <w:ilvl w:val="0"/>
          <w:numId w:val="11"/>
        </w:numPr>
        <w:suppressAutoHyphens w:val="0"/>
        <w:spacing w:before="0" w:after="0"/>
        <w:ind w:left="357" w:hanging="357"/>
        <w:jc w:val="both"/>
      </w:pPr>
      <w:r>
        <w:t xml:space="preserve">u poplatníka se sídlem na území České republiky </w:t>
      </w:r>
      <w:r w:rsidRPr="00B950E9">
        <w:t xml:space="preserve">technické rezervy, s výjimkou jiné technické rezervy, </w:t>
      </w:r>
      <w:r>
        <w:t xml:space="preserve">vytvořené </w:t>
      </w:r>
      <w:r w:rsidRPr="00B950E9">
        <w:t>podle právních předpisů upravujících účetnictví ve výši, ve které jsou zaúčtovány podle těchto právních předpisů, a to v rozsahu, v němž slouží k vyrovnání závazků z pojišťovací nebo zajišťovací činnosti provozované ve státě, se kterým má Česká republika uzavřenu mezinárodní smlouvu upravující zamezení dvojímu zdanění všech druhů příjmů, která je prováděna a podle které se dvojí zdanění příjmů vylučuje metodou zápočtu</w:t>
      </w:r>
      <w:r>
        <w:t xml:space="preserve">. </w:t>
      </w:r>
    </w:p>
    <w:p w:rsidR="00C1655A" w:rsidRPr="00583820" w:rsidRDefault="00C1655A" w:rsidP="006A242E">
      <w:pPr>
        <w:pStyle w:val="Textodstavce"/>
        <w:tabs>
          <w:tab w:val="num" w:pos="782"/>
        </w:tabs>
        <w:spacing w:before="100" w:beforeAutospacing="1" w:after="100" w:afterAutospacing="1"/>
        <w:ind w:left="65" w:firstLine="502"/>
        <w:jc w:val="both"/>
      </w:pPr>
      <w:r>
        <w:t xml:space="preserve">(2) </w:t>
      </w:r>
      <w:r w:rsidRPr="00C259E2">
        <w:t xml:space="preserve">U poplatníka </w:t>
      </w:r>
      <w:r w:rsidRPr="00583820">
        <w:t>se sídlem na území jiného členského státu Evropské unie nebo státu tvořícího Evropský hospodářský prostor než Česká republika, který provozuje pojišťovací nebo zajišťovací činnost na území České republiky, se rezervami v pojišťovnictví podle odstavce 1 písm. a) pro účely daní z příjmů rozumí technick</w:t>
      </w:r>
      <w:r>
        <w:t>é rezervy k vyrovnání závazků z </w:t>
      </w:r>
      <w:r w:rsidRPr="00583820">
        <w:t>této činnosti vytvořené v souladu s právními předpisy státu jeho sídla, které upravují přístup k pojišťovací a zajišťovací činnosti a její výkon v souladu s právními předpisy Evropské unie</w:t>
      </w:r>
      <w:r w:rsidRPr="00583820">
        <w:rPr>
          <w:vertAlign w:val="superscript"/>
        </w:rPr>
        <w:t>27)</w:t>
      </w:r>
      <w:r w:rsidRPr="00583820">
        <w:t xml:space="preserve">. </w:t>
      </w:r>
    </w:p>
    <w:p w:rsidR="00C1655A" w:rsidRDefault="00C1655A" w:rsidP="006A242E">
      <w:pPr>
        <w:pStyle w:val="Textodstavce"/>
        <w:numPr>
          <w:ilvl w:val="8"/>
          <w:numId w:val="1"/>
        </w:numPr>
        <w:tabs>
          <w:tab w:val="clear" w:pos="851"/>
          <w:tab w:val="clear" w:pos="1584"/>
          <w:tab w:val="num" w:pos="0"/>
        </w:tabs>
        <w:ind w:left="0" w:firstLine="567"/>
        <w:jc w:val="both"/>
      </w:pPr>
      <w:r w:rsidRPr="00583820">
        <w:t>(3) U poplatníka se sídlem na území státu, který není členským státem Evropské unie ani státem tvořícím Evropský hospodářský prostor a se kterým má Česká republika uzavřenu mezinárodní smlouvu upravující tvorbu a výši technických rezerv v pojišťovací a zajišťovací činnosti, která je prováděna, provozujícího pojišťovací nebo zajišťovací činnost na území České republiky, se rezervami v pojišťovnictví podle odstavce 1 písm. a) pro účely</w:t>
      </w:r>
      <w:r>
        <w:t xml:space="preserve"> daní z příjmů rozumí technické rezervy k vyrovnání závazků z této činnosti vytvořené v souladu s touto mezinárodní </w:t>
      </w:r>
      <w:r w:rsidRPr="003A1BDF">
        <w:t>smlouvou.</w:t>
      </w:r>
    </w:p>
    <w:p w:rsidR="00C1655A" w:rsidRDefault="00C1655A" w:rsidP="006A242E">
      <w:pPr>
        <w:pStyle w:val="Textodstavce"/>
        <w:tabs>
          <w:tab w:val="clear" w:pos="851"/>
          <w:tab w:val="clear" w:pos="1296"/>
          <w:tab w:val="num" w:pos="0"/>
        </w:tabs>
        <w:ind w:left="0" w:firstLine="567"/>
      </w:pPr>
      <w:r>
        <w:lastRenderedPageBreak/>
        <w:t xml:space="preserve">(4) </w:t>
      </w:r>
      <w:r w:rsidRPr="00C259E2">
        <w:t xml:space="preserve">Upravenými rezervami v pojišťovnictví se pro účely daní z příjmů rozumí </w:t>
      </w:r>
    </w:p>
    <w:p w:rsidR="00C1655A" w:rsidRDefault="00C1655A" w:rsidP="001540F2">
      <w:pPr>
        <w:pStyle w:val="Textodstavce"/>
        <w:widowControl/>
        <w:numPr>
          <w:ilvl w:val="0"/>
          <w:numId w:val="10"/>
        </w:numPr>
        <w:tabs>
          <w:tab w:val="clear" w:pos="851"/>
        </w:tabs>
        <w:suppressAutoHyphens w:val="0"/>
        <w:spacing w:before="0" w:after="0"/>
        <w:ind w:left="426" w:hanging="426"/>
        <w:jc w:val="both"/>
      </w:pPr>
      <w:r w:rsidRPr="00C259E2">
        <w:t xml:space="preserve">rezervy v pojišťovnictví </w:t>
      </w:r>
      <w:r>
        <w:t xml:space="preserve">podle odstavce 1 písm. a) </w:t>
      </w:r>
    </w:p>
    <w:p w:rsidR="00C1655A" w:rsidRDefault="00C1655A" w:rsidP="001540F2">
      <w:pPr>
        <w:pStyle w:val="Textodstavce"/>
        <w:widowControl/>
        <w:numPr>
          <w:ilvl w:val="1"/>
          <w:numId w:val="10"/>
        </w:numPr>
        <w:tabs>
          <w:tab w:val="clear" w:pos="851"/>
        </w:tabs>
        <w:suppressAutoHyphens w:val="0"/>
        <w:spacing w:before="0" w:after="0"/>
        <w:ind w:left="993" w:hanging="426"/>
        <w:jc w:val="both"/>
      </w:pPr>
      <w:r>
        <w:t>s výjimkou rezervy na pojistné podle přímo použitelného předpisu Evropské unie</w:t>
      </w:r>
      <w:r>
        <w:rPr>
          <w:vertAlign w:val="superscript"/>
        </w:rPr>
        <w:t>28)</w:t>
      </w:r>
      <w:r>
        <w:t>,</w:t>
      </w:r>
    </w:p>
    <w:p w:rsidR="00C1655A" w:rsidRDefault="00C1655A" w:rsidP="001540F2">
      <w:pPr>
        <w:pStyle w:val="Textodstavce"/>
        <w:widowControl/>
        <w:numPr>
          <w:ilvl w:val="1"/>
          <w:numId w:val="10"/>
        </w:numPr>
        <w:tabs>
          <w:tab w:val="clear" w:pos="851"/>
        </w:tabs>
        <w:suppressAutoHyphens w:val="0"/>
        <w:spacing w:before="0" w:after="0"/>
        <w:ind w:left="993" w:hanging="426"/>
        <w:jc w:val="both"/>
      </w:pPr>
      <w:r>
        <w:t xml:space="preserve">snížené o částky </w:t>
      </w:r>
      <w:r w:rsidRPr="00BE24BF">
        <w:t>vymahatelné ze zajišťovacích smluv</w:t>
      </w:r>
      <w:r>
        <w:t xml:space="preserve"> podle přímo použitelného předpisu Evropské unie</w:t>
      </w:r>
      <w:r w:rsidRPr="00786F41">
        <w:rPr>
          <w:vertAlign w:val="superscript"/>
        </w:rPr>
        <w:t>28</w:t>
      </w:r>
      <w:r w:rsidRPr="00C834AC">
        <w:rPr>
          <w:vertAlign w:val="superscript"/>
        </w:rPr>
        <w:t xml:space="preserve">) </w:t>
      </w:r>
      <w:r w:rsidRPr="00BE24BF">
        <w:t>a</w:t>
      </w:r>
    </w:p>
    <w:p w:rsidR="00C1655A" w:rsidRDefault="00C1655A" w:rsidP="001540F2">
      <w:pPr>
        <w:pStyle w:val="Textodstavce"/>
        <w:widowControl/>
        <w:numPr>
          <w:ilvl w:val="1"/>
          <w:numId w:val="10"/>
        </w:numPr>
        <w:tabs>
          <w:tab w:val="clear" w:pos="851"/>
        </w:tabs>
        <w:suppressAutoHyphens w:val="0"/>
        <w:spacing w:before="0" w:after="0"/>
        <w:ind w:left="993" w:hanging="426"/>
        <w:jc w:val="both"/>
      </w:pPr>
      <w:r w:rsidRPr="00B55ED1">
        <w:t>upravené o</w:t>
      </w:r>
      <w:r>
        <w:t xml:space="preserve"> část</w:t>
      </w:r>
      <w:r w:rsidRPr="00B55ED1">
        <w:t xml:space="preserve"> zůstat</w:t>
      </w:r>
      <w:r>
        <w:t>ku</w:t>
      </w:r>
      <w:r w:rsidRPr="00B55ED1">
        <w:t xml:space="preserve"> účtů přechodných aktiv</w:t>
      </w:r>
      <w:r>
        <w:t xml:space="preserve"> </w:t>
      </w:r>
      <w:r w:rsidRPr="00B55ED1">
        <w:t>podle právních předpisů upravujících účetnictví</w:t>
      </w:r>
      <w:r>
        <w:t xml:space="preserve"> připadající na příjmy příštích období a náklady příštích období vzniklých </w:t>
      </w:r>
      <w:r w:rsidRPr="00B55ED1">
        <w:t xml:space="preserve">při stanovení hodnoty závazku z pojistných smluv a </w:t>
      </w:r>
    </w:p>
    <w:p w:rsidR="00C1655A" w:rsidRDefault="00C1655A" w:rsidP="001540F2">
      <w:pPr>
        <w:pStyle w:val="Textodstavce"/>
        <w:widowControl/>
        <w:numPr>
          <w:ilvl w:val="0"/>
          <w:numId w:val="10"/>
        </w:numPr>
        <w:tabs>
          <w:tab w:val="clear" w:pos="851"/>
        </w:tabs>
        <w:suppressAutoHyphens w:val="0"/>
        <w:spacing w:before="0" w:after="0"/>
        <w:ind w:left="426" w:hanging="426"/>
        <w:jc w:val="both"/>
      </w:pPr>
      <w:r w:rsidRPr="00B55ED1">
        <w:t>rezerv</w:t>
      </w:r>
      <w:r>
        <w:t>y podle odstavce 1 písm. b) a c)</w:t>
      </w:r>
      <w:r w:rsidRPr="00492ADB">
        <w:t>.</w:t>
      </w:r>
    </w:p>
    <w:p w:rsidR="00C1655A" w:rsidRPr="005305C0" w:rsidRDefault="00C1655A" w:rsidP="001540F2">
      <w:pPr>
        <w:pStyle w:val="Textodstavce"/>
        <w:numPr>
          <w:ilvl w:val="0"/>
          <w:numId w:val="0"/>
        </w:numPr>
        <w:ind w:firstLine="567"/>
        <w:jc w:val="both"/>
      </w:pPr>
      <w:r>
        <w:t xml:space="preserve">(5) </w:t>
      </w:r>
      <w:r w:rsidRPr="005305C0">
        <w:t>Přírůstkem rezerv v pojišťovnictví se rozumí kladný rozdíl mezi výší upravených rezerv v pojišťovnictví na konci zdaňovacího období a výší upravených rezerv v pojišťovnictví na začátku zdaňovacího období.</w:t>
      </w:r>
    </w:p>
    <w:p w:rsidR="00C1655A" w:rsidRPr="005305C0" w:rsidRDefault="00C1655A" w:rsidP="001540F2">
      <w:pPr>
        <w:pStyle w:val="Textodstavce"/>
        <w:numPr>
          <w:ilvl w:val="0"/>
          <w:numId w:val="0"/>
        </w:numPr>
        <w:ind w:firstLine="567"/>
        <w:jc w:val="both"/>
        <w:rPr>
          <w:sz w:val="20"/>
        </w:rPr>
      </w:pPr>
      <w:r w:rsidRPr="005305C0">
        <w:t>(6) Úbytkem rezerv v pojišťovnictví se rozumí záporný rozdíl mezi výší upravených rezerv v pojišťovnictví na konci zdaňovacího období a výší upravených rezerv v pojišťovnictví na začátku zdaňovacího období.</w:t>
      </w:r>
    </w:p>
    <w:p w:rsidR="00C1655A" w:rsidRPr="005305C0" w:rsidRDefault="00C1655A" w:rsidP="001540F2">
      <w:pPr>
        <w:pStyle w:val="Textodstavce"/>
        <w:numPr>
          <w:ilvl w:val="0"/>
          <w:numId w:val="0"/>
        </w:numPr>
        <w:ind w:firstLine="567"/>
        <w:jc w:val="both"/>
      </w:pPr>
      <w:r w:rsidRPr="005305C0">
        <w:t>(7) Pro účely určení přírůstku rezerv v</w:t>
      </w:r>
      <w:r>
        <w:t> </w:t>
      </w:r>
      <w:r w:rsidRPr="005305C0">
        <w:t>pojišťovnictví</w:t>
      </w:r>
      <w:r>
        <w:t xml:space="preserve"> </w:t>
      </w:r>
      <w:r w:rsidRPr="005305C0">
        <w:t>a úbytku rezerv v</w:t>
      </w:r>
      <w:r>
        <w:t> </w:t>
      </w:r>
      <w:r w:rsidRPr="005305C0">
        <w:t>pojišťovnictví</w:t>
      </w:r>
      <w:r>
        <w:t xml:space="preserve"> </w:t>
      </w:r>
      <w:r w:rsidRPr="005305C0">
        <w:t>se za zdaňovací období považuje i období, za které se podává daňové přiznání.</w:t>
      </w:r>
    </w:p>
    <w:p w:rsidR="00C1655A" w:rsidRDefault="00C1655A" w:rsidP="001540F2">
      <w:pPr>
        <w:pStyle w:val="Textodstavce"/>
        <w:numPr>
          <w:ilvl w:val="0"/>
          <w:numId w:val="0"/>
        </w:numPr>
        <w:tabs>
          <w:tab w:val="num" w:pos="1296"/>
        </w:tabs>
        <w:ind w:firstLine="567"/>
        <w:jc w:val="both"/>
      </w:pPr>
      <w:r w:rsidRPr="005305C0">
        <w:t>(8) Rezervami v pojišťovnictví dle odstavce 1 písm. a) pro</w:t>
      </w:r>
      <w:r>
        <w:t xml:space="preserve"> účely daní z příjmů nejsou technické rezervy k vyrovnání závazků z pojišťovací nebo zajišťovací činnosti provozované ve státě, se kterým má Česká republika uzavřenu mezinárodní smlouvu upravující zamezení dvojímu zdanění všech druhů příjmů, která je prováděna.</w:t>
      </w:r>
    </w:p>
    <w:p w:rsidR="00C1655A" w:rsidRDefault="001540F2" w:rsidP="00C1655A">
      <w:pPr>
        <w:pStyle w:val="Textodstavce"/>
        <w:spacing w:before="0" w:after="0"/>
      </w:pPr>
      <w:r>
        <w:t>_______________________</w:t>
      </w:r>
    </w:p>
    <w:p w:rsidR="00C1655A" w:rsidRPr="003310FE" w:rsidRDefault="00C1655A" w:rsidP="00B178D3">
      <w:pPr>
        <w:pStyle w:val="Textodstavce"/>
        <w:numPr>
          <w:ilvl w:val="0"/>
          <w:numId w:val="0"/>
        </w:numPr>
        <w:spacing w:before="0" w:after="0"/>
        <w:ind w:left="709" w:hanging="709"/>
        <w:jc w:val="both"/>
        <w:rPr>
          <w:vertAlign w:val="superscript"/>
        </w:rPr>
      </w:pPr>
      <w:r w:rsidRPr="00E81276">
        <w:rPr>
          <w:sz w:val="20"/>
          <w:vertAlign w:val="superscript"/>
        </w:rPr>
        <w:t>27)</w:t>
      </w:r>
      <w:r w:rsidR="00B178D3">
        <w:rPr>
          <w:sz w:val="20"/>
          <w:vertAlign w:val="superscript"/>
        </w:rPr>
        <w:tab/>
      </w:r>
      <w:r w:rsidRPr="007928D6">
        <w:rPr>
          <w:sz w:val="20"/>
        </w:rPr>
        <w:t>Směrnice Evropského parlamentu a Rady 2009/138/ES ze dne 25. listopadu 2009 o přístupu k pojišťovací a zajišťovací činnosti a jejím výkonu (Solventnost II)</w:t>
      </w:r>
      <w:r>
        <w:rPr>
          <w:sz w:val="20"/>
        </w:rPr>
        <w:t>, v platném znění</w:t>
      </w:r>
      <w:r w:rsidRPr="007928D6">
        <w:rPr>
          <w:sz w:val="20"/>
        </w:rPr>
        <w:t>.</w:t>
      </w:r>
    </w:p>
    <w:p w:rsidR="00C1655A" w:rsidRDefault="00C1655A" w:rsidP="00B178D3">
      <w:pPr>
        <w:pStyle w:val="Textodstavce"/>
        <w:numPr>
          <w:ilvl w:val="0"/>
          <w:numId w:val="0"/>
        </w:numPr>
        <w:spacing w:before="0" w:after="0"/>
        <w:ind w:left="709" w:hanging="709"/>
        <w:jc w:val="both"/>
        <w:rPr>
          <w:sz w:val="20"/>
        </w:rPr>
      </w:pPr>
      <w:r w:rsidRPr="00E81276">
        <w:rPr>
          <w:sz w:val="20"/>
          <w:vertAlign w:val="superscript"/>
        </w:rPr>
        <w:t>28)</w:t>
      </w:r>
      <w:r w:rsidR="00B178D3">
        <w:rPr>
          <w:sz w:val="20"/>
          <w:vertAlign w:val="superscript"/>
        </w:rPr>
        <w:tab/>
      </w:r>
      <w:r w:rsidRPr="007928D6">
        <w:rPr>
          <w:sz w:val="20"/>
        </w:rPr>
        <w:t>Nařízení Komise v přenesené pravomoci (EU) 2015/35 ze dne 10. října 2014, kterým se doplňuje směrnice Evropského parlamentu a Rady 2009/138/ES o přístupu k pojišťovací a zajišťovací činnosti a jejím výkonu (Solventnost II)</w:t>
      </w:r>
      <w:r>
        <w:rPr>
          <w:sz w:val="20"/>
        </w:rPr>
        <w:t>, v platném znění</w:t>
      </w:r>
      <w:r w:rsidRPr="007928D6">
        <w:rPr>
          <w:sz w:val="20"/>
        </w:rPr>
        <w:t>.</w:t>
      </w:r>
      <w:r w:rsidR="001540F2" w:rsidRPr="001540F2">
        <w:t>“</w:t>
      </w:r>
      <w:r w:rsidR="00B178D3">
        <w:t>.</w:t>
      </w:r>
    </w:p>
    <w:p w:rsidR="00C1655A" w:rsidRDefault="00C1655A" w:rsidP="00C1655A">
      <w:pPr>
        <w:pStyle w:val="Textodstavce"/>
        <w:spacing w:before="0" w:after="0"/>
        <w:rPr>
          <w:sz w:val="20"/>
        </w:rPr>
      </w:pPr>
    </w:p>
    <w:p w:rsidR="000C6893" w:rsidRDefault="000C6893"/>
    <w:p w:rsidR="000C6893" w:rsidRDefault="00C83AE5" w:rsidP="00C83AE5">
      <w:pPr>
        <w:pStyle w:val="PNposlanec"/>
      </w:pPr>
      <w:r>
        <w:t>Poslanec Václav Votava</w:t>
      </w:r>
    </w:p>
    <w:p w:rsidR="000C6893" w:rsidRDefault="00C83AE5">
      <w:pPr>
        <w:rPr>
          <w:i/>
        </w:rPr>
      </w:pPr>
      <w:r w:rsidRPr="00C83AE5">
        <w:rPr>
          <w:i/>
        </w:rPr>
        <w:t>SD 3414</w:t>
      </w:r>
    </w:p>
    <w:p w:rsidR="00E3573B" w:rsidRDefault="00E565EA" w:rsidP="00E3573B">
      <w:pPr>
        <w:pBdr>
          <w:top w:val="nil"/>
          <w:left w:val="nil"/>
          <w:bottom w:val="nil"/>
          <w:right w:val="nil"/>
          <w:between w:val="nil"/>
          <w:bar w:val="nil"/>
        </w:pBdr>
        <w:suppressAutoHyphens w:val="0"/>
        <w:jc w:val="both"/>
        <w:rPr>
          <w:rFonts w:cs="Times New Roman"/>
          <w:bCs/>
        </w:rPr>
      </w:pPr>
      <w:proofErr w:type="gramStart"/>
      <w:r>
        <w:rPr>
          <w:rFonts w:cs="Times New Roman"/>
          <w:b/>
          <w:bCs/>
        </w:rPr>
        <w:t>C</w:t>
      </w:r>
      <w:r w:rsidR="00E3573B" w:rsidRPr="00E565EA">
        <w:rPr>
          <w:rFonts w:cs="Times New Roman"/>
          <w:b/>
          <w:bCs/>
        </w:rPr>
        <w:t>1.</w:t>
      </w:r>
      <w:r w:rsidR="00D03A38">
        <w:rPr>
          <w:rFonts w:cs="Times New Roman"/>
          <w:b/>
          <w:bCs/>
        </w:rPr>
        <w:t>1.</w:t>
      </w:r>
      <w:proofErr w:type="gramEnd"/>
      <w:r w:rsidR="00E3573B">
        <w:rPr>
          <w:rFonts w:cs="Times New Roman"/>
          <w:bCs/>
        </w:rPr>
        <w:t xml:space="preserve"> </w:t>
      </w:r>
      <w:r w:rsidR="00E3573B" w:rsidRPr="00E3573B">
        <w:rPr>
          <w:rFonts w:cs="Times New Roman"/>
          <w:bCs/>
        </w:rPr>
        <w:t>V části druhé Čl. III se zrušují body 1, 3, 4, 5, 6, 8, 15 a 17.</w:t>
      </w:r>
    </w:p>
    <w:p w:rsidR="00E3573B" w:rsidRPr="00E3573B" w:rsidRDefault="00E3573B" w:rsidP="00E3573B">
      <w:pPr>
        <w:pBdr>
          <w:top w:val="nil"/>
          <w:left w:val="nil"/>
          <w:bottom w:val="nil"/>
          <w:right w:val="nil"/>
          <w:between w:val="nil"/>
          <w:bar w:val="nil"/>
        </w:pBdr>
        <w:suppressAutoHyphens w:val="0"/>
        <w:jc w:val="both"/>
        <w:rPr>
          <w:rFonts w:cs="Times New Roman"/>
          <w:bCs/>
        </w:rPr>
      </w:pPr>
      <w:r w:rsidRPr="00E3573B">
        <w:rPr>
          <w:rFonts w:cs="Times New Roman"/>
          <w:bCs/>
        </w:rPr>
        <w:t>Ostatní body se přečíslují.</w:t>
      </w:r>
    </w:p>
    <w:p w:rsidR="00E3573B" w:rsidRDefault="00E3573B" w:rsidP="00E3573B">
      <w:pPr>
        <w:pBdr>
          <w:top w:val="nil"/>
          <w:left w:val="nil"/>
          <w:bottom w:val="nil"/>
          <w:right w:val="nil"/>
          <w:between w:val="nil"/>
          <w:bar w:val="nil"/>
        </w:pBdr>
        <w:suppressAutoHyphens w:val="0"/>
        <w:jc w:val="both"/>
        <w:rPr>
          <w:rFonts w:cs="Times New Roman"/>
          <w:bCs/>
        </w:rPr>
      </w:pPr>
    </w:p>
    <w:p w:rsidR="00E3573B" w:rsidRPr="00E3573B" w:rsidRDefault="00E565EA" w:rsidP="00E3573B">
      <w:pPr>
        <w:pBdr>
          <w:top w:val="nil"/>
          <w:left w:val="nil"/>
          <w:bottom w:val="nil"/>
          <w:right w:val="nil"/>
          <w:between w:val="nil"/>
          <w:bar w:val="nil"/>
        </w:pBdr>
        <w:suppressAutoHyphens w:val="0"/>
        <w:jc w:val="both"/>
        <w:rPr>
          <w:rFonts w:cs="Times New Roman"/>
          <w:bCs/>
        </w:rPr>
      </w:pPr>
      <w:proofErr w:type="gramStart"/>
      <w:r>
        <w:rPr>
          <w:rFonts w:cs="Times New Roman"/>
          <w:b/>
          <w:bCs/>
        </w:rPr>
        <w:t>C</w:t>
      </w:r>
      <w:r w:rsidR="00D03A38">
        <w:rPr>
          <w:rFonts w:cs="Times New Roman"/>
          <w:b/>
          <w:bCs/>
        </w:rPr>
        <w:t>1.</w:t>
      </w:r>
      <w:r w:rsidR="00E3573B" w:rsidRPr="00E565EA">
        <w:rPr>
          <w:rFonts w:cs="Times New Roman"/>
          <w:b/>
          <w:bCs/>
        </w:rPr>
        <w:t>2.</w:t>
      </w:r>
      <w:proofErr w:type="gramEnd"/>
      <w:r w:rsidR="00E3573B">
        <w:rPr>
          <w:rFonts w:cs="Times New Roman"/>
          <w:bCs/>
        </w:rPr>
        <w:t xml:space="preserve"> </w:t>
      </w:r>
      <w:r w:rsidR="00E3573B" w:rsidRPr="00E3573B">
        <w:rPr>
          <w:rFonts w:cs="Times New Roman"/>
          <w:bCs/>
        </w:rPr>
        <w:t xml:space="preserve">V části druhé Čl. IV se zrušuje bod 5. </w:t>
      </w:r>
    </w:p>
    <w:p w:rsidR="00C83AE5" w:rsidRDefault="00C83AE5"/>
    <w:p w:rsidR="00C83AE5" w:rsidRDefault="00C83AE5">
      <w:pPr>
        <w:rPr>
          <w:i/>
        </w:rPr>
      </w:pPr>
      <w:r w:rsidRPr="00C83AE5">
        <w:rPr>
          <w:i/>
        </w:rPr>
        <w:t>SD 3415</w:t>
      </w:r>
    </w:p>
    <w:p w:rsidR="00E3573B" w:rsidRPr="00E3573B" w:rsidRDefault="00E565EA" w:rsidP="00E3573B">
      <w:pPr>
        <w:pStyle w:val="TextA"/>
        <w:spacing w:line="240" w:lineRule="auto"/>
        <w:rPr>
          <w:rFonts w:eastAsia="Arial" w:cs="Times New Roman"/>
          <w:sz w:val="24"/>
          <w:szCs w:val="24"/>
        </w:rPr>
      </w:pPr>
      <w:r w:rsidRPr="00E565EA">
        <w:rPr>
          <w:rFonts w:cs="Times New Roman"/>
          <w:b/>
          <w:sz w:val="24"/>
          <w:szCs w:val="24"/>
        </w:rPr>
        <w:t>C</w:t>
      </w:r>
      <w:r w:rsidR="00D03A38">
        <w:rPr>
          <w:rFonts w:cs="Times New Roman"/>
          <w:b/>
          <w:sz w:val="24"/>
          <w:szCs w:val="24"/>
        </w:rPr>
        <w:t>2</w:t>
      </w:r>
      <w:r w:rsidRPr="00E565EA">
        <w:rPr>
          <w:rFonts w:cs="Times New Roman"/>
          <w:b/>
          <w:sz w:val="24"/>
          <w:szCs w:val="24"/>
        </w:rPr>
        <w:t>.</w:t>
      </w:r>
      <w:r>
        <w:rPr>
          <w:rFonts w:cs="Times New Roman"/>
          <w:sz w:val="24"/>
          <w:szCs w:val="24"/>
        </w:rPr>
        <w:t xml:space="preserve"> </w:t>
      </w:r>
      <w:r w:rsidR="00E3573B" w:rsidRPr="00E3573B">
        <w:rPr>
          <w:rFonts w:cs="Times New Roman"/>
          <w:sz w:val="24"/>
          <w:szCs w:val="24"/>
        </w:rPr>
        <w:t>V části sedmé č</w:t>
      </w:r>
      <w:r w:rsidR="00E3573B" w:rsidRPr="00E3573B">
        <w:rPr>
          <w:rFonts w:cs="Times New Roman"/>
          <w:sz w:val="24"/>
          <w:szCs w:val="24"/>
          <w:lang w:val="it-IT"/>
        </w:rPr>
        <w:t>l. XII se m</w:t>
      </w:r>
      <w:proofErr w:type="spellStart"/>
      <w:r w:rsidR="00E3573B" w:rsidRPr="00E3573B">
        <w:rPr>
          <w:rFonts w:cs="Times New Roman"/>
          <w:sz w:val="24"/>
          <w:szCs w:val="24"/>
        </w:rPr>
        <w:t>ění</w:t>
      </w:r>
      <w:proofErr w:type="spellEnd"/>
      <w:r w:rsidR="00E3573B" w:rsidRPr="00E3573B">
        <w:rPr>
          <w:rFonts w:cs="Times New Roman"/>
          <w:sz w:val="24"/>
          <w:szCs w:val="24"/>
        </w:rPr>
        <w:t xml:space="preserve"> tak, ž</w:t>
      </w:r>
      <w:r w:rsidR="00E3573B" w:rsidRPr="00E3573B">
        <w:rPr>
          <w:rFonts w:cs="Times New Roman"/>
          <w:sz w:val="24"/>
          <w:szCs w:val="24"/>
          <w:lang w:val="nl-NL"/>
        </w:rPr>
        <w:t xml:space="preserve">e bod </w:t>
      </w:r>
      <w:r w:rsidR="00E3573B" w:rsidRPr="00E3573B">
        <w:rPr>
          <w:rFonts w:cs="Times New Roman"/>
          <w:sz w:val="24"/>
          <w:szCs w:val="24"/>
        </w:rPr>
        <w:t>5 zní:</w:t>
      </w:r>
    </w:p>
    <w:p w:rsidR="00E3573B" w:rsidRPr="00E3573B" w:rsidRDefault="00E3573B" w:rsidP="00E3573B">
      <w:pPr>
        <w:pStyle w:val="TextA"/>
        <w:spacing w:line="240" w:lineRule="auto"/>
        <w:rPr>
          <w:rFonts w:eastAsia="Arial" w:cs="Times New Roman"/>
          <w:iCs/>
          <w:sz w:val="24"/>
          <w:szCs w:val="24"/>
        </w:rPr>
      </w:pPr>
      <w:r>
        <w:rPr>
          <w:rFonts w:cs="Times New Roman"/>
          <w:iCs/>
          <w:sz w:val="24"/>
          <w:szCs w:val="24"/>
        </w:rPr>
        <w:t xml:space="preserve">„5. </w:t>
      </w:r>
      <w:r w:rsidRPr="00E3573B">
        <w:rPr>
          <w:rFonts w:cs="Times New Roman"/>
          <w:iCs/>
          <w:sz w:val="24"/>
          <w:szCs w:val="24"/>
        </w:rPr>
        <w:t>V § 4 písm. f) se číslo „23“ nahrazuje čí</w:t>
      </w:r>
      <w:r w:rsidRPr="00E3573B">
        <w:rPr>
          <w:rFonts w:cs="Times New Roman"/>
          <w:iCs/>
          <w:sz w:val="24"/>
          <w:szCs w:val="24"/>
          <w:lang w:val="da-DK"/>
        </w:rPr>
        <w:t xml:space="preserve">slem </w:t>
      </w:r>
      <w:r w:rsidRPr="00E3573B">
        <w:rPr>
          <w:rFonts w:cs="Times New Roman"/>
          <w:iCs/>
          <w:sz w:val="24"/>
          <w:szCs w:val="24"/>
        </w:rPr>
        <w:t>„25“</w:t>
      </w:r>
      <w:r>
        <w:rPr>
          <w:rFonts w:cs="Times New Roman"/>
          <w:iCs/>
          <w:sz w:val="24"/>
          <w:szCs w:val="24"/>
        </w:rPr>
        <w:t>.“.</w:t>
      </w:r>
    </w:p>
    <w:p w:rsidR="000C6893" w:rsidRDefault="000C6893"/>
    <w:p w:rsidR="000C6893" w:rsidRDefault="000C6893"/>
    <w:p w:rsidR="0051200E" w:rsidRDefault="0051200E">
      <w:pPr>
        <w:widowControl/>
        <w:suppressAutoHyphens w:val="0"/>
        <w:rPr>
          <w:b/>
        </w:rPr>
      </w:pPr>
      <w:r>
        <w:br w:type="page"/>
      </w:r>
    </w:p>
    <w:p w:rsidR="000C6893" w:rsidRDefault="0051200E" w:rsidP="0051200E">
      <w:pPr>
        <w:pStyle w:val="PNposlanec"/>
      </w:pPr>
      <w:r>
        <w:lastRenderedPageBreak/>
        <w:t>Poslanec Radek Koten</w:t>
      </w:r>
    </w:p>
    <w:p w:rsidR="000C6893" w:rsidRDefault="0051200E" w:rsidP="007A151A">
      <w:pPr>
        <w:rPr>
          <w:i/>
        </w:rPr>
      </w:pPr>
      <w:r w:rsidRPr="0051200E">
        <w:rPr>
          <w:i/>
        </w:rPr>
        <w:t>SD 3435</w:t>
      </w:r>
    </w:p>
    <w:p w:rsidR="0051200E" w:rsidRPr="0051200E" w:rsidRDefault="00E565EA" w:rsidP="007A151A">
      <w:pPr>
        <w:suppressAutoHyphens w:val="0"/>
        <w:jc w:val="both"/>
        <w:rPr>
          <w:rFonts w:cs="Times New Roman"/>
          <w:noProof/>
        </w:rPr>
      </w:pPr>
      <w:r>
        <w:rPr>
          <w:rFonts w:cs="Times New Roman"/>
          <w:b/>
          <w:noProof/>
        </w:rPr>
        <w:t>D</w:t>
      </w:r>
      <w:r w:rsidR="0051200E" w:rsidRPr="00E565EA">
        <w:rPr>
          <w:rFonts w:cs="Times New Roman"/>
          <w:b/>
          <w:noProof/>
        </w:rPr>
        <w:t>1.</w:t>
      </w:r>
      <w:r w:rsidR="0051200E">
        <w:rPr>
          <w:rFonts w:cs="Times New Roman"/>
          <w:noProof/>
        </w:rPr>
        <w:t xml:space="preserve"> </w:t>
      </w:r>
      <w:r w:rsidR="0051200E" w:rsidRPr="0051200E">
        <w:rPr>
          <w:rFonts w:cs="Times New Roman"/>
          <w:noProof/>
        </w:rPr>
        <w:t>V části druhé, čl. III. se za dosavadní novelizační bod 14 vkládají nové novelizační body, které znějí:</w:t>
      </w:r>
    </w:p>
    <w:p w:rsidR="0051200E" w:rsidRPr="009947EE" w:rsidRDefault="0051200E" w:rsidP="0051200E">
      <w:pPr>
        <w:ind w:left="567" w:hanging="567"/>
        <w:jc w:val="both"/>
        <w:rPr>
          <w:rFonts w:cs="Times New Roman"/>
          <w:bCs/>
        </w:rPr>
      </w:pPr>
      <w:r w:rsidRPr="009947EE">
        <w:rPr>
          <w:rFonts w:cs="Times New Roman"/>
          <w:noProof/>
        </w:rPr>
        <w:t>„</w:t>
      </w:r>
      <w:r w:rsidR="00D03A38">
        <w:rPr>
          <w:rFonts w:cs="Times New Roman"/>
          <w:noProof/>
        </w:rPr>
        <w:t>15</w:t>
      </w:r>
      <w:r w:rsidRPr="009947EE">
        <w:rPr>
          <w:rFonts w:cs="Times New Roman"/>
          <w:noProof/>
        </w:rPr>
        <w:t xml:space="preserve">. </w:t>
      </w:r>
      <w:r w:rsidRPr="009947EE">
        <w:rPr>
          <w:rFonts w:cs="Times New Roman"/>
          <w:noProof/>
        </w:rPr>
        <w:tab/>
      </w:r>
      <w:r w:rsidRPr="009947EE">
        <w:rPr>
          <w:rFonts w:cs="Times New Roman"/>
          <w:bCs/>
        </w:rPr>
        <w:t xml:space="preserve">V § 26 odst. 2 písm. a) se slovo „40 000“ nahrazuje slovem „100 000“. </w:t>
      </w:r>
    </w:p>
    <w:p w:rsidR="0051200E" w:rsidRPr="009947EE" w:rsidRDefault="00D03A38" w:rsidP="0051200E">
      <w:pPr>
        <w:ind w:left="567" w:hanging="567"/>
        <w:jc w:val="both"/>
        <w:rPr>
          <w:rFonts w:cs="Times New Roman"/>
          <w:bCs/>
        </w:rPr>
      </w:pPr>
      <w:r>
        <w:rPr>
          <w:rFonts w:cs="Times New Roman"/>
          <w:noProof/>
        </w:rPr>
        <w:t>16</w:t>
      </w:r>
      <w:r w:rsidR="0051200E" w:rsidRPr="009947EE">
        <w:rPr>
          <w:rFonts w:cs="Times New Roman"/>
          <w:noProof/>
        </w:rPr>
        <w:t>.</w:t>
      </w:r>
      <w:r w:rsidR="0051200E" w:rsidRPr="009947EE">
        <w:rPr>
          <w:rFonts w:cs="Times New Roman"/>
          <w:noProof/>
        </w:rPr>
        <w:tab/>
      </w:r>
      <w:r w:rsidR="0051200E" w:rsidRPr="009947EE">
        <w:rPr>
          <w:rFonts w:cs="Times New Roman"/>
          <w:bCs/>
        </w:rPr>
        <w:t xml:space="preserve">V § 26 odst. 2 písm. c) se mezi slovo „stavby,“ a slova „s výjimkou“ vkládají slova </w:t>
      </w:r>
      <w:r w:rsidR="0051200E">
        <w:rPr>
          <w:rFonts w:cs="Times New Roman"/>
          <w:bCs/>
        </w:rPr>
        <w:t xml:space="preserve"> </w:t>
      </w:r>
      <w:r w:rsidR="0051200E" w:rsidRPr="009947EE">
        <w:rPr>
          <w:rFonts w:cs="Times New Roman"/>
          <w:bCs/>
        </w:rPr>
        <w:t>„jejichž vstupní cena je vyšší než 100 000 Kč,“.</w:t>
      </w:r>
    </w:p>
    <w:p w:rsidR="0051200E" w:rsidRDefault="00D03A38" w:rsidP="0051200E">
      <w:pPr>
        <w:pStyle w:val="Novelizanbod"/>
        <w:tabs>
          <w:tab w:val="num" w:pos="567"/>
        </w:tabs>
        <w:spacing w:before="0" w:after="0"/>
        <w:ind w:left="567" w:hanging="567"/>
        <w:rPr>
          <w:bCs/>
          <w:szCs w:val="24"/>
        </w:rPr>
      </w:pPr>
      <w:r>
        <w:rPr>
          <w:bCs/>
          <w:szCs w:val="24"/>
        </w:rPr>
        <w:t>17</w:t>
      </w:r>
      <w:r w:rsidR="0051200E" w:rsidRPr="009947EE">
        <w:rPr>
          <w:bCs/>
          <w:szCs w:val="24"/>
        </w:rPr>
        <w:t>.</w:t>
      </w:r>
      <w:r w:rsidR="0051200E">
        <w:rPr>
          <w:bCs/>
          <w:szCs w:val="24"/>
        </w:rPr>
        <w:tab/>
      </w:r>
      <w:r w:rsidR="0051200E" w:rsidRPr="009947EE">
        <w:rPr>
          <w:bCs/>
          <w:szCs w:val="24"/>
        </w:rPr>
        <w:t>V § 26 odst. 2 písm. e) se slovo „40 000“ nahrazuje slovem „100 000“.</w:t>
      </w:r>
    </w:p>
    <w:p w:rsidR="0051200E" w:rsidRPr="009947EE" w:rsidRDefault="00D03A38" w:rsidP="0051200E">
      <w:pPr>
        <w:ind w:left="567" w:hanging="567"/>
        <w:jc w:val="both"/>
        <w:rPr>
          <w:rFonts w:cs="Times New Roman"/>
          <w:bCs/>
        </w:rPr>
      </w:pPr>
      <w:r>
        <w:rPr>
          <w:rFonts w:cs="Times New Roman"/>
        </w:rPr>
        <w:t>18</w:t>
      </w:r>
      <w:r w:rsidR="0051200E" w:rsidRPr="009947EE">
        <w:rPr>
          <w:rFonts w:cs="Times New Roman"/>
        </w:rPr>
        <w:t>.</w:t>
      </w:r>
      <w:r w:rsidR="0051200E">
        <w:rPr>
          <w:rFonts w:cs="Times New Roman"/>
        </w:rPr>
        <w:tab/>
      </w:r>
      <w:r w:rsidR="0051200E" w:rsidRPr="009947EE">
        <w:rPr>
          <w:rFonts w:cs="Times New Roman"/>
          <w:bCs/>
        </w:rPr>
        <w:t>V § 26 odst. 3 písm. c) se slovo „40 000“ nahrazují slovem „100 000“.</w:t>
      </w:r>
    </w:p>
    <w:p w:rsidR="0051200E" w:rsidRPr="009947EE" w:rsidRDefault="00D03A38" w:rsidP="0051200E">
      <w:pPr>
        <w:ind w:left="567" w:hanging="567"/>
        <w:jc w:val="both"/>
        <w:rPr>
          <w:rFonts w:cs="Times New Roman"/>
          <w:bCs/>
        </w:rPr>
      </w:pPr>
      <w:r>
        <w:rPr>
          <w:rFonts w:cs="Times New Roman"/>
        </w:rPr>
        <w:t>19</w:t>
      </w:r>
      <w:r w:rsidR="0051200E" w:rsidRPr="009947EE">
        <w:rPr>
          <w:rFonts w:cs="Times New Roman"/>
        </w:rPr>
        <w:t>.</w:t>
      </w:r>
      <w:r w:rsidR="0051200E" w:rsidRPr="009947EE">
        <w:rPr>
          <w:rFonts w:cs="Times New Roman"/>
        </w:rPr>
        <w:tab/>
      </w:r>
      <w:r w:rsidR="0051200E" w:rsidRPr="009947EE">
        <w:rPr>
          <w:rFonts w:cs="Times New Roman"/>
          <w:bCs/>
        </w:rPr>
        <w:t>V § 27 písm. a) se slovo „40 000“ nahrazuje slovem „100 000“.</w:t>
      </w:r>
    </w:p>
    <w:p w:rsidR="0051200E" w:rsidRPr="009947EE" w:rsidRDefault="00D03A38" w:rsidP="0051200E">
      <w:pPr>
        <w:ind w:left="567" w:hanging="567"/>
        <w:jc w:val="both"/>
        <w:rPr>
          <w:rFonts w:cs="Times New Roman"/>
          <w:b/>
        </w:rPr>
      </w:pPr>
      <w:r>
        <w:rPr>
          <w:rFonts w:cs="Times New Roman"/>
          <w:noProof/>
        </w:rPr>
        <w:t>20</w:t>
      </w:r>
      <w:r w:rsidR="0051200E" w:rsidRPr="009947EE">
        <w:rPr>
          <w:rFonts w:cs="Times New Roman"/>
          <w:noProof/>
        </w:rPr>
        <w:t>.</w:t>
      </w:r>
      <w:r w:rsidR="0051200E" w:rsidRPr="009947EE">
        <w:rPr>
          <w:rFonts w:cs="Times New Roman"/>
          <w:noProof/>
        </w:rPr>
        <w:tab/>
      </w:r>
      <w:r w:rsidR="0051200E" w:rsidRPr="009947EE">
        <w:rPr>
          <w:rFonts w:cs="Times New Roman"/>
          <w:bCs/>
        </w:rPr>
        <w:t>V § 33 odst. 1 se slovo „40 000“ nahrazuje slovem „100 000“.</w:t>
      </w:r>
      <w:r w:rsidR="0051200E" w:rsidRPr="009947EE">
        <w:rPr>
          <w:rFonts w:cs="Times New Roman"/>
          <w:noProof/>
        </w:rPr>
        <w:t>“.</w:t>
      </w:r>
      <w:r w:rsidR="0051200E" w:rsidRPr="009947EE">
        <w:rPr>
          <w:rFonts w:cs="Times New Roman"/>
          <w:b/>
        </w:rPr>
        <w:t xml:space="preserve"> </w:t>
      </w:r>
    </w:p>
    <w:p w:rsidR="0051200E" w:rsidRPr="009947EE" w:rsidRDefault="0051200E" w:rsidP="0051200E">
      <w:pPr>
        <w:spacing w:before="120"/>
        <w:jc w:val="both"/>
        <w:rPr>
          <w:rFonts w:cs="Times New Roman"/>
          <w:noProof/>
        </w:rPr>
      </w:pPr>
      <w:r w:rsidRPr="009947EE">
        <w:rPr>
          <w:rFonts w:cs="Times New Roman"/>
          <w:noProof/>
        </w:rPr>
        <w:t>Následující body se přečíslují.</w:t>
      </w:r>
    </w:p>
    <w:p w:rsidR="0051200E" w:rsidRPr="0051200E" w:rsidRDefault="00E565EA" w:rsidP="0051200E">
      <w:pPr>
        <w:suppressAutoHyphens w:val="0"/>
        <w:spacing w:before="360" w:after="120"/>
        <w:jc w:val="both"/>
        <w:rPr>
          <w:rFonts w:cs="Times New Roman"/>
          <w:noProof/>
        </w:rPr>
      </w:pPr>
      <w:r>
        <w:rPr>
          <w:rFonts w:cs="Times New Roman"/>
          <w:b/>
          <w:noProof/>
        </w:rPr>
        <w:t>D</w:t>
      </w:r>
      <w:r w:rsidR="0051200E" w:rsidRPr="00E565EA">
        <w:rPr>
          <w:rFonts w:cs="Times New Roman"/>
          <w:b/>
          <w:noProof/>
        </w:rPr>
        <w:t>2.</w:t>
      </w:r>
      <w:r w:rsidR="0051200E">
        <w:rPr>
          <w:rFonts w:cs="Times New Roman"/>
          <w:noProof/>
        </w:rPr>
        <w:t xml:space="preserve"> </w:t>
      </w:r>
      <w:r w:rsidR="0051200E" w:rsidRPr="0051200E">
        <w:rPr>
          <w:rFonts w:cs="Times New Roman"/>
          <w:noProof/>
        </w:rPr>
        <w:t xml:space="preserve">V části druhé, čl. IV – Přechodná ustanovení, se za dosavadní novelizační bod 5 </w:t>
      </w:r>
      <w:r w:rsidR="00D03A38">
        <w:rPr>
          <w:rFonts w:cs="Times New Roman"/>
          <w:noProof/>
        </w:rPr>
        <w:t>doplňuje</w:t>
      </w:r>
      <w:r w:rsidR="0051200E" w:rsidRPr="0051200E">
        <w:rPr>
          <w:rFonts w:cs="Times New Roman"/>
          <w:noProof/>
        </w:rPr>
        <w:t xml:space="preserve"> nový novelizační bod</w:t>
      </w:r>
      <w:r w:rsidR="00D03A38">
        <w:rPr>
          <w:rFonts w:cs="Times New Roman"/>
          <w:noProof/>
        </w:rPr>
        <w:t xml:space="preserve"> 6</w:t>
      </w:r>
      <w:r w:rsidR="0051200E" w:rsidRPr="0051200E">
        <w:rPr>
          <w:rFonts w:cs="Times New Roman"/>
          <w:noProof/>
        </w:rPr>
        <w:t>, který zní:</w:t>
      </w:r>
    </w:p>
    <w:p w:rsidR="0051200E" w:rsidRPr="009947EE" w:rsidRDefault="0051200E" w:rsidP="0051200E">
      <w:pPr>
        <w:pStyle w:val="Novelizanbod"/>
        <w:tabs>
          <w:tab w:val="num" w:pos="567"/>
        </w:tabs>
        <w:spacing w:before="120"/>
        <w:ind w:left="567" w:hanging="567"/>
        <w:rPr>
          <w:szCs w:val="24"/>
        </w:rPr>
      </w:pPr>
      <w:r w:rsidRPr="009947EE">
        <w:rPr>
          <w:noProof/>
          <w:szCs w:val="24"/>
        </w:rPr>
        <w:t>„</w:t>
      </w:r>
      <w:r w:rsidR="00D03A38">
        <w:rPr>
          <w:noProof/>
          <w:szCs w:val="24"/>
        </w:rPr>
        <w:t>6</w:t>
      </w:r>
      <w:r w:rsidRPr="009947EE">
        <w:rPr>
          <w:noProof/>
          <w:szCs w:val="24"/>
        </w:rPr>
        <w:t>.</w:t>
      </w:r>
      <w:r w:rsidRPr="009947EE">
        <w:rPr>
          <w:noProof/>
          <w:szCs w:val="24"/>
        </w:rPr>
        <w:tab/>
        <w:t xml:space="preserve">Zůstatkovou cenu </w:t>
      </w:r>
      <w:r w:rsidRPr="009947EE">
        <w:rPr>
          <w:szCs w:val="24"/>
        </w:rPr>
        <w:t>hmotného majetku podle § 26 odst. 2 a 3 uvedeného do užívání ve zdaňovacím období, které započalo přede dnem nabytí účinnosti tohoto zákona, jehož vstupní cena nepřevýšila 100 000 Kč, lze uplatnit do daňových výdajů ve zdaňovacím období, v němž nabyl účinnosti tento zákon.“.</w:t>
      </w:r>
    </w:p>
    <w:p w:rsidR="000C6893" w:rsidRDefault="000C6893"/>
    <w:p w:rsidR="000C6893" w:rsidRDefault="000C6893"/>
    <w:p w:rsidR="000C6893" w:rsidRDefault="0051200E" w:rsidP="0051200E">
      <w:pPr>
        <w:pStyle w:val="PNposlanec"/>
      </w:pPr>
      <w:r>
        <w:t xml:space="preserve">Poslanec </w:t>
      </w:r>
      <w:r w:rsidR="00356BAC">
        <w:t>Jan Hrnčíř</w:t>
      </w:r>
    </w:p>
    <w:p w:rsidR="00356BAC" w:rsidRDefault="00356BAC" w:rsidP="00356BAC">
      <w:pPr>
        <w:rPr>
          <w:i/>
        </w:rPr>
      </w:pPr>
      <w:r w:rsidRPr="00356BAC">
        <w:rPr>
          <w:i/>
        </w:rPr>
        <w:t>SD 3388</w:t>
      </w:r>
    </w:p>
    <w:p w:rsidR="00356BAC" w:rsidRPr="00406212" w:rsidRDefault="00E565EA" w:rsidP="00356BAC">
      <w:pPr>
        <w:rPr>
          <w:noProof/>
        </w:rPr>
      </w:pPr>
      <w:r w:rsidRPr="00E565EA">
        <w:rPr>
          <w:b/>
          <w:noProof/>
        </w:rPr>
        <w:t>E1.</w:t>
      </w:r>
      <w:r>
        <w:rPr>
          <w:noProof/>
        </w:rPr>
        <w:t xml:space="preserve"> </w:t>
      </w:r>
      <w:r w:rsidR="00356BAC" w:rsidRPr="00406212">
        <w:rPr>
          <w:noProof/>
        </w:rPr>
        <w:t>V</w:t>
      </w:r>
      <w:r w:rsidR="00356BAC">
        <w:rPr>
          <w:noProof/>
        </w:rPr>
        <w:t> </w:t>
      </w:r>
      <w:r w:rsidR="00356BAC" w:rsidRPr="00406212">
        <w:rPr>
          <w:noProof/>
        </w:rPr>
        <w:t>části druhé člá</w:t>
      </w:r>
      <w:r w:rsidR="00356BAC">
        <w:rPr>
          <w:noProof/>
        </w:rPr>
        <w:t>nku III se za bod 17</w:t>
      </w:r>
      <w:r w:rsidR="00356BAC" w:rsidRPr="00406212">
        <w:rPr>
          <w:noProof/>
        </w:rPr>
        <w:t xml:space="preserve"> doplňuje</w:t>
      </w:r>
      <w:r w:rsidR="00356BAC">
        <w:rPr>
          <w:noProof/>
        </w:rPr>
        <w:t xml:space="preserve"> nový </w:t>
      </w:r>
      <w:r w:rsidR="00356BAC" w:rsidRPr="00406212">
        <w:rPr>
          <w:noProof/>
        </w:rPr>
        <w:t>bod</w:t>
      </w:r>
      <w:r w:rsidR="00356BAC">
        <w:rPr>
          <w:noProof/>
        </w:rPr>
        <w:t xml:space="preserve"> 18</w:t>
      </w:r>
      <w:r w:rsidR="00356BAC" w:rsidRPr="00406212">
        <w:rPr>
          <w:noProof/>
        </w:rPr>
        <w:t>, který zní:</w:t>
      </w:r>
    </w:p>
    <w:p w:rsidR="00356BAC" w:rsidRDefault="00356BAC" w:rsidP="00356BAC">
      <w:pPr>
        <w:rPr>
          <w:noProof/>
        </w:rPr>
      </w:pPr>
      <w:r>
        <w:rPr>
          <w:noProof/>
        </w:rPr>
        <w:t xml:space="preserve">„18. </w:t>
      </w:r>
      <w:r w:rsidRPr="00406212">
        <w:rPr>
          <w:noProof/>
        </w:rPr>
        <w:t>V</w:t>
      </w:r>
      <w:r>
        <w:rPr>
          <w:noProof/>
        </w:rPr>
        <w:t> </w:t>
      </w:r>
      <w:r w:rsidRPr="00406212">
        <w:rPr>
          <w:noProof/>
        </w:rPr>
        <w:t>§35ba odst. 1</w:t>
      </w:r>
      <w:r>
        <w:rPr>
          <w:noProof/>
        </w:rPr>
        <w:t> </w:t>
      </w:r>
      <w:r w:rsidRPr="00406212">
        <w:rPr>
          <w:noProof/>
        </w:rPr>
        <w:t>písm. a) a</w:t>
      </w:r>
      <w:r>
        <w:rPr>
          <w:noProof/>
        </w:rPr>
        <w:t> </w:t>
      </w:r>
      <w:r w:rsidRPr="00406212">
        <w:rPr>
          <w:noProof/>
        </w:rPr>
        <w:t>b) se částka „</w:t>
      </w:r>
      <w:r>
        <w:rPr>
          <w:noProof/>
        </w:rPr>
        <w:t>24 840 Kč“ nahrazuje částkou „27 4</w:t>
      </w:r>
      <w:r w:rsidRPr="00406212">
        <w:rPr>
          <w:noProof/>
        </w:rPr>
        <w:t>00 Kč“.</w:t>
      </w:r>
      <w:r>
        <w:rPr>
          <w:noProof/>
        </w:rPr>
        <w:t>“.</w:t>
      </w:r>
    </w:p>
    <w:p w:rsidR="000C6893" w:rsidRDefault="000C6893" w:rsidP="00356BAC"/>
    <w:p w:rsidR="00356BAC" w:rsidRPr="00356BAC" w:rsidRDefault="00356BAC">
      <w:pPr>
        <w:rPr>
          <w:i/>
        </w:rPr>
      </w:pPr>
      <w:r w:rsidRPr="00356BAC">
        <w:rPr>
          <w:i/>
        </w:rPr>
        <w:t>SD 3428</w:t>
      </w:r>
    </w:p>
    <w:p w:rsidR="00356BAC" w:rsidRPr="00147C77" w:rsidRDefault="00E565EA" w:rsidP="00356BAC">
      <w:pPr>
        <w:rPr>
          <w:noProof/>
        </w:rPr>
      </w:pPr>
      <w:r w:rsidRPr="00E565EA">
        <w:rPr>
          <w:b/>
          <w:noProof/>
        </w:rPr>
        <w:t>E2.</w:t>
      </w:r>
      <w:r>
        <w:rPr>
          <w:noProof/>
        </w:rPr>
        <w:t xml:space="preserve"> </w:t>
      </w:r>
      <w:r w:rsidR="00356BAC" w:rsidRPr="00147C77">
        <w:rPr>
          <w:noProof/>
        </w:rPr>
        <w:t xml:space="preserve">V části druhé „Změna zákona o daních z příjmů“ článku III se za bod </w:t>
      </w:r>
      <w:r w:rsidR="00356BAC">
        <w:rPr>
          <w:noProof/>
        </w:rPr>
        <w:t>9</w:t>
      </w:r>
      <w:r w:rsidR="00356BAC" w:rsidRPr="00147C77">
        <w:rPr>
          <w:noProof/>
        </w:rPr>
        <w:t xml:space="preserve"> vkládá nový bod </w:t>
      </w:r>
      <w:r w:rsidR="00356BAC">
        <w:rPr>
          <w:noProof/>
        </w:rPr>
        <w:t>10</w:t>
      </w:r>
      <w:r w:rsidR="00356BAC" w:rsidRPr="00147C77">
        <w:rPr>
          <w:noProof/>
        </w:rPr>
        <w:t>, který zní:</w:t>
      </w:r>
    </w:p>
    <w:p w:rsidR="00356BAC" w:rsidRPr="00147C77" w:rsidRDefault="00356BAC" w:rsidP="00356BAC">
      <w:pPr>
        <w:jc w:val="both"/>
        <w:rPr>
          <w:noProof/>
        </w:rPr>
      </w:pPr>
      <w:r>
        <w:rPr>
          <w:noProof/>
        </w:rPr>
        <w:t>„10</w:t>
      </w:r>
      <w:r w:rsidRPr="00147C77">
        <w:rPr>
          <w:noProof/>
        </w:rPr>
        <w:t xml:space="preserve">. V § </w:t>
      </w:r>
      <w:r>
        <w:rPr>
          <w:noProof/>
        </w:rPr>
        <w:t>21</w:t>
      </w:r>
      <w:r w:rsidRPr="00147C77">
        <w:rPr>
          <w:noProof/>
        </w:rPr>
        <w:t xml:space="preserve"> odst. </w:t>
      </w:r>
      <w:r>
        <w:rPr>
          <w:noProof/>
        </w:rPr>
        <w:t>1</w:t>
      </w:r>
      <w:r w:rsidRPr="00147C77">
        <w:rPr>
          <w:noProof/>
        </w:rPr>
        <w:t> </w:t>
      </w:r>
      <w:r>
        <w:rPr>
          <w:noProof/>
        </w:rPr>
        <w:t xml:space="preserve">první věta zní: „Sazba daně činí </w:t>
      </w:r>
      <w:r w:rsidRPr="00A04E33">
        <w:rPr>
          <w:noProof/>
        </w:rPr>
        <w:t>16</w:t>
      </w:r>
      <w:r>
        <w:rPr>
          <w:noProof/>
        </w:rPr>
        <w:t xml:space="preserve"> % pro právnickou osobu, která za zdaňovací období dosáhla příjmů nepřevyšujících částku </w:t>
      </w:r>
      <w:r w:rsidRPr="00A04E33">
        <w:rPr>
          <w:noProof/>
        </w:rPr>
        <w:t>3 000 000</w:t>
      </w:r>
      <w:r>
        <w:rPr>
          <w:noProof/>
        </w:rPr>
        <w:t xml:space="preserve"> Kč, a 19 % pro ostatní právnické osoby, pokud v odstavcích 2 a 3 není stanoveno jinak.“</w:t>
      </w:r>
      <w:r w:rsidRPr="00147C77">
        <w:rPr>
          <w:noProof/>
        </w:rPr>
        <w:t>.“</w:t>
      </w:r>
      <w:r>
        <w:rPr>
          <w:noProof/>
        </w:rPr>
        <w:t>.</w:t>
      </w:r>
    </w:p>
    <w:p w:rsidR="00356BAC" w:rsidRPr="00147C77" w:rsidRDefault="00356BAC" w:rsidP="00356BAC">
      <w:r w:rsidRPr="00147C77">
        <w:t xml:space="preserve">Dosavadní body </w:t>
      </w:r>
      <w:r>
        <w:t>10</w:t>
      </w:r>
      <w:r w:rsidRPr="00147C77">
        <w:t xml:space="preserve"> až </w:t>
      </w:r>
      <w:r>
        <w:t>17</w:t>
      </w:r>
      <w:r w:rsidRPr="00147C77">
        <w:t xml:space="preserve"> se označují jako body </w:t>
      </w:r>
      <w:r>
        <w:t>11</w:t>
      </w:r>
      <w:r w:rsidRPr="00147C77">
        <w:t xml:space="preserve"> až </w:t>
      </w:r>
      <w:r>
        <w:t>18</w:t>
      </w:r>
      <w:r w:rsidRPr="00147C77">
        <w:t>.</w:t>
      </w:r>
    </w:p>
    <w:p w:rsidR="00356BAC" w:rsidRDefault="00356BAC"/>
    <w:p w:rsidR="00356BAC" w:rsidRDefault="00356BAC">
      <w:pPr>
        <w:rPr>
          <w:i/>
        </w:rPr>
      </w:pPr>
      <w:r w:rsidRPr="00356BAC">
        <w:rPr>
          <w:i/>
        </w:rPr>
        <w:t>SD 3429</w:t>
      </w:r>
    </w:p>
    <w:p w:rsidR="00356BAC" w:rsidRPr="00147C77" w:rsidRDefault="00E565EA" w:rsidP="00356BAC">
      <w:pPr>
        <w:rPr>
          <w:noProof/>
        </w:rPr>
      </w:pPr>
      <w:r w:rsidRPr="00E565EA">
        <w:rPr>
          <w:b/>
          <w:noProof/>
        </w:rPr>
        <w:t>E3.</w:t>
      </w:r>
      <w:r>
        <w:rPr>
          <w:noProof/>
        </w:rPr>
        <w:t xml:space="preserve"> </w:t>
      </w:r>
      <w:r w:rsidR="00356BAC" w:rsidRPr="00147C77">
        <w:rPr>
          <w:noProof/>
        </w:rPr>
        <w:t>V části druhé „Změna zákona o daních z příjmů“ článku III se za bod 2 vkládá nový bod č. 3, který zní:</w:t>
      </w:r>
    </w:p>
    <w:p w:rsidR="00356BAC" w:rsidRPr="00147C77" w:rsidRDefault="00356BAC" w:rsidP="00356BAC">
      <w:pPr>
        <w:rPr>
          <w:noProof/>
        </w:rPr>
      </w:pPr>
      <w:r>
        <w:rPr>
          <w:noProof/>
        </w:rPr>
        <w:t>„</w:t>
      </w:r>
      <w:r w:rsidRPr="00147C77">
        <w:rPr>
          <w:noProof/>
        </w:rPr>
        <w:t>3. V §10 odst. 3 písm. a) se částka „30 000 Kč“ nahrazuje částkou „</w:t>
      </w:r>
      <w:r>
        <w:rPr>
          <w:noProof/>
        </w:rPr>
        <w:t>36</w:t>
      </w:r>
      <w:r w:rsidRPr="00147C77">
        <w:rPr>
          <w:noProof/>
        </w:rPr>
        <w:t xml:space="preserve"> 000 Kč“.“</w:t>
      </w:r>
      <w:r>
        <w:rPr>
          <w:noProof/>
        </w:rPr>
        <w:t>.</w:t>
      </w:r>
    </w:p>
    <w:p w:rsidR="00356BAC" w:rsidRPr="00147C77" w:rsidRDefault="00356BAC" w:rsidP="00356BAC">
      <w:r w:rsidRPr="00147C77">
        <w:t xml:space="preserve">Dosavadní body 3 až </w:t>
      </w:r>
      <w:r>
        <w:t>17</w:t>
      </w:r>
      <w:r w:rsidRPr="00147C77">
        <w:t xml:space="preserve"> se označují jako body </w:t>
      </w:r>
      <w:r>
        <w:t>4</w:t>
      </w:r>
      <w:r w:rsidRPr="00147C77">
        <w:t xml:space="preserve"> až </w:t>
      </w:r>
      <w:r>
        <w:t>18</w:t>
      </w:r>
      <w:r w:rsidRPr="00147C77">
        <w:t>.</w:t>
      </w:r>
    </w:p>
    <w:p w:rsidR="00356BAC" w:rsidRDefault="00356BAC"/>
    <w:p w:rsidR="00356BAC" w:rsidRDefault="00356BAC"/>
    <w:p w:rsidR="00356BAC" w:rsidRDefault="00663564" w:rsidP="00663564">
      <w:pPr>
        <w:pStyle w:val="PNposlanec"/>
      </w:pPr>
      <w:r>
        <w:t xml:space="preserve">Poslankyně Jana </w:t>
      </w:r>
      <w:proofErr w:type="spellStart"/>
      <w:r>
        <w:t>Krutáková</w:t>
      </w:r>
      <w:proofErr w:type="spellEnd"/>
    </w:p>
    <w:p w:rsidR="00356BAC" w:rsidRDefault="00663564">
      <w:pPr>
        <w:rPr>
          <w:i/>
        </w:rPr>
      </w:pPr>
      <w:r w:rsidRPr="00663564">
        <w:rPr>
          <w:i/>
        </w:rPr>
        <w:t>SD 3436</w:t>
      </w:r>
    </w:p>
    <w:p w:rsidR="00663564" w:rsidRDefault="0074623C" w:rsidP="00663564">
      <w:pPr>
        <w:spacing w:after="200" w:line="276" w:lineRule="auto"/>
        <w:jc w:val="both"/>
        <w:rPr>
          <w:rFonts w:cs="Times New Roman"/>
        </w:rPr>
      </w:pPr>
      <w:r w:rsidRPr="0074623C">
        <w:rPr>
          <w:rFonts w:cs="Times New Roman"/>
          <w:b/>
        </w:rPr>
        <w:t>F1.</w:t>
      </w:r>
      <w:r>
        <w:rPr>
          <w:rFonts w:cs="Times New Roman"/>
        </w:rPr>
        <w:t xml:space="preserve"> </w:t>
      </w:r>
      <w:r w:rsidR="00663564" w:rsidRPr="00C21723">
        <w:rPr>
          <w:rFonts w:cs="Times New Roman"/>
        </w:rPr>
        <w:t xml:space="preserve">Ve vládním návrhu zákona, kterým se mění některé zákony v oblasti daní v souvislosti </w:t>
      </w:r>
      <w:r w:rsidR="00663564">
        <w:rPr>
          <w:rFonts w:cs="Times New Roman"/>
        </w:rPr>
        <w:t>s</w:t>
      </w:r>
      <w:r w:rsidR="00663564" w:rsidRPr="00C21723">
        <w:rPr>
          <w:rFonts w:cs="Times New Roman"/>
        </w:rPr>
        <w:t>e zvyšováním příjmů veřejných rozpočtů</w:t>
      </w:r>
      <w:r w:rsidR="00663564">
        <w:rPr>
          <w:rFonts w:cs="Times New Roman"/>
        </w:rPr>
        <w:t>,</w:t>
      </w:r>
      <w:r w:rsidR="00663564" w:rsidRPr="00C21723">
        <w:rPr>
          <w:rFonts w:cs="Times New Roman"/>
        </w:rPr>
        <w:t xml:space="preserve"> </w:t>
      </w:r>
      <w:r w:rsidR="00663564">
        <w:rPr>
          <w:rFonts w:cs="Times New Roman"/>
        </w:rPr>
        <w:t>se v části první, čl. I za slovo „bažina,“ vkládají slova „skupina dřevin,“.</w:t>
      </w:r>
    </w:p>
    <w:p w:rsidR="00356BAC" w:rsidRDefault="00356BAC"/>
    <w:p w:rsidR="00663564" w:rsidRDefault="00663564"/>
    <w:p w:rsidR="00663564" w:rsidRDefault="00663564" w:rsidP="00663564">
      <w:pPr>
        <w:pStyle w:val="PNposlanec"/>
      </w:pPr>
      <w:r>
        <w:t>Poslanec Ondřej Veselý</w:t>
      </w:r>
    </w:p>
    <w:p w:rsidR="00663564" w:rsidRDefault="00663564">
      <w:pPr>
        <w:rPr>
          <w:i/>
        </w:rPr>
      </w:pPr>
      <w:r w:rsidRPr="00663564">
        <w:rPr>
          <w:i/>
        </w:rPr>
        <w:t>SD 3454</w:t>
      </w:r>
    </w:p>
    <w:p w:rsidR="007A151A" w:rsidRPr="00CA77C6" w:rsidRDefault="005A0DA6" w:rsidP="007A151A">
      <w:r w:rsidRPr="005A0DA6">
        <w:rPr>
          <w:b/>
        </w:rPr>
        <w:t>G</w:t>
      </w:r>
      <w:r w:rsidR="007A151A" w:rsidRPr="005A0DA6">
        <w:rPr>
          <w:b/>
        </w:rPr>
        <w:t>1.</w:t>
      </w:r>
      <w:r w:rsidR="007A151A">
        <w:t xml:space="preserve"> </w:t>
      </w:r>
      <w:r w:rsidR="007A151A" w:rsidRPr="00CA77C6">
        <w:t xml:space="preserve">V části sedmé čl. XII </w:t>
      </w:r>
      <w:r w:rsidR="0074623C">
        <w:t>dosavadní</w:t>
      </w:r>
      <w:r w:rsidR="007A151A" w:rsidRPr="00CA77C6">
        <w:t xml:space="preserve"> bod 1 nově zní:</w:t>
      </w:r>
    </w:p>
    <w:p w:rsidR="007A151A" w:rsidRDefault="007A151A" w:rsidP="007A151A">
      <w:r w:rsidRPr="00CA77C6">
        <w:t>„1. V § 4 písm. a) se číslo „23“ nahrazuje číslem „35“.“</w:t>
      </w:r>
      <w:r>
        <w:t>.</w:t>
      </w:r>
    </w:p>
    <w:p w:rsidR="007A151A" w:rsidRPr="00CA77C6" w:rsidRDefault="007A151A" w:rsidP="007A151A"/>
    <w:p w:rsidR="007A151A" w:rsidRPr="00CA77C6" w:rsidRDefault="005A0DA6" w:rsidP="007A151A">
      <w:r w:rsidRPr="005A0DA6">
        <w:rPr>
          <w:b/>
        </w:rPr>
        <w:t>G</w:t>
      </w:r>
      <w:r w:rsidR="007A151A" w:rsidRPr="005A0DA6">
        <w:rPr>
          <w:b/>
        </w:rPr>
        <w:t>2.</w:t>
      </w:r>
      <w:r w:rsidR="007A151A">
        <w:t xml:space="preserve"> </w:t>
      </w:r>
      <w:r w:rsidR="007A151A" w:rsidRPr="00CA77C6">
        <w:t>V části sedmé čl. XII se novelizační bod</w:t>
      </w:r>
      <w:r w:rsidR="007A151A">
        <w:t>y</w:t>
      </w:r>
      <w:r w:rsidR="007A151A" w:rsidRPr="00CA77C6">
        <w:t xml:space="preserve"> </w:t>
      </w:r>
      <w:r w:rsidR="007A151A">
        <w:t>2</w:t>
      </w:r>
      <w:r w:rsidR="007A151A" w:rsidRPr="00CA77C6">
        <w:t xml:space="preserve"> </w:t>
      </w:r>
      <w:r w:rsidR="007A151A">
        <w:t xml:space="preserve">až 7 zrušují. </w:t>
      </w:r>
    </w:p>
    <w:p w:rsidR="007A151A" w:rsidRPr="00CA77C6" w:rsidRDefault="007A151A" w:rsidP="007A151A">
      <w:pPr>
        <w:rPr>
          <w:rFonts w:cs="Times New Roman"/>
          <w:color w:val="000000"/>
        </w:rPr>
      </w:pPr>
    </w:p>
    <w:p w:rsidR="00663564" w:rsidRDefault="00663564"/>
    <w:p w:rsidR="007A151A" w:rsidRDefault="007A151A" w:rsidP="007A151A">
      <w:pPr>
        <w:pStyle w:val="PNposlanec"/>
      </w:pPr>
      <w:r>
        <w:t>Poslanec Jan Bartošek</w:t>
      </w:r>
    </w:p>
    <w:p w:rsidR="007A151A" w:rsidRPr="007A151A" w:rsidRDefault="007A151A">
      <w:pPr>
        <w:rPr>
          <w:i/>
        </w:rPr>
      </w:pPr>
      <w:r w:rsidRPr="007A151A">
        <w:rPr>
          <w:i/>
        </w:rPr>
        <w:t>SD 3416</w:t>
      </w:r>
    </w:p>
    <w:p w:rsidR="007A151A" w:rsidRPr="007A151A" w:rsidRDefault="005A0DA6" w:rsidP="00875926">
      <w:pPr>
        <w:jc w:val="both"/>
      </w:pPr>
      <w:r w:rsidRPr="005A0DA6">
        <w:rPr>
          <w:b/>
        </w:rPr>
        <w:t>H</w:t>
      </w:r>
      <w:r w:rsidR="00875926" w:rsidRPr="005A0DA6">
        <w:rPr>
          <w:b/>
        </w:rPr>
        <w:t>1.</w:t>
      </w:r>
      <w:r w:rsidR="0074623C">
        <w:rPr>
          <w:b/>
        </w:rPr>
        <w:t>1.</w:t>
      </w:r>
      <w:r w:rsidR="00875926">
        <w:t xml:space="preserve"> </w:t>
      </w:r>
      <w:r w:rsidR="007A151A" w:rsidRPr="007A151A">
        <w:t>V části sedmé, Čl. XII se za dosavadní novelizační bod 4. vkládá nový novelizační bod 5., který zní:</w:t>
      </w:r>
    </w:p>
    <w:p w:rsidR="007A151A" w:rsidRPr="007A151A" w:rsidRDefault="00875926" w:rsidP="00875926">
      <w:pPr>
        <w:jc w:val="both"/>
      </w:pPr>
      <w:r>
        <w:rPr>
          <w:bCs/>
        </w:rPr>
        <w:t>„</w:t>
      </w:r>
      <w:r w:rsidR="007A151A" w:rsidRPr="00875926">
        <w:rPr>
          <w:bCs/>
        </w:rPr>
        <w:t>5.</w:t>
      </w:r>
      <w:r w:rsidR="007A151A" w:rsidRPr="007A151A">
        <w:t xml:space="preserve"> V § 4 písm. e) zní:</w:t>
      </w:r>
    </w:p>
    <w:p w:rsidR="007A151A" w:rsidRPr="007A151A" w:rsidRDefault="007A151A" w:rsidP="00875926">
      <w:pPr>
        <w:jc w:val="both"/>
        <w:rPr>
          <w:color w:val="FF0000"/>
        </w:rPr>
      </w:pPr>
      <w:r w:rsidRPr="007A151A">
        <w:t>„e) 40 % pro dílčí základ daně z technických her,“.</w:t>
      </w:r>
      <w:r w:rsidR="00875926">
        <w:t>“.</w:t>
      </w:r>
      <w:r w:rsidRPr="007A151A">
        <w:t xml:space="preserve"> </w:t>
      </w:r>
    </w:p>
    <w:p w:rsidR="007A151A" w:rsidRPr="007A151A" w:rsidRDefault="007A151A" w:rsidP="00875926">
      <w:pPr>
        <w:jc w:val="both"/>
      </w:pPr>
      <w:r w:rsidRPr="007A151A">
        <w:t>Dosavadní novelizační body 5 až 7 se označují jako body 6 až 8.</w:t>
      </w:r>
    </w:p>
    <w:p w:rsidR="007A151A" w:rsidRDefault="007A151A" w:rsidP="00875926">
      <w:pPr>
        <w:jc w:val="both"/>
      </w:pPr>
    </w:p>
    <w:p w:rsidR="007A151A" w:rsidRPr="007A151A" w:rsidRDefault="005A0DA6" w:rsidP="00875926">
      <w:pPr>
        <w:jc w:val="both"/>
      </w:pPr>
      <w:r w:rsidRPr="005A0DA6">
        <w:rPr>
          <w:b/>
        </w:rPr>
        <w:t>H</w:t>
      </w:r>
      <w:r w:rsidR="0074623C">
        <w:rPr>
          <w:b/>
        </w:rPr>
        <w:t>1.</w:t>
      </w:r>
      <w:r w:rsidR="00875926" w:rsidRPr="005A0DA6">
        <w:rPr>
          <w:b/>
        </w:rPr>
        <w:t>2.</w:t>
      </w:r>
      <w:r w:rsidR="00875926">
        <w:t xml:space="preserve"> </w:t>
      </w:r>
      <w:r w:rsidR="007A151A" w:rsidRPr="007A151A">
        <w:t>V části sedmé, Čl. XII se za novelizační bod 8 (dosavadní novelizační bod 7) vkládají nové novelizační body, které zní:</w:t>
      </w:r>
    </w:p>
    <w:p w:rsidR="007A151A" w:rsidRPr="007A151A" w:rsidRDefault="00875926" w:rsidP="00875926">
      <w:pPr>
        <w:jc w:val="both"/>
        <w:rPr>
          <w:color w:val="000000"/>
        </w:rPr>
      </w:pPr>
      <w:r>
        <w:rPr>
          <w:bCs/>
          <w:color w:val="000000"/>
        </w:rPr>
        <w:t>„</w:t>
      </w:r>
      <w:r w:rsidR="007A151A" w:rsidRPr="007A151A">
        <w:rPr>
          <w:bCs/>
          <w:color w:val="000000"/>
        </w:rPr>
        <w:t>9.</w:t>
      </w:r>
      <w:r w:rsidR="007A151A" w:rsidRPr="007A151A">
        <w:rPr>
          <w:color w:val="000000"/>
        </w:rPr>
        <w:t xml:space="preserve"> </w:t>
      </w:r>
      <w:r w:rsidR="0074623C">
        <w:rPr>
          <w:color w:val="000000"/>
        </w:rPr>
        <w:t xml:space="preserve">V </w:t>
      </w:r>
      <w:r w:rsidR="007A151A" w:rsidRPr="007A151A">
        <w:rPr>
          <w:color w:val="000000"/>
        </w:rPr>
        <w:t xml:space="preserve">§ 7 odst. 1 písm. a) zní: </w:t>
      </w:r>
    </w:p>
    <w:p w:rsidR="007A151A" w:rsidRPr="00875926" w:rsidRDefault="007A151A" w:rsidP="00875926">
      <w:pPr>
        <w:jc w:val="both"/>
        <w:rPr>
          <w:color w:val="000000"/>
        </w:rPr>
      </w:pPr>
      <w:r w:rsidRPr="007A151A">
        <w:rPr>
          <w:color w:val="000000"/>
        </w:rPr>
        <w:t>„a) 35 % příjmem státního rozpočtu</w:t>
      </w:r>
      <w:r w:rsidRPr="007A151A">
        <w:t>, z toho 1 % bude účelově určeno na realizaci protidrogové politiky, a“</w:t>
      </w:r>
      <w:r w:rsidR="00875926">
        <w:t>.</w:t>
      </w:r>
    </w:p>
    <w:p w:rsidR="007A151A" w:rsidRPr="007A151A" w:rsidRDefault="007A151A" w:rsidP="00875926">
      <w:pPr>
        <w:jc w:val="both"/>
        <w:rPr>
          <w:b/>
        </w:rPr>
      </w:pPr>
    </w:p>
    <w:p w:rsidR="007A151A" w:rsidRPr="007A151A" w:rsidRDefault="007A151A" w:rsidP="00875926">
      <w:pPr>
        <w:jc w:val="both"/>
        <w:rPr>
          <w:color w:val="000000"/>
        </w:rPr>
      </w:pPr>
      <w:r w:rsidRPr="007A151A">
        <w:rPr>
          <w:bCs/>
        </w:rPr>
        <w:t>10.</w:t>
      </w:r>
      <w:r w:rsidR="00875926">
        <w:rPr>
          <w:bCs/>
        </w:rPr>
        <w:t xml:space="preserve"> V</w:t>
      </w:r>
      <w:r w:rsidRPr="007A151A">
        <w:t xml:space="preserve"> </w:t>
      </w:r>
      <w:r w:rsidRPr="007A151A">
        <w:rPr>
          <w:color w:val="000000"/>
        </w:rPr>
        <w:t xml:space="preserve">§ 7 odst. 4 písm. a) zní: </w:t>
      </w:r>
    </w:p>
    <w:p w:rsidR="007A151A" w:rsidRPr="007A151A" w:rsidRDefault="007A151A" w:rsidP="00875926">
      <w:pPr>
        <w:jc w:val="both"/>
        <w:rPr>
          <w:b/>
          <w:color w:val="000000"/>
        </w:rPr>
      </w:pPr>
      <w:r w:rsidRPr="007A151A">
        <w:rPr>
          <w:color w:val="000000"/>
        </w:rPr>
        <w:t xml:space="preserve">„a) 70 % příjmem státního rozpočtu, </w:t>
      </w:r>
      <w:r w:rsidRPr="007A151A">
        <w:t xml:space="preserve">z toho 1 % bude účelově určeno na realizaci protidrogové politiky, </w:t>
      </w:r>
      <w:r w:rsidRPr="007A151A">
        <w:rPr>
          <w:color w:val="000000"/>
        </w:rPr>
        <w:t>a“</w:t>
      </w:r>
    </w:p>
    <w:p w:rsidR="007A151A" w:rsidRPr="007A151A" w:rsidRDefault="007A151A" w:rsidP="00875926">
      <w:pPr>
        <w:jc w:val="both"/>
        <w:rPr>
          <w:b/>
          <w:color w:val="000000"/>
        </w:rPr>
      </w:pPr>
    </w:p>
    <w:p w:rsidR="007A151A" w:rsidRPr="007A151A" w:rsidRDefault="007A151A" w:rsidP="00875926">
      <w:pPr>
        <w:jc w:val="both"/>
        <w:rPr>
          <w:b/>
          <w:color w:val="000000"/>
        </w:rPr>
      </w:pPr>
      <w:r w:rsidRPr="007A151A">
        <w:rPr>
          <w:bCs/>
          <w:color w:val="000000"/>
        </w:rPr>
        <w:t>11.</w:t>
      </w:r>
      <w:r w:rsidR="0074623C">
        <w:rPr>
          <w:bCs/>
          <w:color w:val="000000"/>
        </w:rPr>
        <w:t xml:space="preserve"> V</w:t>
      </w:r>
      <w:r w:rsidRPr="007A151A">
        <w:rPr>
          <w:color w:val="000000"/>
        </w:rPr>
        <w:t xml:space="preserve"> § 7 se vkládá nový odstavec 7, který zní:</w:t>
      </w:r>
    </w:p>
    <w:p w:rsidR="007A151A" w:rsidRPr="007A151A" w:rsidRDefault="007A151A" w:rsidP="00875926">
      <w:pPr>
        <w:jc w:val="both"/>
        <w:rPr>
          <w:b/>
          <w:color w:val="000000"/>
        </w:rPr>
      </w:pPr>
    </w:p>
    <w:p w:rsidR="007A151A" w:rsidRPr="007A151A" w:rsidRDefault="007A151A" w:rsidP="000B67E2">
      <w:pPr>
        <w:ind w:firstLine="709"/>
        <w:jc w:val="both"/>
        <w:rPr>
          <w:rFonts w:eastAsia="Calibri"/>
          <w:lang w:eastAsia="en-US"/>
        </w:rPr>
      </w:pPr>
      <w:r w:rsidRPr="007A151A">
        <w:rPr>
          <w:color w:val="000000"/>
        </w:rPr>
        <w:t>„(7)</w:t>
      </w:r>
      <w:r w:rsidRPr="007A151A">
        <w:rPr>
          <w:b/>
          <w:color w:val="000000"/>
        </w:rPr>
        <w:t xml:space="preserve"> </w:t>
      </w:r>
      <w:r w:rsidRPr="007A151A">
        <w:rPr>
          <w:rFonts w:eastAsia="Calibri"/>
          <w:lang w:eastAsia="en-US"/>
        </w:rPr>
        <w:t>Prostředky dle věty druhé odstavce 1 písm. a) a věty druhé odstavce 4 písm. a) budou ve státním rozpočtu rozpočtovány jako součást průřezového ukazatele „program protidrogové politiky“, budou mít charakter závazného ukazatele a budou rovněž rozpočtovány ve střednědobém výhledu státního rozpočtu podle zvláštního zákona</w:t>
      </w:r>
      <w:r w:rsidR="000B67E2" w:rsidRPr="000B67E2">
        <w:rPr>
          <w:rFonts w:eastAsia="Calibri"/>
          <w:vertAlign w:val="superscript"/>
          <w:lang w:eastAsia="en-US"/>
        </w:rPr>
        <w:t>1)</w:t>
      </w:r>
      <w:r w:rsidRPr="007A151A">
        <w:rPr>
          <w:rFonts w:eastAsia="Calibri"/>
          <w:lang w:eastAsia="en-US"/>
        </w:rPr>
        <w:t>.</w:t>
      </w:r>
    </w:p>
    <w:p w:rsidR="007A151A" w:rsidRDefault="000B67E2" w:rsidP="000B67E2">
      <w:r>
        <w:t>___________</w:t>
      </w:r>
    </w:p>
    <w:p w:rsidR="000B67E2" w:rsidRDefault="000B67E2" w:rsidP="000B67E2">
      <w:pPr>
        <w:ind w:left="709" w:hanging="709"/>
      </w:pPr>
      <w:r w:rsidRPr="000B67E2">
        <w:rPr>
          <w:vertAlign w:val="superscript"/>
        </w:rPr>
        <w:t>1)</w:t>
      </w:r>
      <w:r>
        <w:tab/>
        <w:t>§ 4 z</w:t>
      </w:r>
      <w:r w:rsidRPr="00BB3085">
        <w:t>ákon</w:t>
      </w:r>
      <w:r>
        <w:t>a</w:t>
      </w:r>
      <w:r w:rsidRPr="00BB3085">
        <w:t xml:space="preserve"> č. 218/2000 Sb., o rozpočtových pravidlech a o změně některých souvisejících zákonů, ve znění pozdějších předpisů</w:t>
      </w:r>
      <w:r>
        <w:t>.“.</w:t>
      </w:r>
      <w:r w:rsidR="0074623C">
        <w:t>“.</w:t>
      </w:r>
    </w:p>
    <w:p w:rsidR="007A151A" w:rsidRDefault="007A151A"/>
    <w:p w:rsidR="007A151A" w:rsidRPr="000B67E2" w:rsidRDefault="000B67E2">
      <w:pPr>
        <w:rPr>
          <w:i/>
        </w:rPr>
      </w:pPr>
      <w:r w:rsidRPr="000B67E2">
        <w:rPr>
          <w:i/>
        </w:rPr>
        <w:t>SD 3417</w:t>
      </w:r>
    </w:p>
    <w:p w:rsidR="000B67E2" w:rsidRDefault="005A0DA6" w:rsidP="000B67E2">
      <w:r w:rsidRPr="005A0DA6">
        <w:rPr>
          <w:b/>
        </w:rPr>
        <w:t>H</w:t>
      </w:r>
      <w:r w:rsidR="0074623C">
        <w:rPr>
          <w:b/>
        </w:rPr>
        <w:t>2</w:t>
      </w:r>
      <w:r w:rsidRPr="005A0DA6">
        <w:rPr>
          <w:b/>
        </w:rPr>
        <w:t>.</w:t>
      </w:r>
      <w:r w:rsidR="000B67E2">
        <w:t xml:space="preserve"> V části sedmé, Čl. XII se za novelizační bod 7 vkládají nové novelizační body, které zní:</w:t>
      </w:r>
    </w:p>
    <w:p w:rsidR="000B67E2" w:rsidRDefault="000B67E2" w:rsidP="000B67E2">
      <w:pPr>
        <w:rPr>
          <w:color w:val="000000"/>
        </w:rPr>
      </w:pPr>
      <w:r>
        <w:rPr>
          <w:bCs/>
          <w:color w:val="000000"/>
        </w:rPr>
        <w:t>„8</w:t>
      </w:r>
      <w:r w:rsidRPr="00E324CA">
        <w:rPr>
          <w:bCs/>
          <w:color w:val="000000"/>
        </w:rPr>
        <w:t>.</w:t>
      </w:r>
      <w:r w:rsidR="00D63A7F">
        <w:rPr>
          <w:bCs/>
          <w:color w:val="000000"/>
        </w:rPr>
        <w:t xml:space="preserve"> V</w:t>
      </w:r>
      <w:r>
        <w:rPr>
          <w:color w:val="000000"/>
        </w:rPr>
        <w:t xml:space="preserve"> </w:t>
      </w:r>
      <w:r w:rsidRPr="00C941B6">
        <w:rPr>
          <w:color w:val="000000"/>
        </w:rPr>
        <w:t>§ 7</w:t>
      </w:r>
      <w:r>
        <w:rPr>
          <w:color w:val="000000"/>
        </w:rPr>
        <w:t xml:space="preserve"> odst. </w:t>
      </w:r>
      <w:r w:rsidRPr="00C941B6">
        <w:rPr>
          <w:color w:val="000000"/>
        </w:rPr>
        <w:t xml:space="preserve">1 </w:t>
      </w:r>
      <w:r>
        <w:rPr>
          <w:color w:val="000000"/>
        </w:rPr>
        <w:t xml:space="preserve">písm. a) zní: </w:t>
      </w:r>
    </w:p>
    <w:p w:rsidR="000B67E2" w:rsidRPr="00C941B6" w:rsidRDefault="000B67E2" w:rsidP="000B67E2">
      <w:pPr>
        <w:rPr>
          <w:b/>
          <w:color w:val="000000"/>
        </w:rPr>
      </w:pPr>
      <w:r w:rsidRPr="00205D2F">
        <w:rPr>
          <w:color w:val="000000"/>
        </w:rPr>
        <w:t>„</w:t>
      </w:r>
      <w:r w:rsidRPr="00C941B6">
        <w:rPr>
          <w:color w:val="000000"/>
        </w:rPr>
        <w:t>a) 35 % příjmem státního rozpočtu</w:t>
      </w:r>
      <w:r>
        <w:t xml:space="preserve">, z toho 1 % bude </w:t>
      </w:r>
      <w:r w:rsidRPr="00205D2F">
        <w:t>účelově určen</w:t>
      </w:r>
      <w:r>
        <w:t>o</w:t>
      </w:r>
      <w:r w:rsidRPr="00205D2F">
        <w:t xml:space="preserve"> na realizaci protidrogové </w:t>
      </w:r>
      <w:r>
        <w:t>politiky, a“</w:t>
      </w:r>
    </w:p>
    <w:p w:rsidR="000B67E2" w:rsidRPr="00663743" w:rsidRDefault="000B67E2" w:rsidP="000B67E2"/>
    <w:p w:rsidR="000B67E2" w:rsidRDefault="000B67E2" w:rsidP="000B67E2">
      <w:pPr>
        <w:rPr>
          <w:color w:val="000000"/>
        </w:rPr>
      </w:pPr>
      <w:r>
        <w:rPr>
          <w:bCs/>
        </w:rPr>
        <w:t>9</w:t>
      </w:r>
      <w:r w:rsidRPr="00E324CA">
        <w:rPr>
          <w:bCs/>
        </w:rPr>
        <w:t>.</w:t>
      </w:r>
      <w:r>
        <w:t xml:space="preserve"> </w:t>
      </w:r>
      <w:r w:rsidR="00D63A7F">
        <w:t xml:space="preserve">V </w:t>
      </w:r>
      <w:r w:rsidRPr="00C941B6">
        <w:rPr>
          <w:color w:val="000000"/>
        </w:rPr>
        <w:t>§ 7</w:t>
      </w:r>
      <w:r>
        <w:rPr>
          <w:color w:val="000000"/>
        </w:rPr>
        <w:t xml:space="preserve"> odst. 4</w:t>
      </w:r>
      <w:r w:rsidRPr="00C941B6">
        <w:rPr>
          <w:color w:val="000000"/>
        </w:rPr>
        <w:t xml:space="preserve"> </w:t>
      </w:r>
      <w:r>
        <w:rPr>
          <w:color w:val="000000"/>
        </w:rPr>
        <w:t xml:space="preserve">písm. a) zní: </w:t>
      </w:r>
    </w:p>
    <w:p w:rsidR="000B67E2" w:rsidRDefault="000B67E2" w:rsidP="000B67E2">
      <w:pPr>
        <w:rPr>
          <w:b/>
          <w:color w:val="000000"/>
        </w:rPr>
      </w:pPr>
      <w:r w:rsidRPr="002B7FC3">
        <w:rPr>
          <w:color w:val="000000"/>
        </w:rPr>
        <w:t>„a) 70 % příjmem státního rozpočtu</w:t>
      </w:r>
      <w:r>
        <w:rPr>
          <w:color w:val="000000"/>
        </w:rPr>
        <w:t xml:space="preserve">, </w:t>
      </w:r>
      <w:r>
        <w:t xml:space="preserve">z toho 1 % bude </w:t>
      </w:r>
      <w:r w:rsidRPr="00205D2F">
        <w:t>účelově určen</w:t>
      </w:r>
      <w:r>
        <w:t>o</w:t>
      </w:r>
      <w:r w:rsidRPr="00205D2F">
        <w:t xml:space="preserve"> na realizaci protidrogové politiky</w:t>
      </w:r>
      <w:r>
        <w:t xml:space="preserve">, </w:t>
      </w:r>
      <w:r w:rsidRPr="002B7FC3">
        <w:rPr>
          <w:color w:val="000000"/>
        </w:rPr>
        <w:t>a</w:t>
      </w:r>
      <w:r>
        <w:rPr>
          <w:color w:val="000000"/>
        </w:rPr>
        <w:t>“</w:t>
      </w:r>
    </w:p>
    <w:p w:rsidR="000B67E2" w:rsidRPr="00663743" w:rsidRDefault="000B67E2" w:rsidP="000B67E2">
      <w:pPr>
        <w:rPr>
          <w:color w:val="000000"/>
        </w:rPr>
      </w:pPr>
    </w:p>
    <w:p w:rsidR="000B67E2" w:rsidRDefault="000B67E2" w:rsidP="000B67E2">
      <w:pPr>
        <w:rPr>
          <w:b/>
          <w:color w:val="000000"/>
        </w:rPr>
      </w:pPr>
      <w:r w:rsidRPr="00E324CA">
        <w:rPr>
          <w:bCs/>
          <w:color w:val="000000"/>
        </w:rPr>
        <w:t>1</w:t>
      </w:r>
      <w:r>
        <w:rPr>
          <w:bCs/>
          <w:color w:val="000000"/>
        </w:rPr>
        <w:t>0</w:t>
      </w:r>
      <w:r w:rsidRPr="00E324CA">
        <w:rPr>
          <w:bCs/>
          <w:color w:val="000000"/>
        </w:rPr>
        <w:t>.</w:t>
      </w:r>
      <w:r>
        <w:rPr>
          <w:color w:val="000000"/>
        </w:rPr>
        <w:t xml:space="preserve"> </w:t>
      </w:r>
      <w:r w:rsidR="00D63A7F">
        <w:rPr>
          <w:color w:val="000000"/>
        </w:rPr>
        <w:t>V</w:t>
      </w:r>
      <w:r>
        <w:rPr>
          <w:color w:val="000000"/>
        </w:rPr>
        <w:t xml:space="preserve"> § 7 se vkládá nový odstavec 7, který zní:</w:t>
      </w:r>
    </w:p>
    <w:p w:rsidR="000B67E2" w:rsidRPr="00846D24" w:rsidRDefault="000B67E2" w:rsidP="00663743">
      <w:pPr>
        <w:ind w:firstLine="709"/>
        <w:jc w:val="both"/>
        <w:rPr>
          <w:rFonts w:eastAsia="Calibri"/>
          <w:lang w:eastAsia="en-US"/>
        </w:rPr>
      </w:pPr>
      <w:r w:rsidRPr="00846D24">
        <w:rPr>
          <w:color w:val="000000"/>
        </w:rPr>
        <w:t>„(</w:t>
      </w:r>
      <w:r>
        <w:rPr>
          <w:color w:val="000000"/>
        </w:rPr>
        <w:t>7</w:t>
      </w:r>
      <w:r w:rsidRPr="00846D24">
        <w:rPr>
          <w:color w:val="000000"/>
        </w:rPr>
        <w:t>)</w:t>
      </w:r>
      <w:r w:rsidRPr="00846D24">
        <w:rPr>
          <w:b/>
          <w:color w:val="000000"/>
        </w:rPr>
        <w:t xml:space="preserve"> </w:t>
      </w:r>
      <w:r w:rsidRPr="00846D24">
        <w:rPr>
          <w:rFonts w:eastAsia="Calibri"/>
          <w:lang w:eastAsia="en-US"/>
        </w:rPr>
        <w:t>Prostředky dle věty druhé odstavce 1 písm</w:t>
      </w:r>
      <w:r>
        <w:rPr>
          <w:rFonts w:eastAsia="Calibri"/>
          <w:lang w:eastAsia="en-US"/>
        </w:rPr>
        <w:t>.</w:t>
      </w:r>
      <w:r w:rsidRPr="00846D24">
        <w:rPr>
          <w:rFonts w:eastAsia="Calibri"/>
          <w:lang w:eastAsia="en-US"/>
        </w:rPr>
        <w:t xml:space="preserve"> a) a věty druhé odstavce 4 písm</w:t>
      </w:r>
      <w:r>
        <w:rPr>
          <w:rFonts w:eastAsia="Calibri"/>
          <w:lang w:eastAsia="en-US"/>
        </w:rPr>
        <w:t>.</w:t>
      </w:r>
      <w:r w:rsidRPr="00846D24">
        <w:rPr>
          <w:rFonts w:eastAsia="Calibri"/>
          <w:lang w:eastAsia="en-US"/>
        </w:rPr>
        <w:t xml:space="preserve"> a) budou ve státním rozpočtu rozpočtovány jako součást průřezového ukazatele „program protidrogové politiky“, budou mít charakter závazného ukazatele a budou rovněž rozpočtovány ve střednědobém výhledu </w:t>
      </w:r>
      <w:r w:rsidRPr="00846D24">
        <w:rPr>
          <w:rFonts w:eastAsia="Calibri"/>
          <w:lang w:eastAsia="en-US"/>
        </w:rPr>
        <w:lastRenderedPageBreak/>
        <w:t>státního rozpočtu podle zvláštního zákona</w:t>
      </w:r>
      <w:r w:rsidRPr="000B67E2">
        <w:rPr>
          <w:rFonts w:eastAsia="Calibri"/>
          <w:vertAlign w:val="superscript"/>
          <w:lang w:eastAsia="en-US"/>
        </w:rPr>
        <w:t>1)</w:t>
      </w:r>
      <w:r w:rsidRPr="00846D24">
        <w:rPr>
          <w:rFonts w:eastAsia="Calibri"/>
          <w:lang w:eastAsia="en-US"/>
        </w:rPr>
        <w:t>.</w:t>
      </w:r>
    </w:p>
    <w:p w:rsidR="007A151A" w:rsidRDefault="000B67E2">
      <w:r>
        <w:t>__________</w:t>
      </w:r>
    </w:p>
    <w:p w:rsidR="000B67E2" w:rsidRPr="000B67E2" w:rsidRDefault="000B67E2" w:rsidP="000B67E2">
      <w:pPr>
        <w:pStyle w:val="Textpoznpodarou"/>
        <w:rPr>
          <w:sz w:val="24"/>
        </w:rPr>
      </w:pPr>
      <w:r w:rsidRPr="00663743">
        <w:rPr>
          <w:sz w:val="24"/>
          <w:vertAlign w:val="superscript"/>
        </w:rPr>
        <w:t>1)</w:t>
      </w:r>
      <w:r w:rsidRPr="000B67E2">
        <w:rPr>
          <w:sz w:val="24"/>
        </w:rPr>
        <w:tab/>
        <w:t>§ 4 zákona č. 218/2000 Sb., o rozpočtových pravidlech a o změně některých souvisejících zákonů, ve znění pozdějších předpisů.“.</w:t>
      </w:r>
    </w:p>
    <w:p w:rsidR="000B67E2" w:rsidRDefault="000B67E2"/>
    <w:p w:rsidR="00356BAC" w:rsidRPr="00663743" w:rsidRDefault="00663743">
      <w:pPr>
        <w:rPr>
          <w:i/>
        </w:rPr>
      </w:pPr>
      <w:r w:rsidRPr="00663743">
        <w:rPr>
          <w:i/>
        </w:rPr>
        <w:t>SD 3418</w:t>
      </w:r>
    </w:p>
    <w:p w:rsidR="00663743" w:rsidRDefault="005A0DA6" w:rsidP="00663743">
      <w:r w:rsidRPr="005A0DA6">
        <w:rPr>
          <w:b/>
        </w:rPr>
        <w:t>H</w:t>
      </w:r>
      <w:r w:rsidR="0074623C">
        <w:rPr>
          <w:b/>
        </w:rPr>
        <w:t>3</w:t>
      </w:r>
      <w:r w:rsidRPr="005A0DA6">
        <w:rPr>
          <w:b/>
        </w:rPr>
        <w:t>.</w:t>
      </w:r>
      <w:r w:rsidR="009A061B">
        <w:rPr>
          <w:b/>
        </w:rPr>
        <w:t>1.</w:t>
      </w:r>
      <w:r>
        <w:t xml:space="preserve"> </w:t>
      </w:r>
      <w:r w:rsidR="00663743">
        <w:t>V Části druhé se v Čl. III body 11, 12, 13 a 14 a v </w:t>
      </w:r>
      <w:proofErr w:type="gramStart"/>
      <w:r w:rsidR="00663743">
        <w:t>Čl.</w:t>
      </w:r>
      <w:proofErr w:type="gramEnd"/>
      <w:r w:rsidR="00663743">
        <w:t xml:space="preserve"> IV bod 3 zrušují. </w:t>
      </w:r>
    </w:p>
    <w:p w:rsidR="00663743" w:rsidRDefault="00663743" w:rsidP="00663743">
      <w:pPr>
        <w:rPr>
          <w:b/>
        </w:rPr>
      </w:pPr>
      <w:r>
        <w:t xml:space="preserve">Ostatní body v Čl. III a IV se přečíslují. </w:t>
      </w:r>
    </w:p>
    <w:p w:rsidR="00663743" w:rsidRDefault="00663743" w:rsidP="00663743"/>
    <w:p w:rsidR="00663743" w:rsidRPr="00E200F0" w:rsidRDefault="005A0DA6" w:rsidP="00663743">
      <w:r w:rsidRPr="005A0DA6">
        <w:rPr>
          <w:b/>
        </w:rPr>
        <w:t>H</w:t>
      </w:r>
      <w:r w:rsidR="009A061B">
        <w:rPr>
          <w:b/>
        </w:rPr>
        <w:t>3.2</w:t>
      </w:r>
      <w:r w:rsidRPr="005A0DA6">
        <w:rPr>
          <w:b/>
        </w:rPr>
        <w:t>.</w:t>
      </w:r>
      <w:r>
        <w:t xml:space="preserve"> </w:t>
      </w:r>
      <w:r w:rsidR="00663743">
        <w:t>Část třetí se zrušuje.</w:t>
      </w:r>
    </w:p>
    <w:p w:rsidR="000C6893" w:rsidRDefault="000C6893"/>
    <w:p w:rsidR="00663743" w:rsidRPr="00663743" w:rsidRDefault="00663743">
      <w:pPr>
        <w:rPr>
          <w:i/>
        </w:rPr>
      </w:pPr>
      <w:r w:rsidRPr="00663743">
        <w:rPr>
          <w:i/>
        </w:rPr>
        <w:t>SD 3419</w:t>
      </w:r>
    </w:p>
    <w:p w:rsidR="00663743" w:rsidRDefault="005A0DA6" w:rsidP="00663743">
      <w:r w:rsidRPr="005A0DA6">
        <w:rPr>
          <w:b/>
        </w:rPr>
        <w:t>H</w:t>
      </w:r>
      <w:r w:rsidR="009A061B">
        <w:rPr>
          <w:b/>
        </w:rPr>
        <w:t>4</w:t>
      </w:r>
      <w:r w:rsidR="00663743" w:rsidRPr="005A0DA6">
        <w:rPr>
          <w:b/>
        </w:rPr>
        <w:t>.</w:t>
      </w:r>
      <w:r w:rsidR="009A061B">
        <w:rPr>
          <w:b/>
        </w:rPr>
        <w:t>1.</w:t>
      </w:r>
      <w:r w:rsidR="00663743">
        <w:t xml:space="preserve"> V části druhé, čl. III, se novelizační body 4, 5, 6, 15 a 17 zrušují.</w:t>
      </w:r>
    </w:p>
    <w:p w:rsidR="00663743" w:rsidRDefault="00663743" w:rsidP="00663743">
      <w:r>
        <w:t>Dosavadní novelizační body 7 až 14 a bod 16 se přečíslují.</w:t>
      </w:r>
    </w:p>
    <w:p w:rsidR="00663743" w:rsidRDefault="00663743" w:rsidP="00663743">
      <w:pPr>
        <w:rPr>
          <w:b/>
        </w:rPr>
      </w:pPr>
    </w:p>
    <w:p w:rsidR="00663743" w:rsidRDefault="005A0DA6" w:rsidP="00663743">
      <w:r w:rsidRPr="005A0DA6">
        <w:rPr>
          <w:b/>
        </w:rPr>
        <w:t>H</w:t>
      </w:r>
      <w:r w:rsidR="009A061B">
        <w:rPr>
          <w:b/>
        </w:rPr>
        <w:t>4.2.</w:t>
      </w:r>
      <w:r w:rsidR="00663743">
        <w:t xml:space="preserve"> V části druhé, čl. IV odst. 5 se slova, nebo v podobě výhry z hazardní hry“ zrušují.</w:t>
      </w:r>
    </w:p>
    <w:p w:rsidR="00663743" w:rsidRDefault="00663743"/>
    <w:p w:rsidR="00663743" w:rsidRPr="00663743" w:rsidRDefault="00663743">
      <w:pPr>
        <w:rPr>
          <w:i/>
        </w:rPr>
      </w:pPr>
      <w:r w:rsidRPr="00663743">
        <w:rPr>
          <w:i/>
        </w:rPr>
        <w:t>SD 3426</w:t>
      </w:r>
    </w:p>
    <w:p w:rsidR="00663743" w:rsidRPr="009A061B" w:rsidRDefault="005A0DA6" w:rsidP="00663743">
      <w:r w:rsidRPr="009A061B">
        <w:rPr>
          <w:b/>
        </w:rPr>
        <w:t>H</w:t>
      </w:r>
      <w:r w:rsidR="009A061B" w:rsidRPr="009A061B">
        <w:rPr>
          <w:b/>
        </w:rPr>
        <w:t>5</w:t>
      </w:r>
      <w:r w:rsidR="009A061B">
        <w:rPr>
          <w:b/>
        </w:rPr>
        <w:t>.</w:t>
      </w:r>
      <w:r w:rsidR="009A061B" w:rsidRPr="009A061B">
        <w:rPr>
          <w:b/>
        </w:rPr>
        <w:t>1.</w:t>
      </w:r>
      <w:r w:rsidR="00663743" w:rsidRPr="005052DC">
        <w:rPr>
          <w:b/>
          <w:i/>
        </w:rPr>
        <w:t xml:space="preserve"> </w:t>
      </w:r>
      <w:r w:rsidR="00663743" w:rsidRPr="009A061B">
        <w:t>V části šesté, Čl. X se v části čtyřicáté páté, Čl. LXXII § 8 odst. 1 písm. a) ponechávají slova „a v domovních kotelnách“, zní:</w:t>
      </w:r>
    </w:p>
    <w:p w:rsidR="00663743" w:rsidRPr="009A061B" w:rsidRDefault="00663743" w:rsidP="00663743">
      <w:pPr>
        <w:rPr>
          <w:rFonts w:cs="Times New Roman"/>
        </w:rPr>
      </w:pPr>
      <w:r w:rsidRPr="009A061B">
        <w:rPr>
          <w:rFonts w:cs="Times New Roman"/>
        </w:rPr>
        <w:t>„V § 8 odst. 1 písm. a) zní:</w:t>
      </w:r>
    </w:p>
    <w:p w:rsidR="00663743" w:rsidRPr="009A061B" w:rsidRDefault="009A061B" w:rsidP="00663743">
      <w:pPr>
        <w:rPr>
          <w:rFonts w:cs="Times New Roman"/>
        </w:rPr>
      </w:pPr>
      <w:r>
        <w:rPr>
          <w:rFonts w:cs="Times New Roman"/>
        </w:rPr>
        <w:t>„</w:t>
      </w:r>
      <w:r w:rsidR="00663743" w:rsidRPr="009A061B">
        <w:rPr>
          <w:rFonts w:cs="Times New Roman"/>
        </w:rPr>
        <w:t xml:space="preserve">a) </w:t>
      </w:r>
      <w:r w:rsidR="00663743" w:rsidRPr="009A061B">
        <w:rPr>
          <w:rFonts w:cs="Times New Roman"/>
          <w:color w:val="000000"/>
          <w:shd w:val="clear" w:color="auto" w:fill="FFFFFF"/>
        </w:rPr>
        <w:t>pro výrobu tepla v domácnostech a v domovních kotelnách uvedený pod kódy nomenklatury 2711 11 a 2711 21,</w:t>
      </w:r>
      <w:r w:rsidR="00663743" w:rsidRPr="009A061B">
        <w:rPr>
          <w:rFonts w:cs="Times New Roman"/>
        </w:rPr>
        <w:t>“.</w:t>
      </w:r>
      <w:r>
        <w:rPr>
          <w:rFonts w:cs="Times New Roman"/>
        </w:rPr>
        <w:t>“.</w:t>
      </w:r>
      <w:r w:rsidR="00663743" w:rsidRPr="009A061B">
        <w:rPr>
          <w:rFonts w:cs="Times New Roman"/>
        </w:rPr>
        <w:t xml:space="preserve"> </w:t>
      </w:r>
    </w:p>
    <w:p w:rsidR="005052DC" w:rsidRPr="00C25118" w:rsidRDefault="005052DC" w:rsidP="00663743">
      <w:pPr>
        <w:rPr>
          <w:rFonts w:cs="Times New Roman"/>
        </w:rPr>
      </w:pPr>
    </w:p>
    <w:p w:rsidR="00663743" w:rsidRPr="009A061B" w:rsidRDefault="005A0DA6" w:rsidP="00663743">
      <w:r w:rsidRPr="005A0DA6">
        <w:rPr>
          <w:rFonts w:cs="Times New Roman"/>
          <w:b/>
        </w:rPr>
        <w:t>H</w:t>
      </w:r>
      <w:r w:rsidR="009A061B">
        <w:rPr>
          <w:rFonts w:cs="Times New Roman"/>
          <w:b/>
        </w:rPr>
        <w:t>5.2</w:t>
      </w:r>
      <w:r w:rsidRPr="005A0DA6">
        <w:rPr>
          <w:rFonts w:cs="Times New Roman"/>
          <w:b/>
        </w:rPr>
        <w:t>.</w:t>
      </w:r>
      <w:r w:rsidR="005052DC">
        <w:rPr>
          <w:rFonts w:cs="Times New Roman"/>
        </w:rPr>
        <w:t xml:space="preserve"> </w:t>
      </w:r>
      <w:r w:rsidR="00663743" w:rsidRPr="00C25118">
        <w:rPr>
          <w:rFonts w:cs="Times New Roman"/>
        </w:rPr>
        <w:t>V části šesté,</w:t>
      </w:r>
      <w:r w:rsidR="00663743">
        <w:t xml:space="preserve"> Čl. XI, přechodná ustanovení se bod 1, 2, 3 zrušují</w:t>
      </w:r>
      <w:r w:rsidR="009A061B">
        <w:t>.</w:t>
      </w:r>
    </w:p>
    <w:p w:rsidR="00663743" w:rsidRDefault="00663743"/>
    <w:p w:rsidR="00663743" w:rsidRDefault="00663743"/>
    <w:p w:rsidR="00663743" w:rsidRDefault="005052DC" w:rsidP="005052DC">
      <w:pPr>
        <w:pStyle w:val="PNposlanec"/>
      </w:pPr>
      <w:r>
        <w:t xml:space="preserve">Poslanec Radek </w:t>
      </w:r>
      <w:proofErr w:type="spellStart"/>
      <w:r>
        <w:t>Holomčík</w:t>
      </w:r>
      <w:proofErr w:type="spellEnd"/>
    </w:p>
    <w:p w:rsidR="00663743" w:rsidRPr="005052DC" w:rsidRDefault="005052DC">
      <w:pPr>
        <w:rPr>
          <w:i/>
        </w:rPr>
      </w:pPr>
      <w:r w:rsidRPr="005052DC">
        <w:rPr>
          <w:i/>
        </w:rPr>
        <w:t>SD 3440</w:t>
      </w:r>
    </w:p>
    <w:p w:rsidR="005052DC" w:rsidRDefault="005A0DA6" w:rsidP="005052DC">
      <w:r w:rsidRPr="005A0DA6">
        <w:rPr>
          <w:b/>
        </w:rPr>
        <w:t>I</w:t>
      </w:r>
      <w:r w:rsidR="005052DC" w:rsidRPr="005A0DA6">
        <w:rPr>
          <w:b/>
        </w:rPr>
        <w:t>1.</w:t>
      </w:r>
      <w:r w:rsidR="005052DC">
        <w:t xml:space="preserve"> V části čtvrté čl. VII se za novelizační bod 2 doplňují nové novelizační body 3 až 5, které znějí:</w:t>
      </w:r>
    </w:p>
    <w:p w:rsidR="005052DC" w:rsidRDefault="005052DC" w:rsidP="005052DC">
      <w:r>
        <w:t>„3. V § 80 odst. 1 se číslo „200“ nahrazuje číslem „2000“.</w:t>
      </w:r>
    </w:p>
    <w:p w:rsidR="005052DC" w:rsidRDefault="005052DC" w:rsidP="005052DC">
      <w:r>
        <w:t>4. V § 86 odst. 3 se číslo „200“ nahrazuje číslem „2000“.</w:t>
      </w:r>
    </w:p>
    <w:p w:rsidR="005052DC" w:rsidRDefault="005052DC" w:rsidP="005052DC">
      <w:r>
        <w:t>5. V § 86 odst. 6 se číslo „10” nahrazuje číslem „3”.“.</w:t>
      </w:r>
    </w:p>
    <w:p w:rsidR="005052DC" w:rsidRDefault="005052DC" w:rsidP="005052DC"/>
    <w:p w:rsidR="005052DC" w:rsidRDefault="005A0DA6" w:rsidP="005052DC">
      <w:r w:rsidRPr="005A0DA6">
        <w:rPr>
          <w:b/>
        </w:rPr>
        <w:t>I</w:t>
      </w:r>
      <w:r w:rsidR="005052DC" w:rsidRPr="005A0DA6">
        <w:rPr>
          <w:b/>
        </w:rPr>
        <w:t>2.</w:t>
      </w:r>
      <w:r w:rsidR="005052DC">
        <w:t xml:space="preserve"> V části čtvrté čl. VIII se doplňuje nový odstavec 3., který zní:</w:t>
      </w:r>
    </w:p>
    <w:p w:rsidR="005052DC" w:rsidRDefault="005052DC" w:rsidP="005052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tab/>
        <w:t>„3. Evidence piva osvobozeného od daně dle ustanovení § 86 vyhotovená přede dnem nabytí účinnosti tohoto zákona se uchovává po dobu 3 let ode dne nabytí účinnosti tohoto zákona, nejvýše však po dobu 10 let od konce kalendářního roku, ve kterém byla tato evidence vyhotovena.“.</w:t>
      </w:r>
    </w:p>
    <w:p w:rsidR="00663743" w:rsidRDefault="00663743"/>
    <w:p w:rsidR="00663743" w:rsidRDefault="00663743"/>
    <w:p w:rsidR="00663743" w:rsidRDefault="005052DC" w:rsidP="005052DC">
      <w:pPr>
        <w:pStyle w:val="PNposlanec"/>
      </w:pPr>
      <w:r>
        <w:t>Poslanec Martin Kupka</w:t>
      </w:r>
    </w:p>
    <w:p w:rsidR="00663743" w:rsidRPr="005052DC" w:rsidRDefault="005052DC">
      <w:pPr>
        <w:rPr>
          <w:i/>
        </w:rPr>
      </w:pPr>
      <w:r w:rsidRPr="005052DC">
        <w:rPr>
          <w:i/>
        </w:rPr>
        <w:t>SD 3451</w:t>
      </w:r>
    </w:p>
    <w:p w:rsidR="005052DC" w:rsidRDefault="005A0DA6" w:rsidP="005052DC">
      <w:pPr>
        <w:rPr>
          <w:rFonts w:cs="Times New Roman"/>
          <w:color w:val="000000"/>
        </w:rPr>
      </w:pPr>
      <w:r w:rsidRPr="005A0DA6">
        <w:rPr>
          <w:rFonts w:cs="Times New Roman"/>
          <w:b/>
          <w:color w:val="000000"/>
        </w:rPr>
        <w:t>J</w:t>
      </w:r>
      <w:r w:rsidR="005052DC" w:rsidRPr="005A0DA6">
        <w:rPr>
          <w:rFonts w:cs="Times New Roman"/>
          <w:b/>
          <w:color w:val="000000"/>
        </w:rPr>
        <w:t>1.</w:t>
      </w:r>
      <w:r w:rsidR="005052DC">
        <w:rPr>
          <w:rFonts w:cs="Times New Roman"/>
          <w:color w:val="000000"/>
        </w:rPr>
        <w:tab/>
        <w:t>V části sedmé čl. XII se dosavadní body 1 až 3 zrušují.</w:t>
      </w:r>
    </w:p>
    <w:p w:rsidR="005052DC" w:rsidRDefault="005052DC" w:rsidP="005052DC">
      <w:pPr>
        <w:rPr>
          <w:rFonts w:cs="Times New Roman"/>
          <w:color w:val="000000"/>
        </w:rPr>
      </w:pPr>
      <w:r>
        <w:rPr>
          <w:rFonts w:cs="Times New Roman"/>
          <w:color w:val="000000"/>
        </w:rPr>
        <w:t>Následující body se přečíslují.</w:t>
      </w:r>
    </w:p>
    <w:p w:rsidR="005052DC" w:rsidRDefault="005052DC" w:rsidP="005052DC">
      <w:pPr>
        <w:rPr>
          <w:rFonts w:cs="Times New Roman"/>
          <w:color w:val="000000"/>
        </w:rPr>
      </w:pPr>
    </w:p>
    <w:p w:rsidR="005052DC" w:rsidRDefault="005A0DA6" w:rsidP="005052DC">
      <w:pPr>
        <w:rPr>
          <w:rFonts w:cs="Times New Roman"/>
          <w:color w:val="000000"/>
        </w:rPr>
      </w:pPr>
      <w:r w:rsidRPr="005A0DA6">
        <w:rPr>
          <w:rFonts w:cs="Times New Roman"/>
          <w:b/>
          <w:color w:val="000000"/>
        </w:rPr>
        <w:t>J</w:t>
      </w:r>
      <w:r w:rsidR="005052DC" w:rsidRPr="005A0DA6">
        <w:rPr>
          <w:rFonts w:cs="Times New Roman"/>
          <w:b/>
          <w:color w:val="000000"/>
        </w:rPr>
        <w:t>2.</w:t>
      </w:r>
      <w:r w:rsidR="005052DC">
        <w:rPr>
          <w:rFonts w:cs="Times New Roman"/>
          <w:color w:val="000000"/>
        </w:rPr>
        <w:t xml:space="preserve"> </w:t>
      </w:r>
      <w:r w:rsidR="005052DC">
        <w:rPr>
          <w:rFonts w:cs="Times New Roman"/>
          <w:color w:val="000000"/>
        </w:rPr>
        <w:tab/>
        <w:t xml:space="preserve">V části sedmé </w:t>
      </w:r>
      <w:proofErr w:type="gramStart"/>
      <w:r w:rsidR="005052DC">
        <w:rPr>
          <w:rFonts w:cs="Times New Roman"/>
          <w:color w:val="000000"/>
        </w:rPr>
        <w:t>čl.</w:t>
      </w:r>
      <w:proofErr w:type="gramEnd"/>
      <w:r w:rsidR="005052DC">
        <w:rPr>
          <w:rFonts w:cs="Times New Roman"/>
          <w:color w:val="000000"/>
        </w:rPr>
        <w:t xml:space="preserve"> XII </w:t>
      </w:r>
      <w:proofErr w:type="gramStart"/>
      <w:r w:rsidR="005052DC">
        <w:rPr>
          <w:rFonts w:cs="Times New Roman"/>
          <w:color w:val="000000"/>
        </w:rPr>
        <w:t>se</w:t>
      </w:r>
      <w:proofErr w:type="gramEnd"/>
      <w:r w:rsidR="005052DC">
        <w:rPr>
          <w:rFonts w:cs="Times New Roman"/>
          <w:color w:val="000000"/>
        </w:rPr>
        <w:t xml:space="preserve"> dosavadní bod 5 </w:t>
      </w:r>
      <w:proofErr w:type="gramStart"/>
      <w:r w:rsidR="005052DC">
        <w:rPr>
          <w:rFonts w:cs="Times New Roman"/>
          <w:color w:val="000000"/>
        </w:rPr>
        <w:t>zrušuje</w:t>
      </w:r>
      <w:proofErr w:type="gramEnd"/>
      <w:r w:rsidR="005052DC">
        <w:rPr>
          <w:rFonts w:cs="Times New Roman"/>
          <w:color w:val="000000"/>
        </w:rPr>
        <w:t>.</w:t>
      </w:r>
    </w:p>
    <w:p w:rsidR="005052DC" w:rsidRDefault="005052DC" w:rsidP="005052DC">
      <w:pPr>
        <w:rPr>
          <w:rFonts w:cs="Times New Roman"/>
          <w:color w:val="000000"/>
        </w:rPr>
      </w:pPr>
      <w:r>
        <w:rPr>
          <w:rFonts w:cs="Times New Roman"/>
          <w:color w:val="000000"/>
        </w:rPr>
        <w:t>Následující body se přečíslují.</w:t>
      </w:r>
    </w:p>
    <w:p w:rsidR="00663743" w:rsidRDefault="00663743"/>
    <w:p w:rsidR="00663743" w:rsidRDefault="00663743"/>
    <w:p w:rsidR="00D63A7F" w:rsidRDefault="00D63A7F">
      <w:pPr>
        <w:widowControl/>
        <w:suppressAutoHyphens w:val="0"/>
        <w:rPr>
          <w:b/>
        </w:rPr>
      </w:pPr>
      <w:r>
        <w:br w:type="page"/>
      </w:r>
    </w:p>
    <w:p w:rsidR="00663743" w:rsidRDefault="00D41076" w:rsidP="00D41076">
      <w:pPr>
        <w:pStyle w:val="PNposlanec"/>
      </w:pPr>
      <w:r>
        <w:lastRenderedPageBreak/>
        <w:t xml:space="preserve">Poslanec Zbyněk </w:t>
      </w:r>
      <w:proofErr w:type="spellStart"/>
      <w:r>
        <w:t>Stanjura</w:t>
      </w:r>
      <w:proofErr w:type="spellEnd"/>
    </w:p>
    <w:p w:rsidR="005A0DA6" w:rsidRPr="00836985" w:rsidRDefault="005A0DA6" w:rsidP="005A0DA6">
      <w:pPr>
        <w:rPr>
          <w:i/>
        </w:rPr>
      </w:pPr>
      <w:r w:rsidRPr="00836985">
        <w:rPr>
          <w:i/>
        </w:rPr>
        <w:t>SD 3460</w:t>
      </w:r>
    </w:p>
    <w:p w:rsidR="005A0DA6" w:rsidRPr="00836985" w:rsidRDefault="005A0DA6" w:rsidP="005A0DA6">
      <w:r>
        <w:rPr>
          <w:b/>
        </w:rPr>
        <w:t>K</w:t>
      </w:r>
      <w:r w:rsidRPr="00836985">
        <w:rPr>
          <w:b/>
        </w:rPr>
        <w:t>1.</w:t>
      </w:r>
      <w:r w:rsidR="00DD7F0A">
        <w:rPr>
          <w:b/>
        </w:rPr>
        <w:t>1.</w:t>
      </w:r>
      <w:r w:rsidRPr="00836985">
        <w:rPr>
          <w:b/>
        </w:rPr>
        <w:t xml:space="preserve"> </w:t>
      </w:r>
      <w:r w:rsidRPr="00836985">
        <w:t>V části druhé článku III se za stávající bod 1 vkládá nový bod 2, který zní takto:</w:t>
      </w:r>
    </w:p>
    <w:p w:rsidR="005A0DA6" w:rsidRPr="00836985" w:rsidRDefault="005A0DA6" w:rsidP="005A0DA6">
      <w:pPr>
        <w:jc w:val="both"/>
      </w:pPr>
      <w:r>
        <w:t>„</w:t>
      </w:r>
      <w:r w:rsidRPr="00836985">
        <w:t>2. V § 6 odst. 6 se ve větě první, páté a šesté slova „1 %“ nahrazují slovy „0,5 %“.</w:t>
      </w:r>
      <w:r>
        <w:t>“.</w:t>
      </w:r>
    </w:p>
    <w:p w:rsidR="005A0DA6" w:rsidRPr="00836985" w:rsidRDefault="005A0DA6" w:rsidP="005A0DA6">
      <w:r w:rsidRPr="00836985">
        <w:t>V části druhé článku III se stávající body 2 až 17 přečíslují na body 3 až 18.</w:t>
      </w:r>
    </w:p>
    <w:p w:rsidR="005A0DA6" w:rsidRPr="00836985" w:rsidRDefault="005A0DA6" w:rsidP="005A0DA6"/>
    <w:p w:rsidR="005A0DA6" w:rsidRPr="00836985" w:rsidRDefault="005A0DA6" w:rsidP="005A0DA6">
      <w:r>
        <w:rPr>
          <w:b/>
        </w:rPr>
        <w:t>K</w:t>
      </w:r>
      <w:r w:rsidR="00DD7F0A">
        <w:rPr>
          <w:b/>
        </w:rPr>
        <w:t>1.</w:t>
      </w:r>
      <w:r w:rsidRPr="00836985">
        <w:rPr>
          <w:b/>
        </w:rPr>
        <w:t>2.</w:t>
      </w:r>
      <w:r>
        <w:t xml:space="preserve"> </w:t>
      </w:r>
      <w:r w:rsidRPr="00836985">
        <w:t>V části druhé článku III se za bod nově označený jako 18 vkládají nové body 19 až 24, které zní:</w:t>
      </w:r>
    </w:p>
    <w:p w:rsidR="005A0DA6" w:rsidRPr="00836985" w:rsidRDefault="005A0DA6" w:rsidP="005A0DA6">
      <w:pPr>
        <w:jc w:val="both"/>
      </w:pPr>
      <w:r>
        <w:t>„</w:t>
      </w:r>
      <w:r w:rsidRPr="00836985">
        <w:t>19. V příloze č. 1 odpisové skupině 1 se za položku (1-29) přidává nová položka (1-30) CZ-CPA, CZ-CC 29.10.2 s názvem „Jen: osobní automobily poháněné elektromotorem nebo hybridním motorem“.</w:t>
      </w:r>
    </w:p>
    <w:p w:rsidR="005A0DA6" w:rsidRPr="00836985" w:rsidRDefault="005A0DA6" w:rsidP="005A0DA6">
      <w:pPr>
        <w:jc w:val="both"/>
      </w:pPr>
      <w:r w:rsidRPr="00836985">
        <w:t>20. V příloze č. 1 odpisové skupině 1 se stávající položky (1-30) až (1-36) přečíslují.</w:t>
      </w:r>
    </w:p>
    <w:p w:rsidR="005A0DA6" w:rsidRPr="00836985" w:rsidRDefault="005A0DA6" w:rsidP="005A0DA6">
      <w:pPr>
        <w:jc w:val="both"/>
      </w:pPr>
      <w:r w:rsidRPr="00836985">
        <w:t>21. V příloze č. 1 odpisové skupině 2 se za položku (2-28) přidává nová položka (2-29) CZ-CPA, CZ-CC 27.12 s názvem „Jen: elektrická rozvodná zařízení pro napětí 1000 V a nižší, která jsou užívána výlučně jako dobíjecí stanice pro dobíjení elektrických vozidel“.</w:t>
      </w:r>
    </w:p>
    <w:p w:rsidR="005A0DA6" w:rsidRPr="00836985" w:rsidRDefault="005A0DA6" w:rsidP="005A0DA6">
      <w:pPr>
        <w:jc w:val="both"/>
      </w:pPr>
      <w:r w:rsidRPr="00836985">
        <w:t>22. V příloze č. 1 odpisové skupině 2 se stávající položky (2-29) až (2-80) přečíslují.</w:t>
      </w:r>
    </w:p>
    <w:p w:rsidR="005A0DA6" w:rsidRPr="00836985" w:rsidRDefault="005A0DA6" w:rsidP="005A0DA6">
      <w:pPr>
        <w:jc w:val="both"/>
      </w:pPr>
      <w:r w:rsidRPr="00836985">
        <w:t xml:space="preserve">23. V příloze č. 1 odpisové skupině 2 se v názvu položky nesoucí nově číselné označení (2-64) na konci doplňuje </w:t>
      </w:r>
      <w:proofErr w:type="gramStart"/>
      <w:r w:rsidRPr="00836985">
        <w:t>text „ , s výjimkou</w:t>
      </w:r>
      <w:proofErr w:type="gramEnd"/>
      <w:r w:rsidRPr="00836985">
        <w:t xml:space="preserve"> osobních automobilů poháněných elektromotorem a osobních automobilů poháněných hybridním motorem“</w:t>
      </w:r>
    </w:p>
    <w:p w:rsidR="005A0DA6" w:rsidRPr="00836985" w:rsidRDefault="005A0DA6" w:rsidP="005A0DA6">
      <w:pPr>
        <w:jc w:val="both"/>
      </w:pPr>
      <w:r w:rsidRPr="00836985">
        <w:t xml:space="preserve">24. V příloze č. 1 odpisové skupině 3 se v názvu položky (3-18) na konci doplňuje </w:t>
      </w:r>
      <w:proofErr w:type="gramStart"/>
      <w:r w:rsidRPr="00836985">
        <w:t>text „ , s výjimkou</w:t>
      </w:r>
      <w:proofErr w:type="gramEnd"/>
      <w:r w:rsidRPr="00836985">
        <w:t xml:space="preserve"> elektrických rozvodných zařízení, která jsou užívána výlučně jako dobíjecí stanice pro dobíjení elektrických vozidel“</w:t>
      </w:r>
    </w:p>
    <w:p w:rsidR="005A0DA6" w:rsidRDefault="005A0DA6" w:rsidP="005A0DA6"/>
    <w:p w:rsidR="005A0DA6" w:rsidRPr="00836985" w:rsidRDefault="005A0DA6" w:rsidP="005A0DA6">
      <w:r>
        <w:rPr>
          <w:b/>
        </w:rPr>
        <w:t>K</w:t>
      </w:r>
      <w:r w:rsidR="00DD7F0A">
        <w:rPr>
          <w:b/>
        </w:rPr>
        <w:t>1.</w:t>
      </w:r>
      <w:r w:rsidRPr="00742344">
        <w:rPr>
          <w:b/>
        </w:rPr>
        <w:t>3.</w:t>
      </w:r>
      <w:r>
        <w:t xml:space="preserve"> </w:t>
      </w:r>
      <w:r w:rsidRPr="00836985">
        <w:t>V části druhé článku IV se za stávající bod 5 vkládá nový bod 6, který zní:</w:t>
      </w:r>
    </w:p>
    <w:p w:rsidR="005A0DA6" w:rsidRPr="00836985" w:rsidRDefault="005A0DA6" w:rsidP="005A0DA6">
      <w:pPr>
        <w:jc w:val="both"/>
      </w:pPr>
      <w:r>
        <w:t>„</w:t>
      </w:r>
      <w:r w:rsidRPr="00836985">
        <w:t>6. Pro odpisy hmotného majetku, který poplatník zatřídil do odpisové skupiny uvedené v příloze č.</w:t>
      </w:r>
      <w:r>
        <w:t> </w:t>
      </w:r>
      <w:r w:rsidRPr="00836985">
        <w:t>1 zákona č. 586/1992 Sb. před nabytím účinnosti tohoto zákona, se použije zákon č. 586/1992 Sb. ve znění účinném přede dnem nabytí účinnosti tohoto zákona.</w:t>
      </w:r>
      <w:r>
        <w:t>“.</w:t>
      </w:r>
    </w:p>
    <w:p w:rsidR="005A0DA6" w:rsidRDefault="005A0DA6" w:rsidP="005A0DA6"/>
    <w:p w:rsidR="00663743" w:rsidRPr="00D41076" w:rsidRDefault="00D41076">
      <w:pPr>
        <w:rPr>
          <w:i/>
        </w:rPr>
      </w:pPr>
      <w:r w:rsidRPr="00D41076">
        <w:rPr>
          <w:i/>
        </w:rPr>
        <w:t>SD 3459</w:t>
      </w:r>
    </w:p>
    <w:p w:rsidR="00D41076" w:rsidRPr="00D41076" w:rsidRDefault="005A0DA6" w:rsidP="00D41076">
      <w:pPr>
        <w:rPr>
          <w:rFonts w:cs="Times New Roman"/>
        </w:rPr>
      </w:pPr>
      <w:proofErr w:type="gramStart"/>
      <w:r>
        <w:rPr>
          <w:rFonts w:cs="Times New Roman"/>
          <w:b/>
        </w:rPr>
        <w:t>K</w:t>
      </w:r>
      <w:r w:rsidR="00DD7F0A">
        <w:rPr>
          <w:rFonts w:cs="Times New Roman"/>
          <w:b/>
        </w:rPr>
        <w:t>2.1</w:t>
      </w:r>
      <w:r w:rsidR="00D41076" w:rsidRPr="00D41076">
        <w:rPr>
          <w:rFonts w:cs="Times New Roman"/>
          <w:b/>
        </w:rPr>
        <w:t>.</w:t>
      </w:r>
      <w:proofErr w:type="gramEnd"/>
      <w:r w:rsidR="00D41076">
        <w:rPr>
          <w:rFonts w:cs="Times New Roman"/>
        </w:rPr>
        <w:t xml:space="preserve"> </w:t>
      </w:r>
      <w:r w:rsidR="00D41076" w:rsidRPr="00D41076">
        <w:rPr>
          <w:rFonts w:cs="Times New Roman"/>
        </w:rPr>
        <w:t>V části čtvrté čl. VII body 2 a 3 znějí:</w:t>
      </w:r>
    </w:p>
    <w:p w:rsidR="00D41076" w:rsidRPr="00D41076" w:rsidRDefault="00D41076" w:rsidP="00D41076">
      <w:pPr>
        <w:pStyle w:val="Novelizanbod"/>
        <w:keepNext w:val="0"/>
        <w:keepLines w:val="0"/>
        <w:tabs>
          <w:tab w:val="num" w:pos="6380"/>
        </w:tabs>
        <w:spacing w:before="120"/>
        <w:ind w:left="567" w:hanging="567"/>
        <w:rPr>
          <w:szCs w:val="24"/>
        </w:rPr>
      </w:pPr>
      <w:r w:rsidRPr="00D41076">
        <w:rPr>
          <w:bCs/>
          <w:szCs w:val="24"/>
        </w:rPr>
        <w:t>„2.</w:t>
      </w:r>
      <w:r w:rsidRPr="00D41076">
        <w:rPr>
          <w:szCs w:val="24"/>
        </w:rPr>
        <w:t xml:space="preserve"> </w:t>
      </w:r>
      <w:r w:rsidRPr="00D41076">
        <w:rPr>
          <w:szCs w:val="24"/>
        </w:rPr>
        <w:tab/>
        <w:t>V § 104 odstavec 1 zní:</w:t>
      </w:r>
    </w:p>
    <w:p w:rsidR="00D41076" w:rsidRPr="00D41076" w:rsidRDefault="00D41076" w:rsidP="00D41076">
      <w:pPr>
        <w:pStyle w:val="Textodstavce"/>
        <w:numPr>
          <w:ilvl w:val="0"/>
          <w:numId w:val="0"/>
        </w:numPr>
        <w:ind w:left="425"/>
        <w:rPr>
          <w:rFonts w:cs="Times New Roman"/>
        </w:rPr>
      </w:pPr>
      <w:r w:rsidRPr="00D41076">
        <w:rPr>
          <w:rFonts w:cs="Times New Roman"/>
        </w:rPr>
        <w:t>„(1) Sazby daně jsou stanoveny takto:</w:t>
      </w:r>
    </w:p>
    <w:tbl>
      <w:tblPr>
        <w:tblW w:w="9087" w:type="dxa"/>
        <w:tblInd w:w="55" w:type="dxa"/>
        <w:tblCellMar>
          <w:left w:w="70" w:type="dxa"/>
          <w:right w:w="70" w:type="dxa"/>
        </w:tblCellMar>
        <w:tblLook w:val="04A0" w:firstRow="1" w:lastRow="0" w:firstColumn="1" w:lastColumn="0" w:noHBand="0" w:noVBand="1"/>
      </w:tblPr>
      <w:tblGrid>
        <w:gridCol w:w="1716"/>
        <w:gridCol w:w="2552"/>
        <w:gridCol w:w="2268"/>
        <w:gridCol w:w="2551"/>
      </w:tblGrid>
      <w:tr w:rsidR="00D41076" w:rsidRPr="00D41076" w:rsidTr="00D41076">
        <w:trPr>
          <w:trHeight w:val="33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Text</w:t>
            </w:r>
          </w:p>
        </w:tc>
        <w:tc>
          <w:tcPr>
            <w:tcW w:w="7371" w:type="dxa"/>
            <w:gridSpan w:val="3"/>
            <w:tcBorders>
              <w:top w:val="single" w:sz="8" w:space="0" w:color="auto"/>
              <w:left w:val="nil"/>
              <w:bottom w:val="single" w:sz="8" w:space="0" w:color="auto"/>
              <w:right w:val="single" w:sz="8" w:space="0" w:color="000000"/>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Sazba daně</w:t>
            </w:r>
          </w:p>
        </w:tc>
      </w:tr>
      <w:tr w:rsidR="00D41076" w:rsidRPr="00D41076" w:rsidTr="00D41076">
        <w:trPr>
          <w:trHeight w:val="33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spacing w:after="40"/>
              <w:rPr>
                <w:rFonts w:cs="Times New Roman"/>
                <w:color w:val="000000"/>
              </w:rPr>
            </w:pPr>
          </w:p>
        </w:tc>
        <w:tc>
          <w:tcPr>
            <w:tcW w:w="2552"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Procentní část</w:t>
            </w:r>
          </w:p>
        </w:tc>
        <w:tc>
          <w:tcPr>
            <w:tcW w:w="2268"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Pevná část</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Minimální</w:t>
            </w:r>
          </w:p>
        </w:tc>
      </w:tr>
      <w:tr w:rsidR="00D41076" w:rsidRPr="00D41076" w:rsidTr="00D41076">
        <w:trPr>
          <w:trHeight w:val="641"/>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Cigarety</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27 %</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1,</w:t>
            </w:r>
            <w:r w:rsidRPr="00D41076">
              <w:rPr>
                <w:rFonts w:cs="Times New Roman"/>
                <w:color w:val="000000"/>
                <w:lang w:val="de-DE"/>
              </w:rPr>
              <w:t>69</w:t>
            </w:r>
            <w:r w:rsidRPr="00D41076">
              <w:rPr>
                <w:rFonts w:cs="Times New Roman"/>
                <w:color w:val="000000"/>
              </w:rPr>
              <w:t xml:space="preserve"> Kč/kus</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celkem nejméně však</w:t>
            </w:r>
          </w:p>
          <w:p w:rsidR="00D41076" w:rsidRPr="00D41076" w:rsidRDefault="00D41076" w:rsidP="00D41076">
            <w:pPr>
              <w:spacing w:after="40"/>
              <w:jc w:val="center"/>
              <w:rPr>
                <w:rFonts w:cs="Times New Roman"/>
                <w:color w:val="000000"/>
              </w:rPr>
            </w:pPr>
            <w:r w:rsidRPr="00D41076">
              <w:rPr>
                <w:rFonts w:cs="Times New Roman"/>
                <w:color w:val="000000"/>
              </w:rPr>
              <w:t>2,97 Kč/kus</w:t>
            </w:r>
          </w:p>
        </w:tc>
      </w:tr>
      <w:tr w:rsidR="00D41076" w:rsidRPr="00D41076" w:rsidTr="00D41076">
        <w:trPr>
          <w:trHeight w:val="396"/>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xml:space="preserve">doutníky, </w:t>
            </w:r>
            <w:proofErr w:type="spellStart"/>
            <w:r w:rsidRPr="00D41076">
              <w:rPr>
                <w:rFonts w:cs="Times New Roman"/>
                <w:color w:val="000000"/>
              </w:rPr>
              <w:t>cigarillos</w:t>
            </w:r>
            <w:proofErr w:type="spellEnd"/>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1,94 Kč/kus</w:t>
            </w:r>
          </w:p>
        </w:tc>
        <w:tc>
          <w:tcPr>
            <w:tcW w:w="2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r w:rsidR="00D41076" w:rsidRPr="00D41076" w:rsidTr="00D41076">
        <w:trPr>
          <w:trHeight w:val="45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spacing w:after="40"/>
              <w:rPr>
                <w:rFonts w:cs="Times New Roman"/>
                <w:color w:val="00000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spacing w:after="40"/>
              <w:rPr>
                <w:rFonts w:cs="Times New Roman"/>
                <w:color w:val="00000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spacing w:after="40"/>
              <w:rPr>
                <w:rFonts w:cs="Times New Roman"/>
                <w:color w:val="000000"/>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spacing w:after="40"/>
              <w:rPr>
                <w:rFonts w:cs="Times New Roman"/>
                <w:color w:val="000000"/>
              </w:rPr>
            </w:pPr>
          </w:p>
        </w:tc>
      </w:tr>
      <w:tr w:rsidR="00D41076" w:rsidRPr="00D41076" w:rsidTr="00D41076">
        <w:trPr>
          <w:trHeight w:val="636"/>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tabák</w:t>
            </w:r>
            <w:r w:rsidRPr="00D41076">
              <w:rPr>
                <w:rFonts w:cs="Times New Roman"/>
                <w:color w:val="000000"/>
              </w:rPr>
              <w:br/>
              <w:t>ke kouření</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2 525 Kč/kg</w:t>
            </w:r>
          </w:p>
        </w:tc>
        <w:tc>
          <w:tcPr>
            <w:tcW w:w="2551"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bl>
    <w:p w:rsidR="00D41076" w:rsidRPr="00D41076" w:rsidRDefault="00D41076" w:rsidP="00D41076">
      <w:pPr>
        <w:pStyle w:val="CELEX"/>
        <w:spacing w:after="120"/>
        <w:rPr>
          <w:rFonts w:ascii="Times New Roman" w:hAnsi="Times New Roman" w:cs="Times New Roman"/>
          <w:i w:val="0"/>
          <w:sz w:val="24"/>
          <w:szCs w:val="24"/>
        </w:rPr>
      </w:pPr>
    </w:p>
    <w:p w:rsidR="00D41076" w:rsidRPr="00D41076" w:rsidRDefault="00D41076" w:rsidP="00D41076">
      <w:pPr>
        <w:pStyle w:val="Novelizanbod"/>
        <w:keepNext w:val="0"/>
        <w:keepLines w:val="0"/>
        <w:tabs>
          <w:tab w:val="num" w:pos="6380"/>
        </w:tabs>
        <w:spacing w:before="120"/>
        <w:ind w:left="567" w:hanging="567"/>
        <w:rPr>
          <w:szCs w:val="24"/>
        </w:rPr>
      </w:pPr>
      <w:r w:rsidRPr="00D41076">
        <w:rPr>
          <w:bCs/>
          <w:szCs w:val="24"/>
        </w:rPr>
        <w:t>3.</w:t>
      </w:r>
      <w:r w:rsidRPr="00D41076">
        <w:rPr>
          <w:szCs w:val="24"/>
        </w:rPr>
        <w:tab/>
        <w:t>V § 130c odst. 1 se částka „2,236 Kč“ nahrazuje částkou „2,525 Kč“.“</w:t>
      </w:r>
      <w:r w:rsidR="00DD7F0A">
        <w:rPr>
          <w:szCs w:val="24"/>
        </w:rPr>
        <w:t>.</w:t>
      </w:r>
    </w:p>
    <w:p w:rsidR="00D41076" w:rsidRPr="00D41076" w:rsidRDefault="00D41076" w:rsidP="00D41076">
      <w:pPr>
        <w:rPr>
          <w:rFonts w:cs="Times New Roman"/>
          <w:b/>
        </w:rPr>
      </w:pPr>
    </w:p>
    <w:p w:rsidR="00D63A7F" w:rsidRDefault="00D63A7F">
      <w:pPr>
        <w:widowControl/>
        <w:suppressAutoHyphens w:val="0"/>
        <w:rPr>
          <w:rFonts w:cs="Times New Roman"/>
          <w:b/>
        </w:rPr>
      </w:pPr>
      <w:r>
        <w:rPr>
          <w:rFonts w:cs="Times New Roman"/>
          <w:b/>
        </w:rPr>
        <w:br w:type="page"/>
      </w:r>
    </w:p>
    <w:p w:rsidR="00D41076" w:rsidRPr="00D41076" w:rsidRDefault="005A0DA6" w:rsidP="00D41076">
      <w:pPr>
        <w:rPr>
          <w:rFonts w:cs="Times New Roman"/>
        </w:rPr>
      </w:pPr>
      <w:proofErr w:type="gramStart"/>
      <w:r>
        <w:rPr>
          <w:rFonts w:cs="Times New Roman"/>
          <w:b/>
        </w:rPr>
        <w:lastRenderedPageBreak/>
        <w:t>K</w:t>
      </w:r>
      <w:r w:rsidR="00DD7F0A">
        <w:rPr>
          <w:rFonts w:cs="Times New Roman"/>
          <w:b/>
        </w:rPr>
        <w:t>2.2</w:t>
      </w:r>
      <w:r w:rsidR="00D41076" w:rsidRPr="00D41076">
        <w:rPr>
          <w:rFonts w:cs="Times New Roman"/>
          <w:b/>
        </w:rPr>
        <w:t>.</w:t>
      </w:r>
      <w:proofErr w:type="gramEnd"/>
      <w:r w:rsidR="00D41076" w:rsidRPr="00D41076">
        <w:rPr>
          <w:rFonts w:cs="Times New Roman"/>
        </w:rPr>
        <w:t xml:space="preserve"> V části čtvrté se na konci čl. VII doplňují body 4 až 9, které znějí:</w:t>
      </w:r>
    </w:p>
    <w:p w:rsidR="00D41076" w:rsidRPr="00D41076" w:rsidRDefault="00D41076" w:rsidP="00D41076">
      <w:pPr>
        <w:pStyle w:val="Novelizanbod"/>
        <w:keepNext w:val="0"/>
        <w:keepLines w:val="0"/>
        <w:tabs>
          <w:tab w:val="num" w:pos="6380"/>
        </w:tabs>
        <w:spacing w:before="120"/>
        <w:ind w:left="567" w:hanging="567"/>
        <w:rPr>
          <w:szCs w:val="24"/>
        </w:rPr>
      </w:pPr>
      <w:r w:rsidRPr="00D63A7F">
        <w:rPr>
          <w:bCs/>
          <w:szCs w:val="24"/>
        </w:rPr>
        <w:t>„</w:t>
      </w:r>
      <w:r w:rsidRPr="00D41076">
        <w:rPr>
          <w:bCs/>
          <w:szCs w:val="24"/>
        </w:rPr>
        <w:t>4.</w:t>
      </w:r>
      <w:r w:rsidRPr="00D41076">
        <w:rPr>
          <w:szCs w:val="24"/>
        </w:rPr>
        <w:tab/>
        <w:t>V § 104 odstavec 1 zní:</w:t>
      </w:r>
    </w:p>
    <w:p w:rsidR="00D41076" w:rsidRPr="00D41076" w:rsidRDefault="00D41076" w:rsidP="00D41076">
      <w:pPr>
        <w:pStyle w:val="Textodstavce"/>
        <w:keepNext/>
        <w:keepLines/>
        <w:numPr>
          <w:ilvl w:val="0"/>
          <w:numId w:val="0"/>
        </w:numPr>
        <w:ind w:firstLine="425"/>
        <w:rPr>
          <w:rFonts w:cs="Times New Roman"/>
        </w:rPr>
      </w:pPr>
      <w:r w:rsidRPr="00D41076">
        <w:rPr>
          <w:rFonts w:cs="Times New Roman"/>
        </w:rPr>
        <w:t>„(1) Sazby daně jsou stanoveny takto:</w:t>
      </w:r>
    </w:p>
    <w:tbl>
      <w:tblPr>
        <w:tblW w:w="9087" w:type="dxa"/>
        <w:tblInd w:w="55" w:type="dxa"/>
        <w:tblCellMar>
          <w:left w:w="70" w:type="dxa"/>
          <w:right w:w="70" w:type="dxa"/>
        </w:tblCellMar>
        <w:tblLook w:val="04A0" w:firstRow="1" w:lastRow="0" w:firstColumn="1" w:lastColumn="0" w:noHBand="0" w:noVBand="1"/>
      </w:tblPr>
      <w:tblGrid>
        <w:gridCol w:w="1716"/>
        <w:gridCol w:w="2552"/>
        <w:gridCol w:w="2268"/>
        <w:gridCol w:w="2551"/>
      </w:tblGrid>
      <w:tr w:rsidR="00D41076" w:rsidRPr="00D41076" w:rsidTr="00D41076">
        <w:trPr>
          <w:trHeight w:val="33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Text</w:t>
            </w:r>
          </w:p>
        </w:tc>
        <w:tc>
          <w:tcPr>
            <w:tcW w:w="7371" w:type="dxa"/>
            <w:gridSpan w:val="3"/>
            <w:tcBorders>
              <w:top w:val="single" w:sz="8" w:space="0" w:color="auto"/>
              <w:left w:val="nil"/>
              <w:bottom w:val="single" w:sz="8" w:space="0" w:color="auto"/>
              <w:right w:val="single" w:sz="8" w:space="0" w:color="000000"/>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Sazba daně</w:t>
            </w:r>
          </w:p>
        </w:tc>
      </w:tr>
      <w:tr w:rsidR="00D41076" w:rsidRPr="00D41076" w:rsidTr="00D41076">
        <w:trPr>
          <w:trHeight w:val="33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keepNext/>
              <w:keepLines/>
              <w:spacing w:after="40"/>
              <w:rPr>
                <w:rFonts w:cs="Times New Roman"/>
                <w:color w:val="000000"/>
              </w:rPr>
            </w:pPr>
          </w:p>
        </w:tc>
        <w:tc>
          <w:tcPr>
            <w:tcW w:w="2552"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Procentní část</w:t>
            </w:r>
          </w:p>
        </w:tc>
        <w:tc>
          <w:tcPr>
            <w:tcW w:w="2268"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Pevná část</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Minimální</w:t>
            </w:r>
          </w:p>
        </w:tc>
      </w:tr>
      <w:tr w:rsidR="00D41076" w:rsidRPr="00D41076" w:rsidTr="00D41076">
        <w:trPr>
          <w:trHeight w:val="399"/>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Cigarety</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27 %</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1,81 Kč/kus</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celkem nejméně však</w:t>
            </w:r>
          </w:p>
          <w:p w:rsidR="00D41076" w:rsidRPr="00D41076" w:rsidRDefault="00D41076" w:rsidP="00D41076">
            <w:pPr>
              <w:keepNext/>
              <w:keepLines/>
              <w:spacing w:after="40"/>
              <w:jc w:val="center"/>
              <w:rPr>
                <w:rFonts w:cs="Times New Roman"/>
                <w:color w:val="000000"/>
              </w:rPr>
            </w:pPr>
            <w:r w:rsidRPr="00D41076">
              <w:rPr>
                <w:rFonts w:cs="Times New Roman"/>
                <w:color w:val="000000"/>
              </w:rPr>
              <w:t>3,15 Kč/kus</w:t>
            </w:r>
          </w:p>
        </w:tc>
      </w:tr>
      <w:tr w:rsidR="00D41076" w:rsidRPr="00D41076" w:rsidTr="00D41076">
        <w:trPr>
          <w:trHeight w:val="396"/>
        </w:trPr>
        <w:tc>
          <w:tcPr>
            <w:tcW w:w="171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 xml:space="preserve">doutníky, </w:t>
            </w:r>
            <w:proofErr w:type="spellStart"/>
            <w:r w:rsidRPr="00D41076">
              <w:rPr>
                <w:rFonts w:cs="Times New Roman"/>
                <w:color w:val="000000"/>
              </w:rPr>
              <w:t>cigarillos</w:t>
            </w:r>
            <w:proofErr w:type="spellEnd"/>
          </w:p>
        </w:tc>
        <w:tc>
          <w:tcPr>
            <w:tcW w:w="25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 </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2,05 Kč/kus</w:t>
            </w:r>
          </w:p>
        </w:tc>
        <w:tc>
          <w:tcPr>
            <w:tcW w:w="255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 </w:t>
            </w:r>
          </w:p>
        </w:tc>
      </w:tr>
      <w:tr w:rsidR="00D41076" w:rsidRPr="00D41076" w:rsidTr="00D41076">
        <w:trPr>
          <w:trHeight w:val="450"/>
        </w:trPr>
        <w:tc>
          <w:tcPr>
            <w:tcW w:w="1716"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keepNext/>
              <w:keepLines/>
              <w:spacing w:after="40"/>
              <w:rPr>
                <w:rFonts w:cs="Times New Roman"/>
                <w:color w:val="000000"/>
              </w:rPr>
            </w:pPr>
          </w:p>
        </w:tc>
        <w:tc>
          <w:tcPr>
            <w:tcW w:w="2552"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keepNext/>
              <w:keepLines/>
              <w:spacing w:after="40"/>
              <w:rPr>
                <w:rFonts w:cs="Times New Roman"/>
                <w:color w:val="000000"/>
              </w:rPr>
            </w:pPr>
          </w:p>
        </w:tc>
        <w:tc>
          <w:tcPr>
            <w:tcW w:w="2268"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keepNext/>
              <w:keepLines/>
              <w:spacing w:after="40"/>
              <w:rPr>
                <w:rFonts w:cs="Times New Roman"/>
                <w:color w:val="000000"/>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keepNext/>
              <w:keepLines/>
              <w:spacing w:after="40"/>
              <w:rPr>
                <w:rFonts w:cs="Times New Roman"/>
                <w:color w:val="000000"/>
              </w:rPr>
            </w:pPr>
          </w:p>
        </w:tc>
      </w:tr>
      <w:tr w:rsidR="00D41076" w:rsidRPr="00D41076" w:rsidTr="00D41076">
        <w:trPr>
          <w:trHeight w:val="572"/>
        </w:trPr>
        <w:tc>
          <w:tcPr>
            <w:tcW w:w="17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Tabák</w:t>
            </w:r>
          </w:p>
          <w:p w:rsidR="00D41076" w:rsidRPr="00D41076" w:rsidRDefault="00D41076" w:rsidP="00D41076">
            <w:pPr>
              <w:keepNext/>
              <w:keepLines/>
              <w:spacing w:after="40"/>
              <w:rPr>
                <w:rFonts w:cs="Times New Roman"/>
                <w:color w:val="000000"/>
              </w:rPr>
            </w:pPr>
            <w:r w:rsidRPr="00D41076">
              <w:rPr>
                <w:rFonts w:cs="Times New Roman"/>
                <w:color w:val="000000"/>
              </w:rPr>
              <w:t>ke kouření</w:t>
            </w: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 </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jc w:val="center"/>
              <w:rPr>
                <w:rFonts w:cs="Times New Roman"/>
                <w:color w:val="000000"/>
              </w:rPr>
            </w:pPr>
            <w:r w:rsidRPr="00D41076">
              <w:rPr>
                <w:rFonts w:cs="Times New Roman"/>
                <w:color w:val="000000"/>
              </w:rPr>
              <w:t>2 678 Kč/kg</w:t>
            </w:r>
          </w:p>
        </w:tc>
        <w:tc>
          <w:tcPr>
            <w:tcW w:w="25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keepNext/>
              <w:keepLines/>
              <w:spacing w:after="40"/>
              <w:rPr>
                <w:rFonts w:cs="Times New Roman"/>
                <w:color w:val="000000"/>
              </w:rPr>
            </w:pPr>
            <w:r w:rsidRPr="00D41076">
              <w:rPr>
                <w:rFonts w:cs="Times New Roman"/>
                <w:color w:val="000000"/>
              </w:rPr>
              <w:t> </w:t>
            </w:r>
          </w:p>
        </w:tc>
      </w:tr>
    </w:tbl>
    <w:p w:rsidR="00D41076" w:rsidRPr="00D41076" w:rsidRDefault="00D41076" w:rsidP="00D41076">
      <w:pPr>
        <w:pStyle w:val="CELEX"/>
        <w:spacing w:after="120"/>
        <w:rPr>
          <w:rFonts w:ascii="Times New Roman" w:hAnsi="Times New Roman" w:cs="Times New Roman"/>
          <w:i w:val="0"/>
          <w:sz w:val="24"/>
          <w:szCs w:val="24"/>
        </w:rPr>
      </w:pPr>
      <w:r w:rsidRPr="00D41076">
        <w:rPr>
          <w:rFonts w:ascii="Times New Roman" w:hAnsi="Times New Roman" w:cs="Times New Roman"/>
          <w:i w:val="0"/>
          <w:sz w:val="24"/>
          <w:szCs w:val="24"/>
        </w:rPr>
        <w:t>“.</w:t>
      </w:r>
    </w:p>
    <w:p w:rsidR="00D41076" w:rsidRPr="00D41076" w:rsidRDefault="00D41076" w:rsidP="00D41076">
      <w:pPr>
        <w:pStyle w:val="Novelizanbod"/>
        <w:keepNext w:val="0"/>
        <w:keepLines w:val="0"/>
        <w:tabs>
          <w:tab w:val="num" w:pos="6380"/>
        </w:tabs>
        <w:spacing w:before="120"/>
        <w:ind w:left="567" w:hanging="567"/>
        <w:rPr>
          <w:szCs w:val="24"/>
        </w:rPr>
      </w:pPr>
      <w:r w:rsidRPr="00D41076">
        <w:rPr>
          <w:bCs/>
          <w:szCs w:val="24"/>
        </w:rPr>
        <w:t>5.</w:t>
      </w:r>
      <w:r w:rsidRPr="00D41076">
        <w:rPr>
          <w:szCs w:val="24"/>
        </w:rPr>
        <w:tab/>
        <w:t>V § 130c odst. 1 se částka „2,525 Kč“ nahrazuje částkou „2,678 Kč“.</w:t>
      </w:r>
    </w:p>
    <w:p w:rsidR="00D41076" w:rsidRPr="00D41076" w:rsidRDefault="00D41076" w:rsidP="00D41076">
      <w:pPr>
        <w:pStyle w:val="Novelizanbod"/>
        <w:keepNext w:val="0"/>
        <w:keepLines w:val="0"/>
        <w:spacing w:before="120"/>
        <w:ind w:left="567" w:hanging="567"/>
        <w:rPr>
          <w:szCs w:val="24"/>
        </w:rPr>
      </w:pPr>
      <w:r w:rsidRPr="00D41076">
        <w:rPr>
          <w:bCs/>
          <w:szCs w:val="24"/>
        </w:rPr>
        <w:t>6.</w:t>
      </w:r>
      <w:r w:rsidRPr="00D41076">
        <w:rPr>
          <w:szCs w:val="24"/>
        </w:rPr>
        <w:tab/>
        <w:t>V § 104 odstavec 1 zní:</w:t>
      </w:r>
    </w:p>
    <w:p w:rsidR="00D41076" w:rsidRPr="00D41076" w:rsidRDefault="00D41076" w:rsidP="00D41076">
      <w:pPr>
        <w:pStyle w:val="Textodstavce"/>
        <w:keepNext/>
        <w:numPr>
          <w:ilvl w:val="0"/>
          <w:numId w:val="0"/>
        </w:numPr>
        <w:ind w:firstLine="425"/>
        <w:rPr>
          <w:rFonts w:cs="Times New Roman"/>
        </w:rPr>
      </w:pPr>
      <w:r w:rsidRPr="00D41076">
        <w:rPr>
          <w:rFonts w:cs="Times New Roman"/>
        </w:rPr>
        <w:t>„(1) Sazby daně jsou stanoveny takto:</w:t>
      </w:r>
    </w:p>
    <w:tbl>
      <w:tblPr>
        <w:tblW w:w="9087" w:type="dxa"/>
        <w:tblInd w:w="55" w:type="dxa"/>
        <w:tblCellMar>
          <w:left w:w="70" w:type="dxa"/>
          <w:right w:w="70" w:type="dxa"/>
        </w:tblCellMar>
        <w:tblLook w:val="04A0" w:firstRow="1" w:lastRow="0" w:firstColumn="1" w:lastColumn="0" w:noHBand="0" w:noVBand="1"/>
      </w:tblPr>
      <w:tblGrid>
        <w:gridCol w:w="1716"/>
        <w:gridCol w:w="2552"/>
        <w:gridCol w:w="2268"/>
        <w:gridCol w:w="2551"/>
      </w:tblGrid>
      <w:tr w:rsidR="00D41076" w:rsidRPr="00D41076" w:rsidTr="00D41076">
        <w:trPr>
          <w:trHeight w:val="33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keepNext/>
              <w:spacing w:after="40"/>
              <w:rPr>
                <w:rFonts w:cs="Times New Roman"/>
                <w:color w:val="000000"/>
              </w:rPr>
            </w:pPr>
            <w:r w:rsidRPr="00D41076">
              <w:rPr>
                <w:rFonts w:cs="Times New Roman"/>
                <w:color w:val="000000"/>
              </w:rPr>
              <w:t>Text</w:t>
            </w:r>
          </w:p>
        </w:tc>
        <w:tc>
          <w:tcPr>
            <w:tcW w:w="7371" w:type="dxa"/>
            <w:gridSpan w:val="3"/>
            <w:tcBorders>
              <w:top w:val="single" w:sz="8" w:space="0" w:color="auto"/>
              <w:left w:val="nil"/>
              <w:bottom w:val="single" w:sz="8" w:space="0" w:color="auto"/>
              <w:right w:val="single" w:sz="8" w:space="0" w:color="000000"/>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Sazba daně</w:t>
            </w:r>
          </w:p>
        </w:tc>
      </w:tr>
      <w:tr w:rsidR="00D41076" w:rsidRPr="00D41076" w:rsidTr="00D41076">
        <w:trPr>
          <w:trHeight w:val="33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keepNext/>
              <w:spacing w:after="40"/>
              <w:rPr>
                <w:rFonts w:cs="Times New Roman"/>
                <w:color w:val="000000"/>
              </w:rPr>
            </w:pPr>
          </w:p>
        </w:tc>
        <w:tc>
          <w:tcPr>
            <w:tcW w:w="2552"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Procentní část</w:t>
            </w:r>
          </w:p>
        </w:tc>
        <w:tc>
          <w:tcPr>
            <w:tcW w:w="2268"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Pevná část</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Minimální</w:t>
            </w:r>
          </w:p>
        </w:tc>
      </w:tr>
      <w:tr w:rsidR="00D41076" w:rsidRPr="00D41076" w:rsidTr="00D41076">
        <w:trPr>
          <w:trHeight w:val="541"/>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Cigarety</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27 %</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1,89 Kč/kus</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celkem nejméně však</w:t>
            </w:r>
          </w:p>
          <w:p w:rsidR="00D41076" w:rsidRPr="00D41076" w:rsidRDefault="00D41076" w:rsidP="00D41076">
            <w:pPr>
              <w:spacing w:after="40"/>
              <w:jc w:val="center"/>
              <w:rPr>
                <w:rFonts w:cs="Times New Roman"/>
                <w:color w:val="000000"/>
              </w:rPr>
            </w:pPr>
            <w:r w:rsidRPr="00D41076">
              <w:rPr>
                <w:rFonts w:cs="Times New Roman"/>
                <w:color w:val="000000"/>
              </w:rPr>
              <w:t>3,27 Kč/kus</w:t>
            </w:r>
          </w:p>
        </w:tc>
      </w:tr>
      <w:tr w:rsidR="00D41076" w:rsidRPr="00D41076" w:rsidTr="00D41076">
        <w:trPr>
          <w:trHeight w:val="396"/>
        </w:trPr>
        <w:tc>
          <w:tcPr>
            <w:tcW w:w="171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xml:space="preserve">doutníky, </w:t>
            </w:r>
            <w:proofErr w:type="spellStart"/>
            <w:r w:rsidRPr="00D41076">
              <w:rPr>
                <w:rFonts w:cs="Times New Roman"/>
                <w:color w:val="000000"/>
              </w:rPr>
              <w:t>cigarillos</w:t>
            </w:r>
            <w:proofErr w:type="spellEnd"/>
          </w:p>
        </w:tc>
        <w:tc>
          <w:tcPr>
            <w:tcW w:w="25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2,13 Kč/kus</w:t>
            </w:r>
          </w:p>
        </w:tc>
        <w:tc>
          <w:tcPr>
            <w:tcW w:w="255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r w:rsidR="00D41076" w:rsidRPr="00D41076" w:rsidTr="00D41076">
        <w:trPr>
          <w:trHeight w:val="450"/>
        </w:trPr>
        <w:tc>
          <w:tcPr>
            <w:tcW w:w="1716"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552"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268"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r>
      <w:tr w:rsidR="00D41076" w:rsidRPr="00D41076" w:rsidTr="00D41076">
        <w:trPr>
          <w:trHeight w:val="629"/>
        </w:trPr>
        <w:tc>
          <w:tcPr>
            <w:tcW w:w="17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Tabák</w:t>
            </w:r>
          </w:p>
          <w:p w:rsidR="00D41076" w:rsidRPr="00D41076" w:rsidRDefault="00D41076" w:rsidP="00D41076">
            <w:pPr>
              <w:spacing w:after="40"/>
              <w:rPr>
                <w:rFonts w:cs="Times New Roman"/>
                <w:color w:val="000000"/>
              </w:rPr>
            </w:pPr>
            <w:r w:rsidRPr="00D41076">
              <w:rPr>
                <w:rFonts w:cs="Times New Roman"/>
                <w:color w:val="000000"/>
              </w:rPr>
              <w:t>ke kouření</w:t>
            </w: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2 780 Kč/kg</w:t>
            </w:r>
          </w:p>
        </w:tc>
        <w:tc>
          <w:tcPr>
            <w:tcW w:w="25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bl>
    <w:p w:rsidR="00D41076" w:rsidRPr="00D41076" w:rsidRDefault="00D41076" w:rsidP="00D41076">
      <w:pPr>
        <w:pStyle w:val="CELEX"/>
        <w:spacing w:after="120"/>
        <w:rPr>
          <w:rFonts w:ascii="Times New Roman" w:hAnsi="Times New Roman" w:cs="Times New Roman"/>
          <w:i w:val="0"/>
          <w:sz w:val="24"/>
          <w:szCs w:val="24"/>
        </w:rPr>
      </w:pPr>
      <w:r w:rsidRPr="00D41076">
        <w:rPr>
          <w:rFonts w:ascii="Times New Roman" w:hAnsi="Times New Roman" w:cs="Times New Roman"/>
          <w:i w:val="0"/>
          <w:sz w:val="24"/>
          <w:szCs w:val="24"/>
        </w:rPr>
        <w:t>“.</w:t>
      </w:r>
    </w:p>
    <w:p w:rsidR="00D41076" w:rsidRPr="00D41076" w:rsidRDefault="00D41076" w:rsidP="00D41076">
      <w:pPr>
        <w:pStyle w:val="Novelizanbod"/>
        <w:keepNext w:val="0"/>
        <w:keepLines w:val="0"/>
        <w:spacing w:before="120"/>
        <w:ind w:left="567" w:hanging="567"/>
        <w:rPr>
          <w:szCs w:val="24"/>
        </w:rPr>
      </w:pPr>
      <w:r w:rsidRPr="00D41076">
        <w:rPr>
          <w:bCs/>
          <w:szCs w:val="24"/>
        </w:rPr>
        <w:t>7.</w:t>
      </w:r>
      <w:r w:rsidRPr="00D41076">
        <w:rPr>
          <w:szCs w:val="24"/>
        </w:rPr>
        <w:tab/>
        <w:t>V § 130c odst. 1 se částka „2,678 Kč“ nahrazuje částkou „2,78 Kč“.</w:t>
      </w:r>
    </w:p>
    <w:p w:rsidR="00D41076" w:rsidRPr="00D41076" w:rsidRDefault="00D41076" w:rsidP="00D41076">
      <w:pPr>
        <w:pStyle w:val="Novelizanbod"/>
        <w:keepNext w:val="0"/>
        <w:keepLines w:val="0"/>
        <w:spacing w:before="120"/>
        <w:ind w:left="567" w:hanging="567"/>
        <w:rPr>
          <w:szCs w:val="24"/>
        </w:rPr>
      </w:pPr>
      <w:r w:rsidRPr="00D41076">
        <w:rPr>
          <w:bCs/>
          <w:szCs w:val="24"/>
        </w:rPr>
        <w:t>8.</w:t>
      </w:r>
      <w:r w:rsidRPr="00D41076">
        <w:rPr>
          <w:szCs w:val="24"/>
        </w:rPr>
        <w:tab/>
        <w:t>V § 104 odstavec 1 zní:</w:t>
      </w:r>
    </w:p>
    <w:p w:rsidR="00D41076" w:rsidRPr="00D41076" w:rsidRDefault="00D41076" w:rsidP="00D41076">
      <w:pPr>
        <w:pStyle w:val="Textodstavce"/>
        <w:keepNext/>
        <w:numPr>
          <w:ilvl w:val="0"/>
          <w:numId w:val="0"/>
        </w:numPr>
        <w:ind w:firstLine="425"/>
        <w:rPr>
          <w:rFonts w:cs="Times New Roman"/>
        </w:rPr>
      </w:pPr>
      <w:r w:rsidRPr="00D41076">
        <w:rPr>
          <w:rFonts w:cs="Times New Roman"/>
        </w:rPr>
        <w:t>„(1) Sazby daně jsou stanoveny takto:</w:t>
      </w:r>
    </w:p>
    <w:tbl>
      <w:tblPr>
        <w:tblW w:w="9087" w:type="dxa"/>
        <w:tblInd w:w="55" w:type="dxa"/>
        <w:tblCellMar>
          <w:left w:w="70" w:type="dxa"/>
          <w:right w:w="70" w:type="dxa"/>
        </w:tblCellMar>
        <w:tblLook w:val="04A0" w:firstRow="1" w:lastRow="0" w:firstColumn="1" w:lastColumn="0" w:noHBand="0" w:noVBand="1"/>
      </w:tblPr>
      <w:tblGrid>
        <w:gridCol w:w="1716"/>
        <w:gridCol w:w="2552"/>
        <w:gridCol w:w="2268"/>
        <w:gridCol w:w="2551"/>
      </w:tblGrid>
      <w:tr w:rsidR="00D41076" w:rsidRPr="00D41076" w:rsidTr="00D41076">
        <w:trPr>
          <w:trHeight w:val="33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076" w:rsidRPr="00D41076" w:rsidRDefault="00D41076" w:rsidP="00D41076">
            <w:pPr>
              <w:keepNext/>
              <w:spacing w:after="40"/>
              <w:rPr>
                <w:rFonts w:cs="Times New Roman"/>
                <w:color w:val="000000"/>
              </w:rPr>
            </w:pPr>
            <w:r w:rsidRPr="00D41076">
              <w:rPr>
                <w:rFonts w:cs="Times New Roman"/>
                <w:color w:val="000000"/>
              </w:rPr>
              <w:t>Text</w:t>
            </w:r>
          </w:p>
        </w:tc>
        <w:tc>
          <w:tcPr>
            <w:tcW w:w="7371" w:type="dxa"/>
            <w:gridSpan w:val="3"/>
            <w:tcBorders>
              <w:top w:val="single" w:sz="8" w:space="0" w:color="auto"/>
              <w:left w:val="nil"/>
              <w:bottom w:val="single" w:sz="8" w:space="0" w:color="auto"/>
              <w:right w:val="single" w:sz="8" w:space="0" w:color="000000"/>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Sazba daně</w:t>
            </w:r>
          </w:p>
        </w:tc>
      </w:tr>
      <w:tr w:rsidR="00D41076" w:rsidRPr="00D41076" w:rsidTr="00D41076">
        <w:trPr>
          <w:trHeight w:val="33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D41076" w:rsidRPr="00D41076" w:rsidRDefault="00D41076" w:rsidP="00D41076">
            <w:pPr>
              <w:keepNext/>
              <w:spacing w:after="40"/>
              <w:rPr>
                <w:rFonts w:cs="Times New Roman"/>
                <w:color w:val="000000"/>
              </w:rPr>
            </w:pPr>
          </w:p>
        </w:tc>
        <w:tc>
          <w:tcPr>
            <w:tcW w:w="2552"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Procentní část</w:t>
            </w:r>
          </w:p>
        </w:tc>
        <w:tc>
          <w:tcPr>
            <w:tcW w:w="2268"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Pevná část</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keepNext/>
              <w:spacing w:after="40"/>
              <w:jc w:val="center"/>
              <w:rPr>
                <w:rFonts w:cs="Times New Roman"/>
                <w:color w:val="000000"/>
              </w:rPr>
            </w:pPr>
            <w:r w:rsidRPr="00D41076">
              <w:rPr>
                <w:rFonts w:cs="Times New Roman"/>
                <w:color w:val="000000"/>
              </w:rPr>
              <w:t>Minimální</w:t>
            </w:r>
          </w:p>
        </w:tc>
      </w:tr>
      <w:tr w:rsidR="00D41076" w:rsidRPr="00D41076" w:rsidTr="00D41076">
        <w:trPr>
          <w:trHeight w:val="541"/>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Cigarety</w:t>
            </w:r>
          </w:p>
        </w:tc>
        <w:tc>
          <w:tcPr>
            <w:tcW w:w="2552"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27 %</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1,97 Kč/kus</w:t>
            </w:r>
          </w:p>
        </w:tc>
        <w:tc>
          <w:tcPr>
            <w:tcW w:w="2551" w:type="dxa"/>
            <w:tcBorders>
              <w:top w:val="nil"/>
              <w:left w:val="nil"/>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celkem nejméně však</w:t>
            </w:r>
          </w:p>
          <w:p w:rsidR="00D41076" w:rsidRPr="00D41076" w:rsidRDefault="00D41076" w:rsidP="00D41076">
            <w:pPr>
              <w:spacing w:after="40"/>
              <w:jc w:val="center"/>
              <w:rPr>
                <w:rFonts w:cs="Times New Roman"/>
                <w:color w:val="000000"/>
              </w:rPr>
            </w:pPr>
            <w:r w:rsidRPr="00D41076">
              <w:rPr>
                <w:rFonts w:cs="Times New Roman"/>
                <w:color w:val="000000"/>
              </w:rPr>
              <w:t>3,39 Kč/kus</w:t>
            </w:r>
          </w:p>
        </w:tc>
      </w:tr>
      <w:tr w:rsidR="00D41076" w:rsidRPr="00D41076" w:rsidTr="00D41076">
        <w:trPr>
          <w:trHeight w:val="396"/>
        </w:trPr>
        <w:tc>
          <w:tcPr>
            <w:tcW w:w="171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xml:space="preserve">doutníky, </w:t>
            </w:r>
            <w:proofErr w:type="spellStart"/>
            <w:r w:rsidRPr="00D41076">
              <w:rPr>
                <w:rFonts w:cs="Times New Roman"/>
                <w:color w:val="000000"/>
              </w:rPr>
              <w:t>cigarillos</w:t>
            </w:r>
            <w:proofErr w:type="spellEnd"/>
          </w:p>
        </w:tc>
        <w:tc>
          <w:tcPr>
            <w:tcW w:w="25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2,21 Kč/kus</w:t>
            </w:r>
          </w:p>
        </w:tc>
        <w:tc>
          <w:tcPr>
            <w:tcW w:w="255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r w:rsidR="00D41076" w:rsidRPr="00D41076" w:rsidTr="00D41076">
        <w:trPr>
          <w:trHeight w:val="450"/>
        </w:trPr>
        <w:tc>
          <w:tcPr>
            <w:tcW w:w="1716"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552"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268"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D41076" w:rsidRPr="00D41076" w:rsidRDefault="00D41076" w:rsidP="00D41076">
            <w:pPr>
              <w:spacing w:after="40"/>
              <w:rPr>
                <w:rFonts w:cs="Times New Roman"/>
                <w:color w:val="000000"/>
              </w:rPr>
            </w:pPr>
          </w:p>
        </w:tc>
      </w:tr>
      <w:tr w:rsidR="00D41076" w:rsidRPr="00D41076" w:rsidTr="00D41076">
        <w:trPr>
          <w:trHeight w:val="629"/>
        </w:trPr>
        <w:tc>
          <w:tcPr>
            <w:tcW w:w="17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Tabák</w:t>
            </w:r>
          </w:p>
          <w:p w:rsidR="00D41076" w:rsidRPr="00D41076" w:rsidRDefault="00D41076" w:rsidP="00D41076">
            <w:pPr>
              <w:spacing w:after="40"/>
              <w:rPr>
                <w:rFonts w:cs="Times New Roman"/>
                <w:color w:val="000000"/>
              </w:rPr>
            </w:pPr>
            <w:r w:rsidRPr="00D41076">
              <w:rPr>
                <w:rFonts w:cs="Times New Roman"/>
                <w:color w:val="000000"/>
              </w:rPr>
              <w:t>ke kouření</w:t>
            </w: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jc w:val="center"/>
              <w:rPr>
                <w:rFonts w:cs="Times New Roman"/>
                <w:color w:val="000000"/>
              </w:rPr>
            </w:pPr>
            <w:r w:rsidRPr="00D41076">
              <w:rPr>
                <w:rFonts w:cs="Times New Roman"/>
                <w:color w:val="000000"/>
              </w:rPr>
              <w:t>2 882 Kč/kg</w:t>
            </w:r>
          </w:p>
        </w:tc>
        <w:tc>
          <w:tcPr>
            <w:tcW w:w="25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41076" w:rsidRPr="00D41076" w:rsidRDefault="00D41076" w:rsidP="00D41076">
            <w:pPr>
              <w:spacing w:after="40"/>
              <w:rPr>
                <w:rFonts w:cs="Times New Roman"/>
                <w:color w:val="000000"/>
              </w:rPr>
            </w:pPr>
            <w:r w:rsidRPr="00D41076">
              <w:rPr>
                <w:rFonts w:cs="Times New Roman"/>
                <w:color w:val="000000"/>
              </w:rPr>
              <w:t> </w:t>
            </w:r>
          </w:p>
        </w:tc>
      </w:tr>
    </w:tbl>
    <w:p w:rsidR="00D41076" w:rsidRPr="00D41076" w:rsidRDefault="00D41076" w:rsidP="00D41076">
      <w:pPr>
        <w:pStyle w:val="CELEX"/>
        <w:spacing w:after="120"/>
        <w:rPr>
          <w:rFonts w:ascii="Times New Roman" w:hAnsi="Times New Roman" w:cs="Times New Roman"/>
          <w:i w:val="0"/>
          <w:sz w:val="24"/>
          <w:szCs w:val="24"/>
        </w:rPr>
      </w:pPr>
      <w:r w:rsidRPr="00D41076">
        <w:rPr>
          <w:rFonts w:ascii="Times New Roman" w:hAnsi="Times New Roman" w:cs="Times New Roman"/>
          <w:i w:val="0"/>
          <w:sz w:val="24"/>
          <w:szCs w:val="24"/>
        </w:rPr>
        <w:t>“.</w:t>
      </w:r>
    </w:p>
    <w:p w:rsidR="00D41076" w:rsidRPr="00D41076" w:rsidRDefault="00D41076" w:rsidP="00D41076">
      <w:pPr>
        <w:pStyle w:val="Novelizanbod"/>
        <w:keepNext w:val="0"/>
        <w:keepLines w:val="0"/>
        <w:spacing w:before="120"/>
        <w:ind w:left="567" w:hanging="567"/>
        <w:rPr>
          <w:szCs w:val="24"/>
        </w:rPr>
      </w:pPr>
      <w:r w:rsidRPr="00D41076">
        <w:rPr>
          <w:bCs/>
          <w:szCs w:val="24"/>
        </w:rPr>
        <w:lastRenderedPageBreak/>
        <w:t>9.</w:t>
      </w:r>
      <w:r w:rsidRPr="00D41076">
        <w:rPr>
          <w:szCs w:val="24"/>
        </w:rPr>
        <w:tab/>
        <w:t>V § 130c odst. 1 se částka „2,78 Kč“ nahrazuje částkou „2,882 Kč“. “.</w:t>
      </w:r>
    </w:p>
    <w:p w:rsidR="00D41076" w:rsidRPr="00D41076" w:rsidRDefault="005A0DA6" w:rsidP="00D41076">
      <w:pPr>
        <w:pStyle w:val="lnek"/>
        <w:spacing w:after="120"/>
        <w:jc w:val="both"/>
        <w:rPr>
          <w:rFonts w:ascii="Times New Roman" w:hAnsi="Times New Roman" w:cs="Times New Roman"/>
          <w:bCs/>
          <w:sz w:val="24"/>
          <w:szCs w:val="24"/>
        </w:rPr>
      </w:pPr>
      <w:proofErr w:type="gramStart"/>
      <w:r>
        <w:rPr>
          <w:rFonts w:ascii="Times New Roman" w:hAnsi="Times New Roman" w:cs="Times New Roman"/>
          <w:b/>
          <w:bCs/>
          <w:sz w:val="24"/>
          <w:szCs w:val="24"/>
        </w:rPr>
        <w:t>K</w:t>
      </w:r>
      <w:r w:rsidR="00DD7F0A">
        <w:rPr>
          <w:rFonts w:ascii="Times New Roman" w:hAnsi="Times New Roman" w:cs="Times New Roman"/>
          <w:b/>
          <w:bCs/>
          <w:sz w:val="24"/>
          <w:szCs w:val="24"/>
        </w:rPr>
        <w:t>2.3</w:t>
      </w:r>
      <w:r w:rsidR="00D41076" w:rsidRPr="00D41076">
        <w:rPr>
          <w:rFonts w:ascii="Times New Roman" w:hAnsi="Times New Roman" w:cs="Times New Roman"/>
          <w:b/>
          <w:bCs/>
          <w:sz w:val="24"/>
          <w:szCs w:val="24"/>
        </w:rPr>
        <w:t>.</w:t>
      </w:r>
      <w:proofErr w:type="gramEnd"/>
      <w:r w:rsidR="00D41076" w:rsidRPr="00D41076">
        <w:rPr>
          <w:rFonts w:ascii="Times New Roman" w:hAnsi="Times New Roman" w:cs="Times New Roman"/>
          <w:bCs/>
          <w:sz w:val="24"/>
          <w:szCs w:val="24"/>
        </w:rPr>
        <w:t xml:space="preserve"> V části čtvrté čl. VIII bod 2 zní:</w:t>
      </w:r>
    </w:p>
    <w:p w:rsidR="00D41076" w:rsidRPr="00D41076" w:rsidRDefault="00D41076" w:rsidP="005A0DA6">
      <w:pPr>
        <w:pStyle w:val="Textpechodka"/>
        <w:ind w:left="425" w:hanging="425"/>
        <w:rPr>
          <w:szCs w:val="24"/>
        </w:rPr>
      </w:pPr>
      <w:r w:rsidRPr="00D41076">
        <w:rPr>
          <w:bCs/>
          <w:szCs w:val="24"/>
        </w:rPr>
        <w:t>„2.</w:t>
      </w:r>
      <w:r w:rsidRPr="00D41076">
        <w:rPr>
          <w:bCs/>
          <w:szCs w:val="24"/>
        </w:rPr>
        <w:tab/>
      </w:r>
      <w:r w:rsidRPr="00D41076">
        <w:rPr>
          <w:szCs w:val="24"/>
        </w:rPr>
        <w:t xml:space="preserve">Ustanovení § 104 odst. 1 a § 130c odst. 1 zákona č. 353/2003 Sb., ve znění účinném ode dne nabytí účinnosti tohoto zákona, se nepoužijí pro </w:t>
      </w:r>
    </w:p>
    <w:p w:rsidR="00D41076" w:rsidRPr="00D41076" w:rsidRDefault="00D41076" w:rsidP="00D41076">
      <w:pPr>
        <w:pStyle w:val="Textpechodka"/>
        <w:spacing w:before="120"/>
        <w:ind w:left="851" w:hanging="284"/>
        <w:rPr>
          <w:szCs w:val="24"/>
        </w:rPr>
      </w:pPr>
      <w:r w:rsidRPr="00D41076">
        <w:rPr>
          <w:szCs w:val="24"/>
        </w:rPr>
        <w:t>a)</w:t>
      </w:r>
      <w:r w:rsidRPr="00D41076">
        <w:rPr>
          <w:szCs w:val="24"/>
        </w:rPr>
        <w:tab/>
        <w:t>tabákové výrobky nebo zahřívané tabákové výrobky, u nichž povinnost daň přiznat a zaplatit vznikla v roce 2019 nebo nejpozději v  kalendářním měsíci následujícím po dni vyhlášení tohoto zákona,</w:t>
      </w:r>
    </w:p>
    <w:p w:rsidR="00D41076" w:rsidRPr="00D41076" w:rsidRDefault="00D41076" w:rsidP="00D41076">
      <w:pPr>
        <w:pStyle w:val="Textpechodka"/>
        <w:spacing w:before="120"/>
        <w:ind w:left="851" w:hanging="284"/>
        <w:rPr>
          <w:szCs w:val="24"/>
        </w:rPr>
      </w:pPr>
      <w:r w:rsidRPr="00D41076">
        <w:rPr>
          <w:szCs w:val="24"/>
        </w:rPr>
        <w:t>b)</w:t>
      </w:r>
      <w:r w:rsidRPr="00D41076">
        <w:rPr>
          <w:szCs w:val="24"/>
        </w:rPr>
        <w:tab/>
        <w:t>surový tabák, u něhož daňová povinnost vznikla v roce 2019 nebo nejpozději v kalendářním měsíci následujícím po dni vyhlášení tohoto zákona.“.</w:t>
      </w:r>
    </w:p>
    <w:p w:rsidR="00D41076" w:rsidRPr="00D41076" w:rsidRDefault="005A0DA6" w:rsidP="00D41076">
      <w:pPr>
        <w:pStyle w:val="lnek"/>
        <w:spacing w:after="120"/>
        <w:jc w:val="both"/>
        <w:rPr>
          <w:rFonts w:ascii="Times New Roman" w:hAnsi="Times New Roman" w:cs="Times New Roman"/>
          <w:bCs/>
          <w:sz w:val="24"/>
          <w:szCs w:val="24"/>
        </w:rPr>
      </w:pPr>
      <w:proofErr w:type="gramStart"/>
      <w:r>
        <w:rPr>
          <w:rFonts w:ascii="Times New Roman" w:hAnsi="Times New Roman" w:cs="Times New Roman"/>
          <w:b/>
          <w:bCs/>
          <w:sz w:val="24"/>
          <w:szCs w:val="24"/>
        </w:rPr>
        <w:t>K</w:t>
      </w:r>
      <w:r w:rsidR="00DD7F0A">
        <w:rPr>
          <w:rFonts w:ascii="Times New Roman" w:hAnsi="Times New Roman" w:cs="Times New Roman"/>
          <w:b/>
          <w:bCs/>
          <w:sz w:val="24"/>
          <w:szCs w:val="24"/>
        </w:rPr>
        <w:t>2.4</w:t>
      </w:r>
      <w:r w:rsidR="00D41076" w:rsidRPr="00D41076">
        <w:rPr>
          <w:rFonts w:ascii="Times New Roman" w:hAnsi="Times New Roman" w:cs="Times New Roman"/>
          <w:b/>
          <w:bCs/>
          <w:sz w:val="24"/>
          <w:szCs w:val="24"/>
        </w:rPr>
        <w:t>.</w:t>
      </w:r>
      <w:proofErr w:type="gramEnd"/>
      <w:r w:rsidR="00D41076" w:rsidRPr="00D41076">
        <w:rPr>
          <w:rFonts w:ascii="Times New Roman" w:hAnsi="Times New Roman" w:cs="Times New Roman"/>
          <w:bCs/>
          <w:sz w:val="24"/>
          <w:szCs w:val="24"/>
        </w:rPr>
        <w:t xml:space="preserve"> V části čtvrté se na konci čl. VIII doplňují body 3. až 6., které znějí:</w:t>
      </w:r>
    </w:p>
    <w:p w:rsidR="00D41076" w:rsidRPr="00D41076" w:rsidRDefault="00D41076" w:rsidP="005A0DA6">
      <w:pPr>
        <w:pStyle w:val="lnek"/>
        <w:keepNext w:val="0"/>
        <w:spacing w:before="0" w:after="120"/>
        <w:ind w:left="708" w:hanging="646"/>
        <w:jc w:val="both"/>
        <w:rPr>
          <w:rFonts w:ascii="Times New Roman" w:hAnsi="Times New Roman" w:cs="Times New Roman"/>
          <w:bCs/>
          <w:sz w:val="24"/>
          <w:szCs w:val="24"/>
        </w:rPr>
      </w:pPr>
      <w:r w:rsidRPr="00D41076" w:rsidDel="001C6609">
        <w:rPr>
          <w:rFonts w:ascii="Times New Roman" w:hAnsi="Times New Roman" w:cs="Times New Roman"/>
          <w:bCs/>
          <w:sz w:val="24"/>
          <w:szCs w:val="24"/>
        </w:rPr>
        <w:t xml:space="preserve"> </w:t>
      </w:r>
      <w:r w:rsidRPr="00D41076">
        <w:rPr>
          <w:rFonts w:ascii="Times New Roman" w:hAnsi="Times New Roman" w:cs="Times New Roman"/>
          <w:bCs/>
          <w:sz w:val="24"/>
          <w:szCs w:val="24"/>
        </w:rPr>
        <w:t xml:space="preserve">„3. V případě změny sazby spotřební daně podle čl. VII bodu 2 a 3 činí lhůta podle </w:t>
      </w:r>
    </w:p>
    <w:p w:rsidR="00D41076" w:rsidRPr="00D41076" w:rsidRDefault="00D41076" w:rsidP="00D41076">
      <w:pPr>
        <w:pStyle w:val="lnek"/>
        <w:keepNext w:val="0"/>
        <w:spacing w:before="0" w:after="0" w:line="240" w:lineRule="auto"/>
        <w:ind w:left="708" w:hanging="646"/>
        <w:jc w:val="both"/>
        <w:rPr>
          <w:rFonts w:ascii="Times New Roman" w:hAnsi="Times New Roman" w:cs="Times New Roman"/>
          <w:sz w:val="24"/>
          <w:szCs w:val="24"/>
        </w:rPr>
      </w:pPr>
      <w:r w:rsidRPr="00D41076">
        <w:rPr>
          <w:rFonts w:ascii="Times New Roman" w:hAnsi="Times New Roman" w:cs="Times New Roman"/>
          <w:bCs/>
          <w:sz w:val="24"/>
          <w:szCs w:val="24"/>
        </w:rPr>
        <w:t>a) § 118a odst. 1 zákona č. 353/2003 Sb., ve znění pozdějších předpisů, 4 týdny přede dnem</w:t>
      </w:r>
      <w:r w:rsidRPr="00D41076">
        <w:rPr>
          <w:rFonts w:ascii="Times New Roman" w:hAnsi="Times New Roman" w:cs="Times New Roman"/>
          <w:sz w:val="24"/>
          <w:szCs w:val="24"/>
        </w:rPr>
        <w:t>, od kterého se tento zákon použije na tabákové výrobky nebo zahřívané tabákové výrobky,</w:t>
      </w:r>
    </w:p>
    <w:p w:rsidR="00D41076" w:rsidRPr="00D41076" w:rsidRDefault="00D41076" w:rsidP="00D41076">
      <w:pPr>
        <w:pStyle w:val="lnek"/>
        <w:keepNext w:val="0"/>
        <w:spacing w:before="0" w:after="0" w:line="240" w:lineRule="auto"/>
        <w:ind w:left="708" w:hanging="646"/>
        <w:jc w:val="both"/>
        <w:rPr>
          <w:rFonts w:ascii="Times New Roman" w:hAnsi="Times New Roman" w:cs="Times New Roman"/>
          <w:bCs/>
          <w:sz w:val="24"/>
          <w:szCs w:val="24"/>
        </w:rPr>
      </w:pPr>
      <w:r w:rsidRPr="00D41076">
        <w:rPr>
          <w:rFonts w:ascii="Times New Roman" w:hAnsi="Times New Roman" w:cs="Times New Roman"/>
          <w:bCs/>
          <w:sz w:val="24"/>
          <w:szCs w:val="24"/>
        </w:rPr>
        <w:t>b) § 118b odst. 1 zákona č. 353/2003 Sb., ve znění pozdějších předpisů, 4 týdny před prvním odběrem tabákové nálepky odpovídající nové sazbě daně,</w:t>
      </w:r>
    </w:p>
    <w:p w:rsidR="00D41076" w:rsidRPr="00D41076" w:rsidRDefault="00D41076" w:rsidP="00D41076">
      <w:pPr>
        <w:pStyle w:val="lnek"/>
        <w:keepNext w:val="0"/>
        <w:spacing w:before="0" w:after="0" w:line="240" w:lineRule="auto"/>
        <w:ind w:left="708" w:hanging="646"/>
        <w:jc w:val="both"/>
        <w:rPr>
          <w:rFonts w:ascii="Times New Roman" w:hAnsi="Times New Roman" w:cs="Times New Roman"/>
          <w:bCs/>
          <w:sz w:val="24"/>
          <w:szCs w:val="24"/>
        </w:rPr>
      </w:pPr>
      <w:r w:rsidRPr="00D41076">
        <w:rPr>
          <w:rFonts w:ascii="Times New Roman" w:hAnsi="Times New Roman" w:cs="Times New Roman"/>
          <w:bCs/>
          <w:sz w:val="24"/>
          <w:szCs w:val="24"/>
        </w:rPr>
        <w:t>c) § 118b odst. 2 zákona č. 353/2003 Sb., ve znění pozdějších předpisů, 6 týdnů přede dnem</w:t>
      </w:r>
      <w:r w:rsidRPr="00D41076">
        <w:rPr>
          <w:rFonts w:ascii="Times New Roman" w:hAnsi="Times New Roman" w:cs="Times New Roman"/>
          <w:sz w:val="24"/>
          <w:szCs w:val="24"/>
        </w:rPr>
        <w:t>, od kterého se tento zákon použije na tabákové výrobky nebo zahřívané tabákové výrobky.</w:t>
      </w:r>
    </w:p>
    <w:p w:rsidR="00D41076" w:rsidRPr="00D41076" w:rsidRDefault="00D41076" w:rsidP="00D41076">
      <w:pPr>
        <w:pStyle w:val="Textpechodka"/>
        <w:spacing w:before="120"/>
        <w:ind w:left="425" w:hanging="425"/>
        <w:rPr>
          <w:szCs w:val="24"/>
        </w:rPr>
      </w:pPr>
      <w:r w:rsidRPr="00D41076">
        <w:rPr>
          <w:szCs w:val="24"/>
        </w:rPr>
        <w:t xml:space="preserve">4. Ustanovení § 104 odst. 1 a § 130c odst. 1 zákona č. 353/2003 Sb., ve znění účinném ode dne nabytí účinnosti čl. VII bodů 4 a 5, se nepoužijí pro </w:t>
      </w:r>
    </w:p>
    <w:p w:rsidR="00D41076" w:rsidRPr="00D41076" w:rsidRDefault="00D41076" w:rsidP="00D41076">
      <w:pPr>
        <w:pStyle w:val="Textpechodka"/>
        <w:ind w:left="851" w:hanging="284"/>
        <w:rPr>
          <w:szCs w:val="24"/>
        </w:rPr>
      </w:pPr>
      <w:r w:rsidRPr="00D41076">
        <w:rPr>
          <w:szCs w:val="24"/>
        </w:rPr>
        <w:t>a)</w:t>
      </w:r>
      <w:r w:rsidRPr="00D41076">
        <w:rPr>
          <w:szCs w:val="24"/>
        </w:rPr>
        <w:tab/>
        <w:t>tabákové výrobky nebo zahřívané tabákové výrobky, u nichž povinnost daň přiznat a zaplatit vznikla v roce 2020,</w:t>
      </w:r>
    </w:p>
    <w:p w:rsidR="00D41076" w:rsidRPr="00D41076" w:rsidRDefault="00D41076" w:rsidP="00D41076">
      <w:pPr>
        <w:pStyle w:val="Textpechodka"/>
        <w:ind w:left="851" w:hanging="284"/>
        <w:rPr>
          <w:szCs w:val="24"/>
        </w:rPr>
      </w:pPr>
      <w:r w:rsidRPr="00D41076">
        <w:rPr>
          <w:szCs w:val="24"/>
        </w:rPr>
        <w:t>b)</w:t>
      </w:r>
      <w:r w:rsidRPr="00D41076">
        <w:rPr>
          <w:szCs w:val="24"/>
        </w:rPr>
        <w:tab/>
        <w:t>surový tabák, u něhož daňová povinnost vznikla v roce 2020.</w:t>
      </w:r>
    </w:p>
    <w:p w:rsidR="00D41076" w:rsidRPr="00D41076" w:rsidRDefault="00D41076" w:rsidP="00D41076">
      <w:pPr>
        <w:pStyle w:val="Textpechodka"/>
        <w:spacing w:before="120"/>
        <w:ind w:left="425" w:hanging="425"/>
        <w:rPr>
          <w:szCs w:val="24"/>
        </w:rPr>
      </w:pPr>
      <w:r w:rsidRPr="00D41076">
        <w:rPr>
          <w:szCs w:val="24"/>
        </w:rPr>
        <w:t xml:space="preserve">5. Ustanovení § 104 odst. 1 a § 130c odst. 1 zákona č. 353/2003 Sb., ve znění účinném ode dne nabytí účinnosti čl. VII bodů 6 a 7, se nepoužijí pro </w:t>
      </w:r>
    </w:p>
    <w:p w:rsidR="00D41076" w:rsidRPr="00D41076" w:rsidRDefault="00D41076" w:rsidP="00D41076">
      <w:pPr>
        <w:pStyle w:val="Textpechodka"/>
        <w:ind w:left="851" w:hanging="284"/>
        <w:rPr>
          <w:szCs w:val="24"/>
        </w:rPr>
      </w:pPr>
      <w:r w:rsidRPr="00D41076">
        <w:rPr>
          <w:szCs w:val="24"/>
        </w:rPr>
        <w:t>a)</w:t>
      </w:r>
      <w:r w:rsidRPr="00D41076">
        <w:rPr>
          <w:szCs w:val="24"/>
        </w:rPr>
        <w:tab/>
        <w:t>tabákové výrobky nebo zahřívané tabákové výrobky, u nichž povinnost daň přiznat a zaplatit vznikla v roce 2021,</w:t>
      </w:r>
    </w:p>
    <w:p w:rsidR="00D41076" w:rsidRPr="00D41076" w:rsidRDefault="00D41076" w:rsidP="00D41076">
      <w:pPr>
        <w:pStyle w:val="Textpechodka"/>
        <w:ind w:left="851" w:hanging="284"/>
        <w:rPr>
          <w:szCs w:val="24"/>
        </w:rPr>
      </w:pPr>
      <w:r w:rsidRPr="00D41076">
        <w:rPr>
          <w:szCs w:val="24"/>
        </w:rPr>
        <w:t>b)</w:t>
      </w:r>
      <w:r w:rsidRPr="00D41076">
        <w:rPr>
          <w:szCs w:val="24"/>
        </w:rPr>
        <w:tab/>
        <w:t>surový tabák, u něhož daňová povinnost vznikla v roce 2021.</w:t>
      </w:r>
    </w:p>
    <w:p w:rsidR="00D41076" w:rsidRPr="00D41076" w:rsidRDefault="00D41076" w:rsidP="00D41076">
      <w:pPr>
        <w:pStyle w:val="Textpechodka"/>
        <w:spacing w:before="120"/>
        <w:ind w:left="425" w:hanging="425"/>
        <w:rPr>
          <w:szCs w:val="24"/>
        </w:rPr>
      </w:pPr>
      <w:r w:rsidRPr="00D41076">
        <w:rPr>
          <w:szCs w:val="24"/>
        </w:rPr>
        <w:t xml:space="preserve">6. Ustanovení § 104 odst. 1 a § 130c odst. 1 zákona č. 353/2003 Sb., ve znění účinném ode dne nabytí účinnosti čl. VII bodů 8 a 9, se nepoužijí pro </w:t>
      </w:r>
    </w:p>
    <w:p w:rsidR="00D41076" w:rsidRPr="00D41076" w:rsidRDefault="00D41076" w:rsidP="00D41076">
      <w:pPr>
        <w:pStyle w:val="Textpechodka"/>
        <w:ind w:left="851" w:hanging="284"/>
        <w:rPr>
          <w:szCs w:val="24"/>
        </w:rPr>
      </w:pPr>
      <w:r w:rsidRPr="00D41076">
        <w:rPr>
          <w:szCs w:val="24"/>
        </w:rPr>
        <w:t>a)</w:t>
      </w:r>
      <w:r w:rsidRPr="00D41076">
        <w:rPr>
          <w:szCs w:val="24"/>
        </w:rPr>
        <w:tab/>
        <w:t>tabákové výrobky nebo zahřívané tabákové výrobky, u nichž povinnost daň přiznat a zaplatit vznikla v roce 2022,</w:t>
      </w:r>
    </w:p>
    <w:p w:rsidR="00D41076" w:rsidRPr="00D41076" w:rsidRDefault="00D41076" w:rsidP="00D41076">
      <w:pPr>
        <w:pStyle w:val="Textpechodka"/>
        <w:ind w:left="851" w:hanging="284"/>
        <w:rPr>
          <w:szCs w:val="24"/>
        </w:rPr>
      </w:pPr>
      <w:r w:rsidRPr="00D41076">
        <w:rPr>
          <w:szCs w:val="24"/>
        </w:rPr>
        <w:t>b)</w:t>
      </w:r>
      <w:r w:rsidRPr="00D41076">
        <w:rPr>
          <w:szCs w:val="24"/>
        </w:rPr>
        <w:tab/>
        <w:t>surový tabák, u něhož daňová povinnost vznikla v roce 2022.“.</w:t>
      </w:r>
    </w:p>
    <w:p w:rsidR="00D41076" w:rsidRPr="00D41076" w:rsidRDefault="005A0DA6" w:rsidP="00D41076">
      <w:pPr>
        <w:pStyle w:val="lnek"/>
        <w:keepNext w:val="0"/>
        <w:spacing w:after="120"/>
        <w:jc w:val="both"/>
        <w:rPr>
          <w:rFonts w:ascii="Times New Roman" w:hAnsi="Times New Roman" w:cs="Times New Roman"/>
          <w:bCs/>
          <w:sz w:val="24"/>
          <w:szCs w:val="24"/>
        </w:rPr>
      </w:pPr>
      <w:proofErr w:type="gramStart"/>
      <w:r>
        <w:rPr>
          <w:rFonts w:ascii="Times New Roman" w:hAnsi="Times New Roman" w:cs="Times New Roman"/>
          <w:b/>
          <w:bCs/>
          <w:sz w:val="24"/>
          <w:szCs w:val="24"/>
        </w:rPr>
        <w:t>K</w:t>
      </w:r>
      <w:r w:rsidR="00DD7F0A">
        <w:rPr>
          <w:rFonts w:ascii="Times New Roman" w:hAnsi="Times New Roman" w:cs="Times New Roman"/>
          <w:b/>
          <w:bCs/>
          <w:sz w:val="24"/>
          <w:szCs w:val="24"/>
        </w:rPr>
        <w:t>2.5</w:t>
      </w:r>
      <w:r w:rsidR="00D41076" w:rsidRPr="00D41076">
        <w:rPr>
          <w:rFonts w:ascii="Times New Roman" w:hAnsi="Times New Roman" w:cs="Times New Roman"/>
          <w:b/>
          <w:bCs/>
          <w:sz w:val="24"/>
          <w:szCs w:val="24"/>
        </w:rPr>
        <w:t>.</w:t>
      </w:r>
      <w:proofErr w:type="gramEnd"/>
      <w:r w:rsidR="00D41076" w:rsidRPr="00D41076">
        <w:rPr>
          <w:rFonts w:ascii="Times New Roman" w:hAnsi="Times New Roman" w:cs="Times New Roman"/>
          <w:bCs/>
          <w:sz w:val="24"/>
          <w:szCs w:val="24"/>
        </w:rPr>
        <w:t xml:space="preserve"> Čl. XIV zní:</w:t>
      </w:r>
    </w:p>
    <w:p w:rsidR="00D41076" w:rsidRPr="00D41076" w:rsidRDefault="00D41076" w:rsidP="00836985">
      <w:pPr>
        <w:pStyle w:val="lnek"/>
        <w:numPr>
          <w:ilvl w:val="1"/>
          <w:numId w:val="20"/>
        </w:numPr>
        <w:spacing w:before="0" w:after="0" w:line="240" w:lineRule="auto"/>
        <w:rPr>
          <w:rFonts w:ascii="Times New Roman" w:hAnsi="Times New Roman" w:cs="Times New Roman"/>
          <w:noProof/>
          <w:sz w:val="24"/>
          <w:szCs w:val="24"/>
        </w:rPr>
      </w:pPr>
      <w:r w:rsidRPr="00D41076">
        <w:rPr>
          <w:rFonts w:ascii="Times New Roman" w:hAnsi="Times New Roman" w:cs="Times New Roman"/>
          <w:sz w:val="24"/>
          <w:szCs w:val="24"/>
        </w:rPr>
        <w:t>„Čl. XIV</w:t>
      </w:r>
    </w:p>
    <w:p w:rsidR="00D41076" w:rsidRPr="00D41076" w:rsidRDefault="00D41076" w:rsidP="00836985">
      <w:pPr>
        <w:pStyle w:val="Textlnku"/>
        <w:spacing w:after="0" w:line="240" w:lineRule="auto"/>
        <w:rPr>
          <w:rFonts w:ascii="Times New Roman" w:hAnsi="Times New Roman" w:cs="Times New Roman"/>
          <w:bCs/>
          <w:sz w:val="24"/>
          <w:szCs w:val="24"/>
        </w:rPr>
      </w:pPr>
      <w:r w:rsidRPr="00D41076">
        <w:rPr>
          <w:rFonts w:ascii="Times New Roman" w:hAnsi="Times New Roman" w:cs="Times New Roman"/>
          <w:sz w:val="24"/>
          <w:szCs w:val="24"/>
        </w:rPr>
        <w:t>Tento zákon nabývá účinnosti dnem 1. ledna 2020</w:t>
      </w:r>
      <w:r w:rsidRPr="00D41076">
        <w:rPr>
          <w:rFonts w:ascii="Times New Roman" w:hAnsi="Times New Roman" w:cs="Times New Roman"/>
          <w:bCs/>
          <w:sz w:val="24"/>
          <w:szCs w:val="24"/>
        </w:rPr>
        <w:t xml:space="preserve">, s výjimkou </w:t>
      </w:r>
    </w:p>
    <w:p w:rsidR="00D41076" w:rsidRPr="00D41076" w:rsidRDefault="00D41076" w:rsidP="00836985">
      <w:pPr>
        <w:pStyle w:val="Textpsmene"/>
        <w:numPr>
          <w:ilvl w:val="1"/>
          <w:numId w:val="19"/>
        </w:numPr>
        <w:spacing w:after="0" w:line="240" w:lineRule="auto"/>
        <w:rPr>
          <w:rFonts w:ascii="Times New Roman" w:hAnsi="Times New Roman" w:cs="Times New Roman"/>
          <w:bCs/>
          <w:sz w:val="24"/>
          <w:szCs w:val="24"/>
        </w:rPr>
      </w:pPr>
      <w:r w:rsidRPr="00D41076">
        <w:rPr>
          <w:rFonts w:ascii="Times New Roman" w:hAnsi="Times New Roman" w:cs="Times New Roman"/>
          <w:bCs/>
          <w:sz w:val="24"/>
          <w:szCs w:val="24"/>
        </w:rPr>
        <w:t>ustanovení čl. VII bodů 4 a 5, která nabývají účinnosti dnem 1. ledna 2021,</w:t>
      </w:r>
    </w:p>
    <w:p w:rsidR="00D41076" w:rsidRPr="00D41076" w:rsidRDefault="00D41076" w:rsidP="00836985">
      <w:pPr>
        <w:pStyle w:val="Textpsmene"/>
        <w:numPr>
          <w:ilvl w:val="1"/>
          <w:numId w:val="19"/>
        </w:numPr>
        <w:spacing w:after="0" w:line="240" w:lineRule="auto"/>
        <w:rPr>
          <w:rFonts w:ascii="Times New Roman" w:hAnsi="Times New Roman" w:cs="Times New Roman"/>
          <w:bCs/>
          <w:sz w:val="24"/>
          <w:szCs w:val="24"/>
        </w:rPr>
      </w:pPr>
      <w:r w:rsidRPr="00D41076">
        <w:rPr>
          <w:rFonts w:ascii="Times New Roman" w:hAnsi="Times New Roman" w:cs="Times New Roman"/>
          <w:bCs/>
          <w:sz w:val="24"/>
          <w:szCs w:val="24"/>
        </w:rPr>
        <w:t>ustanovení čl. VII bodů 6 a 7, která nabývají účinnosti dnem 1. ledna 2022, a</w:t>
      </w:r>
    </w:p>
    <w:p w:rsidR="00D41076" w:rsidRPr="00D41076" w:rsidRDefault="00D41076" w:rsidP="00836985">
      <w:pPr>
        <w:pStyle w:val="Textpsmene"/>
        <w:numPr>
          <w:ilvl w:val="1"/>
          <w:numId w:val="19"/>
        </w:numPr>
        <w:spacing w:after="0" w:line="240" w:lineRule="auto"/>
        <w:rPr>
          <w:rFonts w:ascii="Times New Roman" w:hAnsi="Times New Roman" w:cs="Times New Roman"/>
          <w:sz w:val="24"/>
          <w:szCs w:val="24"/>
        </w:rPr>
      </w:pPr>
      <w:r w:rsidRPr="00D41076">
        <w:rPr>
          <w:rFonts w:ascii="Times New Roman" w:hAnsi="Times New Roman" w:cs="Times New Roman"/>
          <w:bCs/>
          <w:sz w:val="24"/>
          <w:szCs w:val="24"/>
        </w:rPr>
        <w:t>ustanovení čl. VII bodů 8 a 9, která nabývají účinnosti dnem 1. ledna 2023.</w:t>
      </w:r>
      <w:r w:rsidRPr="00D41076">
        <w:rPr>
          <w:rFonts w:ascii="Times New Roman" w:hAnsi="Times New Roman" w:cs="Times New Roman"/>
          <w:sz w:val="24"/>
          <w:szCs w:val="24"/>
        </w:rPr>
        <w:t>“.</w:t>
      </w:r>
    </w:p>
    <w:p w:rsidR="00D41076" w:rsidRDefault="00D41076"/>
    <w:p w:rsidR="00D41076" w:rsidRDefault="00D41076"/>
    <w:p w:rsidR="00DD7F0A" w:rsidRDefault="00DD7F0A">
      <w:pPr>
        <w:widowControl/>
        <w:suppressAutoHyphens w:val="0"/>
        <w:rPr>
          <w:b/>
        </w:rPr>
      </w:pPr>
      <w:r>
        <w:br w:type="page"/>
      </w:r>
    </w:p>
    <w:p w:rsidR="00836985" w:rsidRDefault="00CA08D7" w:rsidP="00CA08D7">
      <w:pPr>
        <w:pStyle w:val="PNposlanec"/>
      </w:pPr>
      <w:r>
        <w:lastRenderedPageBreak/>
        <w:t xml:space="preserve">Poslanec Leo </w:t>
      </w:r>
      <w:proofErr w:type="spellStart"/>
      <w:r>
        <w:t>Luzar</w:t>
      </w:r>
      <w:proofErr w:type="spellEnd"/>
    </w:p>
    <w:p w:rsidR="00D41076" w:rsidRPr="00CA08D7" w:rsidRDefault="00CA08D7">
      <w:pPr>
        <w:rPr>
          <w:i/>
        </w:rPr>
      </w:pPr>
      <w:r w:rsidRPr="00CA08D7">
        <w:rPr>
          <w:i/>
        </w:rPr>
        <w:t>SD 3437</w:t>
      </w:r>
    </w:p>
    <w:p w:rsidR="00CA08D7" w:rsidRDefault="00100910" w:rsidP="00CA08D7">
      <w:pPr>
        <w:spacing w:before="120" w:after="120"/>
        <w:rPr>
          <w:noProof/>
        </w:rPr>
      </w:pPr>
      <w:r w:rsidRPr="00100910">
        <w:rPr>
          <w:b/>
          <w:noProof/>
        </w:rPr>
        <w:t>L1.</w:t>
      </w:r>
      <w:r>
        <w:rPr>
          <w:noProof/>
        </w:rPr>
        <w:t xml:space="preserve"> </w:t>
      </w:r>
      <w:r w:rsidR="00CA08D7">
        <w:rPr>
          <w:noProof/>
        </w:rPr>
        <w:t>V Část šesté čl. XI Přechodná ustanovení se doplňuje přechodné ustanovení č. 4., které zní:</w:t>
      </w:r>
    </w:p>
    <w:p w:rsidR="00CA08D7" w:rsidRDefault="00CA08D7" w:rsidP="00CA08D7">
      <w:pPr>
        <w:rPr>
          <w:noProof/>
        </w:rPr>
      </w:pPr>
      <w:r>
        <w:rPr>
          <w:noProof/>
        </w:rPr>
        <w:t xml:space="preserve">„4. </w:t>
      </w:r>
      <w:r w:rsidRPr="001F5B5D">
        <w:rPr>
          <w:noProof/>
        </w:rPr>
        <w:t xml:space="preserve">Od daně je osvobozen plyn </w:t>
      </w:r>
      <w:r w:rsidRPr="00BD70E0">
        <w:rPr>
          <w:noProof/>
        </w:rPr>
        <w:t xml:space="preserve">uvedený pod kódy nomenklatury 2711 11 a 2711 21 </w:t>
      </w:r>
      <w:r w:rsidRPr="001F5B5D">
        <w:rPr>
          <w:noProof/>
        </w:rPr>
        <w:t>určený k použití, nabízený k prodeji nebo použitý pro výrobu tepla v domovních kotelnách</w:t>
      </w:r>
      <w:r>
        <w:rPr>
          <w:noProof/>
        </w:rPr>
        <w:t>, které zahájily výrobu tepla přede dnem nabytí účinností tohoto zákona.“.</w:t>
      </w:r>
    </w:p>
    <w:p w:rsidR="00CA08D7" w:rsidRDefault="00CA08D7"/>
    <w:p w:rsidR="00742344" w:rsidRPr="00100910" w:rsidRDefault="00CA08D7">
      <w:pPr>
        <w:rPr>
          <w:i/>
        </w:rPr>
      </w:pPr>
      <w:r w:rsidRPr="00100910">
        <w:rPr>
          <w:i/>
        </w:rPr>
        <w:t xml:space="preserve">SD </w:t>
      </w:r>
      <w:r w:rsidR="00100910" w:rsidRPr="00100910">
        <w:rPr>
          <w:i/>
        </w:rPr>
        <w:t>3455</w:t>
      </w:r>
    </w:p>
    <w:p w:rsidR="00100910" w:rsidRDefault="00520F5E" w:rsidP="00100910">
      <w:pPr>
        <w:spacing w:before="120" w:after="120"/>
        <w:rPr>
          <w:noProof/>
        </w:rPr>
      </w:pPr>
      <w:r w:rsidRPr="00520F5E">
        <w:rPr>
          <w:b/>
          <w:noProof/>
        </w:rPr>
        <w:t>L2.</w:t>
      </w:r>
      <w:r w:rsidR="00DD7F0A">
        <w:rPr>
          <w:b/>
          <w:noProof/>
        </w:rPr>
        <w:t>1.</w:t>
      </w:r>
      <w:r>
        <w:rPr>
          <w:noProof/>
        </w:rPr>
        <w:t xml:space="preserve"> </w:t>
      </w:r>
      <w:r w:rsidR="00100910">
        <w:rPr>
          <w:noProof/>
        </w:rPr>
        <w:t xml:space="preserve">V Části šesté Čl. X </w:t>
      </w:r>
      <w:r w:rsidR="00DD7F0A">
        <w:rPr>
          <w:noProof/>
        </w:rPr>
        <w:t>nově zní</w:t>
      </w:r>
      <w:r w:rsidR="00100910">
        <w:rPr>
          <w:noProof/>
        </w:rPr>
        <w:t>:</w:t>
      </w:r>
    </w:p>
    <w:p w:rsidR="00100910" w:rsidRDefault="00100910" w:rsidP="00100910">
      <w:pPr>
        <w:spacing w:before="120" w:after="120"/>
        <w:jc w:val="center"/>
      </w:pPr>
      <w:r>
        <w:t>„Čl. X</w:t>
      </w:r>
    </w:p>
    <w:p w:rsidR="00100910" w:rsidRDefault="00100910" w:rsidP="00100910">
      <w:pPr>
        <w:spacing w:before="120" w:after="120"/>
        <w:jc w:val="both"/>
      </w:pPr>
      <w:r w:rsidRPr="00E772F6">
        <w:t>V části čtyřicáté páté čl. LXXII § 8 odst. 1 písm. a) zákona č. 261/2007 Sb., o</w:t>
      </w:r>
      <w:r>
        <w:t xml:space="preserve"> stabilizaci veřejných rozpočtů zní „</w:t>
      </w:r>
      <w:r w:rsidRPr="00E772F6">
        <w:t xml:space="preserve">pro výrobu tepla v domácnostech a v domovních kotelnách </w:t>
      </w:r>
      <w:r>
        <w:t xml:space="preserve">provozovaných osobou, která není plátcem podle zákona č. 235/2004 Sb., o dani z přidané hodnoty, </w:t>
      </w:r>
      <w:r w:rsidRPr="00C54DC0">
        <w:t>k</w:t>
      </w:r>
      <w:r>
        <w:t>e dni, ke kterému vzniká p</w:t>
      </w:r>
      <w:r w:rsidRPr="00E35418">
        <w:t>ovinnost daň přiznat a zaplatit</w:t>
      </w:r>
      <w:r>
        <w:t xml:space="preserve">, </w:t>
      </w:r>
      <w:r w:rsidRPr="00E772F6">
        <w:t>uvedený pod kódy nomenklatury 2711 11 a 2711 21,</w:t>
      </w:r>
      <w:r>
        <w:t>“</w:t>
      </w:r>
      <w:r w:rsidR="00DD7F0A">
        <w:t>.</w:t>
      </w:r>
    </w:p>
    <w:p w:rsidR="00100910" w:rsidRDefault="00DD7F0A" w:rsidP="00100910">
      <w:pPr>
        <w:spacing w:before="120" w:after="120"/>
      </w:pPr>
      <w:proofErr w:type="gramStart"/>
      <w:r w:rsidRPr="00DD7F0A">
        <w:rPr>
          <w:b/>
        </w:rPr>
        <w:t>L.2.2</w:t>
      </w:r>
      <w:proofErr w:type="gramEnd"/>
      <w:r w:rsidRPr="00DD7F0A">
        <w:rPr>
          <w:b/>
        </w:rPr>
        <w:t>.</w:t>
      </w:r>
      <w:r>
        <w:t xml:space="preserve"> V</w:t>
      </w:r>
      <w:r w:rsidR="00100910">
        <w:t xml:space="preserve"> Čl. XI </w:t>
      </w:r>
      <w:r w:rsidR="00100910" w:rsidRPr="00CC70E8">
        <w:t>Přechodná ustanovení</w:t>
      </w:r>
      <w:r w:rsidR="00100910">
        <w:t xml:space="preserve"> bod 2 zní:</w:t>
      </w:r>
    </w:p>
    <w:p w:rsidR="00100910" w:rsidRDefault="00DD7F0A" w:rsidP="00100910">
      <w:pPr>
        <w:spacing w:before="120" w:after="120"/>
        <w:jc w:val="both"/>
      </w:pPr>
      <w:r>
        <w:t xml:space="preserve">„2. </w:t>
      </w:r>
      <w:r w:rsidR="00100910" w:rsidRPr="00B638CD">
        <w:t>Osoba, která je plátcem podle zákona č. 235/2004 Sb., o dani z přidané hodnoty do posledního dne posledního zdaňovacího období započatého přede dnem nabytí účinnosti tohoto zákona (dále jen „rozhodný den“) a nabývala plyn uvedený pod kódy nomenklatury 2711 11 nebo 2711 21 osvobozený od daně podle § 8 odst. 1 písm. a) čl. LXXII zákona č. 261/2007 Sb., ve znění účinném přede dnem nabytí účinnosti tohoto zákona, určený k použití, nabízený k prodeji nebo použitý pro výrobu tepla v domovních kotelnách provozovaných osobou, která je plátcem podle zákona č. 235/2004 Sb., o dani z přidané hodnoty, a která podá návrh na vydání povolení k nabytí plynu osvobozeného od daně z plynu nejpozději do 15 dnů od rozhodného dne, se v případě, že bylo jejímu návrhu vyhověno po dni nabytí účinnosti tohoto zákona, považuje za držitele povolení k nabytí plynu osvobozeného od daně ode dne následujícího po posledním zdaňovacím období započatém přede dnem nabytí účinnosti tohoto zákona.</w:t>
      </w:r>
      <w:r>
        <w:t>“.</w:t>
      </w:r>
    </w:p>
    <w:p w:rsidR="00100910" w:rsidRDefault="00DD7F0A" w:rsidP="00100910">
      <w:pPr>
        <w:spacing w:before="120" w:after="120"/>
        <w:jc w:val="both"/>
      </w:pPr>
      <w:r w:rsidRPr="00DD7F0A">
        <w:rPr>
          <w:b/>
        </w:rPr>
        <w:t>L2.3.</w:t>
      </w:r>
      <w:r>
        <w:t xml:space="preserve"> V</w:t>
      </w:r>
      <w:r w:rsidR="00100910">
        <w:t xml:space="preserve"> Čl. XI </w:t>
      </w:r>
      <w:r w:rsidR="00100910" w:rsidRPr="00CC70E8">
        <w:t>Přechodná ustanovení</w:t>
      </w:r>
      <w:r w:rsidR="00100910">
        <w:t xml:space="preserve"> bodu 3 doplnit za slova „v domovních kotelnách“ text „</w:t>
      </w:r>
      <w:r w:rsidR="00100910" w:rsidRPr="00CC70E8">
        <w:t>provozovaných osobou, která je plátcem podle zákona č. 235/2004 Sb., o dani z přidané hodnoty</w:t>
      </w:r>
      <w:r w:rsidR="00100910">
        <w:t>“.</w:t>
      </w:r>
    </w:p>
    <w:p w:rsidR="00100910" w:rsidRPr="00907142" w:rsidRDefault="00100910" w:rsidP="00100910">
      <w:pPr>
        <w:spacing w:before="120" w:after="120"/>
        <w:rPr>
          <w:noProof/>
        </w:rPr>
      </w:pPr>
    </w:p>
    <w:p w:rsidR="00742344" w:rsidRPr="00100910" w:rsidRDefault="00100910">
      <w:pPr>
        <w:rPr>
          <w:i/>
        </w:rPr>
      </w:pPr>
      <w:r w:rsidRPr="00100910">
        <w:rPr>
          <w:i/>
        </w:rPr>
        <w:t>SD 3439</w:t>
      </w:r>
    </w:p>
    <w:p w:rsidR="00100910" w:rsidRDefault="00520F5E" w:rsidP="00100910">
      <w:pPr>
        <w:spacing w:before="120" w:after="120"/>
      </w:pPr>
      <w:r w:rsidRPr="00520F5E">
        <w:rPr>
          <w:b/>
          <w:noProof/>
        </w:rPr>
        <w:t>L3.</w:t>
      </w:r>
      <w:r>
        <w:rPr>
          <w:noProof/>
        </w:rPr>
        <w:t xml:space="preserve"> </w:t>
      </w:r>
      <w:r w:rsidR="00100910">
        <w:rPr>
          <w:noProof/>
        </w:rPr>
        <w:t xml:space="preserve">V Části osmé </w:t>
      </w:r>
      <w:r w:rsidR="00100910" w:rsidRPr="00907142">
        <w:rPr>
          <w:noProof/>
        </w:rPr>
        <w:t xml:space="preserve"> </w:t>
      </w:r>
      <w:r w:rsidR="00100910">
        <w:rPr>
          <w:noProof/>
        </w:rPr>
        <w:t xml:space="preserve">čl. XIV se nakonec doplňují slova </w:t>
      </w:r>
      <w:r w:rsidR="00100910">
        <w:t>„s výjimkou části šesté, která nabývá účinnosti dnem 1. října 2021“.</w:t>
      </w:r>
    </w:p>
    <w:p w:rsidR="00742344" w:rsidRDefault="00742344"/>
    <w:p w:rsidR="00100910" w:rsidRDefault="00100910"/>
    <w:p w:rsidR="00100910" w:rsidRDefault="00520F5E" w:rsidP="00520F5E">
      <w:pPr>
        <w:pStyle w:val="PNposlanec"/>
      </w:pPr>
      <w:r>
        <w:t xml:space="preserve">Poslanec Jan </w:t>
      </w:r>
      <w:proofErr w:type="spellStart"/>
      <w:r>
        <w:t>Skopeček</w:t>
      </w:r>
      <w:proofErr w:type="spellEnd"/>
    </w:p>
    <w:p w:rsidR="00100910" w:rsidRPr="0065157C" w:rsidRDefault="00520F5E">
      <w:pPr>
        <w:rPr>
          <w:i/>
        </w:rPr>
      </w:pPr>
      <w:r w:rsidRPr="0065157C">
        <w:rPr>
          <w:i/>
        </w:rPr>
        <w:t>SD</w:t>
      </w:r>
      <w:r w:rsidR="0065157C" w:rsidRPr="0065157C">
        <w:rPr>
          <w:i/>
        </w:rPr>
        <w:t xml:space="preserve"> 3411</w:t>
      </w:r>
    </w:p>
    <w:p w:rsidR="0065157C" w:rsidRPr="00E6477F" w:rsidRDefault="00E6477F" w:rsidP="0065157C">
      <w:pPr>
        <w:jc w:val="both"/>
        <w:rPr>
          <w:rFonts w:eastAsia="EB Garamond" w:cs="Times New Roman"/>
        </w:rPr>
      </w:pPr>
      <w:r w:rsidRPr="00E6477F">
        <w:rPr>
          <w:rFonts w:eastAsia="EB Garamond" w:cs="Times New Roman"/>
          <w:b/>
        </w:rPr>
        <w:t>M1.</w:t>
      </w:r>
      <w:r w:rsidRPr="00E6477F">
        <w:rPr>
          <w:rFonts w:eastAsia="EB Garamond" w:cs="Times New Roman"/>
        </w:rPr>
        <w:t xml:space="preserve"> </w:t>
      </w:r>
      <w:r w:rsidR="0065157C" w:rsidRPr="00E6477F">
        <w:rPr>
          <w:rFonts w:eastAsia="EB Garamond" w:cs="Times New Roman"/>
        </w:rPr>
        <w:t>Za Část sedmou se vkládá nová Část osmá, která zní:</w:t>
      </w:r>
    </w:p>
    <w:p w:rsidR="0065157C" w:rsidRPr="00917CDB" w:rsidRDefault="0065157C" w:rsidP="0065157C">
      <w:pPr>
        <w:spacing w:after="120"/>
        <w:ind w:left="357"/>
        <w:jc w:val="center"/>
        <w:rPr>
          <w:rFonts w:ascii="EB Garamond" w:eastAsia="EB Garamond" w:hAnsi="EB Garamond" w:cs="EB Garamond"/>
        </w:rPr>
      </w:pPr>
      <w:r w:rsidRPr="00917CDB">
        <w:rPr>
          <w:rFonts w:ascii="EB Garamond" w:eastAsia="EB Garamond" w:hAnsi="EB Garamond" w:cs="EB Garamond"/>
        </w:rPr>
        <w:t>„</w:t>
      </w:r>
      <w:r w:rsidRPr="00670077">
        <w:rPr>
          <w:rFonts w:ascii="EB Garamond" w:eastAsia="EB Garamond" w:hAnsi="EB Garamond" w:cs="EB Garamond"/>
        </w:rPr>
        <w:t xml:space="preserve">ČÁST </w:t>
      </w:r>
      <w:r>
        <w:rPr>
          <w:rFonts w:ascii="EB Garamond" w:eastAsia="EB Garamond" w:hAnsi="EB Garamond" w:cs="EB Garamond"/>
        </w:rPr>
        <w:t>OSMÁ</w:t>
      </w:r>
    </w:p>
    <w:p w:rsidR="0065157C" w:rsidRPr="0065157C" w:rsidRDefault="0065157C" w:rsidP="0065157C">
      <w:pPr>
        <w:spacing w:after="120"/>
        <w:jc w:val="center"/>
        <w:rPr>
          <w:rFonts w:eastAsia="EB Garamond" w:cs="Times New Roman"/>
          <w:b/>
        </w:rPr>
      </w:pPr>
      <w:r w:rsidRPr="0065157C">
        <w:rPr>
          <w:rFonts w:eastAsia="EB Garamond" w:cs="Times New Roman"/>
          <w:b/>
        </w:rPr>
        <w:t>Změna zákona o dani z přidané hodnoty</w:t>
      </w:r>
    </w:p>
    <w:p w:rsidR="0065157C" w:rsidRDefault="0065157C" w:rsidP="0065157C">
      <w:pPr>
        <w:spacing w:after="120"/>
        <w:ind w:left="360"/>
        <w:jc w:val="center"/>
        <w:rPr>
          <w:rFonts w:ascii="EB Garamond" w:eastAsia="EB Garamond" w:hAnsi="EB Garamond" w:cs="EB Garamond"/>
        </w:rPr>
      </w:pPr>
      <w:r>
        <w:rPr>
          <w:rFonts w:ascii="EB Garamond" w:eastAsia="EB Garamond" w:hAnsi="EB Garamond" w:cs="EB Garamond"/>
        </w:rPr>
        <w:t>Čl. XIV</w:t>
      </w:r>
    </w:p>
    <w:p w:rsidR="0065157C" w:rsidRPr="005B16F1" w:rsidRDefault="0065157C" w:rsidP="0065157C">
      <w:pPr>
        <w:spacing w:after="100" w:afterAutospacing="1"/>
        <w:ind w:firstLine="360"/>
        <w:jc w:val="both"/>
      </w:pPr>
      <w:r w:rsidRPr="005B16F1">
        <w:rPr>
          <w:color w:val="000000"/>
          <w:shd w:val="clear" w:color="auto" w:fill="FFFFFF"/>
        </w:rPr>
        <w:t xml:space="preserve">Zákon č. 235/2004 Sb., o dani z přidané hodnoty, ve znění zákona č. 635/2004 Sb., zákona č. 669/2004 Sb., zákona č. 124/2005 Sb., zákona č. 215/2005 Sb., zákona č. 217/2005 Sb., zákona č. </w:t>
      </w:r>
      <w:r w:rsidRPr="005B16F1">
        <w:rPr>
          <w:color w:val="000000"/>
          <w:shd w:val="clear" w:color="auto" w:fill="FFFFFF"/>
        </w:rPr>
        <w:lastRenderedPageBreak/>
        <w:t>377/2005 Sb., zákona č. 441/2005 Sb., zákona č. 545/2005 Sb., zákona č. 109/2006 Sb., zákona č. 230/2006 Sb., zákona č. 319/2006 Sb., zákona č. 172/2007 Sb., zákona č. 261/2007 Sb., zákona č. 270/2007 Sb., zákona č. 296/2007 Sb., zákona č. 124/2008 Sb., zákona č. 126/2008 Sb., zákona č. 302/2008 Sb., nálezu Ústavního soudu č. 54/2009 Sb., zákona č. 87/2009 Sb., zákona č. 281/2009 Sb., zákona č. 362/2009 Sb., zákona č. 489/2009 Sb., zákona č. 120/2010 Sb., zákona č. 199/2010 Sb., zákona č. 47/2011 Sb., zákona č. 370/2011 Sb., zákona č. 375/2011 Sb., zákona č. 457/2011 Sb., zákona č. 458/2011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č. 40/2017 Sb., zákona č. 170/2017 Sb., zákona č. 225/2017 Sb., zákona č. 371/2017 Sb., zákona č. 283/2018 Sb., zákona č. 6/2019 Sb. a zákona č. 80/2019 Sb.</w:t>
      </w:r>
      <w:r>
        <w:rPr>
          <w:color w:val="000000"/>
          <w:shd w:val="clear" w:color="auto" w:fill="FFFFFF"/>
        </w:rPr>
        <w:t>,</w:t>
      </w:r>
      <w:r w:rsidRPr="005B16F1">
        <w:rPr>
          <w:color w:val="000000"/>
          <w:shd w:val="clear" w:color="auto" w:fill="FFFFFF"/>
        </w:rPr>
        <w:t xml:space="preserve"> se mění takto:</w:t>
      </w:r>
    </w:p>
    <w:p w:rsidR="0065157C" w:rsidRPr="002D0113" w:rsidRDefault="0065157C" w:rsidP="0065157C">
      <w:pPr>
        <w:spacing w:after="120"/>
        <w:jc w:val="both"/>
      </w:pPr>
      <w:r w:rsidRPr="002D0113">
        <w:t xml:space="preserve">1. § 57 odst. 1 bod, písmeno f), nově zní: </w:t>
      </w:r>
    </w:p>
    <w:p w:rsidR="0065157C" w:rsidRPr="0065157C" w:rsidRDefault="0065157C" w:rsidP="0065157C">
      <w:pPr>
        <w:jc w:val="both"/>
      </w:pPr>
      <w:r w:rsidRPr="0065157C">
        <w:t>„</w:t>
      </w:r>
      <w:r w:rsidRPr="0065157C">
        <w:rPr>
          <w:iCs/>
          <w:color w:val="000000"/>
        </w:rPr>
        <w:t>f) jazykové vzdělání poskytované fyzickými a právnickými osobami působícími v oblasti jazykového vzdělávání uznanými Ministerstvem školství, mládeže a tělovýchovy, jazykové vzdělání poskytované fyzickými a právnickými osobami působícími v oblasti jazykového vzdělávání v jazykových kurzech pro veřejnost a dále jazykové vzdělání poskytované osobami působícími v oblasti jazykového vzdělávání v přípravných kurzech pro vykonání standardizovaných jazykových zkoušek uznaných Ministerstvem školství, mládeže a tělovýchovy (</w:t>
      </w:r>
      <w:r w:rsidRPr="0065157C">
        <w:rPr>
          <w:iCs/>
          <w:color w:val="000000"/>
          <w:vertAlign w:val="superscript"/>
        </w:rPr>
        <w:t>44f</w:t>
      </w:r>
      <w:r w:rsidRPr="0065157C">
        <w:rPr>
          <w:iCs/>
          <w:color w:val="000000"/>
        </w:rPr>
        <w:t>), včetně poplatků za vykonání standardizovaných jazykových zkoušek uznaných Ministerstvem školství, mládeže a tělovýchovy</w:t>
      </w:r>
      <w:r w:rsidRPr="0065157C">
        <w:rPr>
          <w:iCs/>
          <w:color w:val="000000"/>
          <w:vertAlign w:val="superscript"/>
        </w:rPr>
        <w:t>44f</w:t>
      </w:r>
      <w:r>
        <w:rPr>
          <w:iCs/>
          <w:color w:val="000000"/>
          <w:vertAlign w:val="superscript"/>
        </w:rPr>
        <w:t>)</w:t>
      </w:r>
      <w:r w:rsidRPr="0065157C">
        <w:rPr>
          <w:iCs/>
          <w:color w:val="000000"/>
        </w:rPr>
        <w:t>.</w:t>
      </w:r>
    </w:p>
    <w:p w:rsidR="0065157C" w:rsidRPr="0065157C" w:rsidRDefault="0065157C" w:rsidP="0065157C">
      <w:pPr>
        <w:spacing w:after="120"/>
        <w:jc w:val="both"/>
      </w:pPr>
      <w:r>
        <w:rPr>
          <w:i/>
        </w:rPr>
        <w:t>______________</w:t>
      </w:r>
    </w:p>
    <w:p w:rsidR="0065157C" w:rsidRPr="0065157C" w:rsidRDefault="0065157C" w:rsidP="0065157C">
      <w:pPr>
        <w:pStyle w:val="Prosttext"/>
        <w:ind w:left="709" w:hanging="709"/>
        <w:jc w:val="both"/>
        <w:rPr>
          <w:rFonts w:ascii="Times New Roman" w:hAnsi="Times New Roman"/>
          <w:sz w:val="24"/>
        </w:rPr>
      </w:pPr>
      <w:r w:rsidRPr="0065157C">
        <w:rPr>
          <w:rFonts w:ascii="Times New Roman" w:hAnsi="Times New Roman"/>
          <w:sz w:val="28"/>
          <w:szCs w:val="24"/>
          <w:vertAlign w:val="superscript"/>
        </w:rPr>
        <w:t>44f)</w:t>
      </w:r>
      <w:r>
        <w:rPr>
          <w:rFonts w:ascii="Times New Roman" w:hAnsi="Times New Roman"/>
          <w:sz w:val="28"/>
          <w:szCs w:val="24"/>
          <w:vertAlign w:val="superscript"/>
        </w:rPr>
        <w:tab/>
      </w:r>
      <w:r w:rsidRPr="0065157C">
        <w:rPr>
          <w:rFonts w:ascii="Times New Roman" w:hAnsi="Times New Roman"/>
          <w:sz w:val="24"/>
        </w:rPr>
        <w:t>Rozhodnutí Ministerstva školství, mládeže a tělovýchovy, kterým se stanoví Seznam standardizovaných jazykových zkoušek, či další jiný podobný seznam.“</w:t>
      </w:r>
      <w:r>
        <w:rPr>
          <w:rFonts w:ascii="Times New Roman" w:hAnsi="Times New Roman"/>
          <w:sz w:val="24"/>
        </w:rPr>
        <w:t>.</w:t>
      </w:r>
    </w:p>
    <w:p w:rsidR="0065157C" w:rsidRDefault="0065157C" w:rsidP="0065157C">
      <w:pPr>
        <w:jc w:val="both"/>
      </w:pPr>
    </w:p>
    <w:p w:rsidR="0065157C" w:rsidRPr="00917CDB" w:rsidRDefault="0065157C" w:rsidP="0065157C">
      <w:pPr>
        <w:jc w:val="both"/>
        <w:rPr>
          <w:rFonts w:ascii="EB Garamond" w:eastAsia="EB Garamond" w:hAnsi="EB Garamond" w:cs="EB Garamond"/>
        </w:rPr>
      </w:pPr>
      <w:r w:rsidRPr="00917CDB">
        <w:rPr>
          <w:rFonts w:ascii="EB Garamond" w:eastAsia="EB Garamond" w:hAnsi="EB Garamond" w:cs="EB Garamond"/>
        </w:rPr>
        <w:t xml:space="preserve">Následující </w:t>
      </w:r>
      <w:r>
        <w:rPr>
          <w:rFonts w:ascii="EB Garamond" w:eastAsia="EB Garamond" w:hAnsi="EB Garamond" w:cs="EB Garamond"/>
        </w:rPr>
        <w:t xml:space="preserve">body </w:t>
      </w:r>
      <w:r w:rsidRPr="00917CDB">
        <w:rPr>
          <w:rFonts w:ascii="EB Garamond" w:eastAsia="EB Garamond" w:hAnsi="EB Garamond" w:cs="EB Garamond"/>
        </w:rPr>
        <w:t>se přečíslují.</w:t>
      </w:r>
    </w:p>
    <w:p w:rsidR="009949A2" w:rsidRDefault="009949A2"/>
    <w:p w:rsidR="0065157C" w:rsidRPr="00E6477F" w:rsidRDefault="00E6477F">
      <w:pPr>
        <w:rPr>
          <w:i/>
        </w:rPr>
      </w:pPr>
      <w:r w:rsidRPr="00E6477F">
        <w:rPr>
          <w:i/>
        </w:rPr>
        <w:t>SD 3412</w:t>
      </w:r>
    </w:p>
    <w:p w:rsidR="00E6477F" w:rsidRPr="00E6477F" w:rsidRDefault="00E6477F" w:rsidP="00E6477F">
      <w:pPr>
        <w:jc w:val="both"/>
        <w:rPr>
          <w:rFonts w:eastAsia="EB Garamond" w:cs="Times New Roman"/>
        </w:rPr>
      </w:pPr>
      <w:r w:rsidRPr="00E6477F">
        <w:rPr>
          <w:rFonts w:eastAsia="EB Garamond" w:cs="Times New Roman"/>
          <w:b/>
        </w:rPr>
        <w:t>M2.</w:t>
      </w:r>
      <w:r w:rsidRPr="00E6477F">
        <w:rPr>
          <w:rFonts w:eastAsia="EB Garamond" w:cs="Times New Roman"/>
        </w:rPr>
        <w:t xml:space="preserve"> V Části druhé, Článek III se vkládá nový bod 15., který zní:</w:t>
      </w:r>
    </w:p>
    <w:p w:rsidR="00E6477F" w:rsidRPr="00E6477F" w:rsidRDefault="00E6477F" w:rsidP="00E6477F">
      <w:pPr>
        <w:jc w:val="both"/>
        <w:rPr>
          <w:rFonts w:eastAsia="EB Garamond" w:cs="Times New Roman"/>
        </w:rPr>
      </w:pPr>
      <w:r w:rsidRPr="00E6477F">
        <w:rPr>
          <w:rFonts w:eastAsia="EB Garamond" w:cs="Times New Roman"/>
        </w:rPr>
        <w:t>„15. V § 35ba odst. 1 písm. a) se číslo „24 840“ nahrazuje číslem „30 000“.“.</w:t>
      </w:r>
    </w:p>
    <w:p w:rsidR="00E6477F" w:rsidRPr="00E6477F" w:rsidRDefault="00E6477F" w:rsidP="00E6477F">
      <w:pPr>
        <w:jc w:val="both"/>
        <w:rPr>
          <w:rFonts w:eastAsia="EB Garamond" w:cs="Times New Roman"/>
        </w:rPr>
      </w:pPr>
      <w:r w:rsidRPr="00E6477F">
        <w:rPr>
          <w:rFonts w:eastAsia="EB Garamond" w:cs="Times New Roman"/>
        </w:rPr>
        <w:t>Následující body se přečíslují.</w:t>
      </w:r>
    </w:p>
    <w:p w:rsidR="0065157C" w:rsidRDefault="0065157C">
      <w:pPr>
        <w:rPr>
          <w:rFonts w:cs="Times New Roman"/>
        </w:rPr>
      </w:pPr>
    </w:p>
    <w:p w:rsidR="0065157C" w:rsidRPr="00E6477F" w:rsidRDefault="00E6477F">
      <w:pPr>
        <w:rPr>
          <w:i/>
        </w:rPr>
      </w:pPr>
      <w:r w:rsidRPr="00E6477F">
        <w:rPr>
          <w:i/>
        </w:rPr>
        <w:t>SD 3458</w:t>
      </w:r>
    </w:p>
    <w:p w:rsidR="000B33C2" w:rsidRDefault="00E6477F" w:rsidP="00E122DB">
      <w:pPr>
        <w:pStyle w:val="Normlnweb"/>
        <w:spacing w:before="0" w:beforeAutospacing="0" w:after="0" w:afterAutospacing="0"/>
        <w:rPr>
          <w:rFonts w:eastAsia="EB Garamond"/>
        </w:rPr>
      </w:pPr>
      <w:proofErr w:type="gramStart"/>
      <w:r w:rsidRPr="00E6477F">
        <w:rPr>
          <w:rFonts w:eastAsia="EB Garamond"/>
          <w:b/>
        </w:rPr>
        <w:t>M3.</w:t>
      </w:r>
      <w:r w:rsidR="000B33C2">
        <w:rPr>
          <w:rFonts w:eastAsia="EB Garamond"/>
          <w:b/>
        </w:rPr>
        <w:t>1.</w:t>
      </w:r>
      <w:proofErr w:type="gramEnd"/>
      <w:r w:rsidRPr="00E6477F">
        <w:rPr>
          <w:rFonts w:eastAsia="EB Garamond"/>
        </w:rPr>
        <w:t xml:space="preserve"> V části čtvrté, čl. VII</w:t>
      </w:r>
      <w:r w:rsidR="000B33C2">
        <w:rPr>
          <w:rFonts w:eastAsia="EB Garamond"/>
        </w:rPr>
        <w:t xml:space="preserve"> bod 1 nově zní:</w:t>
      </w:r>
    </w:p>
    <w:p w:rsidR="00E122DB" w:rsidRDefault="000B33C2" w:rsidP="000B33C2">
      <w:pPr>
        <w:pStyle w:val="Normlnweb"/>
        <w:spacing w:before="0" w:beforeAutospacing="0" w:after="0" w:afterAutospacing="0"/>
        <w:jc w:val="both"/>
        <w:rPr>
          <w:bCs/>
        </w:rPr>
      </w:pPr>
      <w:r>
        <w:rPr>
          <w:bCs/>
        </w:rPr>
        <w:t>„1. V § 70 odst. 1 se částka „28 500 Kč“ nahrazuje částkou „30 000 Kč“ a částka „14 300 Kč“ se nahrazuje částkou 15 000 Kč“.</w:t>
      </w:r>
    </w:p>
    <w:p w:rsidR="000B33C2" w:rsidRPr="00E6477F" w:rsidRDefault="000B33C2" w:rsidP="000B33C2">
      <w:pPr>
        <w:pStyle w:val="Normlnweb"/>
        <w:spacing w:before="0" w:beforeAutospacing="0" w:after="0" w:afterAutospacing="0"/>
        <w:jc w:val="both"/>
        <w:rPr>
          <w:bCs/>
        </w:rPr>
      </w:pPr>
    </w:p>
    <w:p w:rsidR="009949A2" w:rsidRDefault="00E122DB" w:rsidP="000B33C2">
      <w:pPr>
        <w:pStyle w:val="Normlnweb"/>
        <w:spacing w:before="0" w:beforeAutospacing="0" w:after="0" w:afterAutospacing="0"/>
        <w:jc w:val="both"/>
        <w:rPr>
          <w:bCs/>
        </w:rPr>
      </w:pPr>
      <w:proofErr w:type="gramStart"/>
      <w:r w:rsidRPr="00E122DB">
        <w:rPr>
          <w:b/>
          <w:bCs/>
        </w:rPr>
        <w:t>M</w:t>
      </w:r>
      <w:r w:rsidR="000B33C2">
        <w:rPr>
          <w:b/>
          <w:bCs/>
        </w:rPr>
        <w:t>3.2</w:t>
      </w:r>
      <w:r w:rsidRPr="00E122DB">
        <w:rPr>
          <w:b/>
          <w:bCs/>
        </w:rPr>
        <w:t>.</w:t>
      </w:r>
      <w:proofErr w:type="gramEnd"/>
      <w:r>
        <w:rPr>
          <w:bCs/>
        </w:rPr>
        <w:t xml:space="preserve"> </w:t>
      </w:r>
      <w:r w:rsidR="009949A2">
        <w:rPr>
          <w:bCs/>
        </w:rPr>
        <w:t>Část osmá</w:t>
      </w:r>
      <w:r w:rsidR="00E6477F" w:rsidRPr="00E6477F">
        <w:rPr>
          <w:bCs/>
        </w:rPr>
        <w:t>, čl. XIV</w:t>
      </w:r>
      <w:r w:rsidR="009949A2">
        <w:rPr>
          <w:bCs/>
        </w:rPr>
        <w:t xml:space="preserve"> nově zní:</w:t>
      </w:r>
    </w:p>
    <w:p w:rsidR="009949A2" w:rsidRDefault="009949A2" w:rsidP="009949A2">
      <w:pPr>
        <w:pStyle w:val="Normlnweb"/>
        <w:spacing w:before="0" w:beforeAutospacing="0" w:after="0" w:afterAutospacing="0"/>
        <w:jc w:val="center"/>
        <w:rPr>
          <w:bCs/>
        </w:rPr>
      </w:pPr>
      <w:r>
        <w:rPr>
          <w:bCs/>
        </w:rPr>
        <w:t>„Část osmá</w:t>
      </w:r>
    </w:p>
    <w:p w:rsidR="009949A2" w:rsidRPr="009949A2" w:rsidRDefault="009949A2" w:rsidP="009949A2">
      <w:pPr>
        <w:pStyle w:val="Normlnweb"/>
        <w:spacing w:before="0" w:beforeAutospacing="0" w:after="0" w:afterAutospacing="0"/>
        <w:jc w:val="center"/>
        <w:rPr>
          <w:b/>
          <w:bCs/>
        </w:rPr>
      </w:pPr>
      <w:r w:rsidRPr="009949A2">
        <w:rPr>
          <w:b/>
          <w:bCs/>
        </w:rPr>
        <w:t>Účinnost</w:t>
      </w:r>
    </w:p>
    <w:p w:rsidR="009949A2" w:rsidRDefault="009949A2" w:rsidP="009949A2">
      <w:pPr>
        <w:pStyle w:val="Normlnweb"/>
        <w:spacing w:before="0" w:beforeAutospacing="0" w:after="0" w:afterAutospacing="0"/>
        <w:jc w:val="center"/>
        <w:rPr>
          <w:bCs/>
        </w:rPr>
      </w:pPr>
      <w:r>
        <w:rPr>
          <w:bCs/>
        </w:rPr>
        <w:t>Čl. XIV</w:t>
      </w:r>
    </w:p>
    <w:p w:rsidR="009949A2" w:rsidRDefault="009949A2" w:rsidP="009949A2">
      <w:pPr>
        <w:pStyle w:val="Normlnweb"/>
        <w:spacing w:before="0" w:beforeAutospacing="0" w:after="0" w:afterAutospacing="0"/>
        <w:jc w:val="center"/>
        <w:rPr>
          <w:bCs/>
        </w:rPr>
      </w:pPr>
    </w:p>
    <w:p w:rsidR="009949A2" w:rsidRDefault="009949A2" w:rsidP="009949A2">
      <w:pPr>
        <w:pStyle w:val="Normlnweb"/>
        <w:spacing w:before="0" w:beforeAutospacing="0" w:after="0" w:afterAutospacing="0"/>
        <w:ind w:firstLine="709"/>
        <w:jc w:val="both"/>
        <w:rPr>
          <w:bCs/>
        </w:rPr>
      </w:pPr>
      <w:r>
        <w:rPr>
          <w:bCs/>
        </w:rPr>
        <w:t>Tento zákon nabývá účinnosti dnem 1. ledna 2020</w:t>
      </w:r>
      <w:r w:rsidR="00E6477F" w:rsidRPr="00E6477F">
        <w:rPr>
          <w:bCs/>
        </w:rPr>
        <w:t>, s</w:t>
      </w:r>
      <w:r>
        <w:rPr>
          <w:bCs/>
        </w:rPr>
        <w:t> </w:t>
      </w:r>
      <w:r w:rsidR="00E6477F" w:rsidRPr="00E6477F">
        <w:rPr>
          <w:bCs/>
        </w:rPr>
        <w:t>výjimkou</w:t>
      </w:r>
      <w:r>
        <w:rPr>
          <w:bCs/>
        </w:rPr>
        <w:t xml:space="preserve"> </w:t>
      </w:r>
    </w:p>
    <w:p w:rsidR="00E6477F" w:rsidRPr="00E6477F" w:rsidRDefault="009949A2" w:rsidP="009949A2">
      <w:pPr>
        <w:pStyle w:val="Normlnweb"/>
        <w:spacing w:before="0" w:beforeAutospacing="0" w:after="0" w:afterAutospacing="0"/>
        <w:jc w:val="both"/>
        <w:rPr>
          <w:bCs/>
          <w:i/>
        </w:rPr>
      </w:pPr>
      <w:r>
        <w:rPr>
          <w:bCs/>
        </w:rPr>
        <w:t xml:space="preserve">a) </w:t>
      </w:r>
      <w:r w:rsidR="00E6477F" w:rsidRPr="00E6477F">
        <w:rPr>
          <w:bCs/>
        </w:rPr>
        <w:t>ustanovení čl. VII bodu 1, který nabývá účinnosti dnem 1. dubna 2020.“</w:t>
      </w:r>
      <w:r w:rsidR="00E122DB">
        <w:rPr>
          <w:bCs/>
        </w:rPr>
        <w:t>.</w:t>
      </w:r>
    </w:p>
    <w:p w:rsidR="00E6477F" w:rsidRPr="000B33C2" w:rsidRDefault="00E6477F" w:rsidP="000B33C2"/>
    <w:p w:rsidR="009949A2" w:rsidRDefault="009949A2">
      <w:pPr>
        <w:widowControl/>
        <w:suppressAutoHyphens w:val="0"/>
        <w:rPr>
          <w:b/>
        </w:rPr>
      </w:pPr>
    </w:p>
    <w:p w:rsidR="00E6477F" w:rsidRPr="00E6477F" w:rsidRDefault="00E122DB" w:rsidP="00E122DB">
      <w:pPr>
        <w:pStyle w:val="PNposlanec"/>
      </w:pPr>
      <w:r>
        <w:t xml:space="preserve">Poslanec Mikuláš </w:t>
      </w:r>
      <w:proofErr w:type="spellStart"/>
      <w:r>
        <w:t>Ferjenčík</w:t>
      </w:r>
      <w:proofErr w:type="spellEnd"/>
    </w:p>
    <w:p w:rsidR="00E6477F" w:rsidRPr="006E703E" w:rsidRDefault="00E122DB">
      <w:pPr>
        <w:rPr>
          <w:i/>
        </w:rPr>
      </w:pPr>
      <w:r w:rsidRPr="006E703E">
        <w:rPr>
          <w:i/>
        </w:rPr>
        <w:t>SD 3446</w:t>
      </w:r>
    </w:p>
    <w:p w:rsidR="006E703E" w:rsidRDefault="008673A6" w:rsidP="006E703E">
      <w:pPr>
        <w:jc w:val="both"/>
      </w:pPr>
      <w:r w:rsidRPr="008673A6">
        <w:rPr>
          <w:b/>
        </w:rPr>
        <w:t>N1.</w:t>
      </w:r>
      <w:r>
        <w:t xml:space="preserve"> </w:t>
      </w:r>
      <w:r w:rsidR="006E703E">
        <w:t>V části druhé článku III se za novelizační bod 14 doplňuje nový novelizační bod, který zní:</w:t>
      </w:r>
    </w:p>
    <w:p w:rsidR="006E703E" w:rsidRDefault="006E703E" w:rsidP="006E703E">
      <w:pPr>
        <w:jc w:val="both"/>
      </w:pPr>
      <w:r>
        <w:t>“X. V § 35ba odst. 1 písm. a) a b) se částka „24 840 Kč“ nahrazuje částkou „30 000 Kč“.</w:t>
      </w:r>
    </w:p>
    <w:p w:rsidR="006E703E" w:rsidRDefault="006E703E" w:rsidP="006E703E">
      <w:pPr>
        <w:jc w:val="both"/>
      </w:pPr>
      <w:r>
        <w:lastRenderedPageBreak/>
        <w:t xml:space="preserve">Následující novelizační body se přečíslují. </w:t>
      </w:r>
    </w:p>
    <w:p w:rsidR="00E122DB" w:rsidRDefault="00E122DB"/>
    <w:p w:rsidR="00E6477F" w:rsidRPr="006E703E" w:rsidRDefault="00E122DB">
      <w:pPr>
        <w:rPr>
          <w:i/>
        </w:rPr>
      </w:pPr>
      <w:r w:rsidRPr="006E703E">
        <w:rPr>
          <w:i/>
        </w:rPr>
        <w:t>SD 3456</w:t>
      </w:r>
    </w:p>
    <w:p w:rsidR="006E703E" w:rsidRDefault="008673A6" w:rsidP="006E703E">
      <w:pPr>
        <w:jc w:val="both"/>
      </w:pPr>
      <w:r w:rsidRPr="008673A6">
        <w:rPr>
          <w:b/>
        </w:rPr>
        <w:t>N2.</w:t>
      </w:r>
      <w:r>
        <w:t xml:space="preserve"> </w:t>
      </w:r>
      <w:r w:rsidR="006E703E">
        <w:t>V části druhé článku III se za novelizační bod 14 doplňuje nový novelizační bod, který zní:</w:t>
      </w:r>
    </w:p>
    <w:p w:rsidR="006E703E" w:rsidRDefault="006E703E" w:rsidP="006E703E">
      <w:pPr>
        <w:jc w:val="both"/>
      </w:pPr>
      <w:r>
        <w:t>“X. V § 35ba odst. 1 písm. a) a b) se částka „24 840 Kč“ nahrazuje částkou „27 000 Kč“.</w:t>
      </w:r>
    </w:p>
    <w:p w:rsidR="006E703E" w:rsidRDefault="006E703E" w:rsidP="006E703E">
      <w:pPr>
        <w:jc w:val="both"/>
      </w:pPr>
      <w:r>
        <w:t xml:space="preserve">Následující novelizační body se přečíslují. </w:t>
      </w:r>
    </w:p>
    <w:p w:rsidR="00E122DB" w:rsidRDefault="00E122DB"/>
    <w:p w:rsidR="00E122DB" w:rsidRPr="006E703E" w:rsidRDefault="00E122DB">
      <w:pPr>
        <w:rPr>
          <w:i/>
        </w:rPr>
      </w:pPr>
      <w:r w:rsidRPr="006E703E">
        <w:rPr>
          <w:i/>
        </w:rPr>
        <w:t>SD 3448</w:t>
      </w:r>
    </w:p>
    <w:p w:rsidR="006E703E" w:rsidRDefault="008673A6" w:rsidP="006E703E">
      <w:pPr>
        <w:jc w:val="both"/>
      </w:pPr>
      <w:r w:rsidRPr="008673A6">
        <w:rPr>
          <w:b/>
        </w:rPr>
        <w:t>N3.</w:t>
      </w:r>
      <w:r>
        <w:t xml:space="preserve"> </w:t>
      </w:r>
      <w:r w:rsidR="006E703E">
        <w:t>Část sedmá se zrušuje.</w:t>
      </w:r>
    </w:p>
    <w:p w:rsidR="006E703E" w:rsidRDefault="006E703E" w:rsidP="006E703E">
      <w:pPr>
        <w:jc w:val="both"/>
      </w:pPr>
      <w:r>
        <w:t>Následující část se přečísluje.</w:t>
      </w:r>
    </w:p>
    <w:p w:rsidR="00E122DB" w:rsidRDefault="00E122DB"/>
    <w:p w:rsidR="00E122DB" w:rsidRPr="006E703E" w:rsidRDefault="00E122DB">
      <w:pPr>
        <w:rPr>
          <w:i/>
        </w:rPr>
      </w:pPr>
      <w:r w:rsidRPr="006E703E">
        <w:rPr>
          <w:i/>
        </w:rPr>
        <w:t>SD 3445</w:t>
      </w:r>
    </w:p>
    <w:p w:rsidR="008673A6" w:rsidRDefault="008673A6" w:rsidP="008673A6">
      <w:pPr>
        <w:widowControl/>
        <w:suppressAutoHyphens w:val="0"/>
        <w:jc w:val="both"/>
      </w:pPr>
      <w:r w:rsidRPr="008673A6">
        <w:rPr>
          <w:b/>
        </w:rPr>
        <w:t>N4.</w:t>
      </w:r>
      <w:r w:rsidR="008426C1">
        <w:rPr>
          <w:b/>
        </w:rPr>
        <w:t>1.</w:t>
      </w:r>
      <w:r>
        <w:t xml:space="preserve"> V části druhé čl. III se novelizační body 11 až 14 zrušují.</w:t>
      </w:r>
    </w:p>
    <w:p w:rsidR="008673A6" w:rsidRDefault="008673A6" w:rsidP="008673A6">
      <w:pPr>
        <w:widowControl/>
        <w:suppressAutoHyphens w:val="0"/>
        <w:jc w:val="both"/>
      </w:pPr>
      <w:r>
        <w:t>Následující novelizační body se přečíslují.</w:t>
      </w:r>
    </w:p>
    <w:p w:rsidR="008673A6" w:rsidRDefault="008673A6" w:rsidP="008673A6">
      <w:pPr>
        <w:ind w:left="720"/>
        <w:jc w:val="both"/>
      </w:pPr>
    </w:p>
    <w:p w:rsidR="008673A6" w:rsidRDefault="008673A6" w:rsidP="008673A6">
      <w:pPr>
        <w:widowControl/>
        <w:suppressAutoHyphens w:val="0"/>
        <w:jc w:val="both"/>
      </w:pPr>
      <w:r w:rsidRPr="008673A6">
        <w:rPr>
          <w:b/>
        </w:rPr>
        <w:t>N</w:t>
      </w:r>
      <w:r w:rsidR="008426C1">
        <w:rPr>
          <w:b/>
        </w:rPr>
        <w:t>4.2</w:t>
      </w:r>
      <w:r w:rsidRPr="008673A6">
        <w:rPr>
          <w:b/>
        </w:rPr>
        <w:t>.</w:t>
      </w:r>
      <w:r>
        <w:t xml:space="preserve"> V části druhé čl. IV se přechodné ustanovení č. 3 zrušuje. </w:t>
      </w:r>
    </w:p>
    <w:p w:rsidR="008673A6" w:rsidRDefault="008673A6" w:rsidP="008673A6">
      <w:pPr>
        <w:widowControl/>
        <w:suppressAutoHyphens w:val="0"/>
        <w:jc w:val="both"/>
      </w:pPr>
      <w:r>
        <w:t xml:space="preserve">Následující </w:t>
      </w:r>
      <w:r w:rsidR="008426C1">
        <w:t xml:space="preserve">body </w:t>
      </w:r>
      <w:r>
        <w:t>se přečíslují.</w:t>
      </w:r>
    </w:p>
    <w:p w:rsidR="008673A6" w:rsidRDefault="008673A6" w:rsidP="008673A6">
      <w:pPr>
        <w:ind w:left="720"/>
        <w:jc w:val="both"/>
      </w:pPr>
    </w:p>
    <w:p w:rsidR="008673A6" w:rsidRDefault="008673A6" w:rsidP="008673A6">
      <w:pPr>
        <w:widowControl/>
        <w:suppressAutoHyphens w:val="0"/>
        <w:jc w:val="both"/>
      </w:pPr>
      <w:r w:rsidRPr="008673A6">
        <w:rPr>
          <w:b/>
        </w:rPr>
        <w:t>N</w:t>
      </w:r>
      <w:r w:rsidR="008426C1">
        <w:rPr>
          <w:b/>
        </w:rPr>
        <w:t>4.3</w:t>
      </w:r>
      <w:r w:rsidRPr="008673A6">
        <w:rPr>
          <w:b/>
        </w:rPr>
        <w:t>.</w:t>
      </w:r>
      <w:r>
        <w:t xml:space="preserve"> Část třetí se zrušuje.</w:t>
      </w:r>
    </w:p>
    <w:p w:rsidR="00E122DB" w:rsidRDefault="00E122DB"/>
    <w:p w:rsidR="00E122DB" w:rsidRPr="008673A6" w:rsidRDefault="00E122DB">
      <w:pPr>
        <w:rPr>
          <w:i/>
        </w:rPr>
      </w:pPr>
      <w:r w:rsidRPr="008673A6">
        <w:rPr>
          <w:i/>
        </w:rPr>
        <w:t>SD 34</w:t>
      </w:r>
      <w:r w:rsidR="006E703E" w:rsidRPr="008673A6">
        <w:rPr>
          <w:i/>
        </w:rPr>
        <w:t>4</w:t>
      </w:r>
      <w:r w:rsidRPr="008673A6">
        <w:rPr>
          <w:i/>
        </w:rPr>
        <w:t>2</w:t>
      </w:r>
    </w:p>
    <w:p w:rsidR="008673A6" w:rsidRDefault="008673A6" w:rsidP="008673A6">
      <w:pPr>
        <w:jc w:val="both"/>
      </w:pPr>
      <w:r w:rsidRPr="008673A6">
        <w:rPr>
          <w:b/>
        </w:rPr>
        <w:t>N</w:t>
      </w:r>
      <w:r w:rsidR="008426C1">
        <w:rPr>
          <w:b/>
        </w:rPr>
        <w:t>5</w:t>
      </w:r>
      <w:r w:rsidRPr="008673A6">
        <w:rPr>
          <w:b/>
        </w:rPr>
        <w:t>.</w:t>
      </w:r>
      <w:r>
        <w:t xml:space="preserve"> V části </w:t>
      </w:r>
      <w:proofErr w:type="gramStart"/>
      <w:r>
        <w:t>druhé čl.</w:t>
      </w:r>
      <w:proofErr w:type="gramEnd"/>
      <w:r>
        <w:t xml:space="preserve"> III </w:t>
      </w:r>
      <w:proofErr w:type="gramStart"/>
      <w:r>
        <w:t>se</w:t>
      </w:r>
      <w:proofErr w:type="gramEnd"/>
      <w:r>
        <w:t xml:space="preserve"> za novelizační bod 1 </w:t>
      </w:r>
      <w:proofErr w:type="gramStart"/>
      <w:r>
        <w:t>doplňuje</w:t>
      </w:r>
      <w:proofErr w:type="gramEnd"/>
      <w:r>
        <w:t xml:space="preserve"> nový novelizační bod, který zní:</w:t>
      </w:r>
    </w:p>
    <w:p w:rsidR="008673A6" w:rsidRDefault="008673A6" w:rsidP="008673A6">
      <w:pPr>
        <w:jc w:val="both"/>
      </w:pPr>
      <w:r>
        <w:t>„X. V § 4 odst. 1 písm. x) zní:</w:t>
      </w:r>
    </w:p>
    <w:p w:rsidR="008673A6" w:rsidRDefault="008673A6" w:rsidP="008673A6">
      <w:pPr>
        <w:jc w:val="both"/>
      </w:pPr>
      <w:r>
        <w:t>„x) část příjmu poplatníka za jedno zdaňovací období až do výše 20 000 000 Kč z úplatného převodu cenného papíru, přesáhne-li doba mezi nabytím a úplatným převodem tohoto cenného papíru při jeho úplatném převodu dobu 3 let, a dále část příjmu poplatníka za jedno zdaňovací období až do výše 20 000 000 Kč z podílu připadající na podílový list při zrušení podílového fondu, přesáhne-li doba mezi nabytím podílového listu a dnem vyplacení podílu dobu 3 let; doba 3 let se zkracuje o dobu, po kterou byl tento cenný papír nebo podíl připadající na podílový list při zrušení podílového fondu ve vlastnictví zůstavitele, v případě, že jde o úplatný převod cenného papíru nebo podílu připadajícího na podílový list při zrušení podílového fondu nabytého děděním od zůstavitele, který byl příbuzným v řadě přímé nebo manželem; doba 3 let mezi nabytím a úplatným převodem cenného papíru u téhož poplatníka se nepřerušuje při sloučení nebo splynutí podílových fondů nebo při přeměně uzavřeného podílového fondu na otevřený podílový fond; osvobození se nevztahuje na příjem z úplatného převodu cenného papíru, který je nebo byl zahrnut do obchodního majetku, a to do 3 let od ukončení činnosti, ze které plyne příjem ze samostatné činnosti, a na příjem z kapitálového majetku; osvobození se nevztahuje na příjem z podílu připadajícího na podílový list při zrušení podílového fondu, který byl nebo je zahrnut do obchodního majetku, a to do 3 let od ukončení činnosti, ze které plyne příjem ze samostatné činnosti; při výměně akcie emitentem za jinou akcii o celkové stejné jmenovité hodnotě se doba 3 let mezi nabytím a úplatným převodem cenného papíru u téhož poplatníka nepřerušuje; obdobně se postupuje i při výměně podílů, fúzi společností nebo rozdělení společnosti, jsou-li splněny podmínky uvedené v § 23b nebo § 23c; osvobození se nevztahuje na příjem, který plyne poplatníkovi z budoucího úplatného převodu cenného papíru, uskutečněného v době do 3 let od nabytí, a z budoucího úplatného převodu cenného papíru, který je nebo byl zahrnut do obchodního majetku, a to do 3 let od ukončení činnosti, ze které plyne příjem ze samostatné činnosti, i když kupní smlouva bude uzavřena až po 3 letech od nabytí nebo po 3 letech od ukončení činnosti, ze které plyne příjem ze samostatné činnosti; obdobně se postupuje u příjmu plynoucího jako protiplnění menšinovému akcionáři v důsledku nuceného přechodu účastnických cenných papírů; jedná-li se o kmenový list, činí doba místo 3 let 5 let,“.“.</w:t>
      </w:r>
    </w:p>
    <w:p w:rsidR="008673A6" w:rsidRDefault="008673A6" w:rsidP="008673A6">
      <w:pPr>
        <w:jc w:val="both"/>
      </w:pPr>
      <w:r>
        <w:t xml:space="preserve">Následující novelizační body se přečíslují. </w:t>
      </w:r>
    </w:p>
    <w:p w:rsidR="00E122DB" w:rsidRDefault="00E122DB"/>
    <w:p w:rsidR="00D63A7F" w:rsidRDefault="00D63A7F">
      <w:pPr>
        <w:widowControl/>
        <w:suppressAutoHyphens w:val="0"/>
        <w:rPr>
          <w:i/>
        </w:rPr>
      </w:pPr>
      <w:r>
        <w:rPr>
          <w:i/>
        </w:rPr>
        <w:br w:type="page"/>
      </w:r>
    </w:p>
    <w:p w:rsidR="00E122DB" w:rsidRPr="008673A6" w:rsidRDefault="006E703E">
      <w:pPr>
        <w:rPr>
          <w:i/>
        </w:rPr>
      </w:pPr>
      <w:r w:rsidRPr="008673A6">
        <w:rPr>
          <w:i/>
        </w:rPr>
        <w:lastRenderedPageBreak/>
        <w:t xml:space="preserve">SD </w:t>
      </w:r>
      <w:r w:rsidR="00E122DB" w:rsidRPr="008673A6">
        <w:rPr>
          <w:i/>
        </w:rPr>
        <w:t>3441</w:t>
      </w:r>
    </w:p>
    <w:p w:rsidR="008673A6" w:rsidRDefault="0050734A" w:rsidP="008673A6">
      <w:pPr>
        <w:jc w:val="both"/>
      </w:pPr>
      <w:r w:rsidRPr="0050734A">
        <w:rPr>
          <w:b/>
        </w:rPr>
        <w:t>N</w:t>
      </w:r>
      <w:r w:rsidR="008426C1">
        <w:rPr>
          <w:b/>
        </w:rPr>
        <w:t>6</w:t>
      </w:r>
      <w:r w:rsidRPr="0050734A">
        <w:rPr>
          <w:b/>
        </w:rPr>
        <w:t>.</w:t>
      </w:r>
      <w:r w:rsidR="008426C1">
        <w:rPr>
          <w:b/>
        </w:rPr>
        <w:t>1.</w:t>
      </w:r>
      <w:r w:rsidR="008673A6">
        <w:t xml:space="preserve"> V Části čtvrté, čl. VII se doplňují nové body X a Y, které  znějí:</w:t>
      </w:r>
    </w:p>
    <w:p w:rsidR="008673A6" w:rsidRDefault="008673A6" w:rsidP="008673A6">
      <w:pPr>
        <w:jc w:val="both"/>
      </w:pPr>
      <w:r>
        <w:t>„X. V § 104 odst. 1 se číslo „27“ nahrazuje číslem „28,5“, částka „1,46 Kč“ se nahrazuje částkou „1,53 Kč“, částka „2,63 Kč“ se nahrazuje částkou „2,76 Kč“, částka„1,71 Kč“ se nahrazuje částkou„1,79 Kč“ a částka„2236 Kč“ se nahrazuje částkou „2 348 Kč“.</w:t>
      </w:r>
    </w:p>
    <w:p w:rsidR="008673A6" w:rsidRDefault="008673A6" w:rsidP="008673A6">
      <w:pPr>
        <w:ind w:left="425"/>
        <w:jc w:val="both"/>
      </w:pPr>
    </w:p>
    <w:p w:rsidR="008673A6" w:rsidRDefault="008673A6" w:rsidP="008673A6">
      <w:pPr>
        <w:jc w:val="both"/>
      </w:pPr>
      <w:r>
        <w:t>Y. V § 130c odst. 1 se částka „2,236 Kč” nahrazuje částkou „2,35”.”.</w:t>
      </w:r>
    </w:p>
    <w:p w:rsidR="008673A6" w:rsidRDefault="008673A6" w:rsidP="008673A6">
      <w:pPr>
        <w:jc w:val="both"/>
      </w:pPr>
      <w:r>
        <w:t>Ostatní body se přečíslují</w:t>
      </w:r>
    </w:p>
    <w:p w:rsidR="008673A6" w:rsidRDefault="008673A6" w:rsidP="008673A6">
      <w:pPr>
        <w:ind w:left="360"/>
        <w:jc w:val="both"/>
      </w:pPr>
    </w:p>
    <w:p w:rsidR="008673A6" w:rsidRDefault="0050734A" w:rsidP="008673A6">
      <w:pPr>
        <w:jc w:val="both"/>
      </w:pPr>
      <w:r w:rsidRPr="0050734A">
        <w:rPr>
          <w:b/>
        </w:rPr>
        <w:t>N</w:t>
      </w:r>
      <w:r w:rsidR="008426C1">
        <w:rPr>
          <w:b/>
        </w:rPr>
        <w:t>6.2.</w:t>
      </w:r>
      <w:r w:rsidR="008673A6">
        <w:t xml:space="preserve"> V části osmé čl. XIV zní:</w:t>
      </w:r>
    </w:p>
    <w:p w:rsidR="008673A6" w:rsidRDefault="008673A6" w:rsidP="008673A6">
      <w:pPr>
        <w:ind w:left="360"/>
        <w:jc w:val="both"/>
      </w:pPr>
    </w:p>
    <w:p w:rsidR="008673A6" w:rsidRDefault="008426C1" w:rsidP="008673A6">
      <w:pPr>
        <w:ind w:left="360"/>
        <w:jc w:val="center"/>
      </w:pPr>
      <w:r>
        <w:t>„</w:t>
      </w:r>
      <w:r w:rsidR="008673A6">
        <w:t>Čl. XIV</w:t>
      </w:r>
    </w:p>
    <w:p w:rsidR="008673A6" w:rsidRDefault="008673A6" w:rsidP="008673A6">
      <w:pPr>
        <w:ind w:left="360"/>
        <w:jc w:val="both"/>
      </w:pPr>
    </w:p>
    <w:p w:rsidR="008673A6" w:rsidRDefault="008673A6" w:rsidP="008426C1">
      <w:pPr>
        <w:ind w:firstLine="360"/>
      </w:pPr>
      <w:r>
        <w:t>Tento zákon nabývá účinnosti dnem 1. ledna 2020, vyjma části čtvrté čl. VII bodu 2 a 3, který nabývá účinnosti dnem 1. července 2020.”.</w:t>
      </w:r>
    </w:p>
    <w:p w:rsidR="00E6477F" w:rsidRDefault="00E6477F"/>
    <w:p w:rsidR="00100910" w:rsidRDefault="00100910"/>
    <w:p w:rsidR="0050734A" w:rsidRDefault="0050734A" w:rsidP="0050734A">
      <w:pPr>
        <w:pStyle w:val="PNposlanec"/>
      </w:pPr>
      <w:r>
        <w:t>Poslanec Tomáš Martínek</w:t>
      </w:r>
    </w:p>
    <w:p w:rsidR="0050734A" w:rsidRPr="0050734A" w:rsidRDefault="0050734A">
      <w:pPr>
        <w:rPr>
          <w:i/>
        </w:rPr>
      </w:pPr>
      <w:r w:rsidRPr="0050734A">
        <w:rPr>
          <w:i/>
        </w:rPr>
        <w:t>SD 3342</w:t>
      </w:r>
    </w:p>
    <w:p w:rsidR="0050734A" w:rsidRDefault="0050734A" w:rsidP="0050734A">
      <w:pPr>
        <w:widowControl/>
        <w:suppressAutoHyphens w:val="0"/>
        <w:spacing w:line="276" w:lineRule="auto"/>
      </w:pPr>
      <w:r w:rsidRPr="0050734A">
        <w:rPr>
          <w:b/>
        </w:rPr>
        <w:t>O1.</w:t>
      </w:r>
      <w:r w:rsidR="008426C1">
        <w:rPr>
          <w:b/>
        </w:rPr>
        <w:t>1.</w:t>
      </w:r>
      <w:r>
        <w:t xml:space="preserve"> V části druhé, čl. III se body 1 až 8, 10 a 15 až 17  zrušují.</w:t>
      </w:r>
    </w:p>
    <w:p w:rsidR="0050734A" w:rsidRDefault="0050734A" w:rsidP="0050734A">
      <w:r>
        <w:t>Následující body se přečíslují.</w:t>
      </w:r>
    </w:p>
    <w:p w:rsidR="0050734A" w:rsidRDefault="0050734A" w:rsidP="0050734A"/>
    <w:p w:rsidR="0050734A" w:rsidRDefault="0050734A" w:rsidP="0050734A">
      <w:pPr>
        <w:widowControl/>
        <w:suppressAutoHyphens w:val="0"/>
        <w:spacing w:line="276" w:lineRule="auto"/>
      </w:pPr>
      <w:r w:rsidRPr="0050734A">
        <w:rPr>
          <w:b/>
        </w:rPr>
        <w:t>O</w:t>
      </w:r>
      <w:r w:rsidR="008426C1">
        <w:rPr>
          <w:b/>
        </w:rPr>
        <w:t>1.</w:t>
      </w:r>
      <w:r w:rsidRPr="0050734A">
        <w:rPr>
          <w:b/>
        </w:rPr>
        <w:t>2.</w:t>
      </w:r>
      <w:r>
        <w:t xml:space="preserve"> V části </w:t>
      </w:r>
      <w:proofErr w:type="gramStart"/>
      <w:r>
        <w:t>druhé čl. IV se</w:t>
      </w:r>
      <w:proofErr w:type="gramEnd"/>
      <w:r>
        <w:t xml:space="preserve"> bod 5 </w:t>
      </w:r>
      <w:proofErr w:type="gramStart"/>
      <w:r>
        <w:t>zrušuje</w:t>
      </w:r>
      <w:proofErr w:type="gramEnd"/>
      <w:r>
        <w:t>.</w:t>
      </w:r>
    </w:p>
    <w:p w:rsidR="0050734A" w:rsidRDefault="0050734A"/>
    <w:p w:rsidR="0050734A" w:rsidRPr="0050734A" w:rsidRDefault="0050734A">
      <w:pPr>
        <w:rPr>
          <w:i/>
        </w:rPr>
      </w:pPr>
      <w:r w:rsidRPr="0050734A">
        <w:rPr>
          <w:i/>
        </w:rPr>
        <w:t>SD 3343</w:t>
      </w:r>
    </w:p>
    <w:p w:rsidR="0050734A" w:rsidRDefault="00867458" w:rsidP="0050734A">
      <w:r w:rsidRPr="00867458">
        <w:rPr>
          <w:b/>
        </w:rPr>
        <w:t>O</w:t>
      </w:r>
      <w:r w:rsidR="008426C1">
        <w:rPr>
          <w:b/>
        </w:rPr>
        <w:t>2</w:t>
      </w:r>
      <w:r w:rsidRPr="00867458">
        <w:rPr>
          <w:b/>
        </w:rPr>
        <w:t>.1.</w:t>
      </w:r>
      <w:r>
        <w:t xml:space="preserve"> </w:t>
      </w:r>
      <w:r w:rsidR="0050734A">
        <w:t>V části druhé čl. III bodě 3 se za slova „výše výhry“ vkládají slova „snížené o vklad“.</w:t>
      </w:r>
    </w:p>
    <w:p w:rsidR="0050734A" w:rsidRDefault="0050734A" w:rsidP="0050734A"/>
    <w:p w:rsidR="0050734A" w:rsidRDefault="00867458" w:rsidP="0050734A">
      <w:r w:rsidRPr="00867458">
        <w:rPr>
          <w:b/>
        </w:rPr>
        <w:t>O</w:t>
      </w:r>
      <w:r w:rsidR="008426C1">
        <w:rPr>
          <w:b/>
        </w:rPr>
        <w:t>2</w:t>
      </w:r>
      <w:r w:rsidRPr="00867458">
        <w:rPr>
          <w:b/>
        </w:rPr>
        <w:t>.</w:t>
      </w:r>
      <w:r>
        <w:rPr>
          <w:b/>
        </w:rPr>
        <w:t>2.</w:t>
      </w:r>
      <w:r w:rsidR="0050734A">
        <w:t xml:space="preserve"> V části druhé čl. III bodě 4 se za slova „výše výhry“ vkládají slova „snížené o vklad“. </w:t>
      </w:r>
    </w:p>
    <w:p w:rsidR="0050734A" w:rsidRDefault="0050734A" w:rsidP="0050734A"/>
    <w:p w:rsidR="0050734A" w:rsidRDefault="00867458" w:rsidP="0050734A">
      <w:r w:rsidRPr="00867458">
        <w:rPr>
          <w:b/>
        </w:rPr>
        <w:t>O</w:t>
      </w:r>
      <w:r w:rsidR="008426C1">
        <w:rPr>
          <w:b/>
        </w:rPr>
        <w:t>2</w:t>
      </w:r>
      <w:r>
        <w:rPr>
          <w:b/>
        </w:rPr>
        <w:t>.3</w:t>
      </w:r>
      <w:r w:rsidRPr="00867458">
        <w:rPr>
          <w:b/>
        </w:rPr>
        <w:t>.</w:t>
      </w:r>
      <w:r>
        <w:t xml:space="preserve"> </w:t>
      </w:r>
      <w:r w:rsidR="0050734A">
        <w:t xml:space="preserve">V části druhé čl. </w:t>
      </w:r>
      <w:proofErr w:type="gramStart"/>
      <w:r w:rsidR="0050734A">
        <w:t>III</w:t>
      </w:r>
      <w:proofErr w:type="gramEnd"/>
      <w:r w:rsidR="0050734A">
        <w:t xml:space="preserve"> bod 5 zní:</w:t>
      </w:r>
    </w:p>
    <w:p w:rsidR="0050734A" w:rsidRDefault="0050734A" w:rsidP="0050734A">
      <w:r>
        <w:t xml:space="preserve"> „5. V § 10 odst. 4 se za větu třetí vkládá věta: „U příjmů podle odstavce 1 písm. h) je základem daně výhra snížená o vklad.”.”.  </w:t>
      </w:r>
    </w:p>
    <w:p w:rsidR="0050734A" w:rsidRDefault="0050734A" w:rsidP="0050734A"/>
    <w:p w:rsidR="0050734A" w:rsidRDefault="00867458" w:rsidP="0050734A">
      <w:r w:rsidRPr="00867458">
        <w:rPr>
          <w:b/>
        </w:rPr>
        <w:t>O</w:t>
      </w:r>
      <w:r w:rsidR="008426C1">
        <w:rPr>
          <w:b/>
        </w:rPr>
        <w:t>2</w:t>
      </w:r>
      <w:r>
        <w:rPr>
          <w:b/>
        </w:rPr>
        <w:t>.4</w:t>
      </w:r>
      <w:r w:rsidRPr="00867458">
        <w:rPr>
          <w:b/>
        </w:rPr>
        <w:t>.</w:t>
      </w:r>
      <w:r w:rsidR="0050734A">
        <w:t xml:space="preserve"> V části </w:t>
      </w:r>
      <w:proofErr w:type="gramStart"/>
      <w:r w:rsidR="0050734A">
        <w:t>druhé čl.</w:t>
      </w:r>
      <w:proofErr w:type="gramEnd"/>
      <w:r w:rsidR="0050734A">
        <w:t xml:space="preserve"> III </w:t>
      </w:r>
      <w:proofErr w:type="gramStart"/>
      <w:r w:rsidR="0050734A">
        <w:t>se</w:t>
      </w:r>
      <w:proofErr w:type="gramEnd"/>
      <w:r w:rsidR="0050734A">
        <w:t xml:space="preserve"> bod 15 </w:t>
      </w:r>
      <w:proofErr w:type="gramStart"/>
      <w:r w:rsidR="0050734A">
        <w:t>zrušuje</w:t>
      </w:r>
      <w:proofErr w:type="gramEnd"/>
      <w:r w:rsidR="0050734A">
        <w:t xml:space="preserve">. </w:t>
      </w:r>
    </w:p>
    <w:p w:rsidR="0050734A" w:rsidRDefault="0050734A" w:rsidP="0050734A">
      <w:r>
        <w:t xml:space="preserve">Následující body se přečíslují. </w:t>
      </w:r>
    </w:p>
    <w:p w:rsidR="0050734A" w:rsidRDefault="0050734A" w:rsidP="0050734A"/>
    <w:p w:rsidR="0050734A" w:rsidRDefault="00867458" w:rsidP="0050734A">
      <w:r w:rsidRPr="00867458">
        <w:rPr>
          <w:b/>
        </w:rPr>
        <w:t>O</w:t>
      </w:r>
      <w:r w:rsidR="008426C1">
        <w:rPr>
          <w:b/>
        </w:rPr>
        <w:t>2</w:t>
      </w:r>
      <w:r>
        <w:rPr>
          <w:b/>
        </w:rPr>
        <w:t>.5</w:t>
      </w:r>
      <w:r w:rsidR="0050734A" w:rsidRPr="00867458">
        <w:rPr>
          <w:b/>
        </w:rPr>
        <w:t>.</w:t>
      </w:r>
      <w:r w:rsidR="0050734A">
        <w:t xml:space="preserve"> V části druhé čl. III se v bodě 17 za slova „hazardní hry“ vkládají slova „snížené o vklad“.</w:t>
      </w:r>
    </w:p>
    <w:p w:rsidR="0050734A" w:rsidRDefault="0050734A"/>
    <w:p w:rsidR="0050734A" w:rsidRPr="00867458" w:rsidRDefault="0050734A">
      <w:pPr>
        <w:rPr>
          <w:i/>
        </w:rPr>
      </w:pPr>
      <w:r w:rsidRPr="00867458">
        <w:rPr>
          <w:i/>
        </w:rPr>
        <w:t>SD 3425</w:t>
      </w:r>
    </w:p>
    <w:p w:rsidR="00867458" w:rsidRDefault="00D71C3D" w:rsidP="00867458">
      <w:r w:rsidRPr="00D71C3D">
        <w:rPr>
          <w:b/>
        </w:rPr>
        <w:t>O</w:t>
      </w:r>
      <w:r w:rsidR="008426C1">
        <w:rPr>
          <w:b/>
        </w:rPr>
        <w:t>3</w:t>
      </w:r>
      <w:r w:rsidRPr="00D71C3D">
        <w:rPr>
          <w:b/>
        </w:rPr>
        <w:t>.</w:t>
      </w:r>
      <w:r w:rsidR="00867458" w:rsidRPr="00D71C3D">
        <w:rPr>
          <w:b/>
        </w:rPr>
        <w:t>1</w:t>
      </w:r>
      <w:r w:rsidR="00867458">
        <w:t xml:space="preserve">. V části druhé, čl. III, se v bodě 3 za slova „výše výhry“ vkládají slova „snížené o vklad“. </w:t>
      </w:r>
    </w:p>
    <w:p w:rsidR="00867458" w:rsidRDefault="00867458" w:rsidP="00867458"/>
    <w:p w:rsidR="00867458" w:rsidRDefault="00D71C3D" w:rsidP="00867458">
      <w:r w:rsidRPr="00D71C3D">
        <w:rPr>
          <w:b/>
        </w:rPr>
        <w:t>O</w:t>
      </w:r>
      <w:r w:rsidR="008426C1">
        <w:rPr>
          <w:b/>
        </w:rPr>
        <w:t>3</w:t>
      </w:r>
      <w:r w:rsidRPr="00D71C3D">
        <w:rPr>
          <w:b/>
        </w:rPr>
        <w:t>.</w:t>
      </w:r>
      <w:r w:rsidR="00867458" w:rsidRPr="00D71C3D">
        <w:rPr>
          <w:b/>
        </w:rPr>
        <w:t>2.</w:t>
      </w:r>
      <w:r w:rsidR="00867458">
        <w:t xml:space="preserve"> V části druhé, čl. III, se v bodě 4 za slova „výše výhry“ vkládají slova „snížené o vklad“. </w:t>
      </w:r>
    </w:p>
    <w:p w:rsidR="00867458" w:rsidRDefault="00867458" w:rsidP="00867458"/>
    <w:p w:rsidR="00867458" w:rsidRDefault="00D71C3D" w:rsidP="00867458">
      <w:r w:rsidRPr="00D71C3D">
        <w:rPr>
          <w:b/>
        </w:rPr>
        <w:t>O</w:t>
      </w:r>
      <w:r w:rsidR="008426C1">
        <w:rPr>
          <w:b/>
        </w:rPr>
        <w:t>3</w:t>
      </w:r>
      <w:r w:rsidRPr="00D71C3D">
        <w:rPr>
          <w:b/>
        </w:rPr>
        <w:t>.</w:t>
      </w:r>
      <w:r w:rsidR="00867458" w:rsidRPr="00D71C3D">
        <w:rPr>
          <w:b/>
        </w:rPr>
        <w:t>3.</w:t>
      </w:r>
      <w:r w:rsidR="00867458">
        <w:t xml:space="preserve"> V části druhé, čl. III, bod 5 zní:</w:t>
      </w:r>
    </w:p>
    <w:p w:rsidR="00867458" w:rsidRDefault="00867458" w:rsidP="00867458">
      <w:r>
        <w:t xml:space="preserve"> „5. V § 10 odst. 4 se za větu třetí vkládá věta: „U příjmů podle odstavce 1 písm. h) je základem daně výhra snížená o částku 100.000 Kč a o vklad.”.”.  </w:t>
      </w:r>
    </w:p>
    <w:p w:rsidR="00867458" w:rsidRDefault="00867458" w:rsidP="00867458"/>
    <w:p w:rsidR="00867458" w:rsidRDefault="00D71C3D" w:rsidP="00867458">
      <w:r w:rsidRPr="00D71C3D">
        <w:rPr>
          <w:b/>
        </w:rPr>
        <w:t>O</w:t>
      </w:r>
      <w:r w:rsidR="008426C1">
        <w:rPr>
          <w:b/>
        </w:rPr>
        <w:t>3</w:t>
      </w:r>
      <w:r w:rsidRPr="00D71C3D">
        <w:rPr>
          <w:b/>
        </w:rPr>
        <w:t>.</w:t>
      </w:r>
      <w:r w:rsidR="00867458" w:rsidRPr="00D71C3D">
        <w:rPr>
          <w:b/>
        </w:rPr>
        <w:t>4.</w:t>
      </w:r>
      <w:r w:rsidR="00867458">
        <w:t xml:space="preserve"> V části druhé, čl. III, se body 15 a 16 zrušují.</w:t>
      </w:r>
    </w:p>
    <w:p w:rsidR="00867458" w:rsidRDefault="00867458" w:rsidP="00867458">
      <w:r>
        <w:t xml:space="preserve">Následující body se přečíslují. </w:t>
      </w:r>
    </w:p>
    <w:p w:rsidR="00867458" w:rsidRDefault="00867458" w:rsidP="00867458"/>
    <w:p w:rsidR="00867458" w:rsidRDefault="00D71C3D" w:rsidP="00867458">
      <w:r w:rsidRPr="00D71C3D">
        <w:rPr>
          <w:b/>
        </w:rPr>
        <w:t>O</w:t>
      </w:r>
      <w:r w:rsidR="008426C1">
        <w:rPr>
          <w:b/>
        </w:rPr>
        <w:t>3</w:t>
      </w:r>
      <w:r w:rsidRPr="00D71C3D">
        <w:rPr>
          <w:b/>
        </w:rPr>
        <w:t>.</w:t>
      </w:r>
      <w:r w:rsidR="00867458" w:rsidRPr="00D71C3D">
        <w:rPr>
          <w:b/>
        </w:rPr>
        <w:t>5.</w:t>
      </w:r>
      <w:r w:rsidR="00867458">
        <w:t xml:space="preserve"> V části druhé, čl. III, bod 15 zní:</w:t>
      </w:r>
    </w:p>
    <w:p w:rsidR="00867458" w:rsidRDefault="00867458" w:rsidP="00D71C3D">
      <w:pPr>
        <w:jc w:val="both"/>
      </w:pPr>
      <w:r>
        <w:lastRenderedPageBreak/>
        <w:t xml:space="preserve">„15. V § 36 odst. 2 se na konci písmene r) tečka nahrazuje čárkou a doplňuje se nové písmeno s), které zní: „s) z příjmu v podobě ceny z </w:t>
      </w:r>
      <w:proofErr w:type="spellStart"/>
      <w:r>
        <w:t>účtenkové</w:t>
      </w:r>
      <w:proofErr w:type="spellEnd"/>
      <w:r>
        <w:t xml:space="preserve"> loterie a z příjmu v podobě výhry z hazardní hry.”.”. </w:t>
      </w:r>
    </w:p>
    <w:p w:rsidR="00867458" w:rsidRDefault="00867458" w:rsidP="00867458"/>
    <w:p w:rsidR="0050734A" w:rsidRPr="00D71C3D" w:rsidRDefault="0050734A">
      <w:pPr>
        <w:rPr>
          <w:i/>
        </w:rPr>
      </w:pPr>
      <w:r w:rsidRPr="00D71C3D">
        <w:rPr>
          <w:i/>
        </w:rPr>
        <w:t>SD 3347</w:t>
      </w:r>
    </w:p>
    <w:p w:rsidR="00D71C3D" w:rsidRDefault="00D71C3D" w:rsidP="00D71C3D">
      <w:pPr>
        <w:jc w:val="both"/>
      </w:pPr>
      <w:r w:rsidRPr="00D71C3D">
        <w:rPr>
          <w:b/>
        </w:rPr>
        <w:t>O</w:t>
      </w:r>
      <w:r w:rsidR="008426C1">
        <w:rPr>
          <w:b/>
        </w:rPr>
        <w:t>4</w:t>
      </w:r>
      <w:r w:rsidRPr="00D71C3D">
        <w:rPr>
          <w:b/>
        </w:rPr>
        <w:t>.</w:t>
      </w:r>
      <w:r>
        <w:t xml:space="preserve"> V části druhé čl. III se v bodech 1,3, 4 a 8 částka „100.000 Kč“ nahrazuje částkou „10 000 000 Kč“.</w:t>
      </w:r>
    </w:p>
    <w:p w:rsidR="0050734A" w:rsidRDefault="0050734A"/>
    <w:p w:rsidR="0050734A" w:rsidRPr="00D71C3D" w:rsidRDefault="0050734A">
      <w:pPr>
        <w:rPr>
          <w:i/>
        </w:rPr>
      </w:pPr>
      <w:r w:rsidRPr="00D71C3D">
        <w:rPr>
          <w:i/>
        </w:rPr>
        <w:t>SD 3345</w:t>
      </w:r>
    </w:p>
    <w:p w:rsidR="00D71C3D" w:rsidRDefault="00D71C3D" w:rsidP="00D71C3D">
      <w:r w:rsidRPr="00D71C3D">
        <w:rPr>
          <w:b/>
        </w:rPr>
        <w:t>O</w:t>
      </w:r>
      <w:r w:rsidR="008426C1">
        <w:rPr>
          <w:b/>
        </w:rPr>
        <w:t>5</w:t>
      </w:r>
      <w:r w:rsidRPr="00D71C3D">
        <w:rPr>
          <w:b/>
        </w:rPr>
        <w:t>.</w:t>
      </w:r>
      <w:r>
        <w:t xml:space="preserve"> Za část šestou se vkládá nová část sedmá, která včetně nadpisu zní:</w:t>
      </w:r>
    </w:p>
    <w:p w:rsidR="00D71C3D" w:rsidRDefault="00D71C3D" w:rsidP="00D71C3D">
      <w:pPr>
        <w:spacing w:after="200"/>
        <w:jc w:val="center"/>
      </w:pPr>
      <w:r>
        <w:t>“ČÁST SEDMÁ</w:t>
      </w:r>
    </w:p>
    <w:p w:rsidR="00D71C3D" w:rsidRDefault="00D71C3D" w:rsidP="00D71C3D">
      <w:pPr>
        <w:spacing w:after="200"/>
        <w:jc w:val="center"/>
        <w:rPr>
          <w:b/>
        </w:rPr>
      </w:pPr>
      <w:r>
        <w:rPr>
          <w:b/>
        </w:rPr>
        <w:t>Změna zákona o hazardních hrách</w:t>
      </w:r>
    </w:p>
    <w:p w:rsidR="00D71C3D" w:rsidRDefault="00D71C3D" w:rsidP="00D71C3D">
      <w:pPr>
        <w:spacing w:after="200"/>
        <w:jc w:val="center"/>
      </w:pPr>
      <w:r>
        <w:t>Čl. XII</w:t>
      </w:r>
    </w:p>
    <w:p w:rsidR="00D71C3D" w:rsidRDefault="00D71C3D" w:rsidP="00D71C3D">
      <w:pPr>
        <w:jc w:val="both"/>
      </w:pPr>
      <w:r>
        <w:t>V zákoně č. 186/2016 Sb., o hazardních hrách, ve znění zákona č. 183/2017 Sb., zákona č.  251/2017 Sb. a zákona č. 111/2019 Sb.,  se § 59 zrušuje.”.</w:t>
      </w:r>
    </w:p>
    <w:p w:rsidR="00D71C3D" w:rsidRDefault="00D71C3D" w:rsidP="00D71C3D"/>
    <w:p w:rsidR="00D71C3D" w:rsidRDefault="00D71C3D" w:rsidP="00D71C3D">
      <w:r>
        <w:t>Následující části a články se přečíslují.</w:t>
      </w:r>
    </w:p>
    <w:p w:rsidR="0050734A" w:rsidRDefault="0050734A"/>
    <w:p w:rsidR="0050734A" w:rsidRPr="00D71C3D" w:rsidRDefault="0050734A">
      <w:pPr>
        <w:rPr>
          <w:i/>
        </w:rPr>
      </w:pPr>
      <w:r w:rsidRPr="00D71C3D">
        <w:rPr>
          <w:i/>
        </w:rPr>
        <w:t>SD 3</w:t>
      </w:r>
      <w:r w:rsidR="00D71C3D">
        <w:rPr>
          <w:i/>
        </w:rPr>
        <w:t>4</w:t>
      </w:r>
      <w:r w:rsidRPr="00D71C3D">
        <w:rPr>
          <w:i/>
        </w:rPr>
        <w:t>27</w:t>
      </w:r>
    </w:p>
    <w:p w:rsidR="005513BD" w:rsidRDefault="005513BD" w:rsidP="005513BD">
      <w:pPr>
        <w:rPr>
          <w:b/>
        </w:rPr>
      </w:pPr>
      <w:r>
        <w:rPr>
          <w:b/>
        </w:rPr>
        <w:t>O</w:t>
      </w:r>
      <w:r w:rsidR="008426C1">
        <w:rPr>
          <w:b/>
        </w:rPr>
        <w:t>6</w:t>
      </w:r>
      <w:r>
        <w:rPr>
          <w:b/>
        </w:rPr>
        <w:t>.Varianta A</w:t>
      </w:r>
    </w:p>
    <w:p w:rsidR="005513BD" w:rsidRDefault="005513BD" w:rsidP="005513BD">
      <w:pPr>
        <w:jc w:val="both"/>
      </w:pPr>
      <w:r>
        <w:t xml:space="preserve">V části sedmé  čl. XII bodě 5 se číslo „30“ nahrazuje číslem „25“. </w:t>
      </w:r>
    </w:p>
    <w:p w:rsidR="0050734A" w:rsidRDefault="0050734A"/>
    <w:p w:rsidR="005513BD" w:rsidRDefault="005513BD" w:rsidP="005513BD">
      <w:pPr>
        <w:rPr>
          <w:b/>
        </w:rPr>
      </w:pPr>
      <w:r>
        <w:rPr>
          <w:b/>
        </w:rPr>
        <w:t>O</w:t>
      </w:r>
      <w:r w:rsidR="008426C1">
        <w:rPr>
          <w:b/>
        </w:rPr>
        <w:t>6</w:t>
      </w:r>
      <w:r>
        <w:rPr>
          <w:b/>
        </w:rPr>
        <w:t>. Varianta B</w:t>
      </w:r>
    </w:p>
    <w:p w:rsidR="005513BD" w:rsidRDefault="005513BD" w:rsidP="005513BD">
      <w:pPr>
        <w:spacing w:after="240"/>
        <w:jc w:val="both"/>
      </w:pPr>
      <w:r>
        <w:t>1. V části sedmé čl. XII se před bod 1 vkládají nové body 1 a 2, které znějí:</w:t>
      </w:r>
    </w:p>
    <w:p w:rsidR="005513BD" w:rsidRDefault="005513BD" w:rsidP="005513BD">
      <w:pPr>
        <w:jc w:val="both"/>
      </w:pPr>
      <w:r>
        <w:t>„1. V § 3 odst. 1 písm. f) se za slovo „hry“ vkládají slova „s výjimkou živé hry uvedené v písmenu g)“.</w:t>
      </w:r>
    </w:p>
    <w:p w:rsidR="005513BD" w:rsidRDefault="005513BD" w:rsidP="005513BD">
      <w:pPr>
        <w:jc w:val="both"/>
      </w:pPr>
    </w:p>
    <w:p w:rsidR="005513BD" w:rsidRDefault="005513BD" w:rsidP="005513BD">
      <w:pPr>
        <w:jc w:val="both"/>
      </w:pPr>
      <w:r>
        <w:t>2.  V § 3 odst. 1 se za písmeno f) vkládá nové písmeno g), které zní:</w:t>
      </w:r>
    </w:p>
    <w:p w:rsidR="005513BD" w:rsidRDefault="005513BD" w:rsidP="005513BD">
      <w:pPr>
        <w:jc w:val="both"/>
      </w:pPr>
      <w:r>
        <w:t>„g) z živé hry spočívající v karetní hře, a to i provozované formou turnaje, při které hraje jeden sázející proti druhému v případě dílčí daně z živých karetních her, při kterých hraje jeden sázející proti druhému,“.</w:t>
      </w:r>
    </w:p>
    <w:p w:rsidR="005513BD" w:rsidRDefault="005513BD" w:rsidP="005513BD">
      <w:pPr>
        <w:jc w:val="both"/>
      </w:pPr>
      <w:r>
        <w:t>Dosavadní písmena g) a h) se označují jako písmena h) a i).“.</w:t>
      </w:r>
    </w:p>
    <w:p w:rsidR="005513BD" w:rsidRDefault="005513BD" w:rsidP="005513BD">
      <w:pPr>
        <w:jc w:val="both"/>
      </w:pPr>
      <w:r>
        <w:t>Následující body se přečíslují.</w:t>
      </w:r>
    </w:p>
    <w:p w:rsidR="005513BD" w:rsidRDefault="005513BD" w:rsidP="005513BD">
      <w:pPr>
        <w:jc w:val="both"/>
      </w:pPr>
    </w:p>
    <w:p w:rsidR="005513BD" w:rsidRDefault="005513BD" w:rsidP="005513BD">
      <w:pPr>
        <w:jc w:val="both"/>
      </w:pPr>
      <w:r>
        <w:t xml:space="preserve">2. V části sedmé </w:t>
      </w:r>
      <w:proofErr w:type="gramStart"/>
      <w:r>
        <w:t>čl.</w:t>
      </w:r>
      <w:proofErr w:type="gramEnd"/>
      <w:r>
        <w:t xml:space="preserve"> XII </w:t>
      </w:r>
      <w:proofErr w:type="gramStart"/>
      <w:r>
        <w:t>se</w:t>
      </w:r>
      <w:proofErr w:type="gramEnd"/>
      <w:r>
        <w:t xml:space="preserve"> za bod 7 </w:t>
      </w:r>
      <w:proofErr w:type="gramStart"/>
      <w:r>
        <w:t>vkládá</w:t>
      </w:r>
      <w:proofErr w:type="gramEnd"/>
      <w:r>
        <w:t xml:space="preserve"> nový bod 8, který zní:</w:t>
      </w:r>
    </w:p>
    <w:p w:rsidR="005513BD" w:rsidRDefault="005513BD" w:rsidP="005513BD">
      <w:pPr>
        <w:jc w:val="both"/>
      </w:pPr>
      <w:r>
        <w:t>„8. V § 4 se za písmeno f) vkládá nové písmeno g), které zní:</w:t>
      </w:r>
    </w:p>
    <w:p w:rsidR="005513BD" w:rsidRDefault="005513BD" w:rsidP="005513BD">
      <w:pPr>
        <w:jc w:val="both"/>
      </w:pPr>
      <w:r>
        <w:t>„g) 25 % pro dílčí základ daně z živých karetních her, při kterých hraje jeden sázející proti druhému.“.</w:t>
      </w:r>
    </w:p>
    <w:p w:rsidR="005513BD" w:rsidRDefault="005513BD" w:rsidP="005513BD">
      <w:pPr>
        <w:jc w:val="both"/>
      </w:pPr>
      <w:r>
        <w:t>Dosavadní písmena g) a h) se označují jako písmena h) a i).“.</w:t>
      </w:r>
    </w:p>
    <w:p w:rsidR="005513BD" w:rsidRDefault="005513BD" w:rsidP="005513BD">
      <w:pPr>
        <w:spacing w:after="120"/>
        <w:jc w:val="both"/>
      </w:pPr>
      <w:r>
        <w:t>Následující body se přečíslují.</w:t>
      </w:r>
    </w:p>
    <w:p w:rsidR="005513BD" w:rsidRDefault="005513BD" w:rsidP="005513BD">
      <w:pPr>
        <w:jc w:val="both"/>
      </w:pPr>
      <w:r>
        <w:t>3. V části sedmé čl. XII bodě 9 se text „g)“ nahrazuje textem „h)“.</w:t>
      </w:r>
    </w:p>
    <w:p w:rsidR="005513BD" w:rsidRDefault="005513BD" w:rsidP="005513BD">
      <w:pPr>
        <w:jc w:val="both"/>
      </w:pPr>
    </w:p>
    <w:p w:rsidR="005513BD" w:rsidRDefault="005513BD" w:rsidP="005513BD">
      <w:pPr>
        <w:jc w:val="both"/>
      </w:pPr>
      <w:r>
        <w:t>4. V části sedmé čl. XII bodě 10 se text „h)“ nahrazuje textem „i)“.</w:t>
      </w:r>
    </w:p>
    <w:p w:rsidR="005513BD" w:rsidRDefault="005513BD"/>
    <w:p w:rsidR="0050734A" w:rsidRPr="005513BD" w:rsidRDefault="0050734A">
      <w:pPr>
        <w:rPr>
          <w:i/>
        </w:rPr>
      </w:pPr>
      <w:r w:rsidRPr="005513BD">
        <w:rPr>
          <w:i/>
        </w:rPr>
        <w:t>SD 3462</w:t>
      </w:r>
    </w:p>
    <w:p w:rsidR="005513BD" w:rsidRDefault="005513BD" w:rsidP="005513BD">
      <w:pPr>
        <w:rPr>
          <w:b/>
        </w:rPr>
      </w:pPr>
      <w:r>
        <w:rPr>
          <w:b/>
        </w:rPr>
        <w:t>O</w:t>
      </w:r>
      <w:r w:rsidR="008426C1">
        <w:rPr>
          <w:b/>
        </w:rPr>
        <w:t>7</w:t>
      </w:r>
      <w:r>
        <w:rPr>
          <w:b/>
        </w:rPr>
        <w:t>.Varianta A</w:t>
      </w:r>
    </w:p>
    <w:p w:rsidR="005513BD" w:rsidRDefault="005513BD" w:rsidP="005513BD">
      <w:pPr>
        <w:jc w:val="both"/>
      </w:pPr>
      <w:r w:rsidRPr="004F096E">
        <w:t>V části s</w:t>
      </w:r>
      <w:r>
        <w:t xml:space="preserve">edmé </w:t>
      </w:r>
      <w:proofErr w:type="gramStart"/>
      <w:r>
        <w:t>čl.</w:t>
      </w:r>
      <w:proofErr w:type="gramEnd"/>
      <w:r>
        <w:t xml:space="preserve"> XII </w:t>
      </w:r>
      <w:proofErr w:type="gramStart"/>
      <w:r>
        <w:t>se</w:t>
      </w:r>
      <w:proofErr w:type="gramEnd"/>
      <w:r>
        <w:t xml:space="preserve"> novelizační bod 5 </w:t>
      </w:r>
      <w:proofErr w:type="gramStart"/>
      <w:r>
        <w:t>zrušuje</w:t>
      </w:r>
      <w:proofErr w:type="gramEnd"/>
      <w:r w:rsidRPr="004F096E">
        <w:t>.</w:t>
      </w:r>
    </w:p>
    <w:p w:rsidR="005513BD" w:rsidRDefault="005513BD" w:rsidP="005513BD">
      <w:pPr>
        <w:jc w:val="both"/>
      </w:pPr>
      <w:r>
        <w:t xml:space="preserve">Následující novelizační body se přečíslují. </w:t>
      </w:r>
    </w:p>
    <w:p w:rsidR="0050734A" w:rsidRDefault="0050734A"/>
    <w:p w:rsidR="00D63A7F" w:rsidRDefault="00D63A7F">
      <w:pPr>
        <w:widowControl/>
        <w:suppressAutoHyphens w:val="0"/>
        <w:rPr>
          <w:b/>
        </w:rPr>
      </w:pPr>
      <w:r>
        <w:rPr>
          <w:b/>
        </w:rPr>
        <w:br w:type="page"/>
      </w:r>
    </w:p>
    <w:p w:rsidR="005513BD" w:rsidRDefault="005513BD" w:rsidP="005513BD">
      <w:pPr>
        <w:rPr>
          <w:b/>
        </w:rPr>
      </w:pPr>
      <w:r w:rsidRPr="005513BD">
        <w:rPr>
          <w:b/>
        </w:rPr>
        <w:lastRenderedPageBreak/>
        <w:t>O</w:t>
      </w:r>
      <w:r w:rsidR="008426C1">
        <w:rPr>
          <w:b/>
        </w:rPr>
        <w:t>7</w:t>
      </w:r>
      <w:r w:rsidRPr="005513BD">
        <w:rPr>
          <w:b/>
        </w:rPr>
        <w:t>.</w:t>
      </w:r>
      <w:r>
        <w:t xml:space="preserve"> </w:t>
      </w:r>
      <w:r>
        <w:rPr>
          <w:b/>
        </w:rPr>
        <w:t>Varianta B</w:t>
      </w:r>
    </w:p>
    <w:p w:rsidR="005513BD" w:rsidRDefault="005513BD" w:rsidP="00AA2BA4">
      <w:pPr>
        <w:jc w:val="both"/>
      </w:pPr>
      <w:r>
        <w:t>1. V části sedmé čl. XII se před bod 1 vkládají nové body 1 a 2, které znějí:</w:t>
      </w:r>
    </w:p>
    <w:p w:rsidR="005513BD" w:rsidRDefault="005513BD" w:rsidP="00AA2BA4">
      <w:pPr>
        <w:jc w:val="both"/>
      </w:pPr>
      <w:r>
        <w:t>„1. V § 3 odst. 1 písm. f) se za slovo „hry“ vkládají slova „s výjimkou živé hry uvedené v písmenu g)“.</w:t>
      </w:r>
    </w:p>
    <w:p w:rsidR="005513BD" w:rsidRDefault="005513BD" w:rsidP="00AA2BA4">
      <w:pPr>
        <w:jc w:val="both"/>
      </w:pPr>
      <w:r>
        <w:t>2. V § 3 odst. 1 se za písmeno f) vkládá nové písmeno g), které zní:</w:t>
      </w:r>
    </w:p>
    <w:p w:rsidR="005513BD" w:rsidRDefault="005513BD" w:rsidP="00AA2BA4">
      <w:pPr>
        <w:jc w:val="both"/>
      </w:pPr>
      <w:r>
        <w:t>„g) z živé hry spočívající v karetní hře, a to i provozované formou turnaje, při které hraje jeden sázející proti druhému v případě dílčí daně z živých karetních her, při kterých hraje jeden sázející proti druhému,“.</w:t>
      </w:r>
    </w:p>
    <w:p w:rsidR="005513BD" w:rsidRDefault="005513BD" w:rsidP="00AA2BA4">
      <w:pPr>
        <w:jc w:val="both"/>
      </w:pPr>
      <w:r>
        <w:t>Dosavadní písmena g) a h) se označují jako písmena h) a i).“.</w:t>
      </w:r>
    </w:p>
    <w:p w:rsidR="005513BD" w:rsidRDefault="005513BD" w:rsidP="00AA2BA4">
      <w:pPr>
        <w:jc w:val="both"/>
      </w:pPr>
      <w:r>
        <w:t>Následující body se přečíslují.</w:t>
      </w:r>
    </w:p>
    <w:p w:rsidR="005513BD" w:rsidRDefault="005513BD" w:rsidP="00AA2BA4">
      <w:pPr>
        <w:jc w:val="both"/>
      </w:pPr>
    </w:p>
    <w:p w:rsidR="005513BD" w:rsidRDefault="005513BD" w:rsidP="00AA2BA4">
      <w:pPr>
        <w:jc w:val="both"/>
      </w:pPr>
      <w:r>
        <w:t xml:space="preserve">2. V části sedmé </w:t>
      </w:r>
      <w:proofErr w:type="gramStart"/>
      <w:r>
        <w:t>čl.</w:t>
      </w:r>
      <w:proofErr w:type="gramEnd"/>
      <w:r>
        <w:t xml:space="preserve"> XII </w:t>
      </w:r>
      <w:proofErr w:type="gramStart"/>
      <w:r>
        <w:t>se</w:t>
      </w:r>
      <w:proofErr w:type="gramEnd"/>
      <w:r>
        <w:t xml:space="preserve"> za bod 7 </w:t>
      </w:r>
      <w:proofErr w:type="gramStart"/>
      <w:r>
        <w:t>vkládá</w:t>
      </w:r>
      <w:proofErr w:type="gramEnd"/>
      <w:r>
        <w:t xml:space="preserve"> nový bod 8, který zní:</w:t>
      </w:r>
    </w:p>
    <w:p w:rsidR="005513BD" w:rsidRDefault="005513BD" w:rsidP="00AA2BA4">
      <w:pPr>
        <w:jc w:val="both"/>
      </w:pPr>
      <w:r>
        <w:t>„8. V § 4 se za písmeno f) vkládá nové písmeno g), které zní:</w:t>
      </w:r>
    </w:p>
    <w:p w:rsidR="005513BD" w:rsidRDefault="005513BD" w:rsidP="00AA2BA4">
      <w:pPr>
        <w:jc w:val="both"/>
      </w:pPr>
      <w:r>
        <w:t>„g) 23 % pro dílčí základ daně z živých karetních her, při kterých hraje jeden sázející proti druhému.“.</w:t>
      </w:r>
    </w:p>
    <w:p w:rsidR="005513BD" w:rsidRDefault="005513BD" w:rsidP="00AA2BA4">
      <w:pPr>
        <w:jc w:val="both"/>
      </w:pPr>
      <w:r>
        <w:t>Dosavadní písmena g) a h) se označují jako písmena h) a i).“.</w:t>
      </w:r>
    </w:p>
    <w:p w:rsidR="005513BD" w:rsidRDefault="005513BD" w:rsidP="00AA2BA4">
      <w:pPr>
        <w:jc w:val="both"/>
      </w:pPr>
      <w:r>
        <w:t>Následující body se přečíslují.</w:t>
      </w:r>
    </w:p>
    <w:p w:rsidR="00AA2BA4" w:rsidRDefault="00AA2BA4" w:rsidP="00AA2BA4">
      <w:pPr>
        <w:jc w:val="both"/>
      </w:pPr>
    </w:p>
    <w:p w:rsidR="005513BD" w:rsidRDefault="005513BD" w:rsidP="00AA2BA4">
      <w:pPr>
        <w:jc w:val="both"/>
      </w:pPr>
      <w:r>
        <w:t>3.</w:t>
      </w:r>
      <w:r>
        <w:tab/>
        <w:t>V části sedmé čl. XII bodě 9 se text „g)“ nahrazuje textem „h)“.</w:t>
      </w:r>
    </w:p>
    <w:p w:rsidR="00AA2BA4" w:rsidRDefault="00AA2BA4" w:rsidP="00AA2BA4">
      <w:pPr>
        <w:jc w:val="both"/>
      </w:pPr>
    </w:p>
    <w:p w:rsidR="005513BD" w:rsidRDefault="005513BD" w:rsidP="00AA2BA4">
      <w:pPr>
        <w:jc w:val="both"/>
      </w:pPr>
      <w:r>
        <w:t>4.</w:t>
      </w:r>
      <w:r>
        <w:tab/>
        <w:t>V části sedmé čl. XII bodě 10 se text „h)“ nahrazuje textem „i)“.</w:t>
      </w:r>
    </w:p>
    <w:p w:rsidR="0050734A" w:rsidRDefault="0050734A" w:rsidP="00AA2BA4"/>
    <w:p w:rsidR="00100910" w:rsidRDefault="00100910" w:rsidP="00AA2BA4"/>
    <w:p w:rsidR="00742344" w:rsidRDefault="00AA2BA4" w:rsidP="00AA2BA4">
      <w:pPr>
        <w:pStyle w:val="PNposlanec"/>
      </w:pPr>
      <w:r>
        <w:t>Poslanec Vojtěch Munzar</w:t>
      </w:r>
    </w:p>
    <w:p w:rsidR="00663743" w:rsidRPr="00AA2BA4" w:rsidRDefault="00AA2BA4">
      <w:pPr>
        <w:rPr>
          <w:i/>
        </w:rPr>
      </w:pPr>
      <w:r w:rsidRPr="00AA2BA4">
        <w:rPr>
          <w:i/>
        </w:rPr>
        <w:t>SD 3374</w:t>
      </w:r>
    </w:p>
    <w:p w:rsidR="00AA2BA4" w:rsidRPr="00673C12" w:rsidRDefault="00841FD3" w:rsidP="00AA2BA4">
      <w:pPr>
        <w:rPr>
          <w:rFonts w:cs="Times New Roman"/>
          <w:lang w:eastAsia="cs-CZ"/>
        </w:rPr>
      </w:pPr>
      <w:r w:rsidRPr="00841FD3">
        <w:rPr>
          <w:rFonts w:cs="Times New Roman"/>
          <w:b/>
          <w:lang w:eastAsia="cs-CZ"/>
        </w:rPr>
        <w:t>P1</w:t>
      </w:r>
      <w:r>
        <w:rPr>
          <w:rFonts w:cs="Times New Roman"/>
          <w:lang w:eastAsia="cs-CZ"/>
        </w:rPr>
        <w:t xml:space="preserve">. </w:t>
      </w:r>
      <w:r w:rsidR="00AA2BA4" w:rsidRPr="00673C12">
        <w:rPr>
          <w:rFonts w:cs="Times New Roman"/>
          <w:lang w:eastAsia="cs-CZ"/>
        </w:rPr>
        <w:t>Za nově vkládanou část osmou se vkládá nová část devátá, která zní:</w:t>
      </w:r>
    </w:p>
    <w:p w:rsidR="00AA2BA4" w:rsidRPr="00AA2BA4" w:rsidRDefault="00AA2BA4" w:rsidP="00AA2BA4">
      <w:pPr>
        <w:pStyle w:val="ST"/>
        <w:spacing w:before="0" w:after="0"/>
        <w:rPr>
          <w:szCs w:val="24"/>
        </w:rPr>
      </w:pPr>
      <w:r w:rsidRPr="00AA2BA4">
        <w:rPr>
          <w:szCs w:val="24"/>
        </w:rPr>
        <w:t>„ČÁST DEVÁTá</w:t>
      </w:r>
    </w:p>
    <w:p w:rsidR="00AA2BA4" w:rsidRPr="00AA2BA4" w:rsidRDefault="00AA2BA4" w:rsidP="00AA2BA4">
      <w:pPr>
        <w:pStyle w:val="NADPISSTI"/>
        <w:rPr>
          <w:szCs w:val="24"/>
        </w:rPr>
      </w:pPr>
      <w:r w:rsidRPr="00AA2BA4">
        <w:rPr>
          <w:szCs w:val="24"/>
        </w:rPr>
        <w:t>Zrušovací ustanovení</w:t>
      </w:r>
    </w:p>
    <w:p w:rsidR="00AA2BA4" w:rsidRPr="00AA2BA4" w:rsidRDefault="00AA2BA4" w:rsidP="00AA2BA4">
      <w:pPr>
        <w:rPr>
          <w:rFonts w:cs="Times New Roman"/>
          <w:lang w:eastAsia="cs-CZ"/>
        </w:rPr>
      </w:pPr>
    </w:p>
    <w:p w:rsidR="00AA2BA4" w:rsidRPr="00AA2BA4" w:rsidRDefault="00AA2BA4" w:rsidP="00AA2BA4">
      <w:pPr>
        <w:pStyle w:val="lnek"/>
        <w:numPr>
          <w:ilvl w:val="1"/>
          <w:numId w:val="20"/>
        </w:numPr>
        <w:spacing w:before="0" w:after="0" w:line="240" w:lineRule="auto"/>
        <w:rPr>
          <w:rFonts w:ascii="Times New Roman" w:hAnsi="Times New Roman" w:cs="Times New Roman"/>
          <w:sz w:val="24"/>
          <w:szCs w:val="24"/>
        </w:rPr>
      </w:pPr>
      <w:r w:rsidRPr="00AA2BA4">
        <w:rPr>
          <w:rFonts w:ascii="Times New Roman" w:hAnsi="Times New Roman" w:cs="Times New Roman"/>
          <w:sz w:val="24"/>
          <w:szCs w:val="24"/>
        </w:rPr>
        <w:t>Čl. XIV</w:t>
      </w:r>
    </w:p>
    <w:p w:rsidR="00AA2BA4" w:rsidRPr="00841FD3" w:rsidRDefault="00AA2BA4" w:rsidP="00AA2BA4">
      <w:pPr>
        <w:pStyle w:val="Odstavecseseznamem"/>
        <w:numPr>
          <w:ilvl w:val="4"/>
          <w:numId w:val="20"/>
        </w:numPr>
        <w:suppressAutoHyphens w:val="0"/>
        <w:spacing w:after="0" w:line="259" w:lineRule="auto"/>
        <w:rPr>
          <w:rFonts w:ascii="Times New Roman" w:hAnsi="Times New Roman" w:cs="Times New Roman"/>
          <w:sz w:val="24"/>
          <w:szCs w:val="24"/>
          <w:lang w:eastAsia="cs-CZ"/>
        </w:rPr>
      </w:pPr>
      <w:r w:rsidRPr="00841FD3">
        <w:rPr>
          <w:rFonts w:ascii="Times New Roman" w:hAnsi="Times New Roman" w:cs="Times New Roman"/>
          <w:sz w:val="24"/>
          <w:szCs w:val="24"/>
          <w:lang w:eastAsia="cs-CZ"/>
        </w:rPr>
        <w:t>Zákonné opatření Senátu č. 340/2013 Sb., o dani z nabytí nemovitých věcí, se zrušuje.</w:t>
      </w:r>
    </w:p>
    <w:p w:rsidR="00AA2BA4" w:rsidRPr="00841FD3" w:rsidRDefault="00AA2BA4" w:rsidP="00AA2BA4">
      <w:pPr>
        <w:pStyle w:val="Odstavecseseznamem"/>
        <w:suppressAutoHyphens w:val="0"/>
        <w:spacing w:after="0" w:line="259" w:lineRule="auto"/>
        <w:ind w:left="851"/>
        <w:rPr>
          <w:rFonts w:ascii="Times New Roman" w:hAnsi="Times New Roman" w:cs="Times New Roman"/>
          <w:sz w:val="24"/>
          <w:szCs w:val="24"/>
          <w:lang w:eastAsia="cs-CZ"/>
        </w:rPr>
      </w:pPr>
    </w:p>
    <w:p w:rsidR="00AA2BA4" w:rsidRPr="00841FD3" w:rsidRDefault="00AA2BA4" w:rsidP="00AA2BA4">
      <w:pPr>
        <w:pStyle w:val="Odstavecseseznamem"/>
        <w:numPr>
          <w:ilvl w:val="4"/>
          <w:numId w:val="20"/>
        </w:numPr>
        <w:suppressAutoHyphens w:val="0"/>
        <w:spacing w:after="0" w:line="259" w:lineRule="auto"/>
        <w:rPr>
          <w:rFonts w:ascii="Times New Roman" w:hAnsi="Times New Roman" w:cs="Times New Roman"/>
          <w:sz w:val="24"/>
          <w:szCs w:val="24"/>
          <w:lang w:eastAsia="cs-CZ"/>
        </w:rPr>
      </w:pPr>
      <w:r w:rsidRPr="00841FD3">
        <w:rPr>
          <w:rFonts w:ascii="Times New Roman" w:hAnsi="Times New Roman" w:cs="Times New Roman"/>
          <w:sz w:val="24"/>
          <w:szCs w:val="24"/>
          <w:lang w:eastAsia="cs-CZ"/>
        </w:rPr>
        <w:t>Zákona č. 254/2016 Sb.,</w:t>
      </w:r>
      <w:r w:rsidRPr="00841FD3">
        <w:rPr>
          <w:rFonts w:ascii="Times New Roman" w:hAnsi="Times New Roman" w:cs="Times New Roman"/>
          <w:sz w:val="24"/>
          <w:szCs w:val="24"/>
        </w:rPr>
        <w:t xml:space="preserve"> </w:t>
      </w:r>
      <w:r w:rsidRPr="00841FD3">
        <w:rPr>
          <w:rFonts w:ascii="Times New Roman" w:hAnsi="Times New Roman" w:cs="Times New Roman"/>
          <w:sz w:val="24"/>
          <w:szCs w:val="24"/>
          <w:lang w:eastAsia="cs-CZ"/>
        </w:rPr>
        <w:t>kterým se mění zákonné opatření Senátu č. 340/2013 Sb., o dani z nabytí nemovitých věcí se zrušuje.“.</w:t>
      </w:r>
    </w:p>
    <w:p w:rsidR="00AA2BA4" w:rsidRPr="00841FD3" w:rsidRDefault="00AA2BA4" w:rsidP="00AA2BA4">
      <w:pPr>
        <w:rPr>
          <w:rFonts w:cs="Times New Roman"/>
          <w:lang w:eastAsia="cs-CZ"/>
        </w:rPr>
      </w:pPr>
    </w:p>
    <w:p w:rsidR="00AA2BA4" w:rsidRPr="00AA2BA4" w:rsidRDefault="00AA2BA4" w:rsidP="00AA2BA4">
      <w:pPr>
        <w:rPr>
          <w:rFonts w:cs="Times New Roman"/>
        </w:rPr>
      </w:pPr>
      <w:r w:rsidRPr="00AA2BA4">
        <w:rPr>
          <w:rFonts w:cs="Times New Roman"/>
        </w:rPr>
        <w:t>Dosavadní část osmá se označuje jako část desátá a článek XIV se označuje jako článek XV</w:t>
      </w:r>
      <w:r w:rsidR="003C05E5">
        <w:rPr>
          <w:rFonts w:cs="Times New Roman"/>
        </w:rPr>
        <w:t>.</w:t>
      </w:r>
    </w:p>
    <w:p w:rsidR="00AA2BA4" w:rsidRPr="00AA2BA4" w:rsidRDefault="00AA2BA4" w:rsidP="00AA2BA4">
      <w:pPr>
        <w:rPr>
          <w:rFonts w:cs="Times New Roman"/>
        </w:rPr>
      </w:pPr>
    </w:p>
    <w:p w:rsidR="00AA2BA4" w:rsidRPr="00AA2BA4" w:rsidRDefault="00AA2BA4">
      <w:pPr>
        <w:rPr>
          <w:i/>
        </w:rPr>
      </w:pPr>
      <w:r w:rsidRPr="00AA2BA4">
        <w:rPr>
          <w:i/>
        </w:rPr>
        <w:t>SD 3372</w:t>
      </w:r>
    </w:p>
    <w:p w:rsidR="00AA2BA4" w:rsidRPr="00AA2BA4" w:rsidRDefault="00841FD3" w:rsidP="00AA2BA4">
      <w:pPr>
        <w:suppressAutoHyphens w:val="0"/>
        <w:spacing w:after="160" w:line="259" w:lineRule="auto"/>
        <w:contextualSpacing/>
        <w:rPr>
          <w:rFonts w:cs="Times New Roman"/>
          <w:lang w:eastAsia="cs-CZ"/>
        </w:rPr>
      </w:pPr>
      <w:r w:rsidRPr="00841FD3">
        <w:rPr>
          <w:rFonts w:cs="Times New Roman"/>
          <w:b/>
          <w:lang w:eastAsia="cs-CZ"/>
        </w:rPr>
        <w:t>P2.</w:t>
      </w:r>
      <w:r w:rsidR="00AA2BA4" w:rsidRPr="00841FD3">
        <w:rPr>
          <w:rFonts w:cs="Times New Roman"/>
          <w:b/>
          <w:lang w:eastAsia="cs-CZ"/>
        </w:rPr>
        <w:t>1.</w:t>
      </w:r>
      <w:r w:rsidR="00AA2BA4">
        <w:rPr>
          <w:rFonts w:cs="Times New Roman"/>
          <w:lang w:eastAsia="cs-CZ"/>
        </w:rPr>
        <w:t xml:space="preserve"> </w:t>
      </w:r>
      <w:r w:rsidR="00AA2BA4" w:rsidRPr="00AA2BA4">
        <w:rPr>
          <w:rFonts w:cs="Times New Roman"/>
          <w:lang w:eastAsia="cs-CZ"/>
        </w:rPr>
        <w:t>Za dosavadní část sedmou se vkládá nová část osmá, která zní:</w:t>
      </w:r>
    </w:p>
    <w:p w:rsidR="00AA2BA4" w:rsidRPr="001119D0" w:rsidRDefault="00AA2BA4" w:rsidP="00AA2BA4">
      <w:pPr>
        <w:pStyle w:val="ST"/>
        <w:spacing w:before="0"/>
        <w:rPr>
          <w:szCs w:val="24"/>
        </w:rPr>
      </w:pPr>
      <w:r w:rsidRPr="001119D0">
        <w:rPr>
          <w:szCs w:val="24"/>
        </w:rPr>
        <w:t>„ČÁST Osmá</w:t>
      </w:r>
    </w:p>
    <w:p w:rsidR="00AA2BA4" w:rsidRPr="001119D0" w:rsidRDefault="00AA2BA4" w:rsidP="00AA2BA4">
      <w:pPr>
        <w:pStyle w:val="NADPISSTI"/>
        <w:rPr>
          <w:szCs w:val="24"/>
        </w:rPr>
      </w:pPr>
      <w:r w:rsidRPr="001119D0">
        <w:rPr>
          <w:szCs w:val="24"/>
        </w:rPr>
        <w:t>Změna zákona o dani z přidané hodnoty</w:t>
      </w:r>
    </w:p>
    <w:p w:rsidR="00AA2BA4" w:rsidRPr="00AA2BA4" w:rsidRDefault="00AA2BA4" w:rsidP="00AA2BA4">
      <w:pPr>
        <w:pStyle w:val="lnek"/>
        <w:numPr>
          <w:ilvl w:val="1"/>
          <w:numId w:val="20"/>
        </w:numPr>
        <w:spacing w:before="120" w:after="120" w:line="240" w:lineRule="auto"/>
        <w:rPr>
          <w:rFonts w:ascii="Times New Roman" w:hAnsi="Times New Roman" w:cs="Times New Roman"/>
          <w:sz w:val="24"/>
          <w:szCs w:val="24"/>
        </w:rPr>
      </w:pPr>
      <w:r w:rsidRPr="00AA2BA4">
        <w:rPr>
          <w:rFonts w:ascii="Times New Roman" w:hAnsi="Times New Roman" w:cs="Times New Roman"/>
          <w:sz w:val="24"/>
          <w:szCs w:val="24"/>
        </w:rPr>
        <w:t>Čl. XIV</w:t>
      </w:r>
    </w:p>
    <w:p w:rsidR="00AA2BA4" w:rsidRPr="001119D0" w:rsidRDefault="00AA2BA4" w:rsidP="00AA2BA4">
      <w:pPr>
        <w:pStyle w:val="Odstavecseseznamem"/>
        <w:numPr>
          <w:ilvl w:val="1"/>
          <w:numId w:val="20"/>
        </w:numPr>
        <w:suppressAutoHyphens w:val="0"/>
        <w:spacing w:after="160" w:line="259" w:lineRule="auto"/>
        <w:contextualSpacing/>
        <w:jc w:val="both"/>
        <w:rPr>
          <w:rFonts w:ascii="Times New Roman" w:hAnsi="Times New Roman" w:cs="Times New Roman"/>
          <w:sz w:val="24"/>
          <w:szCs w:val="24"/>
          <w:lang w:eastAsia="cs-CZ"/>
        </w:rPr>
      </w:pPr>
      <w:r w:rsidRPr="001119D0">
        <w:rPr>
          <w:rFonts w:ascii="Times New Roman" w:hAnsi="Times New Roman" w:cs="Times New Roman"/>
          <w:sz w:val="24"/>
          <w:szCs w:val="24"/>
        </w:rPr>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w:t>
      </w:r>
      <w:r w:rsidRPr="001119D0">
        <w:rPr>
          <w:rFonts w:ascii="Times New Roman" w:hAnsi="Times New Roman" w:cs="Times New Roman"/>
          <w:sz w:val="24"/>
          <w:szCs w:val="24"/>
        </w:rPr>
        <w:lastRenderedPageBreak/>
        <w:t>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a zákona č. …/2018 Sb., se mění takto:</w:t>
      </w:r>
    </w:p>
    <w:p w:rsidR="00AA2BA4" w:rsidRPr="001119D0" w:rsidRDefault="00AA2BA4" w:rsidP="00AA2BA4">
      <w:pPr>
        <w:rPr>
          <w:rFonts w:cs="Times New Roman"/>
        </w:rPr>
      </w:pPr>
      <w:r w:rsidRPr="001119D0">
        <w:rPr>
          <w:rFonts w:cs="Times New Roman"/>
        </w:rPr>
        <w:t xml:space="preserve">  1. V § 6  odst</w:t>
      </w:r>
      <w:r>
        <w:rPr>
          <w:rFonts w:cs="Times New Roman"/>
        </w:rPr>
        <w:t>.</w:t>
      </w:r>
      <w:r w:rsidRPr="001119D0">
        <w:rPr>
          <w:rFonts w:cs="Times New Roman"/>
        </w:rPr>
        <w:t xml:space="preserve"> 1 nově zní:</w:t>
      </w:r>
    </w:p>
    <w:p w:rsidR="00AA2BA4" w:rsidRPr="001119D0" w:rsidRDefault="00AA2BA4" w:rsidP="00AA2BA4">
      <w:pPr>
        <w:shd w:val="clear" w:color="auto" w:fill="FFFFFF"/>
        <w:jc w:val="both"/>
        <w:rPr>
          <w:rFonts w:eastAsia="Times New Roman" w:cs="Times New Roman"/>
          <w:color w:val="000000"/>
          <w:lang w:eastAsia="cs-CZ"/>
        </w:rPr>
      </w:pPr>
      <w:r w:rsidRPr="001119D0">
        <w:rPr>
          <w:rFonts w:eastAsia="Times New Roman" w:cs="Times New Roman"/>
          <w:bCs/>
          <w:color w:val="000000"/>
          <w:lang w:eastAsia="cs-CZ"/>
        </w:rPr>
        <w:t>„(1)</w:t>
      </w:r>
      <w:r w:rsidRPr="001119D0">
        <w:rPr>
          <w:rFonts w:eastAsia="Times New Roman" w:cs="Times New Roman"/>
          <w:color w:val="000000"/>
          <w:lang w:eastAsia="cs-CZ"/>
        </w:rPr>
        <w:t> Plátcem se stane osoba povinná k dani se sídlem v tuzemsku, jejíž obrat za nejvýše 12 bezprostředně předcházejících po sobě jdoucích kalendářních měsíců přesáhne 2000000 Kč, s výjimkou osoby, která uskutečňuje pouze plnění osvobozená od daně bez nároku na odpočet daně.“</w:t>
      </w:r>
      <w:r>
        <w:rPr>
          <w:rFonts w:eastAsia="Times New Roman" w:cs="Times New Roman"/>
          <w:color w:val="000000"/>
          <w:lang w:eastAsia="cs-CZ"/>
        </w:rPr>
        <w:t>.</w:t>
      </w:r>
    </w:p>
    <w:p w:rsidR="00AA2BA4" w:rsidRPr="001119D0" w:rsidRDefault="00AA2BA4" w:rsidP="00AA2BA4">
      <w:pPr>
        <w:jc w:val="both"/>
        <w:rPr>
          <w:rFonts w:eastAsia="Times New Roman" w:cs="Times New Roman"/>
          <w:color w:val="000000"/>
          <w:lang w:eastAsia="cs-CZ"/>
        </w:rPr>
      </w:pPr>
    </w:p>
    <w:p w:rsidR="00AA2BA4" w:rsidRPr="001119D0" w:rsidRDefault="00AA2BA4" w:rsidP="00AA2BA4">
      <w:pPr>
        <w:jc w:val="both"/>
        <w:rPr>
          <w:rFonts w:eastAsia="Times New Roman" w:cs="Times New Roman"/>
          <w:color w:val="000000"/>
          <w:lang w:eastAsia="cs-CZ"/>
        </w:rPr>
      </w:pPr>
      <w:r w:rsidRPr="001119D0">
        <w:rPr>
          <w:rFonts w:eastAsia="Times New Roman" w:cs="Times New Roman"/>
          <w:color w:val="000000"/>
          <w:lang w:eastAsia="cs-CZ"/>
        </w:rPr>
        <w:t>2. V § 106 odst</w:t>
      </w:r>
      <w:r>
        <w:rPr>
          <w:rFonts w:eastAsia="Times New Roman" w:cs="Times New Roman"/>
          <w:color w:val="000000"/>
          <w:lang w:eastAsia="cs-CZ"/>
        </w:rPr>
        <w:t>.</w:t>
      </w:r>
      <w:r w:rsidRPr="001119D0">
        <w:rPr>
          <w:rFonts w:eastAsia="Times New Roman" w:cs="Times New Roman"/>
          <w:color w:val="000000"/>
          <w:lang w:eastAsia="cs-CZ"/>
        </w:rPr>
        <w:t xml:space="preserve"> 2 nově zní:</w:t>
      </w:r>
    </w:p>
    <w:p w:rsidR="00AA2BA4" w:rsidRPr="001119D0" w:rsidRDefault="00AA2BA4" w:rsidP="00AA2BA4">
      <w:pPr>
        <w:pStyle w:val="l5"/>
        <w:shd w:val="clear" w:color="auto" w:fill="FFFFFF"/>
        <w:spacing w:before="0" w:beforeAutospacing="0" w:after="0" w:afterAutospacing="0"/>
        <w:jc w:val="both"/>
        <w:rPr>
          <w:color w:val="000000"/>
        </w:rPr>
      </w:pPr>
      <w:r w:rsidRPr="001119D0">
        <w:rPr>
          <w:bCs/>
          <w:color w:val="000000"/>
        </w:rPr>
        <w:t>„</w:t>
      </w:r>
      <w:r w:rsidRPr="001119D0">
        <w:rPr>
          <w:rStyle w:val="PromnnHTML"/>
          <w:rFonts w:eastAsia="SimSun"/>
          <w:bCs/>
          <w:color w:val="000000"/>
        </w:rPr>
        <w:t>(2)</w:t>
      </w:r>
      <w:r w:rsidRPr="001119D0">
        <w:rPr>
          <w:color w:val="000000"/>
        </w:rPr>
        <w:t> Správce daně zruší registraci plátce,</w:t>
      </w:r>
    </w:p>
    <w:p w:rsidR="00AA2BA4" w:rsidRPr="001119D0" w:rsidRDefault="00AA2BA4" w:rsidP="00AA2BA4">
      <w:pPr>
        <w:pStyle w:val="l6"/>
        <w:shd w:val="clear" w:color="auto" w:fill="FFFFFF"/>
        <w:spacing w:before="0" w:beforeAutospacing="0" w:after="0" w:afterAutospacing="0"/>
        <w:ind w:firstLine="708"/>
        <w:jc w:val="both"/>
        <w:rPr>
          <w:color w:val="000000"/>
        </w:rPr>
      </w:pPr>
      <w:r w:rsidRPr="001119D0">
        <w:rPr>
          <w:rStyle w:val="PromnnHTML"/>
          <w:rFonts w:eastAsia="SimSun"/>
          <w:bCs/>
          <w:color w:val="000000"/>
        </w:rPr>
        <w:t>a)</w:t>
      </w:r>
      <w:r w:rsidRPr="001119D0">
        <w:rPr>
          <w:color w:val="000000"/>
        </w:rPr>
        <w:t> který závažným způsobem poruší své povinnosti vztahující se ke správě daně, a</w:t>
      </w:r>
    </w:p>
    <w:p w:rsidR="00AA2BA4" w:rsidRPr="001119D0" w:rsidRDefault="00AA2BA4" w:rsidP="00AA2BA4">
      <w:pPr>
        <w:pStyle w:val="l6"/>
        <w:shd w:val="clear" w:color="auto" w:fill="FFFFFF"/>
        <w:spacing w:before="0" w:beforeAutospacing="0" w:after="0" w:afterAutospacing="0"/>
        <w:ind w:firstLine="708"/>
        <w:jc w:val="both"/>
        <w:rPr>
          <w:color w:val="000000"/>
        </w:rPr>
      </w:pPr>
      <w:r w:rsidRPr="001119D0">
        <w:rPr>
          <w:rStyle w:val="PromnnHTML"/>
          <w:rFonts w:eastAsia="SimSun"/>
          <w:bCs/>
          <w:color w:val="000000"/>
        </w:rPr>
        <w:t>b)</w:t>
      </w:r>
      <w:r w:rsidRPr="001119D0">
        <w:rPr>
          <w:color w:val="000000"/>
        </w:rPr>
        <w:t> současně</w:t>
      </w:r>
    </w:p>
    <w:p w:rsidR="00AA2BA4" w:rsidRPr="001119D0" w:rsidRDefault="00AA2BA4" w:rsidP="00AA2BA4">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1.</w:t>
      </w:r>
      <w:r w:rsidRPr="001119D0">
        <w:rPr>
          <w:color w:val="000000"/>
        </w:rPr>
        <w:t> jeho obrat nepřesáhl za 12 bezprostředně předcházejících po sobě jdoucích kalendářních měsíců 2000000 Kč,</w:t>
      </w:r>
    </w:p>
    <w:p w:rsidR="00AA2BA4" w:rsidRPr="001119D0" w:rsidRDefault="00AA2BA4" w:rsidP="00AA2BA4">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2.</w:t>
      </w:r>
      <w:r w:rsidRPr="001119D0">
        <w:rPr>
          <w:color w:val="000000"/>
        </w:rPr>
        <w:t> za 12 bezprostředně předcházejících po sobě jdoucích kalendářních měsíců neuskutečnil zdanitelné plnění, pokud se jedná o plátce, který nemá v tuzemsku sídlo, nebo</w:t>
      </w:r>
    </w:p>
    <w:p w:rsidR="00AA2BA4" w:rsidRPr="001119D0" w:rsidRDefault="00AA2BA4" w:rsidP="00AA2BA4">
      <w:pPr>
        <w:pStyle w:val="l7"/>
        <w:shd w:val="clear" w:color="auto" w:fill="FFFFFF"/>
        <w:spacing w:before="0" w:beforeAutospacing="0" w:after="0" w:afterAutospacing="0"/>
        <w:ind w:left="709" w:firstLine="709"/>
        <w:jc w:val="both"/>
        <w:rPr>
          <w:color w:val="000000"/>
        </w:rPr>
      </w:pPr>
      <w:r w:rsidRPr="001119D0">
        <w:rPr>
          <w:rStyle w:val="PromnnHTML"/>
          <w:rFonts w:eastAsia="SimSun"/>
          <w:bCs/>
          <w:color w:val="000000"/>
        </w:rPr>
        <w:t>3.</w:t>
      </w:r>
      <w:r w:rsidRPr="001119D0">
        <w:rPr>
          <w:color w:val="000000"/>
        </w:rPr>
        <w:t> je skupinou.“</w:t>
      </w:r>
      <w:r>
        <w:rPr>
          <w:color w:val="000000"/>
        </w:rPr>
        <w:t>.</w:t>
      </w:r>
    </w:p>
    <w:p w:rsidR="00AA2BA4" w:rsidRPr="001119D0" w:rsidRDefault="00AA2BA4" w:rsidP="00AA2BA4">
      <w:pPr>
        <w:jc w:val="both"/>
        <w:rPr>
          <w:rFonts w:eastAsia="Times New Roman" w:cs="Times New Roman"/>
          <w:color w:val="000000"/>
          <w:lang w:eastAsia="cs-CZ"/>
        </w:rPr>
      </w:pPr>
    </w:p>
    <w:p w:rsidR="00AA2BA4" w:rsidRPr="001119D0" w:rsidRDefault="00AA2BA4" w:rsidP="00AA2BA4">
      <w:pPr>
        <w:jc w:val="both"/>
        <w:rPr>
          <w:rFonts w:eastAsia="Times New Roman" w:cs="Times New Roman"/>
          <w:color w:val="000000"/>
          <w:lang w:eastAsia="cs-CZ"/>
        </w:rPr>
      </w:pPr>
      <w:r w:rsidRPr="001119D0">
        <w:rPr>
          <w:rFonts w:eastAsia="Times New Roman" w:cs="Times New Roman"/>
          <w:color w:val="000000"/>
          <w:lang w:eastAsia="cs-CZ"/>
        </w:rPr>
        <w:t>3.  V § 106b odst</w:t>
      </w:r>
      <w:r>
        <w:rPr>
          <w:rFonts w:eastAsia="Times New Roman" w:cs="Times New Roman"/>
          <w:color w:val="000000"/>
          <w:lang w:eastAsia="cs-CZ"/>
        </w:rPr>
        <w:t>.</w:t>
      </w:r>
      <w:r w:rsidRPr="001119D0">
        <w:rPr>
          <w:rFonts w:eastAsia="Times New Roman" w:cs="Times New Roman"/>
          <w:color w:val="000000"/>
          <w:lang w:eastAsia="cs-CZ"/>
        </w:rPr>
        <w:t xml:space="preserve"> 1 nově zní:</w:t>
      </w:r>
    </w:p>
    <w:p w:rsidR="00AA2BA4" w:rsidRPr="001119D0" w:rsidRDefault="00AA2BA4" w:rsidP="00AA2BA4">
      <w:pPr>
        <w:pStyle w:val="l5"/>
        <w:shd w:val="clear" w:color="auto" w:fill="FFFFFF"/>
        <w:spacing w:before="0" w:beforeAutospacing="0" w:after="0" w:afterAutospacing="0"/>
        <w:jc w:val="both"/>
        <w:rPr>
          <w:color w:val="000000"/>
        </w:rPr>
      </w:pPr>
      <w:r w:rsidRPr="001119D0">
        <w:rPr>
          <w:bCs/>
          <w:i/>
          <w:color w:val="000000"/>
        </w:rPr>
        <w:t>„</w:t>
      </w:r>
      <w:r w:rsidRPr="001119D0">
        <w:rPr>
          <w:rStyle w:val="PromnnHTML"/>
          <w:rFonts w:eastAsia="SimSun"/>
          <w:bCs/>
          <w:color w:val="000000"/>
        </w:rPr>
        <w:t>(1)</w:t>
      </w:r>
      <w:r w:rsidRPr="001119D0">
        <w:rPr>
          <w:color w:val="000000"/>
        </w:rPr>
        <w:t> O zrušení registrace může plátce, který má sídlo v tuzemsku a který není skupinou, požádat, pokud splňuje tyto podmínky:</w:t>
      </w:r>
    </w:p>
    <w:p w:rsidR="00AA2BA4" w:rsidRPr="001119D0" w:rsidRDefault="00AA2BA4" w:rsidP="00AA2BA4">
      <w:pPr>
        <w:pStyle w:val="l6"/>
        <w:shd w:val="clear" w:color="auto" w:fill="FFFFFF"/>
        <w:spacing w:before="0" w:beforeAutospacing="0" w:after="0" w:afterAutospacing="0"/>
        <w:ind w:firstLine="708"/>
        <w:jc w:val="both"/>
        <w:rPr>
          <w:color w:val="000000"/>
        </w:rPr>
      </w:pPr>
      <w:r w:rsidRPr="001119D0">
        <w:rPr>
          <w:rStyle w:val="PromnnHTML"/>
          <w:rFonts w:eastAsia="SimSun"/>
          <w:bCs/>
          <w:color w:val="000000"/>
        </w:rPr>
        <w:t>a)</w:t>
      </w:r>
      <w:r w:rsidRPr="001119D0">
        <w:rPr>
          <w:color w:val="000000"/>
        </w:rPr>
        <w:t> uplynul 1 rok ode dne, kdy se stal plátcem a tento plátce</w:t>
      </w:r>
    </w:p>
    <w:p w:rsidR="00AA2BA4" w:rsidRPr="001119D0" w:rsidRDefault="00AA2BA4" w:rsidP="00AA2BA4">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1.</w:t>
      </w:r>
      <w:r w:rsidRPr="001119D0">
        <w:rPr>
          <w:color w:val="000000"/>
        </w:rPr>
        <w:t> nedosáhl za 12 bezprostředně předcházejících po sobě jdoucích kalendářních měsíců obratu většího než 2000000 Kč, nebo</w:t>
      </w:r>
    </w:p>
    <w:p w:rsidR="00AA2BA4" w:rsidRPr="001119D0" w:rsidRDefault="00AA2BA4" w:rsidP="00AA2BA4">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2.</w:t>
      </w:r>
      <w:r w:rsidRPr="001119D0">
        <w:rPr>
          <w:color w:val="000000"/>
        </w:rPr>
        <w:t> uskutečňuje pouze plnění osvobozená od daně bez nároku na odpočet daně, nebo</w:t>
      </w:r>
    </w:p>
    <w:p w:rsidR="00AA2BA4" w:rsidRPr="001119D0" w:rsidRDefault="00AA2BA4" w:rsidP="00AA2BA4">
      <w:pPr>
        <w:pStyle w:val="l6"/>
        <w:shd w:val="clear" w:color="auto" w:fill="FFFFFF"/>
        <w:spacing w:before="0" w:beforeAutospacing="0" w:after="0" w:afterAutospacing="0"/>
        <w:ind w:firstLine="708"/>
        <w:jc w:val="both"/>
        <w:rPr>
          <w:color w:val="000000"/>
        </w:rPr>
      </w:pPr>
      <w:r w:rsidRPr="001119D0">
        <w:rPr>
          <w:rStyle w:val="PromnnHTML"/>
          <w:rFonts w:eastAsia="SimSun"/>
          <w:bCs/>
          <w:color w:val="000000"/>
        </w:rPr>
        <w:t>b)</w:t>
      </w:r>
      <w:r w:rsidRPr="001119D0">
        <w:rPr>
          <w:color w:val="000000"/>
        </w:rPr>
        <w:t> přestal uskutečňovat ekonomické činnosti.“.“.</w:t>
      </w:r>
    </w:p>
    <w:p w:rsidR="00AA2BA4" w:rsidRDefault="00AA2BA4" w:rsidP="00AA2BA4">
      <w:pPr>
        <w:rPr>
          <w:rFonts w:cs="Times New Roman"/>
        </w:rPr>
      </w:pPr>
      <w:r w:rsidRPr="001119D0">
        <w:rPr>
          <w:rFonts w:cs="Times New Roman"/>
        </w:rPr>
        <w:br/>
        <w:t>Dosavadní část osmá se označuje jako část devátá a dosavadní Čl. XIV. se označuje jako Čl. XV.</w:t>
      </w:r>
    </w:p>
    <w:p w:rsidR="00AA2BA4" w:rsidRPr="001119D0" w:rsidRDefault="00AA2BA4" w:rsidP="00AA2BA4">
      <w:pPr>
        <w:rPr>
          <w:rFonts w:cs="Times New Roman"/>
        </w:rPr>
      </w:pPr>
    </w:p>
    <w:p w:rsidR="00AA2BA4" w:rsidRPr="00022776" w:rsidRDefault="00841FD3" w:rsidP="00022776">
      <w:pPr>
        <w:tabs>
          <w:tab w:val="left" w:pos="1728"/>
        </w:tabs>
        <w:suppressAutoHyphens w:val="0"/>
        <w:spacing w:after="160" w:line="259" w:lineRule="auto"/>
        <w:contextualSpacing/>
        <w:jc w:val="both"/>
        <w:rPr>
          <w:rFonts w:cs="Times New Roman"/>
        </w:rPr>
      </w:pPr>
      <w:r w:rsidRPr="00841FD3">
        <w:rPr>
          <w:rFonts w:cs="Times New Roman"/>
          <w:b/>
        </w:rPr>
        <w:t>P2.</w:t>
      </w:r>
      <w:r w:rsidR="00022776" w:rsidRPr="00841FD3">
        <w:rPr>
          <w:rFonts w:cs="Times New Roman"/>
          <w:b/>
        </w:rPr>
        <w:t>2.</w:t>
      </w:r>
      <w:r w:rsidR="00022776">
        <w:rPr>
          <w:rFonts w:cs="Times New Roman"/>
        </w:rPr>
        <w:t xml:space="preserve"> </w:t>
      </w:r>
      <w:r w:rsidR="00AA2BA4" w:rsidRPr="00022776">
        <w:rPr>
          <w:rFonts w:cs="Times New Roman"/>
        </w:rPr>
        <w:t>Dosavadní část osmá (nově část devátá) nově zní:</w:t>
      </w:r>
    </w:p>
    <w:p w:rsidR="00AA2BA4" w:rsidRPr="001119D0" w:rsidRDefault="00AA2BA4" w:rsidP="00022776">
      <w:pPr>
        <w:pStyle w:val="Odstavecseseznamem"/>
        <w:tabs>
          <w:tab w:val="left" w:pos="1728"/>
        </w:tabs>
        <w:jc w:val="center"/>
        <w:rPr>
          <w:rFonts w:ascii="Times New Roman" w:hAnsi="Times New Roman" w:cs="Times New Roman"/>
          <w:sz w:val="24"/>
          <w:szCs w:val="24"/>
        </w:rPr>
      </w:pPr>
      <w:r>
        <w:rPr>
          <w:rFonts w:ascii="Times New Roman" w:hAnsi="Times New Roman" w:cs="Times New Roman"/>
          <w:sz w:val="24"/>
          <w:szCs w:val="24"/>
        </w:rPr>
        <w:t>„</w:t>
      </w:r>
      <w:r w:rsidRPr="001119D0">
        <w:rPr>
          <w:rFonts w:ascii="Times New Roman" w:hAnsi="Times New Roman" w:cs="Times New Roman"/>
          <w:sz w:val="24"/>
          <w:szCs w:val="24"/>
        </w:rPr>
        <w:t>ČÁST DEVÁTÁ</w:t>
      </w:r>
    </w:p>
    <w:p w:rsidR="00AA2BA4" w:rsidRDefault="00AA2BA4" w:rsidP="00022776">
      <w:pPr>
        <w:pStyle w:val="Odstavecseseznamem"/>
        <w:tabs>
          <w:tab w:val="left" w:pos="1728"/>
        </w:tabs>
        <w:jc w:val="center"/>
        <w:rPr>
          <w:rFonts w:ascii="Times New Roman" w:hAnsi="Times New Roman" w:cs="Times New Roman"/>
          <w:b/>
          <w:sz w:val="24"/>
          <w:szCs w:val="24"/>
        </w:rPr>
      </w:pPr>
      <w:r w:rsidRPr="001119D0">
        <w:rPr>
          <w:rFonts w:ascii="Times New Roman" w:hAnsi="Times New Roman" w:cs="Times New Roman"/>
          <w:b/>
          <w:sz w:val="24"/>
          <w:szCs w:val="24"/>
        </w:rPr>
        <w:t>Účinnost</w:t>
      </w:r>
    </w:p>
    <w:p w:rsidR="00AA2BA4" w:rsidRPr="001119D0" w:rsidRDefault="00AA2BA4" w:rsidP="00022776">
      <w:pPr>
        <w:pStyle w:val="Odstavecseseznamem"/>
        <w:tabs>
          <w:tab w:val="left" w:pos="1728"/>
        </w:tabs>
        <w:jc w:val="center"/>
        <w:rPr>
          <w:rFonts w:ascii="Times New Roman" w:hAnsi="Times New Roman" w:cs="Times New Roman"/>
          <w:sz w:val="24"/>
          <w:szCs w:val="24"/>
        </w:rPr>
      </w:pPr>
      <w:r w:rsidRPr="001119D0">
        <w:rPr>
          <w:rFonts w:ascii="Times New Roman" w:hAnsi="Times New Roman" w:cs="Times New Roman"/>
          <w:sz w:val="24"/>
          <w:szCs w:val="24"/>
        </w:rPr>
        <w:t>Čl. XV.</w:t>
      </w:r>
    </w:p>
    <w:p w:rsidR="00AA2BA4" w:rsidRPr="001119D0" w:rsidRDefault="00AA2BA4" w:rsidP="00AA2BA4">
      <w:pPr>
        <w:pStyle w:val="Odstavecseseznamem"/>
        <w:tabs>
          <w:tab w:val="left" w:pos="1728"/>
        </w:tabs>
        <w:spacing w:after="0"/>
        <w:ind w:left="0"/>
        <w:jc w:val="both"/>
        <w:rPr>
          <w:rFonts w:ascii="Times New Roman" w:hAnsi="Times New Roman" w:cs="Times New Roman"/>
          <w:sz w:val="24"/>
          <w:szCs w:val="24"/>
        </w:rPr>
      </w:pPr>
      <w:r w:rsidRPr="001119D0">
        <w:rPr>
          <w:rFonts w:ascii="Times New Roman" w:hAnsi="Times New Roman" w:cs="Times New Roman"/>
          <w:sz w:val="24"/>
          <w:szCs w:val="24"/>
        </w:rPr>
        <w:t xml:space="preserve">Tento zákon nabývá účinnosti dnem 1. ledna 2020, s výjimkou </w:t>
      </w:r>
      <w:r>
        <w:rPr>
          <w:rFonts w:ascii="Times New Roman" w:hAnsi="Times New Roman" w:cs="Times New Roman"/>
          <w:sz w:val="24"/>
          <w:szCs w:val="24"/>
        </w:rPr>
        <w:t xml:space="preserve">části osmé, čl. XIV., který </w:t>
      </w:r>
      <w:r w:rsidRPr="001119D0">
        <w:rPr>
          <w:rFonts w:ascii="Times New Roman" w:hAnsi="Times New Roman" w:cs="Times New Roman"/>
          <w:sz w:val="24"/>
          <w:szCs w:val="24"/>
        </w:rPr>
        <w:t>nabýv</w:t>
      </w:r>
      <w:r>
        <w:rPr>
          <w:rFonts w:ascii="Times New Roman" w:hAnsi="Times New Roman" w:cs="Times New Roman"/>
          <w:sz w:val="24"/>
          <w:szCs w:val="24"/>
        </w:rPr>
        <w:t>á</w:t>
      </w:r>
      <w:r w:rsidRPr="001119D0">
        <w:rPr>
          <w:rFonts w:ascii="Times New Roman" w:hAnsi="Times New Roman" w:cs="Times New Roman"/>
          <w:sz w:val="24"/>
          <w:szCs w:val="24"/>
        </w:rPr>
        <w:t xml:space="preserve"> účinnosti prvním dnem šestého kalendářního měsíce následujícího po dni jeho vyhlášení.</w:t>
      </w:r>
      <w:r>
        <w:rPr>
          <w:rFonts w:ascii="Times New Roman" w:hAnsi="Times New Roman" w:cs="Times New Roman"/>
          <w:sz w:val="24"/>
          <w:szCs w:val="24"/>
        </w:rPr>
        <w:t>“.</w:t>
      </w:r>
    </w:p>
    <w:p w:rsidR="00022776" w:rsidRDefault="00022776">
      <w:pPr>
        <w:widowControl/>
        <w:suppressAutoHyphens w:val="0"/>
        <w:rPr>
          <w:i/>
        </w:rPr>
      </w:pPr>
    </w:p>
    <w:p w:rsidR="00D63A7F" w:rsidRDefault="00D63A7F">
      <w:pPr>
        <w:widowControl/>
        <w:suppressAutoHyphens w:val="0"/>
        <w:rPr>
          <w:i/>
        </w:rPr>
      </w:pPr>
      <w:r>
        <w:rPr>
          <w:i/>
        </w:rPr>
        <w:br w:type="page"/>
      </w:r>
    </w:p>
    <w:p w:rsidR="00AA2BA4" w:rsidRPr="00022776" w:rsidRDefault="00022776">
      <w:pPr>
        <w:rPr>
          <w:i/>
        </w:rPr>
      </w:pPr>
      <w:r w:rsidRPr="00022776">
        <w:rPr>
          <w:i/>
        </w:rPr>
        <w:lastRenderedPageBreak/>
        <w:t xml:space="preserve">SD </w:t>
      </w:r>
      <w:r w:rsidR="00AA2BA4" w:rsidRPr="00022776">
        <w:rPr>
          <w:i/>
        </w:rPr>
        <w:t>3373</w:t>
      </w:r>
    </w:p>
    <w:p w:rsidR="00022776" w:rsidRPr="00022776" w:rsidRDefault="00841FD3" w:rsidP="00022776">
      <w:pPr>
        <w:rPr>
          <w:rFonts w:cs="Times New Roman"/>
          <w:lang w:eastAsia="cs-CZ"/>
        </w:rPr>
      </w:pPr>
      <w:r w:rsidRPr="00841FD3">
        <w:rPr>
          <w:rFonts w:cs="Times New Roman"/>
          <w:b/>
          <w:lang w:eastAsia="cs-CZ"/>
        </w:rPr>
        <w:t>P3.</w:t>
      </w:r>
      <w:r>
        <w:rPr>
          <w:rFonts w:cs="Times New Roman"/>
          <w:lang w:eastAsia="cs-CZ"/>
        </w:rPr>
        <w:t xml:space="preserve"> </w:t>
      </w:r>
      <w:r w:rsidR="00022776" w:rsidRPr="00022776">
        <w:rPr>
          <w:rFonts w:cs="Times New Roman"/>
          <w:lang w:eastAsia="cs-CZ"/>
        </w:rPr>
        <w:t>Za dosavadní část sedmou se vkládá nová část osmá, která zní:</w:t>
      </w:r>
    </w:p>
    <w:p w:rsidR="00022776" w:rsidRPr="00022776" w:rsidRDefault="00022776" w:rsidP="00022776">
      <w:pPr>
        <w:pStyle w:val="ST"/>
        <w:rPr>
          <w:szCs w:val="24"/>
        </w:rPr>
      </w:pPr>
      <w:r w:rsidRPr="00022776">
        <w:rPr>
          <w:szCs w:val="24"/>
        </w:rPr>
        <w:t>„ČÁST Osmá</w:t>
      </w:r>
    </w:p>
    <w:p w:rsidR="00022776" w:rsidRPr="00022776" w:rsidRDefault="00022776" w:rsidP="00022776">
      <w:pPr>
        <w:pStyle w:val="NADPISSTI"/>
        <w:rPr>
          <w:szCs w:val="24"/>
        </w:rPr>
      </w:pPr>
      <w:r w:rsidRPr="00022776">
        <w:rPr>
          <w:szCs w:val="24"/>
        </w:rPr>
        <w:t>Změna zákona o dani z přidané hodnoty</w:t>
      </w:r>
    </w:p>
    <w:p w:rsidR="00022776" w:rsidRPr="00022776" w:rsidRDefault="00022776" w:rsidP="00022776">
      <w:pPr>
        <w:pStyle w:val="lnek"/>
        <w:numPr>
          <w:ilvl w:val="1"/>
          <w:numId w:val="20"/>
        </w:numPr>
        <w:spacing w:before="120" w:after="120" w:line="240" w:lineRule="auto"/>
        <w:rPr>
          <w:rFonts w:ascii="Times New Roman" w:hAnsi="Times New Roman" w:cs="Times New Roman"/>
          <w:sz w:val="24"/>
          <w:szCs w:val="24"/>
        </w:rPr>
      </w:pPr>
      <w:r w:rsidRPr="00022776">
        <w:rPr>
          <w:rFonts w:ascii="Times New Roman" w:hAnsi="Times New Roman" w:cs="Times New Roman"/>
          <w:sz w:val="24"/>
          <w:szCs w:val="24"/>
        </w:rPr>
        <w:t>Čl. XIV</w:t>
      </w:r>
    </w:p>
    <w:p w:rsidR="00022776" w:rsidRPr="00022776" w:rsidRDefault="00022776" w:rsidP="00022776">
      <w:pPr>
        <w:pStyle w:val="Odstavecseseznamem"/>
        <w:numPr>
          <w:ilvl w:val="0"/>
          <w:numId w:val="20"/>
        </w:numPr>
        <w:suppressAutoHyphens w:val="0"/>
        <w:spacing w:after="160" w:line="259" w:lineRule="auto"/>
        <w:contextualSpacing/>
        <w:jc w:val="both"/>
        <w:rPr>
          <w:rFonts w:ascii="Times New Roman" w:hAnsi="Times New Roman" w:cs="Times New Roman"/>
          <w:sz w:val="24"/>
          <w:szCs w:val="24"/>
          <w:lang w:eastAsia="cs-CZ"/>
        </w:rPr>
      </w:pPr>
      <w:r w:rsidRPr="00022776">
        <w:rPr>
          <w:rFonts w:ascii="Times New Roman" w:hAnsi="Times New Roman" w:cs="Times New Roman"/>
          <w:sz w:val="24"/>
          <w:szCs w:val="24"/>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a zákona č. …/2018 Sb., se mění takto:</w:t>
      </w:r>
    </w:p>
    <w:p w:rsidR="00022776" w:rsidRPr="00022776" w:rsidRDefault="00022776" w:rsidP="00022776">
      <w:pPr>
        <w:rPr>
          <w:rFonts w:cs="Times New Roman"/>
        </w:rPr>
      </w:pPr>
      <w:r w:rsidRPr="00022776">
        <w:rPr>
          <w:rFonts w:cs="Times New Roman"/>
        </w:rPr>
        <w:t>1. V § 101f  odstavec 2 zní:</w:t>
      </w:r>
    </w:p>
    <w:p w:rsidR="00022776" w:rsidRPr="00022776" w:rsidRDefault="00022776" w:rsidP="00022776">
      <w:pPr>
        <w:jc w:val="both"/>
        <w:rPr>
          <w:rFonts w:eastAsia="Times New Roman" w:cs="Times New Roman"/>
          <w:color w:val="000000"/>
          <w:lang w:eastAsia="cs-CZ"/>
        </w:rPr>
      </w:pPr>
      <w:r w:rsidRPr="00022776">
        <w:rPr>
          <w:rFonts w:eastAsia="Times New Roman" w:cs="Times New Roman"/>
          <w:bCs/>
          <w:color w:val="000000"/>
          <w:lang w:eastAsia="cs-CZ"/>
        </w:rPr>
        <w:t>„(2)</w:t>
      </w:r>
      <w:r w:rsidRPr="00022776">
        <w:rPr>
          <w:rFonts w:eastAsia="Times New Roman" w:cs="Times New Roman"/>
          <w:color w:val="000000"/>
          <w:lang w:eastAsia="cs-CZ"/>
        </w:rPr>
        <w:t> Zjistí-li plátce po uplynutí lhůty k podání kontrolního hlášení, že v tomto kontrolním hlášení uvedl nesprávné nebo neúplné údaje, je povinen do 15 pracovních dnů ode dne zjištění nesprávných nebo neúplných údajů podat následné kontrolní hlášení, ve kterém tyto nedostatky napraví.“.</w:t>
      </w:r>
    </w:p>
    <w:p w:rsidR="00022776" w:rsidRPr="00022776" w:rsidRDefault="00022776" w:rsidP="00022776">
      <w:pPr>
        <w:jc w:val="both"/>
        <w:rPr>
          <w:rFonts w:eastAsia="Times New Roman" w:cs="Times New Roman"/>
          <w:color w:val="000000"/>
          <w:lang w:eastAsia="cs-CZ"/>
        </w:rPr>
      </w:pPr>
    </w:p>
    <w:p w:rsidR="00022776" w:rsidRPr="00022776" w:rsidRDefault="00022776" w:rsidP="00022776">
      <w:pPr>
        <w:jc w:val="both"/>
        <w:rPr>
          <w:rFonts w:eastAsia="Times New Roman" w:cs="Times New Roman"/>
          <w:color w:val="000000"/>
          <w:lang w:eastAsia="cs-CZ"/>
        </w:rPr>
      </w:pPr>
      <w:r w:rsidRPr="00022776">
        <w:rPr>
          <w:rFonts w:eastAsia="Times New Roman" w:cs="Times New Roman"/>
          <w:color w:val="000000"/>
          <w:lang w:eastAsia="cs-CZ"/>
        </w:rPr>
        <w:t>2. V § 101g odstavec 1 zní:</w:t>
      </w:r>
    </w:p>
    <w:p w:rsidR="00022776" w:rsidRPr="00022776" w:rsidRDefault="00022776" w:rsidP="00022776">
      <w:pPr>
        <w:jc w:val="both"/>
        <w:rPr>
          <w:rFonts w:eastAsia="Times New Roman" w:cs="Times New Roman"/>
          <w:color w:val="000000"/>
          <w:lang w:eastAsia="cs-CZ"/>
        </w:rPr>
      </w:pPr>
      <w:r w:rsidRPr="00022776">
        <w:rPr>
          <w:rFonts w:eastAsia="Times New Roman" w:cs="Times New Roman"/>
          <w:bCs/>
          <w:color w:val="000000"/>
          <w:lang w:eastAsia="cs-CZ"/>
        </w:rPr>
        <w:t>„(1)</w:t>
      </w:r>
      <w:r w:rsidRPr="00022776">
        <w:rPr>
          <w:rFonts w:eastAsia="Times New Roman" w:cs="Times New Roman"/>
          <w:color w:val="000000"/>
          <w:lang w:eastAsia="cs-CZ"/>
        </w:rPr>
        <w:t> Nebylo-li podáno kontrolní hlášení ve stanovené lhůtě, vyzve správce daně plátce k jeho podání v náhradní lhůtě do 15 dnů od oznámení této výzvy.“.</w:t>
      </w:r>
    </w:p>
    <w:p w:rsidR="00022776" w:rsidRPr="00022776" w:rsidRDefault="00022776" w:rsidP="00022776">
      <w:pPr>
        <w:jc w:val="both"/>
        <w:rPr>
          <w:rFonts w:eastAsia="Times New Roman" w:cs="Times New Roman"/>
          <w:b/>
          <w:color w:val="000000"/>
          <w:lang w:eastAsia="cs-CZ"/>
        </w:rPr>
      </w:pPr>
    </w:p>
    <w:p w:rsidR="00022776" w:rsidRPr="00022776" w:rsidRDefault="00022776" w:rsidP="00022776">
      <w:pPr>
        <w:jc w:val="both"/>
        <w:rPr>
          <w:rFonts w:eastAsia="Times New Roman" w:cs="Times New Roman"/>
          <w:color w:val="000000"/>
          <w:lang w:eastAsia="cs-CZ"/>
        </w:rPr>
      </w:pPr>
      <w:r w:rsidRPr="00022776">
        <w:rPr>
          <w:rFonts w:eastAsia="Times New Roman" w:cs="Times New Roman"/>
          <w:color w:val="000000"/>
          <w:lang w:eastAsia="cs-CZ"/>
        </w:rPr>
        <w:t>3.  V § 101g odstavec 3 zní:</w:t>
      </w:r>
    </w:p>
    <w:p w:rsidR="00022776" w:rsidRPr="00022776" w:rsidRDefault="00022776" w:rsidP="00022776">
      <w:pPr>
        <w:jc w:val="both"/>
        <w:rPr>
          <w:rFonts w:cs="Times New Roman"/>
        </w:rPr>
      </w:pPr>
      <w:r w:rsidRPr="00022776">
        <w:rPr>
          <w:rFonts w:eastAsia="Times New Roman" w:cs="Times New Roman"/>
          <w:bCs/>
          <w:color w:val="000000"/>
          <w:lang w:eastAsia="cs-CZ"/>
        </w:rPr>
        <w:t>„(3)</w:t>
      </w:r>
      <w:r w:rsidRPr="00022776">
        <w:rPr>
          <w:rFonts w:eastAsia="Times New Roman" w:cs="Times New Roman"/>
          <w:color w:val="000000"/>
          <w:lang w:eastAsia="cs-CZ"/>
        </w:rPr>
        <w:t> Plátce je povinen do 15 pracovních dnů od oznámení výzvy podle odstavce 2 nesprávné nebo neúplné údaje změnit nebo doplnit, popřípadě původní údaje potvrdit, a to prostřednictvím následného kontrolního hlášení; pokud není toto následné kontrolní hlášení včas podáno, odstavec 1 se nepoužije.“.“.</w:t>
      </w:r>
    </w:p>
    <w:p w:rsidR="00022776" w:rsidRPr="00022776" w:rsidRDefault="00022776" w:rsidP="00022776">
      <w:pPr>
        <w:tabs>
          <w:tab w:val="left" w:pos="1728"/>
        </w:tabs>
        <w:jc w:val="both"/>
        <w:rPr>
          <w:rFonts w:cs="Times New Roman"/>
        </w:rPr>
      </w:pPr>
    </w:p>
    <w:p w:rsidR="00022776" w:rsidRPr="00022776" w:rsidRDefault="00022776" w:rsidP="00022776">
      <w:pPr>
        <w:tabs>
          <w:tab w:val="left" w:pos="1728"/>
        </w:tabs>
        <w:jc w:val="both"/>
        <w:rPr>
          <w:rFonts w:cs="Times New Roman"/>
        </w:rPr>
      </w:pPr>
      <w:r w:rsidRPr="00022776">
        <w:rPr>
          <w:rFonts w:cs="Times New Roman"/>
        </w:rPr>
        <w:t>Dosavadní část osmá se označuje jako část devátá a dosavadní Čl. XIV jako Čl. XV.</w:t>
      </w:r>
    </w:p>
    <w:p w:rsidR="00022776" w:rsidRPr="00022776" w:rsidRDefault="00022776" w:rsidP="00022776">
      <w:pPr>
        <w:tabs>
          <w:tab w:val="left" w:pos="1728"/>
        </w:tabs>
        <w:jc w:val="both"/>
        <w:rPr>
          <w:rFonts w:cs="Times New Roman"/>
        </w:rPr>
      </w:pPr>
    </w:p>
    <w:p w:rsidR="00AA2BA4" w:rsidRPr="00022776" w:rsidRDefault="00022776">
      <w:pPr>
        <w:rPr>
          <w:i/>
        </w:rPr>
      </w:pPr>
      <w:r w:rsidRPr="00022776">
        <w:rPr>
          <w:i/>
        </w:rPr>
        <w:t xml:space="preserve">SD </w:t>
      </w:r>
      <w:r w:rsidR="00AA2BA4" w:rsidRPr="00022776">
        <w:rPr>
          <w:i/>
        </w:rPr>
        <w:t>3</w:t>
      </w:r>
      <w:r w:rsidR="004A1D24">
        <w:rPr>
          <w:i/>
        </w:rPr>
        <w:t>4</w:t>
      </w:r>
      <w:r w:rsidR="00AA2BA4" w:rsidRPr="00022776">
        <w:rPr>
          <w:i/>
        </w:rPr>
        <w:t>43</w:t>
      </w:r>
    </w:p>
    <w:p w:rsidR="00CF2612" w:rsidRPr="004A1D24" w:rsidRDefault="00841FD3" w:rsidP="00CF2612">
      <w:pPr>
        <w:rPr>
          <w:rFonts w:cs="Times New Roman"/>
          <w:lang w:eastAsia="cs-CZ"/>
        </w:rPr>
      </w:pPr>
      <w:r w:rsidRPr="00841FD3">
        <w:rPr>
          <w:rFonts w:cs="Times New Roman"/>
          <w:b/>
          <w:lang w:eastAsia="cs-CZ"/>
        </w:rPr>
        <w:t>P4.</w:t>
      </w:r>
      <w:r>
        <w:rPr>
          <w:rFonts w:cs="Times New Roman"/>
          <w:lang w:eastAsia="cs-CZ"/>
        </w:rPr>
        <w:t xml:space="preserve"> </w:t>
      </w:r>
      <w:r w:rsidR="00CF2612" w:rsidRPr="004A1D24">
        <w:rPr>
          <w:rFonts w:cs="Times New Roman"/>
          <w:lang w:eastAsia="cs-CZ"/>
        </w:rPr>
        <w:t>Za dosavadní část sedmou se vkládá nová část osmá, která zní:</w:t>
      </w:r>
    </w:p>
    <w:p w:rsidR="00CF2612" w:rsidRPr="004A1D24" w:rsidRDefault="00CF2612" w:rsidP="00CF2612">
      <w:pPr>
        <w:pStyle w:val="ST"/>
        <w:rPr>
          <w:szCs w:val="24"/>
        </w:rPr>
      </w:pPr>
      <w:r w:rsidRPr="004A1D24">
        <w:rPr>
          <w:szCs w:val="24"/>
        </w:rPr>
        <w:t>„ČÁST Osmá</w:t>
      </w:r>
    </w:p>
    <w:p w:rsidR="00CF2612" w:rsidRPr="004A1D24" w:rsidRDefault="00CF2612" w:rsidP="00CF2612">
      <w:pPr>
        <w:pStyle w:val="NADPISSTI"/>
        <w:rPr>
          <w:szCs w:val="24"/>
        </w:rPr>
      </w:pPr>
      <w:r w:rsidRPr="004A1D24">
        <w:rPr>
          <w:szCs w:val="24"/>
        </w:rPr>
        <w:t>Změna zákona o dani z nemovitých věcí</w:t>
      </w:r>
    </w:p>
    <w:p w:rsidR="00CF2612" w:rsidRPr="004A1D24" w:rsidRDefault="00CF2612" w:rsidP="00CF2612">
      <w:pPr>
        <w:pStyle w:val="lnek"/>
        <w:numPr>
          <w:ilvl w:val="1"/>
          <w:numId w:val="20"/>
        </w:numPr>
        <w:spacing w:before="120" w:after="120" w:line="240" w:lineRule="auto"/>
        <w:rPr>
          <w:rFonts w:ascii="Times New Roman" w:hAnsi="Times New Roman" w:cs="Times New Roman"/>
          <w:sz w:val="24"/>
          <w:szCs w:val="24"/>
        </w:rPr>
      </w:pPr>
      <w:r w:rsidRPr="004A1D24">
        <w:rPr>
          <w:rFonts w:ascii="Times New Roman" w:hAnsi="Times New Roman" w:cs="Times New Roman"/>
          <w:sz w:val="24"/>
          <w:szCs w:val="24"/>
        </w:rPr>
        <w:t>Čl. XIV</w:t>
      </w:r>
    </w:p>
    <w:p w:rsidR="00CF2612" w:rsidRPr="004A1D24" w:rsidRDefault="00CF2612" w:rsidP="00CF2612">
      <w:pPr>
        <w:pStyle w:val="Textlnku"/>
        <w:rPr>
          <w:rFonts w:ascii="Times New Roman" w:hAnsi="Times New Roman" w:cs="Times New Roman"/>
          <w:sz w:val="24"/>
          <w:szCs w:val="24"/>
        </w:rPr>
      </w:pPr>
      <w:r w:rsidRPr="004A1D24">
        <w:rPr>
          <w:rFonts w:ascii="Times New Roman" w:hAnsi="Times New Roman" w:cs="Times New Roman"/>
          <w:sz w:val="24"/>
          <w:szCs w:val="24"/>
        </w:rPr>
        <w:t xml:space="preserve">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w:t>
      </w:r>
      <w:r w:rsidRPr="004A1D24">
        <w:rPr>
          <w:rFonts w:ascii="Times New Roman" w:hAnsi="Times New Roman" w:cs="Times New Roman"/>
          <w:sz w:val="24"/>
          <w:szCs w:val="24"/>
        </w:rPr>
        <w:lastRenderedPageBreak/>
        <w:t>545/2005 Sb.,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č. 503/2012 Sb., zákonného opatření Senátu č. 344/2013 Sb., zákona č. 23/2015 Sb. a zákona č. 84/2015 Sb. a zákona č. 225/2017 Sb., se mění takto:</w:t>
      </w:r>
    </w:p>
    <w:p w:rsidR="00CF2612" w:rsidRPr="004A1D24" w:rsidRDefault="00CF2612" w:rsidP="004A1D24">
      <w:pPr>
        <w:pStyle w:val="Novelizanbod"/>
        <w:numPr>
          <w:ilvl w:val="0"/>
          <w:numId w:val="17"/>
        </w:numPr>
        <w:spacing w:before="120" w:after="0"/>
        <w:rPr>
          <w:szCs w:val="24"/>
        </w:rPr>
      </w:pPr>
      <w:r w:rsidRPr="004A1D24">
        <w:rPr>
          <w:szCs w:val="24"/>
        </w:rPr>
        <w:t>V § 13a se na konci odstavce 1 doplňují věty „Pokud poplatníkovi, který je fyzickou osobou, nově vznikla daňová povinnost z důvodu nabytí vlastnického práva k nemovité věci evidované v evidenci pro daň z nemovitých věcí nebo ve srovnání s předchozím zdaňovacím obdobím došlo ke změně okolností rozhodných pro stanovení daně spočívající pouze v nabytí nebo pozbytí takové nemovité věci, skončí lhůta pro podání daňového přiznání 31. května zdaňovacího období. Poplatník v tomto případě není povinen podat daňové přiznání nebo dílčí daňové přiznání; pokud je poplatník nepodá, považují se údaje evidované o této nemovité věci v evidenci pro daň z nemovitých věcí za údaje tvrzené v daňovém přiznání nebo v dílčím daňovém přiznání.“.</w:t>
      </w:r>
    </w:p>
    <w:p w:rsidR="00CF2612" w:rsidRPr="004A1D24" w:rsidRDefault="00CF2612" w:rsidP="00CF2612">
      <w:pPr>
        <w:pStyle w:val="Novelizanbod"/>
        <w:numPr>
          <w:ilvl w:val="0"/>
          <w:numId w:val="17"/>
        </w:numPr>
        <w:rPr>
          <w:szCs w:val="24"/>
        </w:rPr>
      </w:pPr>
      <w:r w:rsidRPr="004A1D24">
        <w:rPr>
          <w:szCs w:val="24"/>
        </w:rPr>
        <w:t>Za § 13a se vkládají nové § 13aa a 13ab, které včetně nadpisů znějí:</w:t>
      </w:r>
    </w:p>
    <w:p w:rsidR="00CF2612" w:rsidRPr="004A1D24" w:rsidRDefault="00CF2612" w:rsidP="004A1D24">
      <w:pPr>
        <w:pStyle w:val="Paragraf"/>
        <w:spacing w:before="0"/>
        <w:rPr>
          <w:rFonts w:cs="Times New Roman"/>
          <w:iCs/>
        </w:rPr>
      </w:pPr>
      <w:r w:rsidRPr="004A1D24">
        <w:rPr>
          <w:rFonts w:cs="Times New Roman"/>
          <w:iCs/>
        </w:rPr>
        <w:t>„§ 13aa</w:t>
      </w:r>
    </w:p>
    <w:p w:rsidR="00CF2612" w:rsidRPr="004A1D24" w:rsidRDefault="00CF2612" w:rsidP="00CF2612">
      <w:pPr>
        <w:pStyle w:val="Paragraf"/>
        <w:rPr>
          <w:rFonts w:cs="Times New Roman"/>
          <w:b/>
          <w:bCs/>
        </w:rPr>
      </w:pPr>
      <w:r w:rsidRPr="004A1D24">
        <w:rPr>
          <w:rFonts w:cs="Times New Roman"/>
          <w:b/>
          <w:bCs/>
        </w:rPr>
        <w:t>Evidence pro daň z </w:t>
      </w:r>
      <w:r w:rsidRPr="004A1D24">
        <w:rPr>
          <w:rFonts w:cs="Times New Roman"/>
          <w:b/>
          <w:iCs/>
        </w:rPr>
        <w:t>nemovitých</w:t>
      </w:r>
      <w:r w:rsidRPr="004A1D24">
        <w:rPr>
          <w:rFonts w:cs="Times New Roman"/>
          <w:b/>
          <w:bCs/>
        </w:rPr>
        <w:t xml:space="preserve"> věcí</w:t>
      </w:r>
    </w:p>
    <w:p w:rsidR="00CF2612" w:rsidRPr="004A1D24" w:rsidRDefault="00CF2612" w:rsidP="004A1D24">
      <w:pPr>
        <w:pStyle w:val="Textodstavce"/>
        <w:tabs>
          <w:tab w:val="clear" w:pos="851"/>
          <w:tab w:val="clear" w:pos="1296"/>
          <w:tab w:val="num" w:pos="567"/>
        </w:tabs>
        <w:ind w:left="0" w:firstLine="567"/>
        <w:jc w:val="both"/>
        <w:rPr>
          <w:rFonts w:cs="Times New Roman"/>
        </w:rPr>
      </w:pPr>
      <w:r w:rsidRPr="004A1D24">
        <w:rPr>
          <w:rFonts w:cs="Times New Roman"/>
        </w:rPr>
        <w:t xml:space="preserve">(1) Správce daně z nemovitých věcí vede evidenci pro daň z nemovitých věcí, v níž zaznamenává </w:t>
      </w:r>
    </w:p>
    <w:p w:rsidR="00CF2612" w:rsidRPr="004A1D24" w:rsidRDefault="00CF2612" w:rsidP="00CF2612">
      <w:pPr>
        <w:autoSpaceDE w:val="0"/>
        <w:autoSpaceDN w:val="0"/>
        <w:adjustRightInd w:val="0"/>
        <w:spacing w:after="120"/>
        <w:ind w:left="284" w:hanging="284"/>
        <w:rPr>
          <w:rFonts w:cs="Times New Roman"/>
        </w:rPr>
      </w:pPr>
      <w:r w:rsidRPr="004A1D24">
        <w:rPr>
          <w:rFonts w:cs="Times New Roman"/>
        </w:rPr>
        <w:t>a)</w:t>
      </w:r>
      <w:r w:rsidRPr="004A1D24">
        <w:rPr>
          <w:rFonts w:cs="Times New Roman"/>
        </w:rPr>
        <w:tab/>
        <w:t>údaje zjištěné při správě daní nebo získané z rejstříků a evidencí, do kterých má zřízen automatizovaný přístup, potřebné po určení daně vztahující se k nemovitým věcem, a</w:t>
      </w:r>
    </w:p>
    <w:p w:rsidR="00CF2612" w:rsidRPr="004A1D24" w:rsidRDefault="00CF2612" w:rsidP="00CF2612">
      <w:pPr>
        <w:autoSpaceDE w:val="0"/>
        <w:autoSpaceDN w:val="0"/>
        <w:adjustRightInd w:val="0"/>
        <w:spacing w:after="120"/>
        <w:ind w:left="284" w:hanging="284"/>
        <w:rPr>
          <w:rFonts w:cs="Times New Roman"/>
        </w:rPr>
      </w:pPr>
      <w:r w:rsidRPr="004A1D24">
        <w:rPr>
          <w:rFonts w:cs="Times New Roman"/>
        </w:rPr>
        <w:t>b)</w:t>
      </w:r>
      <w:r w:rsidRPr="004A1D24">
        <w:rPr>
          <w:rFonts w:cs="Times New Roman"/>
        </w:rPr>
        <w:tab/>
        <w:t>výši daně určenou na základě údajů podle písmene a).</w:t>
      </w:r>
    </w:p>
    <w:p w:rsidR="00CF2612" w:rsidRPr="004A1D24" w:rsidRDefault="00CF2612" w:rsidP="004A1D24">
      <w:pPr>
        <w:pStyle w:val="Textodstavce"/>
        <w:tabs>
          <w:tab w:val="clear" w:pos="851"/>
          <w:tab w:val="clear" w:pos="1296"/>
        </w:tabs>
        <w:ind w:left="0" w:firstLine="567"/>
        <w:jc w:val="both"/>
        <w:rPr>
          <w:rFonts w:cs="Times New Roman"/>
        </w:rPr>
      </w:pPr>
      <w:r w:rsidRPr="004A1D24">
        <w:rPr>
          <w:rFonts w:cs="Times New Roman"/>
        </w:rPr>
        <w:t>(2) V evidenci podle odstavce 1 se zaznamenávají údaje podle stavu k 1. lednu zdaňovacího období, ke kterému se vztahují. Správce daně tyto údaje do evidence zaznamená do 30. dubna zdaňovacího období, ke kterému se vztahují, a to i v případě, že tento den je sobotou, nedělí nebo svátkem.</w:t>
      </w:r>
    </w:p>
    <w:p w:rsidR="00CF2612" w:rsidRPr="004A1D24" w:rsidRDefault="00CF2612" w:rsidP="004A1D24">
      <w:pPr>
        <w:pStyle w:val="Paragraf"/>
        <w:spacing w:before="120"/>
        <w:rPr>
          <w:rFonts w:cs="Times New Roman"/>
          <w:bCs/>
        </w:rPr>
      </w:pPr>
      <w:r w:rsidRPr="004A1D24">
        <w:rPr>
          <w:rFonts w:cs="Times New Roman"/>
          <w:bCs/>
        </w:rPr>
        <w:t>§ 13ab</w:t>
      </w:r>
    </w:p>
    <w:p w:rsidR="00CF2612" w:rsidRDefault="00CF2612" w:rsidP="00CF2612">
      <w:pPr>
        <w:pStyle w:val="Paragraf"/>
        <w:rPr>
          <w:rFonts w:cs="Times New Roman"/>
          <w:b/>
          <w:bCs/>
        </w:rPr>
      </w:pPr>
      <w:r w:rsidRPr="004A1D24">
        <w:rPr>
          <w:rFonts w:cs="Times New Roman"/>
          <w:b/>
          <w:bCs/>
        </w:rPr>
        <w:t>Nahlížení do evidence pro daň z nemovitých věcí</w:t>
      </w:r>
    </w:p>
    <w:p w:rsidR="004A1D24" w:rsidRPr="004A1D24" w:rsidRDefault="004A1D24" w:rsidP="004A1D24">
      <w:pPr>
        <w:pStyle w:val="Textodstavce"/>
        <w:spacing w:before="0" w:after="0"/>
        <w:ind w:left="1298" w:hanging="1298"/>
      </w:pPr>
    </w:p>
    <w:p w:rsidR="00CF2612" w:rsidRPr="004A1D24" w:rsidRDefault="00CF2612" w:rsidP="004A1D24">
      <w:pPr>
        <w:ind w:firstLine="567"/>
        <w:jc w:val="both"/>
      </w:pPr>
      <w:r w:rsidRPr="004A1D24">
        <w:t>Poplatník mající vlastnické nebo jiné právo k nemovité věci evidované v evidenci pro daň z nemovitých věcí má právo do této evidence nahlížet. Pro nahlížení do evidence pro daň z nemovitých věcí se obdobně použijí ustanovení daňového řádu o nahlížení do spisu.</w:t>
      </w:r>
      <w:r w:rsidRPr="004A1D24">
        <w:rPr>
          <w:rFonts w:eastAsiaTheme="minorHAnsi"/>
        </w:rPr>
        <w:t>“.</w:t>
      </w:r>
    </w:p>
    <w:p w:rsidR="00CF2612" w:rsidRPr="004A1D24" w:rsidRDefault="00CF2612" w:rsidP="004A1D24">
      <w:pPr>
        <w:pStyle w:val="Novelizanbod"/>
        <w:numPr>
          <w:ilvl w:val="0"/>
          <w:numId w:val="17"/>
        </w:numPr>
        <w:spacing w:before="120" w:after="0"/>
        <w:rPr>
          <w:szCs w:val="24"/>
        </w:rPr>
      </w:pPr>
      <w:r w:rsidRPr="004A1D24">
        <w:rPr>
          <w:szCs w:val="24"/>
        </w:rPr>
        <w:t>V § 15 se slova „31. května“ nahrazují slovy „30. června“.</w:t>
      </w:r>
    </w:p>
    <w:p w:rsidR="00CF2612" w:rsidRPr="004A1D24" w:rsidRDefault="00CF2612" w:rsidP="004A1D24">
      <w:pPr>
        <w:pStyle w:val="Novelizanbod"/>
        <w:numPr>
          <w:ilvl w:val="0"/>
          <w:numId w:val="17"/>
        </w:numPr>
        <w:spacing w:before="120" w:after="0"/>
        <w:rPr>
          <w:szCs w:val="24"/>
        </w:rPr>
      </w:pPr>
      <w:r w:rsidRPr="004A1D24">
        <w:rPr>
          <w:szCs w:val="24"/>
        </w:rPr>
        <w:t>Dosavadní část osmá (nově část devátá) nově zní:</w:t>
      </w:r>
    </w:p>
    <w:p w:rsidR="00CF2612" w:rsidRPr="004A1D24" w:rsidRDefault="00CF2612" w:rsidP="004A1D24">
      <w:pPr>
        <w:pStyle w:val="Odstavecseseznamem"/>
        <w:tabs>
          <w:tab w:val="left" w:pos="1728"/>
        </w:tabs>
        <w:spacing w:before="120" w:after="0" w:line="240" w:lineRule="auto"/>
        <w:jc w:val="center"/>
        <w:rPr>
          <w:rFonts w:ascii="Times New Roman" w:hAnsi="Times New Roman" w:cs="Times New Roman"/>
          <w:sz w:val="24"/>
          <w:szCs w:val="24"/>
        </w:rPr>
      </w:pPr>
      <w:r w:rsidRPr="004A1D24">
        <w:rPr>
          <w:rFonts w:ascii="Times New Roman" w:hAnsi="Times New Roman" w:cs="Times New Roman"/>
          <w:sz w:val="24"/>
          <w:szCs w:val="24"/>
        </w:rPr>
        <w:t>„ČÁST DEVÁTÁ</w:t>
      </w:r>
    </w:p>
    <w:p w:rsidR="00CF2612" w:rsidRPr="004A1D24" w:rsidRDefault="00CF2612" w:rsidP="004A1D24">
      <w:pPr>
        <w:pStyle w:val="Odstavecseseznamem"/>
        <w:tabs>
          <w:tab w:val="left" w:pos="1728"/>
        </w:tabs>
        <w:spacing w:before="120" w:after="0" w:line="240" w:lineRule="auto"/>
        <w:jc w:val="center"/>
        <w:rPr>
          <w:rFonts w:ascii="Times New Roman" w:hAnsi="Times New Roman" w:cs="Times New Roman"/>
          <w:b/>
          <w:sz w:val="24"/>
          <w:szCs w:val="24"/>
        </w:rPr>
      </w:pPr>
      <w:r w:rsidRPr="004A1D24">
        <w:rPr>
          <w:rFonts w:ascii="Times New Roman" w:hAnsi="Times New Roman" w:cs="Times New Roman"/>
          <w:b/>
          <w:sz w:val="24"/>
          <w:szCs w:val="24"/>
        </w:rPr>
        <w:t>Účinnost</w:t>
      </w:r>
    </w:p>
    <w:p w:rsidR="00CF2612" w:rsidRDefault="00CF2612" w:rsidP="004A1D24">
      <w:pPr>
        <w:pStyle w:val="Odstavecseseznamem"/>
        <w:tabs>
          <w:tab w:val="left" w:pos="1728"/>
        </w:tabs>
        <w:spacing w:before="120" w:after="0" w:line="240" w:lineRule="auto"/>
        <w:jc w:val="center"/>
        <w:rPr>
          <w:rFonts w:ascii="Times New Roman" w:hAnsi="Times New Roman" w:cs="Times New Roman"/>
          <w:sz w:val="24"/>
          <w:szCs w:val="24"/>
        </w:rPr>
      </w:pPr>
      <w:r w:rsidRPr="004A1D24">
        <w:rPr>
          <w:rFonts w:ascii="Times New Roman" w:hAnsi="Times New Roman" w:cs="Times New Roman"/>
          <w:sz w:val="24"/>
          <w:szCs w:val="24"/>
        </w:rPr>
        <w:t>Čl. XV.</w:t>
      </w:r>
    </w:p>
    <w:p w:rsidR="00CF2612" w:rsidRPr="004A1D24" w:rsidRDefault="00CF2612" w:rsidP="00CF2612">
      <w:pPr>
        <w:pStyle w:val="Odstavecseseznamem"/>
        <w:tabs>
          <w:tab w:val="left" w:pos="1728"/>
        </w:tabs>
        <w:spacing w:after="0"/>
        <w:ind w:left="0"/>
        <w:jc w:val="both"/>
        <w:rPr>
          <w:rFonts w:ascii="Times New Roman" w:hAnsi="Times New Roman" w:cs="Times New Roman"/>
          <w:sz w:val="24"/>
          <w:szCs w:val="24"/>
        </w:rPr>
      </w:pPr>
      <w:r w:rsidRPr="004A1D24">
        <w:rPr>
          <w:rFonts w:ascii="Times New Roman" w:hAnsi="Times New Roman" w:cs="Times New Roman"/>
          <w:sz w:val="24"/>
          <w:szCs w:val="24"/>
        </w:rPr>
        <w:t>Tento zákon nabývá účinnosti dnem 1. ledna 2020, s výjimkou části osmé, čl. XIV., který nabývá účinnosti prvním dnem druhého kalendářního roku následujícího po dni jeho vyhlášení.“.</w:t>
      </w:r>
    </w:p>
    <w:p w:rsidR="00CF2612" w:rsidRPr="004A1D24" w:rsidRDefault="00CF2612" w:rsidP="00CF2612">
      <w:pPr>
        <w:tabs>
          <w:tab w:val="left" w:pos="1728"/>
        </w:tabs>
        <w:jc w:val="both"/>
        <w:rPr>
          <w:rFonts w:cs="Times New Roman"/>
        </w:rPr>
      </w:pPr>
      <w:r w:rsidRPr="004A1D24">
        <w:rPr>
          <w:rFonts w:cs="Times New Roman"/>
        </w:rPr>
        <w:t>Dosavadní část osmá se označuje jako část devátá a dosavadní Čl. XIV jako Čl. XV.</w:t>
      </w:r>
    </w:p>
    <w:p w:rsidR="00AA2BA4" w:rsidRPr="004A1D24" w:rsidRDefault="00AA2BA4">
      <w:pPr>
        <w:rPr>
          <w:rFonts w:cs="Times New Roman"/>
        </w:rPr>
      </w:pPr>
    </w:p>
    <w:p w:rsidR="00022776" w:rsidRDefault="00022776"/>
    <w:p w:rsidR="00AA2BA4" w:rsidRPr="004A1D24" w:rsidRDefault="004A1D24">
      <w:pPr>
        <w:rPr>
          <w:i/>
        </w:rPr>
      </w:pPr>
      <w:r w:rsidRPr="004A1D24">
        <w:rPr>
          <w:i/>
        </w:rPr>
        <w:t xml:space="preserve">SD </w:t>
      </w:r>
      <w:r w:rsidR="00AA2BA4" w:rsidRPr="004A1D24">
        <w:rPr>
          <w:i/>
        </w:rPr>
        <w:t>344</w:t>
      </w:r>
      <w:r w:rsidRPr="004A1D24">
        <w:rPr>
          <w:i/>
        </w:rPr>
        <w:t>4</w:t>
      </w:r>
    </w:p>
    <w:p w:rsidR="004A1D24" w:rsidRPr="004A1D24" w:rsidRDefault="00841FD3" w:rsidP="004A1D24">
      <w:pPr>
        <w:suppressAutoHyphens w:val="0"/>
        <w:spacing w:after="160" w:line="259" w:lineRule="auto"/>
        <w:contextualSpacing/>
        <w:rPr>
          <w:rFonts w:cs="Times New Roman"/>
        </w:rPr>
      </w:pPr>
      <w:r w:rsidRPr="00841FD3">
        <w:rPr>
          <w:rFonts w:cs="Times New Roman"/>
          <w:b/>
        </w:rPr>
        <w:t>P5.</w:t>
      </w:r>
      <w:r>
        <w:rPr>
          <w:rFonts w:cs="Times New Roman"/>
        </w:rPr>
        <w:t xml:space="preserve"> </w:t>
      </w:r>
      <w:r w:rsidR="004A1D24" w:rsidRPr="004A1D24">
        <w:rPr>
          <w:rFonts w:cs="Times New Roman"/>
        </w:rPr>
        <w:t>ČÁST PÁTÁ, Změna zákona o správních poplatcích se zrušuje</w:t>
      </w:r>
      <w:r>
        <w:rPr>
          <w:rFonts w:cs="Times New Roman"/>
        </w:rPr>
        <w:t>.</w:t>
      </w:r>
    </w:p>
    <w:p w:rsidR="004A1D24" w:rsidRPr="00803B42" w:rsidRDefault="004A1D24" w:rsidP="004A1D24">
      <w:pPr>
        <w:rPr>
          <w:rFonts w:cs="Times New Roman"/>
        </w:rPr>
      </w:pPr>
      <w:r>
        <w:rPr>
          <w:rFonts w:cs="Times New Roman"/>
        </w:rPr>
        <w:t>Následující části a články se přečíslují</w:t>
      </w:r>
    </w:p>
    <w:p w:rsidR="00663743" w:rsidRDefault="00663743"/>
    <w:p w:rsidR="004A1D24" w:rsidRDefault="004A1D24"/>
    <w:p w:rsidR="00841FD3" w:rsidRDefault="000D37DA" w:rsidP="000D37DA">
      <w:pPr>
        <w:pStyle w:val="PNposlanec"/>
      </w:pPr>
      <w:r>
        <w:t xml:space="preserve">Poslankyně Helena </w:t>
      </w:r>
      <w:proofErr w:type="spellStart"/>
      <w:r>
        <w:t>Langšádlová</w:t>
      </w:r>
      <w:proofErr w:type="spellEnd"/>
    </w:p>
    <w:p w:rsidR="00841FD3" w:rsidRPr="000D37DA" w:rsidRDefault="000D37DA">
      <w:pPr>
        <w:rPr>
          <w:i/>
        </w:rPr>
      </w:pPr>
      <w:r w:rsidRPr="000D37DA">
        <w:rPr>
          <w:i/>
        </w:rPr>
        <w:t>SD 3407 (</w:t>
      </w:r>
      <w:proofErr w:type="spellStart"/>
      <w:r w:rsidRPr="000D37DA">
        <w:rPr>
          <w:i/>
        </w:rPr>
        <w:t>posl</w:t>
      </w:r>
      <w:proofErr w:type="spellEnd"/>
      <w:r w:rsidRPr="000D37DA">
        <w:rPr>
          <w:i/>
        </w:rPr>
        <w:t>. Kalousek)</w:t>
      </w:r>
    </w:p>
    <w:p w:rsidR="000D37DA" w:rsidRPr="00355359" w:rsidRDefault="000D37DA" w:rsidP="000D37DA">
      <w:pPr>
        <w:rPr>
          <w:color w:val="000000"/>
        </w:rPr>
      </w:pPr>
      <w:r w:rsidRPr="000D37DA">
        <w:rPr>
          <w:b/>
          <w:color w:val="000000"/>
        </w:rPr>
        <w:t>Q1</w:t>
      </w:r>
      <w:r w:rsidRPr="003C05E5">
        <w:rPr>
          <w:b/>
          <w:color w:val="000000"/>
        </w:rPr>
        <w:t>.1.</w:t>
      </w:r>
      <w:r w:rsidRPr="00355359">
        <w:rPr>
          <w:color w:val="000000"/>
        </w:rPr>
        <w:t xml:space="preserve"> V části druhé, Čl. III, změna zákona o daních z příjmů se za bod 1. doplňují body, které znějí:</w:t>
      </w:r>
    </w:p>
    <w:p w:rsidR="000D37DA" w:rsidRPr="00355359" w:rsidRDefault="000D37DA" w:rsidP="000D37DA">
      <w:pPr>
        <w:rPr>
          <w:color w:val="000000"/>
        </w:rPr>
      </w:pPr>
      <w:r w:rsidRPr="00355359">
        <w:rPr>
          <w:color w:val="000000"/>
        </w:rPr>
        <w:t>„X1. V § 6 odstavci 4 se zrušují slova „po zvýšení podle odstavce 12“.</w:t>
      </w:r>
    </w:p>
    <w:p w:rsidR="000D37DA" w:rsidRPr="00355359" w:rsidRDefault="000D37DA" w:rsidP="000D37DA">
      <w:pPr>
        <w:rPr>
          <w:color w:val="000000"/>
        </w:rPr>
      </w:pPr>
      <w:r w:rsidRPr="00355359">
        <w:rPr>
          <w:color w:val="000000"/>
        </w:rPr>
        <w:t>X2. V § 6 odstavec 12 zní: „(12) Základem daně (dílčím základem daně) je příjem ze závislé činnosti.“. Poznámka pod čarou č. 21 se zrušuje.“.</w:t>
      </w:r>
    </w:p>
    <w:p w:rsidR="000D37DA" w:rsidRPr="00355359" w:rsidRDefault="000D37DA" w:rsidP="000D37DA">
      <w:pPr>
        <w:rPr>
          <w:color w:val="000000"/>
        </w:rPr>
      </w:pPr>
      <w:r w:rsidRPr="00355359">
        <w:rPr>
          <w:color w:val="000000"/>
        </w:rPr>
        <w:t>X3. V § 6 odstavec 13 se slova „zvýšený o povinné pojistné podle odstavce 12 a“ a slova „, zvýšený o povinné pojistné podle odstavce 12“ zrušují.“.</w:t>
      </w:r>
    </w:p>
    <w:p w:rsidR="000D37DA" w:rsidRPr="00355359" w:rsidRDefault="000D37DA" w:rsidP="000D37DA">
      <w:pPr>
        <w:rPr>
          <w:color w:val="000000"/>
        </w:rPr>
      </w:pPr>
      <w:r w:rsidRPr="00355359">
        <w:rPr>
          <w:color w:val="000000"/>
        </w:rPr>
        <w:t>X4. V § 6 se odstavce 14 a 15 zrušují.</w:t>
      </w:r>
    </w:p>
    <w:p w:rsidR="000D37DA" w:rsidRPr="00355359" w:rsidRDefault="000D37DA" w:rsidP="000D37DA">
      <w:pPr>
        <w:rPr>
          <w:color w:val="000000"/>
        </w:rPr>
      </w:pPr>
      <w:r w:rsidRPr="00355359">
        <w:rPr>
          <w:color w:val="000000"/>
        </w:rPr>
        <w:t>Dosavadní odstavec 16 se označuje jako odstavec 14.“.</w:t>
      </w:r>
    </w:p>
    <w:p w:rsidR="000D37DA" w:rsidRPr="00355359" w:rsidRDefault="000D37DA" w:rsidP="000D37DA">
      <w:pPr>
        <w:rPr>
          <w:color w:val="000000"/>
        </w:rPr>
      </w:pPr>
      <w:r w:rsidRPr="00355359">
        <w:rPr>
          <w:color w:val="000000"/>
        </w:rPr>
        <w:t>Následující novelizační body se přečíslují.</w:t>
      </w:r>
    </w:p>
    <w:p w:rsidR="000D37DA" w:rsidRPr="00355359" w:rsidRDefault="000D37DA" w:rsidP="000D37DA">
      <w:pPr>
        <w:rPr>
          <w:color w:val="000000"/>
        </w:rPr>
      </w:pPr>
    </w:p>
    <w:p w:rsidR="000D37DA" w:rsidRPr="00355359" w:rsidRDefault="005C3D7F" w:rsidP="000D37DA">
      <w:pPr>
        <w:rPr>
          <w:color w:val="000000"/>
        </w:rPr>
      </w:pPr>
      <w:r w:rsidRPr="005C3D7F">
        <w:rPr>
          <w:b/>
          <w:color w:val="000000"/>
        </w:rPr>
        <w:t>Q1.</w:t>
      </w:r>
      <w:r w:rsidR="000D37DA" w:rsidRPr="005C3D7F">
        <w:rPr>
          <w:b/>
          <w:color w:val="000000"/>
        </w:rPr>
        <w:t>2.</w:t>
      </w:r>
      <w:r w:rsidR="000D37DA" w:rsidRPr="00355359">
        <w:rPr>
          <w:color w:val="000000"/>
        </w:rPr>
        <w:t xml:space="preserve"> V části druhé, Čl. III, změna zákona o daních z příjmů se doplňuje nový bod, který zní: </w:t>
      </w:r>
    </w:p>
    <w:p w:rsidR="000D37DA" w:rsidRPr="00355359" w:rsidRDefault="000D37DA" w:rsidP="000D37DA">
      <w:pPr>
        <w:rPr>
          <w:color w:val="000000"/>
        </w:rPr>
      </w:pPr>
      <w:r w:rsidRPr="00355359">
        <w:rPr>
          <w:color w:val="000000"/>
        </w:rPr>
        <w:t>„X5. V § 16 se číslovka 15 % nahrazuje číslovkou 19 %.“</w:t>
      </w:r>
      <w:r w:rsidR="005C3D7F">
        <w:rPr>
          <w:color w:val="000000"/>
        </w:rPr>
        <w:t>.</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5C3D7F">
        <w:rPr>
          <w:b/>
          <w:color w:val="000000"/>
        </w:rPr>
        <w:t>.</w:t>
      </w:r>
      <w:r w:rsidR="000D37DA" w:rsidRPr="005C3D7F">
        <w:rPr>
          <w:b/>
          <w:color w:val="000000"/>
        </w:rPr>
        <w:t>3.</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„X6. § 16a se včetně nadpisu zrušuje.“</w:t>
      </w:r>
      <w:r w:rsidR="005C3D7F">
        <w:rPr>
          <w:color w:val="000000"/>
        </w:rPr>
        <w:t>.</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4.</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„X7. V § 38f odstavci 3 se zrušují slova, která znějí: „; přičemž u příjmů ze závislé činnosti se má za to, že se jedná o základ daně stanovený podle § 6 odst. 13“.</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5.</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„X8. V §38g se zrušuje odstavec 4.“</w:t>
      </w:r>
      <w:r w:rsidR="005C3D7F">
        <w:rPr>
          <w:color w:val="000000"/>
        </w:rPr>
        <w:t>.</w:t>
      </w:r>
    </w:p>
    <w:p w:rsidR="000D37DA" w:rsidRPr="00355359" w:rsidRDefault="000D37DA" w:rsidP="000D37DA">
      <w:pPr>
        <w:rPr>
          <w:color w:val="000000"/>
        </w:rPr>
      </w:pPr>
      <w:r w:rsidRPr="00355359">
        <w:rPr>
          <w:color w:val="000000"/>
        </w:rPr>
        <w:t>Dosavadní odstavce 5 a 6 se označují jako odstavce 4 a 5.</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6.</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„X9. §38h odstavec 1 zní:</w:t>
      </w:r>
    </w:p>
    <w:p w:rsidR="000D37DA" w:rsidRPr="00355359" w:rsidRDefault="000D37DA" w:rsidP="000D37DA">
      <w:pPr>
        <w:rPr>
          <w:color w:val="000000"/>
        </w:rPr>
      </w:pPr>
      <w:r w:rsidRPr="00355359">
        <w:rPr>
          <w:color w:val="000000"/>
        </w:rPr>
        <w:t>„(1) Plátce daně vypočte zálohu na daň z příjmů fyzických osob ze závislé činnosti (dále jen „záloha“) ze základu pro výpočet zálohy. Základem pro výpočet zálohy je úhrn příjmů ze závislé činnosti zúčtovaný nebo vyplacený poplatníkovi za kalendářní měsíc nebo za zdaňovací období, vyjma příjmů zdanitelných daní vybíranou srážkou sazbou daně podle § 36 a příjmu, který není předmětem daně a je snížený o částky, které jsou od daně osvobozeny.“.</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7.</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„X10. V §38h se zrušuje odstavec 14.</w:t>
      </w:r>
    </w:p>
    <w:p w:rsidR="000D37DA" w:rsidRPr="00355359" w:rsidRDefault="000D37DA" w:rsidP="000D37DA">
      <w:pPr>
        <w:rPr>
          <w:color w:val="000000"/>
        </w:rPr>
      </w:pPr>
      <w:r w:rsidRPr="00355359">
        <w:rPr>
          <w:color w:val="000000"/>
        </w:rPr>
        <w:t>Dosavadní odstavec 15 se označuje jako odstavec 14.“.</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8.</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„X11. §38ha se včetně nadpisu zrušuje.“</w:t>
      </w:r>
      <w:r w:rsidR="005C3D7F">
        <w:rPr>
          <w:color w:val="000000"/>
        </w:rPr>
        <w:t>.</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5C3D7F">
        <w:rPr>
          <w:color w:val="000000"/>
        </w:rPr>
        <w:t>.</w:t>
      </w:r>
      <w:r w:rsidR="000D37DA" w:rsidRPr="005C3D7F">
        <w:rPr>
          <w:color w:val="000000"/>
        </w:rPr>
        <w:t>9.</w:t>
      </w:r>
      <w:r w:rsidR="000D37DA" w:rsidRPr="00355359">
        <w:rPr>
          <w:color w:val="000000"/>
        </w:rPr>
        <w:t xml:space="preserve"> V části druhé, Čl. III, změna zákona o daních z příjmů se doplňuje nový bod, který zní:</w:t>
      </w:r>
    </w:p>
    <w:p w:rsidR="000D37DA" w:rsidRPr="00355359" w:rsidRDefault="000D37DA" w:rsidP="000D37DA">
      <w:pPr>
        <w:rPr>
          <w:color w:val="000000"/>
        </w:rPr>
      </w:pPr>
      <w:r w:rsidRPr="00355359">
        <w:rPr>
          <w:color w:val="000000"/>
        </w:rPr>
        <w:t>„X12. V §38s se zrušují slova „; u poplatníka s příjmy podle § 6 zvýšená o povinné pojistné podle § 6 odst. 12“.“.</w:t>
      </w:r>
    </w:p>
    <w:p w:rsidR="000D37DA" w:rsidRPr="00355359" w:rsidRDefault="000D37DA" w:rsidP="000D37DA">
      <w:pPr>
        <w:rPr>
          <w:color w:val="000000"/>
        </w:rPr>
      </w:pPr>
      <w:r w:rsidRPr="00355359">
        <w:rPr>
          <w:color w:val="000000"/>
        </w:rPr>
        <w:t>Následující body se přečíslují.</w:t>
      </w:r>
    </w:p>
    <w:p w:rsidR="000D37DA" w:rsidRPr="00355359" w:rsidRDefault="000D37DA" w:rsidP="000D37DA">
      <w:pPr>
        <w:rPr>
          <w:color w:val="000000"/>
        </w:rPr>
      </w:pPr>
    </w:p>
    <w:p w:rsidR="000D37DA" w:rsidRPr="00355359" w:rsidRDefault="005C3D7F" w:rsidP="000D37DA">
      <w:pPr>
        <w:rPr>
          <w:color w:val="000000"/>
        </w:rPr>
      </w:pPr>
      <w:r w:rsidRPr="000D37DA">
        <w:rPr>
          <w:b/>
          <w:color w:val="000000"/>
        </w:rPr>
        <w:t>Q1</w:t>
      </w:r>
      <w:r w:rsidRPr="003C05E5">
        <w:rPr>
          <w:b/>
          <w:color w:val="000000"/>
        </w:rPr>
        <w:t>.</w:t>
      </w:r>
      <w:r w:rsidR="000D37DA" w:rsidRPr="005C3D7F">
        <w:rPr>
          <w:b/>
          <w:color w:val="000000"/>
        </w:rPr>
        <w:t xml:space="preserve">10. </w:t>
      </w:r>
      <w:r w:rsidR="000D37DA" w:rsidRPr="00355359">
        <w:rPr>
          <w:color w:val="000000"/>
        </w:rPr>
        <w:t>V části druhé, Čl. IV, změna zákona o daních z příjmů, Přechodná ustanovení se doplňuje nový bod 6., který zní:</w:t>
      </w:r>
    </w:p>
    <w:p w:rsidR="000D37DA" w:rsidRPr="00355359" w:rsidRDefault="000D37DA" w:rsidP="000D37DA">
      <w:pPr>
        <w:rPr>
          <w:color w:val="000000"/>
        </w:rPr>
      </w:pPr>
      <w:r w:rsidRPr="00355359">
        <w:rPr>
          <w:color w:val="000000"/>
        </w:rPr>
        <w:t>„6. Daňové povinnosti u daně z příjmů za zdaňovací období započaté přede dnem nabytí účinnosti tohoto zákona, jakož i pro práva a povinnosti s nimi související se použije zákon č. 586/1992 Sb., ve znění účinném přede dnem nabytí účinnosti tohoto zákona.“</w:t>
      </w:r>
    </w:p>
    <w:p w:rsidR="00841FD3" w:rsidRDefault="00841FD3"/>
    <w:p w:rsidR="004A1D24" w:rsidRDefault="000D37DA">
      <w:pPr>
        <w:rPr>
          <w:i/>
        </w:rPr>
      </w:pPr>
      <w:r w:rsidRPr="000D37DA">
        <w:rPr>
          <w:i/>
        </w:rPr>
        <w:t>SD 3408 (</w:t>
      </w:r>
      <w:proofErr w:type="spellStart"/>
      <w:r w:rsidRPr="000D37DA">
        <w:rPr>
          <w:i/>
        </w:rPr>
        <w:t>posl</w:t>
      </w:r>
      <w:proofErr w:type="spellEnd"/>
      <w:r w:rsidRPr="000D37DA">
        <w:rPr>
          <w:i/>
        </w:rPr>
        <w:t>. Kalousek)</w:t>
      </w:r>
    </w:p>
    <w:p w:rsidR="000D37DA" w:rsidRPr="00C96297" w:rsidRDefault="000D37DA" w:rsidP="000D37DA">
      <w:r w:rsidRPr="005C3D7F">
        <w:rPr>
          <w:b/>
        </w:rPr>
        <w:t>Q2.</w:t>
      </w:r>
      <w:r w:rsidR="005C3D7F">
        <w:rPr>
          <w:b/>
        </w:rPr>
        <w:t>1</w:t>
      </w:r>
      <w:r w:rsidRPr="00C96297">
        <w:t>.</w:t>
      </w:r>
      <w:r w:rsidRPr="00C96297">
        <w:tab/>
        <w:t xml:space="preserve">V ČÁSTI DRUHÉ, </w:t>
      </w:r>
      <w:r w:rsidRPr="00C96297">
        <w:rPr>
          <w:b/>
        </w:rPr>
        <w:t>Změna zákona o daních z příjmu</w:t>
      </w:r>
      <w:r w:rsidRPr="00C96297">
        <w:t>, Čl. III, se novelizační body 11 až 14 zrušují.</w:t>
      </w:r>
    </w:p>
    <w:p w:rsidR="000D37DA" w:rsidRPr="00C96297" w:rsidRDefault="000D37DA" w:rsidP="000D37DA">
      <w:r w:rsidRPr="00C96297">
        <w:t>Následující novelizační body se přečíslují.</w:t>
      </w:r>
    </w:p>
    <w:p w:rsidR="000D37DA" w:rsidRPr="00C96297" w:rsidRDefault="000D37DA" w:rsidP="000D37DA"/>
    <w:p w:rsidR="000D37DA" w:rsidRPr="00C96297" w:rsidRDefault="005C3D7F" w:rsidP="005C3D7F">
      <w:pPr>
        <w:jc w:val="both"/>
      </w:pPr>
      <w:r w:rsidRPr="005C3D7F">
        <w:rPr>
          <w:b/>
        </w:rPr>
        <w:t xml:space="preserve">Q2.2. </w:t>
      </w:r>
      <w:r w:rsidR="000D37DA" w:rsidRPr="00C96297">
        <w:t xml:space="preserve">V ČÁSTI DRUHÉ, </w:t>
      </w:r>
      <w:r w:rsidR="000D37DA" w:rsidRPr="00C96297">
        <w:rPr>
          <w:b/>
        </w:rPr>
        <w:t>Změna zákona o daních z příjmu</w:t>
      </w:r>
      <w:r w:rsidR="000D37DA" w:rsidRPr="00C96297">
        <w:t xml:space="preserve">, Čl. IV, </w:t>
      </w:r>
      <w:r w:rsidR="000D37DA" w:rsidRPr="00C96297">
        <w:rPr>
          <w:b/>
        </w:rPr>
        <w:t>Přechodná ustanovení</w:t>
      </w:r>
      <w:r w:rsidR="000D37DA" w:rsidRPr="00C96297">
        <w:t xml:space="preserve"> se bod 3. zrušuje.</w:t>
      </w:r>
    </w:p>
    <w:p w:rsidR="000D37DA" w:rsidRPr="00C96297" w:rsidRDefault="000D37DA" w:rsidP="000D37DA">
      <w:r w:rsidRPr="00C96297">
        <w:t xml:space="preserve">Následující body ustanovení se označují jako 3. a 4. </w:t>
      </w:r>
    </w:p>
    <w:p w:rsidR="000D37DA" w:rsidRPr="00C96297" w:rsidRDefault="000D37DA" w:rsidP="000D37DA"/>
    <w:p w:rsidR="000D37DA" w:rsidRPr="00C96297" w:rsidRDefault="005C3D7F" w:rsidP="000D37DA">
      <w:r w:rsidRPr="005C3D7F">
        <w:rPr>
          <w:b/>
        </w:rPr>
        <w:t>Q2.3.</w:t>
      </w:r>
      <w:r>
        <w:t xml:space="preserve"> </w:t>
      </w:r>
      <w:r w:rsidR="000D37DA" w:rsidRPr="00C96297">
        <w:t xml:space="preserve">ČÁST TŘETÍ včetně nadpisů </w:t>
      </w:r>
      <w:r w:rsidR="000D37DA" w:rsidRPr="00C96297">
        <w:rPr>
          <w:b/>
        </w:rPr>
        <w:t xml:space="preserve">Změna zákona o rezervách pro zjištění základu daně z příjmů, </w:t>
      </w:r>
      <w:r w:rsidR="000D37DA" w:rsidRPr="00C96297">
        <w:t xml:space="preserve">Čl. V a Čl. VI </w:t>
      </w:r>
      <w:r w:rsidR="000D37DA" w:rsidRPr="00C96297">
        <w:rPr>
          <w:b/>
        </w:rPr>
        <w:t>Přechodné ustanovení</w:t>
      </w:r>
      <w:r w:rsidR="000D37DA" w:rsidRPr="00C96297">
        <w:t xml:space="preserve"> se zrušuje.</w:t>
      </w:r>
    </w:p>
    <w:p w:rsidR="000D37DA" w:rsidRPr="00C96297" w:rsidRDefault="000D37DA" w:rsidP="005C3D7F">
      <w:pPr>
        <w:jc w:val="both"/>
      </w:pPr>
      <w:r w:rsidRPr="00C96297">
        <w:t>Následující části se přečíslují.</w:t>
      </w:r>
    </w:p>
    <w:p w:rsidR="004A1D24" w:rsidRDefault="004A1D24"/>
    <w:p w:rsidR="000D37DA" w:rsidRDefault="000D37DA"/>
    <w:p w:rsidR="000D37DA" w:rsidRDefault="000D37DA"/>
    <w:p w:rsidR="000D37DA" w:rsidRDefault="000D37DA"/>
    <w:p w:rsidR="000C6893" w:rsidRDefault="000C6893">
      <w:pPr>
        <w:jc w:val="center"/>
      </w:pPr>
      <w:r>
        <w:t xml:space="preserve">V Praze </w:t>
      </w:r>
      <w:r w:rsidR="000D37DA">
        <w:t xml:space="preserve"> </w:t>
      </w:r>
      <w:r w:rsidR="00A14873">
        <w:t>27. září</w:t>
      </w:r>
      <w:r w:rsidR="000D37DA">
        <w:t xml:space="preserve"> 2019</w:t>
      </w:r>
    </w:p>
    <w:p w:rsidR="000C6893" w:rsidRDefault="000C6893">
      <w:pPr>
        <w:jc w:val="center"/>
      </w:pPr>
    </w:p>
    <w:p w:rsidR="000C6893" w:rsidRDefault="000C6893">
      <w:pPr>
        <w:jc w:val="center"/>
      </w:pPr>
    </w:p>
    <w:p w:rsidR="005C3D7F" w:rsidRDefault="005C3D7F">
      <w:pPr>
        <w:jc w:val="center"/>
      </w:pPr>
    </w:p>
    <w:p w:rsidR="005C3D7F" w:rsidRDefault="005C3D7F">
      <w:pPr>
        <w:jc w:val="center"/>
      </w:pPr>
    </w:p>
    <w:p w:rsidR="005C3D7F" w:rsidRDefault="005C3D7F">
      <w:pPr>
        <w:jc w:val="center"/>
      </w:pPr>
    </w:p>
    <w:p w:rsidR="000C6893" w:rsidRDefault="000C6893">
      <w:pPr>
        <w:jc w:val="center"/>
      </w:pPr>
    </w:p>
    <w:p w:rsidR="000C6893" w:rsidRDefault="005C3D7F">
      <w:pPr>
        <w:jc w:val="center"/>
      </w:pPr>
      <w:r>
        <w:rPr>
          <w:rFonts w:cs="Times New Roman"/>
          <w:spacing w:val="-3"/>
        </w:rPr>
        <w:t xml:space="preserve">Mgr. Milan </w:t>
      </w:r>
      <w:proofErr w:type="spellStart"/>
      <w:r>
        <w:rPr>
          <w:rFonts w:cs="Times New Roman"/>
          <w:spacing w:val="-3"/>
        </w:rPr>
        <w:t>Feranec</w:t>
      </w:r>
      <w:proofErr w:type="spellEnd"/>
      <w:r w:rsidR="00A14873">
        <w:rPr>
          <w:rFonts w:cs="Times New Roman"/>
          <w:spacing w:val="-3"/>
        </w:rPr>
        <w:t>, v.r.</w:t>
      </w:r>
      <w:bookmarkStart w:id="0" w:name="_GoBack"/>
      <w:bookmarkEnd w:id="0"/>
    </w:p>
    <w:p w:rsidR="001E7FDA" w:rsidRDefault="000C6893">
      <w:pPr>
        <w:jc w:val="center"/>
      </w:pPr>
      <w:r>
        <w:t xml:space="preserve">zpravodaj garančního </w:t>
      </w:r>
      <w:r w:rsidR="00020C28">
        <w:t xml:space="preserve">rozpočtového </w:t>
      </w:r>
      <w:r>
        <w:t>výboru</w:t>
      </w:r>
    </w:p>
    <w:p w:rsidR="001E7FDA" w:rsidRDefault="001E7FDA" w:rsidP="001E7FDA">
      <w:pPr>
        <w:pStyle w:val="Zkladntext"/>
      </w:pPr>
      <w:r>
        <w:br w:type="page"/>
      </w:r>
    </w:p>
    <w:p w:rsidR="001E7FDA" w:rsidRDefault="001E7FDA" w:rsidP="001E7FDA">
      <w:pPr>
        <w:jc w:val="both"/>
      </w:pPr>
    </w:p>
    <w:p w:rsidR="001E7FDA" w:rsidRPr="000D37DA" w:rsidRDefault="001E7FDA" w:rsidP="001E7FDA">
      <w:pPr>
        <w:jc w:val="both"/>
        <w:rPr>
          <w:b/>
        </w:rPr>
      </w:pPr>
      <w:r w:rsidRPr="000D37DA">
        <w:rPr>
          <w:b/>
        </w:rPr>
        <w:t xml:space="preserve">Poslanec Radek </w:t>
      </w:r>
      <w:proofErr w:type="spellStart"/>
      <w:r w:rsidRPr="000D37DA">
        <w:rPr>
          <w:b/>
        </w:rPr>
        <w:t>Holomčík</w:t>
      </w:r>
      <w:proofErr w:type="spellEnd"/>
    </w:p>
    <w:p w:rsidR="000C6893" w:rsidRDefault="000D37DA" w:rsidP="001E7FDA">
      <w:r>
        <w:t>Návrh d</w:t>
      </w:r>
      <w:r w:rsidR="001E7FDA">
        <w:t>oprovodné</w:t>
      </w:r>
      <w:r>
        <w:t>ho</w:t>
      </w:r>
      <w:r w:rsidR="001E7FDA">
        <w:t xml:space="preserve"> usnesení</w:t>
      </w:r>
      <w:r>
        <w:t>:</w:t>
      </w:r>
      <w:r w:rsidR="001E7FDA">
        <w:t xml:space="preserve"> </w:t>
      </w:r>
    </w:p>
    <w:p w:rsidR="000D37DA" w:rsidRDefault="000D37DA" w:rsidP="001E7FDA"/>
    <w:p w:rsidR="000D37DA" w:rsidRPr="000D37DA" w:rsidRDefault="000D37DA" w:rsidP="000D37DA">
      <w:pPr>
        <w:pStyle w:val="Normlnweb"/>
        <w:shd w:val="clear" w:color="auto" w:fill="FFFFFF"/>
        <w:spacing w:before="0" w:beforeAutospacing="0" w:after="240" w:afterAutospacing="0"/>
        <w:rPr>
          <w:color w:val="000000"/>
          <w:szCs w:val="18"/>
        </w:rPr>
      </w:pPr>
      <w:r>
        <w:rPr>
          <w:color w:val="000000"/>
          <w:szCs w:val="18"/>
        </w:rPr>
        <w:t>„</w:t>
      </w:r>
      <w:r w:rsidRPr="000D37DA">
        <w:rPr>
          <w:color w:val="000000"/>
          <w:szCs w:val="18"/>
        </w:rPr>
        <w:t>Poslanecká sněmovna</w:t>
      </w:r>
    </w:p>
    <w:p w:rsidR="000D37DA" w:rsidRPr="000D37DA" w:rsidRDefault="000D37DA" w:rsidP="00011A78">
      <w:pPr>
        <w:pStyle w:val="Normlnweb"/>
        <w:shd w:val="clear" w:color="auto" w:fill="FFFFFF"/>
        <w:spacing w:before="0" w:beforeAutospacing="0" w:after="240" w:afterAutospacing="0"/>
        <w:jc w:val="both"/>
        <w:rPr>
          <w:color w:val="000000"/>
          <w:szCs w:val="18"/>
        </w:rPr>
      </w:pPr>
      <w:r w:rsidRPr="000D37DA">
        <w:rPr>
          <w:color w:val="000000"/>
          <w:szCs w:val="18"/>
        </w:rPr>
        <w:t>I. konstatuje, že pěstitelské pálení je tradičním způsobem výroby alkoholu v České republice a že realistický daňový režim pro tento způsob výroby je součástí racionální protidrogové politiky, který vede ke snižování celkového množství nelegální a nekontrolované výroby alkoholu,</w:t>
      </w:r>
    </w:p>
    <w:p w:rsidR="000D37DA" w:rsidRPr="000D37DA" w:rsidRDefault="000D37DA" w:rsidP="000D37DA">
      <w:pPr>
        <w:pStyle w:val="Normlnweb"/>
        <w:shd w:val="clear" w:color="auto" w:fill="FFFFFF"/>
        <w:spacing w:before="0" w:beforeAutospacing="0" w:after="240" w:afterAutospacing="0"/>
        <w:rPr>
          <w:color w:val="000000"/>
          <w:szCs w:val="18"/>
        </w:rPr>
      </w:pPr>
      <w:r w:rsidRPr="000D37DA">
        <w:rPr>
          <w:color w:val="000000"/>
          <w:szCs w:val="18"/>
        </w:rPr>
        <w:t>II. upozorňuje, že současná konstrukce sazeb spotřebních daní určená evropským právem postrádá dostačující flexibilitu,</w:t>
      </w:r>
    </w:p>
    <w:p w:rsidR="000D37DA" w:rsidRDefault="000D37DA" w:rsidP="000D37DA">
      <w:pPr>
        <w:pStyle w:val="Normlnweb"/>
        <w:shd w:val="clear" w:color="auto" w:fill="FFFFFF"/>
        <w:spacing w:before="0" w:beforeAutospacing="0" w:after="240" w:afterAutospacing="0"/>
      </w:pPr>
      <w:r w:rsidRPr="000D37DA">
        <w:rPr>
          <w:color w:val="000000"/>
          <w:szCs w:val="18"/>
        </w:rPr>
        <w:t>III. vyzývá vládu, aby se problematikou sazeb a spotřebních daní zabývala na úrovni Evropské unie a do 1. prosince 2020 seznámila Poslaneckou sněmovnu s kroky, které v této věci učinila.</w:t>
      </w:r>
      <w:r>
        <w:rPr>
          <w:color w:val="000000"/>
          <w:szCs w:val="18"/>
        </w:rPr>
        <w:t>“.</w:t>
      </w:r>
    </w:p>
    <w:p w:rsidR="000D37DA" w:rsidRDefault="000D37DA" w:rsidP="001E7FDA"/>
    <w:p w:rsidR="000D37DA" w:rsidRDefault="000D37DA" w:rsidP="001E7FDA"/>
    <w:p w:rsidR="000D37DA" w:rsidRDefault="000D37DA" w:rsidP="001E7FDA"/>
    <w:p w:rsidR="000D37DA" w:rsidRDefault="000D37DA" w:rsidP="001E7FDA"/>
    <w:p w:rsidR="000D37DA" w:rsidRDefault="000D37DA" w:rsidP="001E7FDA"/>
    <w:p w:rsidR="000D37DA" w:rsidRDefault="000D37DA" w:rsidP="001E7FDA">
      <w:pPr>
        <w:rPr>
          <w:b/>
        </w:rPr>
      </w:pPr>
      <w:r w:rsidRPr="00B05284">
        <w:rPr>
          <w:b/>
        </w:rPr>
        <w:t xml:space="preserve">Poslanec </w:t>
      </w:r>
      <w:r w:rsidR="00B05284" w:rsidRPr="00B05284">
        <w:rPr>
          <w:b/>
        </w:rPr>
        <w:t>Vojtěch Munzar</w:t>
      </w:r>
    </w:p>
    <w:p w:rsidR="00B05284" w:rsidRDefault="00B05284" w:rsidP="00B05284">
      <w:r>
        <w:t xml:space="preserve">Návrh doprovodného usnesení: </w:t>
      </w:r>
    </w:p>
    <w:p w:rsidR="00B05284" w:rsidRPr="00B05284" w:rsidRDefault="00B05284" w:rsidP="001E7FDA"/>
    <w:p w:rsidR="00B05284" w:rsidRPr="00B05284" w:rsidRDefault="00B05284" w:rsidP="00B05284">
      <w:pPr>
        <w:jc w:val="both"/>
        <w:rPr>
          <w:rFonts w:cs="Times New Roman"/>
          <w:sz w:val="36"/>
        </w:rPr>
      </w:pPr>
      <w:r w:rsidRPr="00B05284">
        <w:rPr>
          <w:rFonts w:cs="Times New Roman"/>
          <w:color w:val="000000"/>
          <w:szCs w:val="18"/>
          <w:shd w:val="clear" w:color="auto" w:fill="FFFFFF"/>
        </w:rPr>
        <w:t>„Poslanecká sněmovna žádá vládu České republiky, aby s ohledem na směrnici Rady 2006/112/ES ze dne 28. listopadu 2006 o společném systému daně z přidané hodnoty, a zejména na článek 395 odstavce 1 uvedené směrnice do konce roku 2019 požádala o povolení zavést zvláštní opatření, odchylující se od článku 287 směrnice 2006/112/ES, které České republice umožní osvobodit od daně z přidané hodnoty osoby povinné k dani, jejichž roční obrat je nejvýše roven částce dva miliony korun.</w:t>
      </w:r>
      <w:r w:rsidR="00011A78">
        <w:rPr>
          <w:rFonts w:cs="Times New Roman"/>
          <w:color w:val="000000"/>
          <w:szCs w:val="18"/>
          <w:shd w:val="clear" w:color="auto" w:fill="FFFFFF"/>
        </w:rPr>
        <w:t>“</w:t>
      </w:r>
      <w:r w:rsidRPr="00B05284">
        <w:rPr>
          <w:rFonts w:cs="Times New Roman"/>
          <w:color w:val="000000"/>
          <w:szCs w:val="18"/>
          <w:shd w:val="clear" w:color="auto" w:fill="FFFFFF"/>
        </w:rPr>
        <w:t>.</w:t>
      </w:r>
    </w:p>
    <w:sectPr w:rsidR="00B05284" w:rsidRPr="00B05284"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B5E" w:rsidRDefault="008E2B5E" w:rsidP="00087102">
      <w:r>
        <w:separator/>
      </w:r>
    </w:p>
  </w:endnote>
  <w:endnote w:type="continuationSeparator" w:id="0">
    <w:p w:rsidR="008E2B5E" w:rsidRDefault="008E2B5E"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G Omega;Arial">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B5E" w:rsidRDefault="008E2B5E" w:rsidP="00087102">
      <w:r>
        <w:separator/>
      </w:r>
    </w:p>
  </w:footnote>
  <w:footnote w:type="continuationSeparator" w:id="0">
    <w:p w:rsidR="008E2B5E" w:rsidRDefault="008E2B5E"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B5E" w:rsidRDefault="008E2B5E">
    <w:pPr>
      <w:pStyle w:val="Zhlav"/>
      <w:jc w:val="center"/>
    </w:pPr>
    <w:r>
      <w:fldChar w:fldCharType="begin"/>
    </w:r>
    <w:r>
      <w:instrText>PAGE   \* MERGEFORMAT</w:instrText>
    </w:r>
    <w:r>
      <w:fldChar w:fldCharType="separate"/>
    </w:r>
    <w:r w:rsidR="00A14873">
      <w:rPr>
        <w:noProof/>
      </w:rPr>
      <w:t>24</w:t>
    </w:r>
    <w:r>
      <w:fldChar w:fldCharType="end"/>
    </w:r>
  </w:p>
  <w:p w:rsidR="008E2B5E" w:rsidRDefault="008E2B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38B27E5"/>
    <w:multiLevelType w:val="hybridMultilevel"/>
    <w:tmpl w:val="9CDE994C"/>
    <w:lvl w:ilvl="0" w:tplc="04050017">
      <w:start w:val="1"/>
      <w:numFmt w:val="lowerLetter"/>
      <w:lvlText w:val="%1)"/>
      <w:lvlJc w:val="left"/>
      <w:pPr>
        <w:ind w:left="1145" w:hanging="360"/>
      </w:pPr>
    </w:lvl>
    <w:lvl w:ilvl="1" w:tplc="A1C8FDE6">
      <w:start w:val="1"/>
      <w:numFmt w:val="decimal"/>
      <w:lvlText w:val="%2."/>
      <w:lvlJc w:val="left"/>
      <w:pPr>
        <w:ind w:left="1865" w:hanging="360"/>
      </w:pPr>
      <w:rPr>
        <w:rFonts w:ascii="Times New Roman" w:eastAsia="Times New Roman" w:hAnsi="Times New Roman" w:cs="Times New Roman"/>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06337069"/>
    <w:multiLevelType w:val="multilevel"/>
    <w:tmpl w:val="6D5C0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B03491"/>
    <w:multiLevelType w:val="hybridMultilevel"/>
    <w:tmpl w:val="6B12242E"/>
    <w:lvl w:ilvl="0" w:tplc="5338FD8C">
      <w:start w:val="247"/>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D656E"/>
    <w:multiLevelType w:val="hybridMultilevel"/>
    <w:tmpl w:val="C1B605A8"/>
    <w:lvl w:ilvl="0" w:tplc="5A18E5F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AB6184"/>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8" w15:restartNumberingAfterBreak="0">
    <w:nsid w:val="1A846E85"/>
    <w:multiLevelType w:val="hybridMultilevel"/>
    <w:tmpl w:val="647436EA"/>
    <w:lvl w:ilvl="0" w:tplc="2BCE0C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1DB96F39"/>
    <w:multiLevelType w:val="hybridMultilevel"/>
    <w:tmpl w:val="EF2C0B5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1821D8E"/>
    <w:multiLevelType w:val="hybridMultilevel"/>
    <w:tmpl w:val="1D92ABD0"/>
    <w:lvl w:ilvl="0" w:tplc="E68E8CDA">
      <w:start w:val="1"/>
      <w:numFmt w:val="decimal"/>
      <w:lvlText w:val="%1."/>
      <w:lvlJc w:val="left"/>
      <w:pPr>
        <w:ind w:left="720"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E85E83"/>
    <w:multiLevelType w:val="multilevel"/>
    <w:tmpl w:val="67D48A6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b/>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AF66ADF"/>
    <w:multiLevelType w:val="multilevel"/>
    <w:tmpl w:val="00A410C0"/>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C2F1815"/>
    <w:multiLevelType w:val="hybridMultilevel"/>
    <w:tmpl w:val="58645734"/>
    <w:lvl w:ilvl="0" w:tplc="CDF48772">
      <w:start w:val="1"/>
      <w:numFmt w:val="lowerLetter"/>
      <w:lvlText w:val="%1)"/>
      <w:lvlJc w:val="left"/>
      <w:pPr>
        <w:ind w:left="927" w:hanging="360"/>
      </w:pPr>
      <w:rPr>
        <w:rFonts w:ascii="TimesNewRomanPS" w:eastAsia="Calibri" w:hAnsi="TimesNewRomanPS" w:cs="Times New Roman" w:hint="default"/>
        <w:i/>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AE714A"/>
    <w:multiLevelType w:val="hybridMultilevel"/>
    <w:tmpl w:val="0B064D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D654C3"/>
    <w:multiLevelType w:val="hybridMultilevel"/>
    <w:tmpl w:val="5FB05B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4A457A"/>
    <w:multiLevelType w:val="multilevel"/>
    <w:tmpl w:val="2110D5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8EF0C88"/>
    <w:multiLevelType w:val="hybridMultilevel"/>
    <w:tmpl w:val="C26C3768"/>
    <w:lvl w:ilvl="0" w:tplc="F8F2ECC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06F4CF4"/>
    <w:multiLevelType w:val="hybridMultilevel"/>
    <w:tmpl w:val="ED66F2B2"/>
    <w:numStyleLink w:val="Importovanstyl1"/>
  </w:abstractNum>
  <w:abstractNum w:abstractNumId="19" w15:restartNumberingAfterBreak="0">
    <w:nsid w:val="647068FA"/>
    <w:multiLevelType w:val="hybridMultilevel"/>
    <w:tmpl w:val="634E1330"/>
    <w:lvl w:ilvl="0" w:tplc="F26CA91E">
      <w:start w:val="1"/>
      <w:numFmt w:val="upperLetter"/>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6A465ED6"/>
    <w:multiLevelType w:val="hybridMultilevel"/>
    <w:tmpl w:val="ED66F2B2"/>
    <w:styleLink w:val="Importovanstyl1"/>
    <w:lvl w:ilvl="0" w:tplc="5142E2F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B12115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84EF044">
      <w:start w:val="1"/>
      <w:numFmt w:val="lowerRoman"/>
      <w:lvlText w:val="%3."/>
      <w:lvlJc w:val="left"/>
      <w:pPr>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2522066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3C8077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9B675CA">
      <w:start w:val="1"/>
      <w:numFmt w:val="lowerRoman"/>
      <w:lvlText w:val="%6."/>
      <w:lvlJc w:val="left"/>
      <w:pPr>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6B2E20F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886E67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F685A3E">
      <w:start w:val="1"/>
      <w:numFmt w:val="lowerRoman"/>
      <w:lvlText w:val="%9."/>
      <w:lvlJc w:val="left"/>
      <w:pPr>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B9510D"/>
    <w:multiLevelType w:val="hybridMultilevel"/>
    <w:tmpl w:val="EF2C0B5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D511732"/>
    <w:multiLevelType w:val="multilevel"/>
    <w:tmpl w:val="3CBC4610"/>
    <w:lvl w:ilvl="0">
      <w:start w:val="1"/>
      <w:numFmt w:val="decimal"/>
      <w:lvlText w:val="%1."/>
      <w:lvlJc w:val="left"/>
      <w:pPr>
        <w:tabs>
          <w:tab w:val="num" w:pos="720"/>
        </w:tabs>
        <w:ind w:left="720" w:hanging="360"/>
      </w:pPr>
      <w:rPr>
        <w:b/>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3F07FF5"/>
    <w:multiLevelType w:val="hybridMultilevel"/>
    <w:tmpl w:val="4F5609F6"/>
    <w:lvl w:ilvl="0" w:tplc="5FB63112">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7293E74"/>
    <w:multiLevelType w:val="hybridMultilevel"/>
    <w:tmpl w:val="1D3024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6"/>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9"/>
  </w:num>
  <w:num w:numId="10">
    <w:abstractNumId w:val="2"/>
  </w:num>
  <w:num w:numId="11">
    <w:abstractNumId w:val="14"/>
  </w:num>
  <w:num w:numId="12">
    <w:abstractNumId w:val="22"/>
  </w:num>
  <w:num w:numId="13">
    <w:abstractNumId w:val="20"/>
  </w:num>
  <w:num w:numId="14">
    <w:abstractNumId w:val="18"/>
  </w:num>
  <w:num w:numId="15">
    <w:abstractNumId w:val="25"/>
  </w:num>
  <w:num w:numId="16">
    <w:abstractNumId w:val="24"/>
  </w:num>
  <w:num w:numId="17">
    <w:abstractNumId w:val="7"/>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23"/>
  </w:num>
  <w:num w:numId="23">
    <w:abstractNumId w:val="13"/>
  </w:num>
  <w:num w:numId="24">
    <w:abstractNumId w:val="3"/>
  </w:num>
  <w:num w:numId="25">
    <w:abstractNumId w:val="16"/>
  </w:num>
  <w:num w:numId="26">
    <w:abstractNumId w:val="4"/>
  </w:num>
  <w:num w:numId="27">
    <w:abstractNumId w:val="1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C39"/>
    <w:rsid w:val="00011A78"/>
    <w:rsid w:val="00020C28"/>
    <w:rsid w:val="00022776"/>
    <w:rsid w:val="00087102"/>
    <w:rsid w:val="000A02A6"/>
    <w:rsid w:val="000B33C2"/>
    <w:rsid w:val="000B67E2"/>
    <w:rsid w:val="000C6893"/>
    <w:rsid w:val="000D37DA"/>
    <w:rsid w:val="00100910"/>
    <w:rsid w:val="001540F2"/>
    <w:rsid w:val="001A317A"/>
    <w:rsid w:val="001E7FDA"/>
    <w:rsid w:val="00356BAC"/>
    <w:rsid w:val="003C05E5"/>
    <w:rsid w:val="004A1D24"/>
    <w:rsid w:val="005052DC"/>
    <w:rsid w:val="0050734A"/>
    <w:rsid w:val="00511F8C"/>
    <w:rsid w:val="0051200E"/>
    <w:rsid w:val="00520F5E"/>
    <w:rsid w:val="005513BD"/>
    <w:rsid w:val="00580546"/>
    <w:rsid w:val="005A0DA6"/>
    <w:rsid w:val="005C3D7F"/>
    <w:rsid w:val="0065157C"/>
    <w:rsid w:val="00663564"/>
    <w:rsid w:val="00663743"/>
    <w:rsid w:val="006706ED"/>
    <w:rsid w:val="006A242E"/>
    <w:rsid w:val="006E703E"/>
    <w:rsid w:val="00742344"/>
    <w:rsid w:val="0074623C"/>
    <w:rsid w:val="007A151A"/>
    <w:rsid w:val="00836985"/>
    <w:rsid w:val="00841FD3"/>
    <w:rsid w:val="008426C1"/>
    <w:rsid w:val="008673A6"/>
    <w:rsid w:val="00867458"/>
    <w:rsid w:val="00875926"/>
    <w:rsid w:val="008E2B5E"/>
    <w:rsid w:val="00972417"/>
    <w:rsid w:val="009949A2"/>
    <w:rsid w:val="009A061B"/>
    <w:rsid w:val="00A14873"/>
    <w:rsid w:val="00A7200F"/>
    <w:rsid w:val="00AA2BA4"/>
    <w:rsid w:val="00B05284"/>
    <w:rsid w:val="00B178D3"/>
    <w:rsid w:val="00C1655A"/>
    <w:rsid w:val="00C51C39"/>
    <w:rsid w:val="00C83AE5"/>
    <w:rsid w:val="00CA08D7"/>
    <w:rsid w:val="00CF2612"/>
    <w:rsid w:val="00D03A38"/>
    <w:rsid w:val="00D37193"/>
    <w:rsid w:val="00D41076"/>
    <w:rsid w:val="00D63A7F"/>
    <w:rsid w:val="00D71C3D"/>
    <w:rsid w:val="00DD7F0A"/>
    <w:rsid w:val="00E122DB"/>
    <w:rsid w:val="00E3573B"/>
    <w:rsid w:val="00E565EA"/>
    <w:rsid w:val="00E6477F"/>
    <w:rsid w:val="00EF0A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566E3F"/>
  <w15:chartTrackingRefBased/>
  <w15:docId w15:val="{3C5D44F0-13E1-416F-A0C9-0AE0AFD4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7">
    <w:name w:val="heading 7"/>
    <w:basedOn w:val="Normln"/>
    <w:next w:val="Normln"/>
    <w:link w:val="Nadpis7Char"/>
    <w:uiPriority w:val="9"/>
    <w:unhideWhenUsed/>
    <w:qFormat/>
    <w:rsid w:val="00E6477F"/>
    <w:pPr>
      <w:keepNext/>
      <w:keepLines/>
      <w:widowControl/>
      <w:suppressAutoHyphens w:val="0"/>
      <w:spacing w:before="40"/>
      <w:jc w:val="both"/>
      <w:outlineLvl w:val="6"/>
    </w:pPr>
    <w:rPr>
      <w:rFonts w:ascii="Cambria" w:eastAsia="Times New Roman" w:hAnsi="Cambria" w:cs="Times New Roman"/>
      <w:i/>
      <w:iCs/>
      <w:color w:val="243F60"/>
      <w:kern w:val="0"/>
      <w:szCs w:val="20"/>
      <w:lang w:eastAsia="cs-CZ" w:bidi="ar-SA"/>
    </w:rPr>
  </w:style>
  <w:style w:type="paragraph" w:styleId="Nadpis8">
    <w:name w:val="heading 8"/>
    <w:basedOn w:val="Normln"/>
    <w:next w:val="Normln"/>
    <w:link w:val="Nadpis8Char"/>
    <w:uiPriority w:val="9"/>
    <w:unhideWhenUsed/>
    <w:qFormat/>
    <w:rsid w:val="00E6477F"/>
    <w:pPr>
      <w:keepNext/>
      <w:keepLines/>
      <w:widowControl/>
      <w:suppressAutoHyphens w:val="0"/>
      <w:spacing w:before="40"/>
      <w:jc w:val="both"/>
      <w:outlineLvl w:val="7"/>
    </w:pPr>
    <w:rPr>
      <w:rFonts w:ascii="Cambria" w:eastAsia="Times New Roman" w:hAnsi="Cambria" w:cs="Times New Roman"/>
      <w:color w:val="272727"/>
      <w:kern w:val="0"/>
      <w:sz w:val="21"/>
      <w:szCs w:val="21"/>
      <w:lang w:eastAsia="cs-CZ" w:bidi="ar-SA"/>
    </w:rPr>
  </w:style>
  <w:style w:type="paragraph" w:styleId="Nadpis9">
    <w:name w:val="heading 9"/>
    <w:basedOn w:val="Normln"/>
    <w:next w:val="Normln"/>
    <w:link w:val="Nadpis9Char"/>
    <w:uiPriority w:val="9"/>
    <w:unhideWhenUsed/>
    <w:qFormat/>
    <w:rsid w:val="00E6477F"/>
    <w:pPr>
      <w:keepNext/>
      <w:keepLines/>
      <w:widowControl/>
      <w:suppressAutoHyphens w:val="0"/>
      <w:spacing w:before="40"/>
      <w:jc w:val="both"/>
      <w:outlineLvl w:val="8"/>
    </w:pPr>
    <w:rPr>
      <w:rFonts w:ascii="Cambria" w:eastAsia="Times New Roman" w:hAnsi="Cambria" w:cs="Times New Roman"/>
      <w:i/>
      <w:iCs/>
      <w:color w:val="272727"/>
      <w:kern w:val="0"/>
      <w:sz w:val="21"/>
      <w:szCs w:val="21"/>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link w:val="ParagrafChar"/>
    <w:pPr>
      <w:keepNext/>
      <w:keepLines/>
      <w:spacing w:before="240"/>
      <w:jc w:val="center"/>
    </w:pPr>
  </w:style>
  <w:style w:type="paragraph" w:customStyle="1" w:styleId="Textodstavce">
    <w:name w:val="Text odstavce"/>
    <w:basedOn w:val="Normln"/>
    <w:link w:val="TextodstavceChar"/>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WW8Num2z0">
    <w:name w:val="WW8Num2z0"/>
    <w:rsid w:val="00C51C39"/>
  </w:style>
  <w:style w:type="paragraph" w:styleId="Bezmezer">
    <w:name w:val="No Spacing"/>
    <w:uiPriority w:val="1"/>
    <w:qFormat/>
    <w:rsid w:val="00C51C39"/>
    <w:pPr>
      <w:suppressAutoHyphens/>
    </w:pPr>
    <w:rPr>
      <w:rFonts w:ascii="CG Omega;Arial" w:hAnsi="CG Omega;Arial" w:cs="Mangal"/>
      <w:sz w:val="16"/>
      <w:lang w:eastAsia="zh-CN" w:bidi="hi-IN"/>
    </w:rPr>
  </w:style>
  <w:style w:type="paragraph" w:styleId="Odstavecseseznamem">
    <w:name w:val="List Paragraph"/>
    <w:aliases w:val="Nad"/>
    <w:basedOn w:val="Normln"/>
    <w:link w:val="OdstavecseseznamemChar"/>
    <w:uiPriority w:val="34"/>
    <w:qFormat/>
    <w:rsid w:val="00972417"/>
    <w:pPr>
      <w:widowControl/>
      <w:spacing w:after="200" w:line="276" w:lineRule="auto"/>
      <w:ind w:left="720"/>
    </w:pPr>
    <w:rPr>
      <w:rFonts w:ascii="Calibri" w:eastAsia="Calibri" w:hAnsi="Calibri" w:cs="Calibri"/>
      <w:kern w:val="0"/>
      <w:sz w:val="22"/>
      <w:szCs w:val="20"/>
    </w:rPr>
  </w:style>
  <w:style w:type="paragraph" w:customStyle="1" w:styleId="Textpechodka">
    <w:name w:val="Text přechodka"/>
    <w:basedOn w:val="Normln"/>
    <w:qFormat/>
    <w:rsid w:val="00972417"/>
    <w:pPr>
      <w:widowControl/>
      <w:suppressAutoHyphens w:val="0"/>
      <w:jc w:val="both"/>
    </w:pPr>
    <w:rPr>
      <w:rFonts w:eastAsia="Times New Roman" w:cs="Times New Roman"/>
      <w:kern w:val="0"/>
      <w:szCs w:val="20"/>
      <w:lang w:eastAsia="cs-CZ" w:bidi="ar-SA"/>
    </w:rPr>
  </w:style>
  <w:style w:type="paragraph" w:customStyle="1" w:styleId="Textpechodkapsmene">
    <w:name w:val="Text přechodka písmene"/>
    <w:basedOn w:val="Normln"/>
    <w:qFormat/>
    <w:rsid w:val="00972417"/>
    <w:pPr>
      <w:widowControl/>
      <w:suppressAutoHyphens w:val="0"/>
      <w:jc w:val="both"/>
    </w:pPr>
    <w:rPr>
      <w:rFonts w:eastAsia="Times New Roman" w:cs="Times New Roman"/>
      <w:kern w:val="0"/>
      <w:szCs w:val="20"/>
      <w:lang w:eastAsia="cs-CZ" w:bidi="ar-SA"/>
    </w:rPr>
  </w:style>
  <w:style w:type="paragraph" w:customStyle="1" w:styleId="Parlament">
    <w:name w:val="Parlament"/>
    <w:basedOn w:val="Normln"/>
    <w:next w:val="Normln"/>
    <w:rsid w:val="00C83AE5"/>
    <w:pPr>
      <w:keepNext/>
      <w:keepLines/>
      <w:widowControl/>
      <w:suppressAutoHyphens w:val="0"/>
      <w:spacing w:before="360" w:after="240"/>
      <w:jc w:val="both"/>
    </w:pPr>
    <w:rPr>
      <w:rFonts w:eastAsia="Times New Roman" w:cs="Times New Roman"/>
      <w:kern w:val="0"/>
      <w:szCs w:val="20"/>
      <w:lang w:eastAsia="cs-CZ" w:bidi="ar-SA"/>
    </w:rPr>
  </w:style>
  <w:style w:type="paragraph" w:styleId="Textpoznpodarou">
    <w:name w:val="footnote text"/>
    <w:basedOn w:val="Normln"/>
    <w:link w:val="TextpoznpodarouChar"/>
    <w:rsid w:val="00C83AE5"/>
    <w:pPr>
      <w:widowControl/>
      <w:tabs>
        <w:tab w:val="left" w:pos="425"/>
      </w:tabs>
      <w:suppressAutoHyphens w:val="0"/>
      <w:ind w:left="425" w:hanging="425"/>
      <w:jc w:val="both"/>
    </w:pPr>
    <w:rPr>
      <w:rFonts w:eastAsia="Times New Roman" w:cs="Times New Roman"/>
      <w:kern w:val="0"/>
      <w:sz w:val="20"/>
      <w:szCs w:val="20"/>
      <w:lang w:eastAsia="cs-CZ" w:bidi="ar-SA"/>
    </w:rPr>
  </w:style>
  <w:style w:type="character" w:customStyle="1" w:styleId="TextpoznpodarouChar">
    <w:name w:val="Text pozn. pod čarou Char"/>
    <w:basedOn w:val="Standardnpsmoodstavce"/>
    <w:link w:val="Textpoznpodarou"/>
    <w:rsid w:val="00C83AE5"/>
  </w:style>
  <w:style w:type="character" w:styleId="Znakapoznpodarou">
    <w:name w:val="footnote reference"/>
    <w:uiPriority w:val="99"/>
    <w:rsid w:val="00C83AE5"/>
    <w:rPr>
      <w:vertAlign w:val="superscript"/>
    </w:rPr>
  </w:style>
  <w:style w:type="character" w:customStyle="1" w:styleId="TextodstavceChar">
    <w:name w:val="Text odstavce Char"/>
    <w:link w:val="Textodstavce"/>
    <w:rsid w:val="00C83AE5"/>
    <w:rPr>
      <w:rFonts w:eastAsia="SimSun" w:cs="Mangal"/>
      <w:kern w:val="1"/>
      <w:sz w:val="24"/>
      <w:szCs w:val="24"/>
      <w:lang w:eastAsia="zh-CN" w:bidi="hi-IN"/>
    </w:rPr>
  </w:style>
  <w:style w:type="character" w:customStyle="1" w:styleId="ParagrafChar">
    <w:name w:val="Paragraf Char"/>
    <w:link w:val="Paragraf"/>
    <w:rsid w:val="00C83AE5"/>
    <w:rPr>
      <w:rFonts w:eastAsia="SimSun" w:cs="Mangal"/>
      <w:kern w:val="1"/>
      <w:sz w:val="24"/>
      <w:szCs w:val="24"/>
      <w:lang w:eastAsia="zh-CN" w:bidi="hi-IN"/>
    </w:rPr>
  </w:style>
  <w:style w:type="numbering" w:customStyle="1" w:styleId="Importovanstyl1">
    <w:name w:val="Importovaný styl 1"/>
    <w:rsid w:val="00E3573B"/>
    <w:pPr>
      <w:numPr>
        <w:numId w:val="13"/>
      </w:numPr>
    </w:pPr>
  </w:style>
  <w:style w:type="paragraph" w:customStyle="1" w:styleId="TextA">
    <w:name w:val="Text A"/>
    <w:rsid w:val="00E3573B"/>
    <w:pPr>
      <w:pBdr>
        <w:top w:val="nil"/>
        <w:left w:val="nil"/>
        <w:bottom w:val="nil"/>
        <w:right w:val="nil"/>
        <w:between w:val="nil"/>
        <w:bar w:val="nil"/>
      </w:pBdr>
      <w:spacing w:line="360" w:lineRule="auto"/>
      <w:jc w:val="both"/>
    </w:pPr>
    <w:rPr>
      <w:rFonts w:eastAsia="Arial Unicode MS" w:cs="Arial Unicode MS"/>
      <w:color w:val="000000"/>
      <w:sz w:val="22"/>
      <w:szCs w:val="22"/>
      <w:u w:color="000000"/>
      <w:bdr w:val="nil"/>
    </w:rPr>
  </w:style>
  <w:style w:type="character" w:customStyle="1" w:styleId="OdstavecseseznamemChar">
    <w:name w:val="Odstavec se seznamem Char"/>
    <w:aliases w:val="Nad Char"/>
    <w:link w:val="Odstavecseseznamem"/>
    <w:uiPriority w:val="34"/>
    <w:locked/>
    <w:rsid w:val="0051200E"/>
    <w:rPr>
      <w:rFonts w:ascii="Calibri" w:eastAsia="Calibri" w:hAnsi="Calibri" w:cs="Calibri"/>
      <w:sz w:val="22"/>
      <w:lang w:eastAsia="zh-CN" w:bidi="hi-IN"/>
    </w:rPr>
  </w:style>
  <w:style w:type="paragraph" w:customStyle="1" w:styleId="Novelizanbod">
    <w:name w:val="Novelizační bod"/>
    <w:basedOn w:val="Normln"/>
    <w:next w:val="Normln"/>
    <w:link w:val="NovelizanbodChar"/>
    <w:qFormat/>
    <w:rsid w:val="0051200E"/>
    <w:pPr>
      <w:keepNext/>
      <w:keepLines/>
      <w:widowControl/>
      <w:tabs>
        <w:tab w:val="left" w:pos="851"/>
      </w:tabs>
      <w:suppressAutoHyphens w:val="0"/>
      <w:spacing w:before="480" w:after="120"/>
      <w:jc w:val="both"/>
    </w:pPr>
    <w:rPr>
      <w:rFonts w:eastAsia="Times New Roman" w:cs="Times New Roman"/>
      <w:kern w:val="0"/>
      <w:szCs w:val="20"/>
      <w:lang w:eastAsia="cs-CZ" w:bidi="ar-SA"/>
    </w:rPr>
  </w:style>
  <w:style w:type="character" w:customStyle="1" w:styleId="NovelizanbodChar">
    <w:name w:val="Novelizační bod Char"/>
    <w:link w:val="Novelizanbod"/>
    <w:locked/>
    <w:rsid w:val="0051200E"/>
    <w:rPr>
      <w:sz w:val="24"/>
    </w:rPr>
  </w:style>
  <w:style w:type="paragraph" w:customStyle="1" w:styleId="Nadpisdlu">
    <w:name w:val="Nadpis dílu"/>
    <w:basedOn w:val="Normln"/>
    <w:rsid w:val="007A151A"/>
    <w:pPr>
      <w:keepNext/>
      <w:keepLines/>
      <w:widowControl/>
      <w:jc w:val="center"/>
    </w:pPr>
    <w:rPr>
      <w:rFonts w:eastAsia="Times New Roman" w:cs="Times New Roman"/>
      <w:b/>
      <w:color w:val="00000A"/>
      <w:szCs w:val="20"/>
      <w:lang w:eastAsia="cs-CZ" w:bidi="ar-SA"/>
    </w:rPr>
  </w:style>
  <w:style w:type="paragraph" w:customStyle="1" w:styleId="nadpiszkona">
    <w:name w:val="nadpis zákona"/>
    <w:basedOn w:val="Normln"/>
    <w:next w:val="Parlament"/>
    <w:rsid w:val="00663743"/>
    <w:pPr>
      <w:keepNext/>
      <w:keepLines/>
      <w:widowControl/>
      <w:suppressAutoHyphens w:val="0"/>
      <w:spacing w:before="120"/>
      <w:jc w:val="center"/>
      <w:outlineLvl w:val="0"/>
    </w:pPr>
    <w:rPr>
      <w:rFonts w:eastAsia="Times New Roman" w:cs="Times New Roman"/>
      <w:b/>
      <w:kern w:val="0"/>
      <w:szCs w:val="20"/>
      <w:lang w:eastAsia="cs-CZ" w:bidi="ar-SA"/>
    </w:rPr>
  </w:style>
  <w:style w:type="paragraph" w:customStyle="1" w:styleId="Default">
    <w:name w:val="Default"/>
    <w:uiPriority w:val="99"/>
    <w:qFormat/>
    <w:rsid w:val="005052DC"/>
    <w:pPr>
      <w:autoSpaceDE w:val="0"/>
      <w:autoSpaceDN w:val="0"/>
      <w:adjustRightInd w:val="0"/>
    </w:pPr>
    <w:rPr>
      <w:rFonts w:eastAsiaTheme="minorEastAsia"/>
      <w:color w:val="000000"/>
      <w:sz w:val="24"/>
      <w:szCs w:val="24"/>
    </w:rPr>
  </w:style>
  <w:style w:type="paragraph" w:customStyle="1" w:styleId="Textlnku">
    <w:name w:val="Text článku"/>
    <w:basedOn w:val="Normln"/>
    <w:link w:val="TextlnkuChar"/>
    <w:rsid w:val="00D41076"/>
    <w:pPr>
      <w:widowControl/>
      <w:suppressAutoHyphens w:val="0"/>
      <w:spacing w:before="240" w:after="160" w:line="259" w:lineRule="auto"/>
      <w:ind w:firstLine="425"/>
      <w:outlineLvl w:val="5"/>
    </w:pPr>
    <w:rPr>
      <w:rFonts w:asciiTheme="minorHAnsi" w:eastAsiaTheme="minorHAnsi" w:hAnsiTheme="minorHAnsi" w:cstheme="minorBidi"/>
      <w:kern w:val="0"/>
      <w:sz w:val="22"/>
      <w:szCs w:val="22"/>
      <w:lang w:eastAsia="en-US" w:bidi="ar-SA"/>
    </w:rPr>
  </w:style>
  <w:style w:type="paragraph" w:customStyle="1" w:styleId="lnek">
    <w:name w:val="Článek"/>
    <w:basedOn w:val="Normln"/>
    <w:next w:val="Textodstavce"/>
    <w:link w:val="lnekChar"/>
    <w:rsid w:val="00D41076"/>
    <w:pPr>
      <w:keepNext/>
      <w:keepLines/>
      <w:widowControl/>
      <w:suppressAutoHyphens w:val="0"/>
      <w:spacing w:before="240" w:after="160" w:line="259" w:lineRule="auto"/>
      <w:jc w:val="center"/>
      <w:outlineLvl w:val="5"/>
    </w:pPr>
    <w:rPr>
      <w:rFonts w:asciiTheme="minorHAnsi" w:eastAsiaTheme="minorHAnsi" w:hAnsiTheme="minorHAnsi" w:cstheme="minorBidi"/>
      <w:kern w:val="0"/>
      <w:sz w:val="22"/>
      <w:szCs w:val="22"/>
      <w:lang w:eastAsia="en-US" w:bidi="ar-SA"/>
    </w:rPr>
  </w:style>
  <w:style w:type="paragraph" w:customStyle="1" w:styleId="CELEX">
    <w:name w:val="CELEX"/>
    <w:basedOn w:val="Normln"/>
    <w:next w:val="Normln"/>
    <w:rsid w:val="00D41076"/>
    <w:pPr>
      <w:widowControl/>
      <w:suppressAutoHyphens w:val="0"/>
      <w:spacing w:before="60" w:after="160" w:line="259" w:lineRule="auto"/>
    </w:pPr>
    <w:rPr>
      <w:rFonts w:asciiTheme="minorHAnsi" w:eastAsiaTheme="minorHAnsi" w:hAnsiTheme="minorHAnsi" w:cstheme="minorBidi"/>
      <w:i/>
      <w:kern w:val="0"/>
      <w:sz w:val="20"/>
      <w:szCs w:val="22"/>
      <w:lang w:eastAsia="en-US" w:bidi="ar-SA"/>
    </w:rPr>
  </w:style>
  <w:style w:type="paragraph" w:customStyle="1" w:styleId="Textbodu">
    <w:name w:val="Text bodu"/>
    <w:basedOn w:val="Normln"/>
    <w:rsid w:val="00D41076"/>
    <w:pPr>
      <w:widowControl/>
      <w:tabs>
        <w:tab w:val="num" w:pos="850"/>
      </w:tabs>
      <w:suppressAutoHyphens w:val="0"/>
      <w:spacing w:after="160" w:line="259" w:lineRule="auto"/>
      <w:ind w:left="850" w:hanging="425"/>
      <w:outlineLvl w:val="8"/>
    </w:pPr>
    <w:rPr>
      <w:rFonts w:asciiTheme="minorHAnsi" w:eastAsiaTheme="minorHAnsi" w:hAnsiTheme="minorHAnsi" w:cstheme="minorBidi"/>
      <w:kern w:val="0"/>
      <w:sz w:val="22"/>
      <w:szCs w:val="22"/>
      <w:lang w:eastAsia="en-US" w:bidi="ar-SA"/>
    </w:rPr>
  </w:style>
  <w:style w:type="paragraph" w:customStyle="1" w:styleId="Textpsmene">
    <w:name w:val="Text písmene"/>
    <w:basedOn w:val="Normln"/>
    <w:link w:val="TextpsmeneChar"/>
    <w:rsid w:val="00D41076"/>
    <w:pPr>
      <w:widowControl/>
      <w:tabs>
        <w:tab w:val="num" w:pos="425"/>
      </w:tabs>
      <w:suppressAutoHyphens w:val="0"/>
      <w:spacing w:after="160" w:line="259" w:lineRule="auto"/>
      <w:ind w:left="425" w:hanging="425"/>
      <w:outlineLvl w:val="7"/>
    </w:pPr>
    <w:rPr>
      <w:rFonts w:asciiTheme="minorHAnsi" w:eastAsiaTheme="minorHAnsi" w:hAnsiTheme="minorHAnsi" w:cstheme="minorBidi"/>
      <w:kern w:val="0"/>
      <w:sz w:val="22"/>
      <w:szCs w:val="22"/>
      <w:lang w:eastAsia="en-US" w:bidi="ar-SA"/>
    </w:rPr>
  </w:style>
  <w:style w:type="character" w:customStyle="1" w:styleId="TextlnkuChar">
    <w:name w:val="Text článku Char"/>
    <w:link w:val="Textlnku"/>
    <w:rsid w:val="00D41076"/>
    <w:rPr>
      <w:rFonts w:asciiTheme="minorHAnsi" w:eastAsiaTheme="minorHAnsi" w:hAnsiTheme="minorHAnsi" w:cstheme="minorBidi"/>
      <w:sz w:val="22"/>
      <w:szCs w:val="22"/>
      <w:lang w:eastAsia="en-US"/>
    </w:rPr>
  </w:style>
  <w:style w:type="character" w:customStyle="1" w:styleId="TextpsmeneChar">
    <w:name w:val="Text písmene Char"/>
    <w:link w:val="Textpsmene"/>
    <w:locked/>
    <w:rsid w:val="00D41076"/>
    <w:rPr>
      <w:rFonts w:asciiTheme="minorHAnsi" w:eastAsiaTheme="minorHAnsi" w:hAnsiTheme="minorHAnsi" w:cstheme="minorBidi"/>
      <w:sz w:val="22"/>
      <w:szCs w:val="22"/>
      <w:lang w:eastAsia="en-US"/>
    </w:rPr>
  </w:style>
  <w:style w:type="character" w:customStyle="1" w:styleId="lnekChar">
    <w:name w:val="Článek Char"/>
    <w:link w:val="lnek"/>
    <w:rsid w:val="00D41076"/>
    <w:rPr>
      <w:rFonts w:asciiTheme="minorHAnsi" w:eastAsiaTheme="minorHAnsi" w:hAnsiTheme="minorHAnsi" w:cstheme="minorBidi"/>
      <w:sz w:val="22"/>
      <w:szCs w:val="22"/>
      <w:lang w:eastAsia="en-US"/>
    </w:rPr>
  </w:style>
  <w:style w:type="paragraph" w:styleId="Prosttext">
    <w:name w:val="Plain Text"/>
    <w:basedOn w:val="Normln"/>
    <w:link w:val="ProsttextChar"/>
    <w:uiPriority w:val="99"/>
    <w:unhideWhenUsed/>
    <w:rsid w:val="0065157C"/>
    <w:pPr>
      <w:widowControl/>
      <w:suppressAutoHyphens w:val="0"/>
    </w:pPr>
    <w:rPr>
      <w:rFonts w:ascii="Calibri" w:eastAsia="Calibri" w:hAnsi="Calibri" w:cs="Times New Roman"/>
      <w:kern w:val="0"/>
      <w:sz w:val="22"/>
      <w:szCs w:val="21"/>
      <w:lang w:eastAsia="en-US" w:bidi="ar-SA"/>
    </w:rPr>
  </w:style>
  <w:style w:type="character" w:customStyle="1" w:styleId="ProsttextChar">
    <w:name w:val="Prostý text Char"/>
    <w:basedOn w:val="Standardnpsmoodstavce"/>
    <w:link w:val="Prosttext"/>
    <w:uiPriority w:val="99"/>
    <w:rsid w:val="0065157C"/>
    <w:rPr>
      <w:rFonts w:ascii="Calibri" w:eastAsia="Calibri" w:hAnsi="Calibri"/>
      <w:sz w:val="22"/>
      <w:szCs w:val="21"/>
      <w:lang w:eastAsia="en-US"/>
    </w:rPr>
  </w:style>
  <w:style w:type="character" w:customStyle="1" w:styleId="Nadpis7Char">
    <w:name w:val="Nadpis 7 Char"/>
    <w:basedOn w:val="Standardnpsmoodstavce"/>
    <w:link w:val="Nadpis7"/>
    <w:uiPriority w:val="9"/>
    <w:rsid w:val="00E6477F"/>
    <w:rPr>
      <w:rFonts w:ascii="Cambria" w:hAnsi="Cambria"/>
      <w:i/>
      <w:iCs/>
      <w:color w:val="243F60"/>
      <w:sz w:val="24"/>
    </w:rPr>
  </w:style>
  <w:style w:type="character" w:customStyle="1" w:styleId="Nadpis8Char">
    <w:name w:val="Nadpis 8 Char"/>
    <w:basedOn w:val="Standardnpsmoodstavce"/>
    <w:link w:val="Nadpis8"/>
    <w:uiPriority w:val="9"/>
    <w:rsid w:val="00E6477F"/>
    <w:rPr>
      <w:rFonts w:ascii="Cambria" w:hAnsi="Cambria"/>
      <w:color w:val="272727"/>
      <w:sz w:val="21"/>
      <w:szCs w:val="21"/>
    </w:rPr>
  </w:style>
  <w:style w:type="character" w:customStyle="1" w:styleId="Nadpis9Char">
    <w:name w:val="Nadpis 9 Char"/>
    <w:basedOn w:val="Standardnpsmoodstavce"/>
    <w:link w:val="Nadpis9"/>
    <w:uiPriority w:val="9"/>
    <w:rsid w:val="00E6477F"/>
    <w:rPr>
      <w:rFonts w:ascii="Cambria" w:hAnsi="Cambria"/>
      <w:i/>
      <w:iCs/>
      <w:color w:val="272727"/>
      <w:sz w:val="21"/>
      <w:szCs w:val="21"/>
    </w:rPr>
  </w:style>
  <w:style w:type="paragraph" w:styleId="Normlnweb">
    <w:name w:val="Normal (Web)"/>
    <w:basedOn w:val="Normln"/>
    <w:uiPriority w:val="99"/>
    <w:unhideWhenUsed/>
    <w:rsid w:val="00E6477F"/>
    <w:pPr>
      <w:widowControl/>
      <w:suppressAutoHyphens w:val="0"/>
      <w:spacing w:before="100" w:beforeAutospacing="1" w:after="100" w:afterAutospacing="1"/>
    </w:pPr>
    <w:rPr>
      <w:rFonts w:eastAsia="Times New Roman" w:cs="Times New Roman"/>
      <w:kern w:val="0"/>
      <w:lang w:eastAsia="cs-CZ" w:bidi="ar-SA"/>
    </w:rPr>
  </w:style>
  <w:style w:type="paragraph" w:customStyle="1" w:styleId="ST">
    <w:name w:val="ČÁST"/>
    <w:basedOn w:val="Normln"/>
    <w:next w:val="NADPISSTI"/>
    <w:rsid w:val="00E6477F"/>
    <w:pPr>
      <w:keepNext/>
      <w:keepLines/>
      <w:widowControl/>
      <w:suppressAutoHyphens w:val="0"/>
      <w:spacing w:before="240" w:after="120"/>
      <w:jc w:val="center"/>
      <w:outlineLvl w:val="1"/>
    </w:pPr>
    <w:rPr>
      <w:rFonts w:eastAsia="Times New Roman" w:cs="Times New Roman"/>
      <w:caps/>
      <w:kern w:val="0"/>
      <w:szCs w:val="20"/>
      <w:lang w:eastAsia="cs-CZ" w:bidi="ar-SA"/>
    </w:rPr>
  </w:style>
  <w:style w:type="paragraph" w:customStyle="1" w:styleId="NADPISSTI">
    <w:name w:val="NADPIS ČÁSTI"/>
    <w:basedOn w:val="Normln"/>
    <w:next w:val="Normln"/>
    <w:link w:val="NADPISSTIChar"/>
    <w:rsid w:val="00E6477F"/>
    <w:pPr>
      <w:keepNext/>
      <w:keepLines/>
      <w:widowControl/>
      <w:suppressAutoHyphens w:val="0"/>
      <w:jc w:val="center"/>
      <w:outlineLvl w:val="1"/>
    </w:pPr>
    <w:rPr>
      <w:rFonts w:eastAsia="Times New Roman" w:cs="Times New Roman"/>
      <w:b/>
      <w:kern w:val="0"/>
      <w:szCs w:val="20"/>
      <w:lang w:eastAsia="cs-CZ" w:bidi="ar-SA"/>
    </w:rPr>
  </w:style>
  <w:style w:type="character" w:customStyle="1" w:styleId="NADPISSTIChar">
    <w:name w:val="NADPIS ČÁSTI Char"/>
    <w:link w:val="NADPISSTI"/>
    <w:rsid w:val="00E6477F"/>
    <w:rPr>
      <w:b/>
      <w:sz w:val="24"/>
    </w:rPr>
  </w:style>
  <w:style w:type="paragraph" w:customStyle="1" w:styleId="l5">
    <w:name w:val="l5"/>
    <w:basedOn w:val="Normln"/>
    <w:rsid w:val="00AA2BA4"/>
    <w:pPr>
      <w:widowControl/>
      <w:suppressAutoHyphens w:val="0"/>
      <w:spacing w:before="100" w:beforeAutospacing="1" w:after="100" w:afterAutospacing="1"/>
    </w:pPr>
    <w:rPr>
      <w:rFonts w:eastAsia="Times New Roman" w:cs="Times New Roman"/>
      <w:kern w:val="0"/>
      <w:lang w:eastAsia="cs-CZ" w:bidi="ar-SA"/>
    </w:rPr>
  </w:style>
  <w:style w:type="paragraph" w:customStyle="1" w:styleId="l6">
    <w:name w:val="l6"/>
    <w:basedOn w:val="Normln"/>
    <w:rsid w:val="00AA2BA4"/>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basedOn w:val="Standardnpsmoodstavce"/>
    <w:uiPriority w:val="99"/>
    <w:semiHidden/>
    <w:unhideWhenUsed/>
    <w:rsid w:val="00AA2BA4"/>
    <w:rPr>
      <w:i/>
      <w:iCs/>
    </w:rPr>
  </w:style>
  <w:style w:type="paragraph" w:customStyle="1" w:styleId="l7">
    <w:name w:val="l7"/>
    <w:basedOn w:val="Normln"/>
    <w:rsid w:val="00AA2BA4"/>
    <w:pPr>
      <w:widowControl/>
      <w:suppressAutoHyphens w:val="0"/>
      <w:spacing w:before="100" w:beforeAutospacing="1" w:after="100" w:afterAutospacing="1"/>
    </w:pPr>
    <w:rPr>
      <w:rFonts w:eastAsia="Times New Roman" w:cs="Times New Roman"/>
      <w:kern w:val="0"/>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50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178</TotalTime>
  <Pages>26</Pages>
  <Words>8756</Words>
  <Characters>51664</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60300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13</cp:revision>
  <cp:lastPrinted>1899-12-31T23:00:00Z</cp:lastPrinted>
  <dcterms:created xsi:type="dcterms:W3CDTF">2019-09-25T07:33:00Z</dcterms:created>
  <dcterms:modified xsi:type="dcterms:W3CDTF">2019-09-27T09:41:00Z</dcterms:modified>
</cp:coreProperties>
</file>