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FC2CB5">
        <w:rPr>
          <w:b w:val="0"/>
          <w:i w:val="0"/>
        </w:rPr>
        <w:t>19366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D8353F" w:rsidP="000E730C">
      <w:pPr>
        <w:pStyle w:val="PS-slousnesen"/>
      </w:pPr>
      <w:r>
        <w:t>156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</w:t>
      </w:r>
      <w:r w:rsidR="00CF03EB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F03EB">
        <w:t xml:space="preserve">6. září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CA031C" w:rsidRPr="00CA031C" w:rsidRDefault="00CA031C" w:rsidP="00CA031C">
      <w:pPr>
        <w:jc w:val="center"/>
      </w:pPr>
      <w:r w:rsidRPr="00CA031C">
        <w:t>k žádosti Senátu o vyslovení souhlasu Poslanecké sněmovny s podáním ústavní žaloby proti prezidentu republiky Miloši Zemanovi k Ústavnímu soudu pro hrubé porušení Ústavy nebo jiné součásti ústavního pořádku podle čl. 65 Ústavy České republiky</w:t>
      </w:r>
      <w:r w:rsidRPr="00CA031C">
        <w:br/>
        <w:t>(tisk 561)</w:t>
      </w:r>
    </w:p>
    <w:p w:rsidR="003F73C2" w:rsidRDefault="003F73C2" w:rsidP="00CA031C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CA031C" w:rsidRPr="001452A0" w:rsidRDefault="00D55106" w:rsidP="00207171">
      <w:pPr>
        <w:pStyle w:val="western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CA031C" w:rsidRPr="001452A0">
        <w:rPr>
          <w:sz w:val="24"/>
          <w:szCs w:val="24"/>
        </w:rPr>
        <w:t xml:space="preserve">o </w:t>
      </w:r>
      <w:r w:rsidR="00661453">
        <w:rPr>
          <w:sz w:val="24"/>
          <w:szCs w:val="24"/>
        </w:rPr>
        <w:t xml:space="preserve">vyjádření senátora Mgr. Václava Lásky, </w:t>
      </w:r>
      <w:r w:rsidR="00CA031C" w:rsidRPr="001452A0">
        <w:rPr>
          <w:sz w:val="24"/>
          <w:szCs w:val="24"/>
        </w:rPr>
        <w:t>zpravodajské z</w:t>
      </w:r>
      <w:r w:rsidR="00CA031C">
        <w:rPr>
          <w:sz w:val="24"/>
          <w:szCs w:val="24"/>
        </w:rPr>
        <w:t xml:space="preserve">právě </w:t>
      </w:r>
      <w:proofErr w:type="spellStart"/>
      <w:r w:rsidR="00CA031C">
        <w:rPr>
          <w:sz w:val="24"/>
          <w:szCs w:val="24"/>
        </w:rPr>
        <w:t>posl</w:t>
      </w:r>
      <w:proofErr w:type="spellEnd"/>
      <w:r w:rsidR="00CA031C">
        <w:rPr>
          <w:sz w:val="24"/>
          <w:szCs w:val="24"/>
        </w:rPr>
        <w:t>.</w:t>
      </w:r>
      <w:r>
        <w:rPr>
          <w:sz w:val="24"/>
          <w:szCs w:val="24"/>
        </w:rPr>
        <w:t xml:space="preserve"> Ing. Zuzany Ožanov</w:t>
      </w:r>
      <w:r w:rsidR="00425486">
        <w:rPr>
          <w:sz w:val="24"/>
          <w:szCs w:val="24"/>
        </w:rPr>
        <w:t>é</w:t>
      </w:r>
      <w:r>
        <w:rPr>
          <w:sz w:val="24"/>
          <w:szCs w:val="24"/>
        </w:rPr>
        <w:t xml:space="preserve"> </w:t>
      </w:r>
      <w:r w:rsidR="00CA031C">
        <w:rPr>
          <w:sz w:val="24"/>
          <w:szCs w:val="24"/>
        </w:rPr>
        <w:t>a po rozpravě</w:t>
      </w:r>
    </w:p>
    <w:p w:rsidR="00CA031C" w:rsidRDefault="00CA031C" w:rsidP="00CA031C">
      <w:pPr>
        <w:pStyle w:val="western"/>
        <w:spacing w:after="0"/>
      </w:pPr>
      <w:r>
        <w:rPr>
          <w:sz w:val="24"/>
          <w:szCs w:val="24"/>
        </w:rPr>
        <w:t xml:space="preserve">ústavně právní výbor </w:t>
      </w:r>
    </w:p>
    <w:p w:rsidR="00CA031C" w:rsidRDefault="00CA031C" w:rsidP="00CA031C">
      <w:pPr>
        <w:jc w:val="both"/>
      </w:pPr>
    </w:p>
    <w:p w:rsidR="00CA031C" w:rsidRDefault="00CA031C" w:rsidP="00CA031C">
      <w:pPr>
        <w:jc w:val="both"/>
      </w:pPr>
      <w:r>
        <w:t>I. k o n s t a t u j e, ž e</w:t>
      </w:r>
    </w:p>
    <w:p w:rsidR="00CA031C" w:rsidRPr="00D8353F" w:rsidRDefault="00CA031C" w:rsidP="00D8353F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ústavní žaloba proti prezidentu republiky Miloši Zemanovi byla předložena Poslanecké sněmovně Senátem v souladu s čl. 65 odst. 2 a 3 Ústavy České republiky,</w:t>
      </w:r>
    </w:p>
    <w:p w:rsidR="00CA031C" w:rsidRPr="00D8353F" w:rsidRDefault="00CA031C" w:rsidP="00D8353F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tříměsíční lhůta stanovená v čl. 65 odst. 3 Ústavy České republiky k přijetí souhlasu Poslanecké sněmovny s podáním ústavní žaloby k Ústavnímu soudu končí dne 30. října 2019 ve 24</w:t>
      </w:r>
      <w:r w:rsidR="00E80A5D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Pr="00D8353F">
        <w:rPr>
          <w:rFonts w:ascii="Times New Roman" w:hAnsi="Times New Roman" w:cs="Times New Roman"/>
          <w:sz w:val="24"/>
          <w:szCs w:val="24"/>
        </w:rPr>
        <w:t>00 hod.; nevysloví-li Poslanecká sněmovna souhlas do tohoto termínu, platí, že souhlas nebyl dán,</w:t>
      </w:r>
    </w:p>
    <w:p w:rsidR="00D55106" w:rsidRPr="00D8353F" w:rsidRDefault="00CA031C" w:rsidP="00D8353F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k předložené ústavní žalobě nelze podávat v Poslanecké sněmovně žádné pozměňovací návrhy,</w:t>
      </w:r>
    </w:p>
    <w:p w:rsidR="00CA031C" w:rsidRDefault="00CA031C" w:rsidP="00CA031C">
      <w:pPr>
        <w:jc w:val="both"/>
      </w:pPr>
    </w:p>
    <w:p w:rsidR="00CA031C" w:rsidRDefault="00CA031C" w:rsidP="00CA031C">
      <w:pPr>
        <w:jc w:val="both"/>
      </w:pPr>
      <w:proofErr w:type="gramStart"/>
      <w:r>
        <w:t>II. d o p o r u č u j e  Poslanecké</w:t>
      </w:r>
      <w:proofErr w:type="gramEnd"/>
      <w:r>
        <w:t xml:space="preserve"> sněmovně, aby</w:t>
      </w:r>
    </w:p>
    <w:p w:rsidR="00CA031C" w:rsidRPr="00D8353F" w:rsidRDefault="00CA031C" w:rsidP="00D8353F">
      <w:pPr>
        <w:pStyle w:val="Odstavecseseznamem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ústavní žalobu projednala do výše uvedeného termínu,</w:t>
      </w:r>
    </w:p>
    <w:p w:rsidR="00CA031C" w:rsidRPr="00D8353F" w:rsidRDefault="00CA031C" w:rsidP="00D8353F">
      <w:pPr>
        <w:pStyle w:val="Odstavecseseznamem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jednala o ústavní žalobě veřejně,</w:t>
      </w:r>
    </w:p>
    <w:p w:rsidR="00CA031C" w:rsidRPr="00D8353F" w:rsidRDefault="00CA031C" w:rsidP="00D8353F">
      <w:pPr>
        <w:pStyle w:val="Odstavecseseznamem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pověřila předsedu Poslanecké sněmovny, aby o výsledku hlasování v Poslanecké sněmovně informoval neprodleně písemně předsedu Senátu,</w:t>
      </w:r>
    </w:p>
    <w:p w:rsidR="00CA031C" w:rsidRDefault="00CA031C" w:rsidP="00CA031C">
      <w:pPr>
        <w:jc w:val="both"/>
      </w:pPr>
    </w:p>
    <w:p w:rsidR="00D8353F" w:rsidRDefault="00D8353F" w:rsidP="00CA031C">
      <w:pPr>
        <w:jc w:val="both"/>
      </w:pPr>
    </w:p>
    <w:p w:rsidR="00D8353F" w:rsidRDefault="00D8353F" w:rsidP="00CA031C">
      <w:pPr>
        <w:jc w:val="both"/>
      </w:pPr>
    </w:p>
    <w:p w:rsidR="00D8353F" w:rsidRDefault="00D8353F" w:rsidP="00CA031C">
      <w:pPr>
        <w:jc w:val="both"/>
      </w:pPr>
    </w:p>
    <w:p w:rsidR="00D8353F" w:rsidRDefault="00D8353F" w:rsidP="00CA031C">
      <w:pPr>
        <w:jc w:val="both"/>
      </w:pPr>
    </w:p>
    <w:p w:rsidR="00CA031C" w:rsidRDefault="00CA031C" w:rsidP="00CA031C">
      <w:pPr>
        <w:jc w:val="both"/>
      </w:pPr>
      <w:r>
        <w:t>III. p o v ě ř u j e</w:t>
      </w:r>
    </w:p>
    <w:p w:rsidR="00CA031C" w:rsidRPr="00D8353F" w:rsidRDefault="00CA031C" w:rsidP="00D8353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zpravodaj</w:t>
      </w:r>
      <w:r w:rsidR="00D55106" w:rsidRPr="00D8353F">
        <w:rPr>
          <w:rFonts w:ascii="Times New Roman" w:hAnsi="Times New Roman" w:cs="Times New Roman"/>
          <w:sz w:val="24"/>
          <w:szCs w:val="24"/>
        </w:rPr>
        <w:t>ku</w:t>
      </w:r>
      <w:r w:rsidRPr="00D8353F">
        <w:rPr>
          <w:rFonts w:ascii="Times New Roman" w:hAnsi="Times New Roman" w:cs="Times New Roman"/>
          <w:sz w:val="24"/>
          <w:szCs w:val="24"/>
        </w:rPr>
        <w:t xml:space="preserve"> výboru, aby o jednání ústavně právního výboru o ústavní žalobě informoval</w:t>
      </w:r>
      <w:r w:rsidR="00D55106" w:rsidRPr="00D8353F">
        <w:rPr>
          <w:rFonts w:ascii="Times New Roman" w:hAnsi="Times New Roman" w:cs="Times New Roman"/>
          <w:sz w:val="24"/>
          <w:szCs w:val="24"/>
        </w:rPr>
        <w:t>a</w:t>
      </w:r>
      <w:r w:rsidRPr="00D8353F">
        <w:rPr>
          <w:rFonts w:ascii="Times New Roman" w:hAnsi="Times New Roman" w:cs="Times New Roman"/>
          <w:sz w:val="24"/>
          <w:szCs w:val="24"/>
        </w:rPr>
        <w:t xml:space="preserve"> Poslaneckou sněmovnu při jejím projednávání této žaloby,</w:t>
      </w:r>
    </w:p>
    <w:p w:rsidR="00CA031C" w:rsidRPr="00D8353F" w:rsidRDefault="00CA031C" w:rsidP="00D8353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53F">
        <w:rPr>
          <w:rFonts w:ascii="Times New Roman" w:hAnsi="Times New Roman" w:cs="Times New Roman"/>
          <w:sz w:val="24"/>
          <w:szCs w:val="24"/>
        </w:rPr>
        <w:t>předsedu výboru, aby toto usnesení předložil neprodleně předsedovi Poslanecké sněmovny.</w:t>
      </w:r>
    </w:p>
    <w:p w:rsidR="00CA031C" w:rsidRDefault="00CA031C" w:rsidP="003F73C2">
      <w:pPr>
        <w:pStyle w:val="PS-uvodnodstavec"/>
        <w:spacing w:after="0"/>
        <w:ind w:firstLine="708"/>
      </w:pPr>
    </w:p>
    <w:p w:rsidR="00CA031C" w:rsidRDefault="00CA031C" w:rsidP="003F73C2">
      <w:pPr>
        <w:pStyle w:val="PS-uvodnodstavec"/>
        <w:spacing w:after="0"/>
        <w:ind w:firstLine="708"/>
      </w:pPr>
    </w:p>
    <w:p w:rsidR="00B84947" w:rsidRPr="00B84947" w:rsidRDefault="00B84947" w:rsidP="00B84947"/>
    <w:p w:rsidR="00CA031C" w:rsidRDefault="00CA031C" w:rsidP="003F73C2">
      <w:pPr>
        <w:pStyle w:val="PS-uvodnodstavec"/>
        <w:spacing w:after="0"/>
        <w:ind w:firstLine="708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B84947">
        <w:t xml:space="preserve">   </w:t>
      </w:r>
      <w:r w:rsidR="00D55106">
        <w:t xml:space="preserve">Ing. </w:t>
      </w:r>
      <w:proofErr w:type="gramStart"/>
      <w:r w:rsidR="00D55106">
        <w:t>Zuzana  OŽANOVÁ</w:t>
      </w:r>
      <w:proofErr w:type="gramEnd"/>
      <w:r w:rsidR="00FC2CB5">
        <w:t xml:space="preserve"> v. r. </w:t>
      </w:r>
      <w:r>
        <w:tab/>
      </w:r>
      <w:r>
        <w:tab/>
      </w:r>
      <w:r>
        <w:tab/>
      </w:r>
      <w:r w:rsidR="00D8353F">
        <w:t>Mgr. Marek VÝBORNÝ</w:t>
      </w:r>
      <w:r w:rsidR="00FC2CB5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D55106">
        <w:t>ka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</w:t>
      </w:r>
      <w:r w:rsidR="00D8353F">
        <w:t xml:space="preserve">  </w:t>
      </w:r>
      <w:r w:rsidR="00FC2CB5">
        <w:t xml:space="preserve">  </w:t>
      </w:r>
      <w:r w:rsidR="00D8353F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61453" w:rsidRDefault="0066145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61453" w:rsidRDefault="0066145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61453" w:rsidRDefault="0066145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C2CB5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486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9557B"/>
    <w:multiLevelType w:val="hybridMultilevel"/>
    <w:tmpl w:val="4D4E1E4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26AB8"/>
    <w:multiLevelType w:val="hybridMultilevel"/>
    <w:tmpl w:val="0CDE1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8B56C0"/>
    <w:multiLevelType w:val="hybridMultilevel"/>
    <w:tmpl w:val="9C3ADE5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6A75E3"/>
    <w:multiLevelType w:val="hybridMultilevel"/>
    <w:tmpl w:val="D2221E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F2025"/>
    <w:multiLevelType w:val="hybridMultilevel"/>
    <w:tmpl w:val="B7FA6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EF04F3C"/>
    <w:multiLevelType w:val="hybridMultilevel"/>
    <w:tmpl w:val="E27413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66337C"/>
    <w:multiLevelType w:val="hybridMultilevel"/>
    <w:tmpl w:val="45DA4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2EC7"/>
    <w:multiLevelType w:val="hybridMultilevel"/>
    <w:tmpl w:val="68560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274EE7"/>
    <w:multiLevelType w:val="hybridMultilevel"/>
    <w:tmpl w:val="85A47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9"/>
  </w:num>
  <w:num w:numId="10">
    <w:abstractNumId w:val="28"/>
  </w:num>
  <w:num w:numId="11">
    <w:abstractNumId w:val="17"/>
  </w:num>
  <w:num w:numId="12">
    <w:abstractNumId w:val="9"/>
  </w:num>
  <w:num w:numId="13">
    <w:abstractNumId w:val="13"/>
  </w:num>
  <w:num w:numId="14">
    <w:abstractNumId w:val="19"/>
  </w:num>
  <w:num w:numId="15">
    <w:abstractNumId w:val="7"/>
  </w:num>
  <w:num w:numId="16">
    <w:abstractNumId w:val="26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1"/>
  </w:num>
  <w:num w:numId="20">
    <w:abstractNumId w:val="18"/>
  </w:num>
  <w:num w:numId="21">
    <w:abstractNumId w:val="30"/>
  </w:num>
  <w:num w:numId="22">
    <w:abstractNumId w:val="15"/>
  </w:num>
  <w:num w:numId="23">
    <w:abstractNumId w:val="12"/>
  </w:num>
  <w:num w:numId="24">
    <w:abstractNumId w:val="8"/>
  </w:num>
  <w:num w:numId="25">
    <w:abstractNumId w:val="25"/>
  </w:num>
  <w:num w:numId="26">
    <w:abstractNumId w:val="16"/>
  </w:num>
  <w:num w:numId="27">
    <w:abstractNumId w:val="24"/>
  </w:num>
  <w:num w:numId="28">
    <w:abstractNumId w:val="21"/>
  </w:num>
  <w:num w:numId="2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0F32DA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07171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5486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61453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2DB4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84947"/>
    <w:rsid w:val="00BD5033"/>
    <w:rsid w:val="00BF7C20"/>
    <w:rsid w:val="00C3366C"/>
    <w:rsid w:val="00C409D0"/>
    <w:rsid w:val="00C425C8"/>
    <w:rsid w:val="00C56014"/>
    <w:rsid w:val="00C637E3"/>
    <w:rsid w:val="00C64738"/>
    <w:rsid w:val="00CA031C"/>
    <w:rsid w:val="00CA2AE6"/>
    <w:rsid w:val="00CB156D"/>
    <w:rsid w:val="00CE1249"/>
    <w:rsid w:val="00CE3CEA"/>
    <w:rsid w:val="00CF03EB"/>
    <w:rsid w:val="00D4084F"/>
    <w:rsid w:val="00D413A6"/>
    <w:rsid w:val="00D55106"/>
    <w:rsid w:val="00D76FB3"/>
    <w:rsid w:val="00D8353F"/>
    <w:rsid w:val="00DA7D64"/>
    <w:rsid w:val="00DC29E4"/>
    <w:rsid w:val="00DF7105"/>
    <w:rsid w:val="00E07BC0"/>
    <w:rsid w:val="00E149E9"/>
    <w:rsid w:val="00E1670F"/>
    <w:rsid w:val="00E22C6E"/>
    <w:rsid w:val="00E56C7F"/>
    <w:rsid w:val="00E80A5D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C2CB5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68AE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1C79-FAAE-4697-8E07-0944B104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19</TotalTime>
  <Pages>2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2019-09-06T12:49:00Z</cp:lastPrinted>
  <dcterms:created xsi:type="dcterms:W3CDTF">2019-09-06T12:43:00Z</dcterms:created>
  <dcterms:modified xsi:type="dcterms:W3CDTF">2019-09-09T09:38:00Z</dcterms:modified>
</cp:coreProperties>
</file>