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5C" w:rsidRDefault="0014315C" w:rsidP="0014315C">
      <w:pPr>
        <w:pStyle w:val="Bezmezer"/>
      </w:pPr>
      <w:bookmarkStart w:id="0" w:name="_GoBack"/>
      <w:bookmarkEnd w:id="0"/>
    </w:p>
    <w:p w:rsidR="00E47720" w:rsidRDefault="00E47720" w:rsidP="00E47720">
      <w:pPr>
        <w:pStyle w:val="PS-hlavika1"/>
      </w:pPr>
      <w:r>
        <w:t>Parlament České republiky</w:t>
      </w:r>
    </w:p>
    <w:p w:rsidR="00E47720" w:rsidRDefault="00E47720" w:rsidP="00E47720">
      <w:pPr>
        <w:pStyle w:val="PS-hlavika2"/>
      </w:pPr>
      <w:r>
        <w:t>POSLANECKÁ SNĚMOVNA</w:t>
      </w:r>
    </w:p>
    <w:p w:rsidR="00E47720" w:rsidRDefault="002375D6" w:rsidP="00E47720">
      <w:pPr>
        <w:pStyle w:val="PS-hlavika2"/>
      </w:pPr>
      <w:r>
        <w:t>2019</w:t>
      </w:r>
    </w:p>
    <w:p w:rsidR="00E47720" w:rsidRDefault="00E47720" w:rsidP="00E47720">
      <w:pPr>
        <w:pStyle w:val="PS-hlavika1"/>
      </w:pPr>
      <w:r>
        <w:t>8. volební období</w:t>
      </w:r>
    </w:p>
    <w:p w:rsidR="00E47720" w:rsidRDefault="00E47720" w:rsidP="00E47720">
      <w:pPr>
        <w:pStyle w:val="PS-hlavika3"/>
      </w:pPr>
    </w:p>
    <w:p w:rsidR="001B4E37" w:rsidRDefault="00F317E7" w:rsidP="00E47720">
      <w:pPr>
        <w:pStyle w:val="PS-hlavika3"/>
      </w:pPr>
      <w:r>
        <w:t>1</w:t>
      </w:r>
      <w:r w:rsidR="00DC338A">
        <w:t>85</w:t>
      </w:r>
    </w:p>
    <w:p w:rsidR="00E47720" w:rsidRDefault="00E47720" w:rsidP="00E47720">
      <w:pPr>
        <w:pStyle w:val="PS-hlavika3"/>
      </w:pPr>
      <w:r>
        <w:t>USNESENÍ</w:t>
      </w:r>
    </w:p>
    <w:p w:rsidR="00E47720" w:rsidRDefault="00E47720" w:rsidP="00E47720">
      <w:pPr>
        <w:pStyle w:val="PS-hlavika1"/>
      </w:pPr>
      <w:r>
        <w:t xml:space="preserve">Výboru pro zdravotnictví </w:t>
      </w:r>
    </w:p>
    <w:p w:rsidR="00E47720" w:rsidRDefault="000B764C" w:rsidP="00E47720">
      <w:pPr>
        <w:pStyle w:val="PS-hlavika1"/>
      </w:pPr>
      <w:r>
        <w:t>z</w:t>
      </w:r>
      <w:r w:rsidR="002375D6">
        <w:t>e</w:t>
      </w:r>
      <w:r w:rsidR="000E3A5D">
        <w:t> </w:t>
      </w:r>
      <w:r w:rsidR="002375D6">
        <w:t>4</w:t>
      </w:r>
      <w:r w:rsidR="00DC338A">
        <w:t>7</w:t>
      </w:r>
      <w:r w:rsidR="00E47720">
        <w:t>. schůze</w:t>
      </w:r>
    </w:p>
    <w:p w:rsidR="00E47720" w:rsidRDefault="0024632B" w:rsidP="00E47720">
      <w:pPr>
        <w:pStyle w:val="PS-hlavika1"/>
      </w:pPr>
      <w:r>
        <w:t xml:space="preserve">ze dne </w:t>
      </w:r>
      <w:r w:rsidR="00DC338A">
        <w:t>10</w:t>
      </w:r>
      <w:r w:rsidR="00E47720">
        <w:t>.</w:t>
      </w:r>
      <w:r w:rsidR="005303CC">
        <w:t xml:space="preserve"> </w:t>
      </w:r>
      <w:r w:rsidR="00DC338A">
        <w:t>července</w:t>
      </w:r>
      <w:r w:rsidR="00E47720">
        <w:t xml:space="preserve"> 201</w:t>
      </w:r>
      <w:r w:rsidR="002375D6">
        <w:t>9</w:t>
      </w:r>
    </w:p>
    <w:p w:rsidR="00171FD7" w:rsidRDefault="00171FD7" w:rsidP="00171FD7">
      <w:pPr>
        <w:pStyle w:val="Bezmezer"/>
      </w:pPr>
    </w:p>
    <w:p w:rsidR="00C6621B" w:rsidRDefault="00C6621B" w:rsidP="00171FD7">
      <w:pPr>
        <w:pStyle w:val="Bezmezer"/>
      </w:pPr>
    </w:p>
    <w:p w:rsidR="00B17799" w:rsidRPr="00B17799" w:rsidRDefault="00B73357" w:rsidP="00B17799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i/>
          <w:szCs w:val="28"/>
          <w:lang w:eastAsia="en-US"/>
        </w:rPr>
      </w:pPr>
      <w:r>
        <w:rPr>
          <w:b/>
        </w:rPr>
        <w:t>k</w:t>
      </w:r>
      <w:r w:rsidR="00275826">
        <w:rPr>
          <w:b/>
        </w:rPr>
        <w:t xml:space="preserve"> návrhu poslanců Věry Adámkové, Milana Brázdila, Jany Pastuchové, </w:t>
      </w:r>
      <w:proofErr w:type="spellStart"/>
      <w:r w:rsidR="00275826">
        <w:rPr>
          <w:b/>
        </w:rPr>
        <w:t>Kamala</w:t>
      </w:r>
      <w:proofErr w:type="spellEnd"/>
      <w:r w:rsidR="00275826">
        <w:rPr>
          <w:b/>
        </w:rPr>
        <w:t xml:space="preserve"> </w:t>
      </w:r>
      <w:proofErr w:type="spellStart"/>
      <w:r w:rsidR="00275826">
        <w:rPr>
          <w:b/>
        </w:rPr>
        <w:t>Farhana</w:t>
      </w:r>
      <w:proofErr w:type="spellEnd"/>
      <w:r w:rsidR="00275826">
        <w:rPr>
          <w:b/>
        </w:rPr>
        <w:t>, Rostislava Vyzuly, Davida Kasala, Jaroslava Dvořáka, Petra Pávka a Jiřího Ventruby na vydání</w:t>
      </w:r>
      <w:r w:rsidR="00255001">
        <w:rPr>
          <w:rFonts w:eastAsia="Calibri"/>
          <w:b/>
          <w:bCs/>
          <w:szCs w:val="24"/>
          <w:lang w:eastAsia="en-US"/>
        </w:rPr>
        <w:t xml:space="preserve"> zákona</w:t>
      </w:r>
      <w:r w:rsidR="00275826">
        <w:rPr>
          <w:rFonts w:eastAsia="Calibri"/>
          <w:b/>
          <w:bCs/>
          <w:szCs w:val="24"/>
          <w:lang w:eastAsia="en-US"/>
        </w:rPr>
        <w:t>, kterým se mění zákon č. 268/2014 Sb., o zdravotnických prostředcích a o změně zákona č. 634/2004 Sb. o správních poplatcích, ve znění pozdějších předpisů</w:t>
      </w:r>
      <w:r w:rsidR="00255001">
        <w:rPr>
          <w:rFonts w:eastAsia="Calibri"/>
          <w:b/>
          <w:bCs/>
          <w:szCs w:val="24"/>
          <w:lang w:eastAsia="en-US"/>
        </w:rPr>
        <w:t xml:space="preserve"> </w:t>
      </w:r>
      <w:r w:rsidR="005D36F4">
        <w:rPr>
          <w:rFonts w:eastAsia="Calibri"/>
          <w:b/>
          <w:bCs/>
          <w:szCs w:val="28"/>
          <w:lang w:eastAsia="en-US"/>
        </w:rPr>
        <w:t>(</w:t>
      </w:r>
      <w:r w:rsidR="00DC338A">
        <w:rPr>
          <w:rFonts w:eastAsia="Calibri"/>
          <w:b/>
          <w:bCs/>
          <w:szCs w:val="28"/>
          <w:lang w:eastAsia="en-US"/>
        </w:rPr>
        <w:t>sněmovní tisk 438</w:t>
      </w:r>
      <w:r w:rsidR="005D36F4">
        <w:rPr>
          <w:rFonts w:eastAsia="Calibri"/>
          <w:b/>
          <w:bCs/>
          <w:szCs w:val="28"/>
          <w:lang w:eastAsia="en-US"/>
        </w:rPr>
        <w:t>)</w:t>
      </w:r>
    </w:p>
    <w:p w:rsidR="00C6621B" w:rsidRPr="00C6621B" w:rsidRDefault="00C6621B" w:rsidP="00C6621B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i/>
          <w:szCs w:val="24"/>
          <w:lang w:eastAsia="en-US"/>
        </w:rPr>
        <w:t>___________________________________________________________________________</w:t>
      </w:r>
    </w:p>
    <w:p w:rsidR="00AF5076" w:rsidRPr="00AF5076" w:rsidRDefault="00AF5076" w:rsidP="00C6621B">
      <w:pPr>
        <w:rPr>
          <w:rFonts w:ascii="Times New Roman" w:hAnsi="Times New Roman"/>
          <w:sz w:val="6"/>
          <w:szCs w:val="24"/>
        </w:rPr>
      </w:pPr>
    </w:p>
    <w:p w:rsidR="000B349F" w:rsidRDefault="00C6621B" w:rsidP="000B349F">
      <w:pPr>
        <w:rPr>
          <w:rFonts w:ascii="Times New Roman" w:hAnsi="Times New Roman"/>
          <w:sz w:val="24"/>
          <w:szCs w:val="24"/>
        </w:rPr>
      </w:pPr>
      <w:r w:rsidRPr="00C6621B">
        <w:rPr>
          <w:rFonts w:ascii="Times New Roman" w:hAnsi="Times New Roman"/>
          <w:sz w:val="24"/>
          <w:szCs w:val="24"/>
        </w:rPr>
        <w:t xml:space="preserve">Po úvodním slovu </w:t>
      </w:r>
      <w:r w:rsidR="00BC67FF">
        <w:rPr>
          <w:rFonts w:ascii="Times New Roman" w:hAnsi="Times New Roman"/>
          <w:sz w:val="24"/>
          <w:szCs w:val="24"/>
        </w:rPr>
        <w:t>prof. MUDr. Věry Adámkové, CSc.,</w:t>
      </w:r>
      <w:r w:rsidR="00255001">
        <w:rPr>
          <w:rFonts w:ascii="Times New Roman" w:hAnsi="Times New Roman"/>
          <w:sz w:val="24"/>
          <w:szCs w:val="24"/>
        </w:rPr>
        <w:t xml:space="preserve"> a zpravodajské zprávě </w:t>
      </w:r>
      <w:r w:rsidR="00DC338A">
        <w:rPr>
          <w:rFonts w:ascii="Times New Roman" w:hAnsi="Times New Roman"/>
          <w:sz w:val="24"/>
          <w:szCs w:val="24"/>
        </w:rPr>
        <w:t>prof. MUDr. Julia Špičáka, CSc.</w:t>
      </w:r>
      <w:r w:rsidRPr="00C6621B">
        <w:rPr>
          <w:rFonts w:ascii="Times New Roman" w:hAnsi="Times New Roman"/>
          <w:sz w:val="24"/>
          <w:szCs w:val="24"/>
        </w:rPr>
        <w:t xml:space="preserve"> </w:t>
      </w:r>
    </w:p>
    <w:p w:rsidR="006A44D8" w:rsidRDefault="006A44D8" w:rsidP="000B349F">
      <w:pPr>
        <w:rPr>
          <w:rFonts w:ascii="Times New Roman" w:hAnsi="Times New Roman"/>
          <w:sz w:val="24"/>
          <w:szCs w:val="24"/>
        </w:rPr>
      </w:pPr>
    </w:p>
    <w:p w:rsidR="0089115A" w:rsidRPr="00C6621B" w:rsidRDefault="00C6621B" w:rsidP="00EE64F8">
      <w:pPr>
        <w:spacing w:after="360"/>
        <w:ind w:firstLine="709"/>
        <w:jc w:val="both"/>
        <w:rPr>
          <w:rFonts w:ascii="Times New Roman" w:hAnsi="Times New Roman"/>
          <w:sz w:val="24"/>
          <w:szCs w:val="24"/>
        </w:rPr>
      </w:pPr>
      <w:r w:rsidRPr="00C6621B">
        <w:rPr>
          <w:rFonts w:ascii="Times New Roman" w:hAnsi="Times New Roman"/>
          <w:sz w:val="24"/>
          <w:szCs w:val="24"/>
        </w:rPr>
        <w:t xml:space="preserve">Výbor pro zdravotnictví Poslanecké sněmovny Parlamentu ČR </w:t>
      </w:r>
    </w:p>
    <w:p w:rsidR="00255001" w:rsidRPr="00D36B24" w:rsidRDefault="00D36B24" w:rsidP="00D36B2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Calibri"/>
          <w:b/>
          <w:bCs/>
          <w:szCs w:val="24"/>
          <w:lang w:eastAsia="en-US"/>
        </w:rPr>
      </w:pPr>
      <w:r>
        <w:rPr>
          <w:b/>
          <w:szCs w:val="24"/>
        </w:rPr>
        <w:t>d</w:t>
      </w:r>
      <w:r w:rsidR="0032575E">
        <w:rPr>
          <w:b/>
          <w:szCs w:val="24"/>
        </w:rPr>
        <w:t xml:space="preserve"> o p o r u č u j e</w:t>
      </w:r>
      <w:r>
        <w:rPr>
          <w:b/>
          <w:szCs w:val="24"/>
        </w:rPr>
        <w:t> </w:t>
      </w:r>
      <w:r>
        <w:rPr>
          <w:b/>
          <w:szCs w:val="24"/>
        </w:rPr>
        <w:t> </w:t>
      </w:r>
      <w:r>
        <w:rPr>
          <w:b/>
          <w:szCs w:val="24"/>
        </w:rPr>
        <w:t> </w:t>
      </w:r>
      <w:r w:rsidRPr="00D36B24">
        <w:rPr>
          <w:szCs w:val="24"/>
        </w:rPr>
        <w:t>Poslanecké sněmovně Parlamentu ČR, aby vyslovila souhlas s</w:t>
      </w:r>
      <w:r w:rsidR="00654DA7">
        <w:rPr>
          <w:szCs w:val="24"/>
        </w:rPr>
        <w:t xml:space="preserve"> </w:t>
      </w:r>
      <w:r w:rsidR="00275826">
        <w:t>návrhem</w:t>
      </w:r>
      <w:r w:rsidR="00275826" w:rsidRPr="00275826">
        <w:t xml:space="preserve"> poslanců Věry Adámkové, Milana Brázdila, Jany Pastuchové, </w:t>
      </w:r>
      <w:proofErr w:type="spellStart"/>
      <w:r w:rsidR="00275826" w:rsidRPr="00275826">
        <w:t>Kamala</w:t>
      </w:r>
      <w:proofErr w:type="spellEnd"/>
      <w:r w:rsidR="00275826" w:rsidRPr="00275826">
        <w:t xml:space="preserve"> </w:t>
      </w:r>
      <w:proofErr w:type="spellStart"/>
      <w:r w:rsidR="00275826" w:rsidRPr="00275826">
        <w:t>Farhana</w:t>
      </w:r>
      <w:proofErr w:type="spellEnd"/>
      <w:r w:rsidR="00275826" w:rsidRPr="00275826">
        <w:t>, Rostislava Vyzuly, Davida Kasala, Jaroslava Dvořáka, Petra Pávka a Jiřího Ventruby na vydání</w:t>
      </w:r>
      <w:r w:rsidR="00275826" w:rsidRPr="00275826">
        <w:rPr>
          <w:rFonts w:eastAsia="Calibri"/>
          <w:bCs/>
          <w:szCs w:val="24"/>
          <w:lang w:eastAsia="en-US"/>
        </w:rPr>
        <w:t xml:space="preserve"> zákona, kterým se mění zákon č. 268/2014 Sb., o zdravotnických prostředcích a o změně zákona č. 634/2004 Sb. o správních poplatcích, ve znění pozdějších předpisů </w:t>
      </w:r>
      <w:r w:rsidR="00DC338A" w:rsidRPr="00275826">
        <w:rPr>
          <w:rFonts w:eastAsia="Calibri"/>
          <w:bCs/>
          <w:szCs w:val="28"/>
          <w:lang w:eastAsia="en-US"/>
        </w:rPr>
        <w:t>(sněmovní tisk 438</w:t>
      </w:r>
      <w:r w:rsidR="005B308C" w:rsidRPr="00275826">
        <w:rPr>
          <w:rFonts w:eastAsia="Calibri"/>
          <w:bCs/>
          <w:szCs w:val="28"/>
          <w:lang w:eastAsia="en-US"/>
        </w:rPr>
        <w:t>);</w:t>
      </w:r>
      <w:r>
        <w:rPr>
          <w:rFonts w:eastAsia="Calibri"/>
          <w:bCs/>
          <w:szCs w:val="28"/>
          <w:lang w:eastAsia="en-US"/>
        </w:rPr>
        <w:t xml:space="preserve"> </w:t>
      </w:r>
    </w:p>
    <w:p w:rsidR="00D36B24" w:rsidRDefault="00D36B24" w:rsidP="005B308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</w:p>
    <w:p w:rsidR="005B308C" w:rsidRPr="00D36B24" w:rsidRDefault="005B308C" w:rsidP="005B308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</w:p>
    <w:p w:rsidR="00D36B24" w:rsidRPr="00255001" w:rsidRDefault="00D36B24" w:rsidP="00D36B2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Calibri"/>
          <w:b/>
          <w:bCs/>
          <w:szCs w:val="24"/>
          <w:lang w:eastAsia="en-US"/>
        </w:rPr>
      </w:pPr>
      <w:r>
        <w:rPr>
          <w:rFonts w:eastAsia="Calibri"/>
          <w:b/>
          <w:bCs/>
          <w:szCs w:val="24"/>
          <w:lang w:eastAsia="en-US"/>
        </w:rPr>
        <w:t>z m o c ň u j e</w:t>
      </w:r>
      <w:r>
        <w:rPr>
          <w:rFonts w:eastAsia="Calibri"/>
          <w:b/>
          <w:bCs/>
          <w:szCs w:val="24"/>
          <w:lang w:eastAsia="en-US"/>
        </w:rPr>
        <w:t> </w:t>
      </w:r>
      <w:r>
        <w:rPr>
          <w:rFonts w:eastAsia="Calibri"/>
          <w:b/>
          <w:bCs/>
          <w:szCs w:val="24"/>
          <w:lang w:eastAsia="en-US"/>
        </w:rPr>
        <w:t> </w:t>
      </w:r>
      <w:r>
        <w:rPr>
          <w:rFonts w:eastAsia="Calibri"/>
          <w:b/>
          <w:bCs/>
          <w:szCs w:val="24"/>
          <w:lang w:eastAsia="en-US"/>
        </w:rPr>
        <w:t> </w:t>
      </w:r>
      <w:r w:rsidR="00DC338A">
        <w:rPr>
          <w:rFonts w:eastAsia="Calibri"/>
          <w:bCs/>
          <w:szCs w:val="24"/>
          <w:lang w:eastAsia="en-US"/>
        </w:rPr>
        <w:t>zpravodaje výboru poslance</w:t>
      </w:r>
      <w:r>
        <w:rPr>
          <w:rFonts w:eastAsia="Calibri"/>
          <w:bCs/>
          <w:szCs w:val="24"/>
          <w:lang w:eastAsia="en-US"/>
        </w:rPr>
        <w:t xml:space="preserve"> </w:t>
      </w:r>
      <w:r w:rsidR="00DC338A">
        <w:rPr>
          <w:rFonts w:eastAsia="Calibri"/>
          <w:bCs/>
          <w:szCs w:val="24"/>
          <w:lang w:eastAsia="en-US"/>
        </w:rPr>
        <w:t>prof. MUDr. Julia Špičáka, CSc.</w:t>
      </w:r>
      <w:r>
        <w:rPr>
          <w:rFonts w:eastAsia="Calibri"/>
          <w:bCs/>
          <w:szCs w:val="24"/>
          <w:lang w:eastAsia="en-US"/>
        </w:rPr>
        <w:t>, aby</w:t>
      </w:r>
      <w:r w:rsidR="00965CB8">
        <w:rPr>
          <w:rFonts w:eastAsia="Calibri"/>
          <w:bCs/>
          <w:szCs w:val="24"/>
          <w:lang w:eastAsia="en-US"/>
        </w:rPr>
        <w:t xml:space="preserve"> se stanoviskem výboru seznámil</w:t>
      </w:r>
      <w:r>
        <w:rPr>
          <w:rFonts w:eastAsia="Calibri"/>
          <w:bCs/>
          <w:szCs w:val="24"/>
          <w:lang w:eastAsia="en-US"/>
        </w:rPr>
        <w:t xml:space="preserve"> schůzi Poslanecké sněmovny. </w:t>
      </w:r>
    </w:p>
    <w:p w:rsidR="00C6621B" w:rsidRDefault="00C6621B" w:rsidP="00255001">
      <w:pPr>
        <w:pStyle w:val="Odstavecseseznamem"/>
        <w:autoSpaceDE w:val="0"/>
        <w:autoSpaceDN w:val="0"/>
        <w:adjustRightInd w:val="0"/>
        <w:ind w:left="0" w:firstLine="708"/>
        <w:jc w:val="both"/>
        <w:rPr>
          <w:rFonts w:eastAsia="Calibri"/>
          <w:bCs/>
          <w:szCs w:val="28"/>
          <w:lang w:eastAsia="en-US"/>
        </w:rPr>
      </w:pPr>
    </w:p>
    <w:p w:rsidR="0096049F" w:rsidRDefault="0096049F" w:rsidP="00255001">
      <w:pPr>
        <w:pStyle w:val="Odstavecseseznamem"/>
        <w:autoSpaceDE w:val="0"/>
        <w:autoSpaceDN w:val="0"/>
        <w:adjustRightInd w:val="0"/>
        <w:ind w:left="0" w:firstLine="708"/>
        <w:jc w:val="both"/>
        <w:rPr>
          <w:rFonts w:eastAsia="Calibri"/>
          <w:bCs/>
          <w:szCs w:val="28"/>
          <w:lang w:eastAsia="en-US"/>
        </w:rPr>
      </w:pPr>
    </w:p>
    <w:p w:rsidR="0096049F" w:rsidRDefault="0096049F" w:rsidP="00255001">
      <w:pPr>
        <w:pStyle w:val="Odstavecseseznamem"/>
        <w:autoSpaceDE w:val="0"/>
        <w:autoSpaceDN w:val="0"/>
        <w:adjustRightInd w:val="0"/>
        <w:ind w:left="0" w:firstLine="708"/>
        <w:jc w:val="both"/>
        <w:rPr>
          <w:rFonts w:eastAsia="Calibri"/>
          <w:bCs/>
          <w:szCs w:val="28"/>
          <w:lang w:eastAsia="en-US"/>
        </w:rPr>
      </w:pPr>
    </w:p>
    <w:p w:rsidR="0096049F" w:rsidRPr="00F44841" w:rsidRDefault="0096049F" w:rsidP="00255001">
      <w:pPr>
        <w:pStyle w:val="Odstavecseseznamem"/>
        <w:autoSpaceDE w:val="0"/>
        <w:autoSpaceDN w:val="0"/>
        <w:adjustRightInd w:val="0"/>
        <w:ind w:left="0" w:firstLine="708"/>
        <w:jc w:val="both"/>
        <w:rPr>
          <w:rFonts w:eastAsia="Calibri"/>
          <w:bCs/>
          <w:szCs w:val="28"/>
          <w:lang w:eastAsia="en-US"/>
        </w:rPr>
      </w:pPr>
    </w:p>
    <w:p w:rsidR="00A4026B" w:rsidRDefault="008C6F22" w:rsidP="00A4026B">
      <w:r>
        <w:t xml:space="preserve"> </w:t>
      </w:r>
      <w:r w:rsidR="00E333CD">
        <w:t xml:space="preserve"> </w:t>
      </w:r>
    </w:p>
    <w:p w:rsidR="00A55B7E" w:rsidRDefault="00965CB8" w:rsidP="00D73E14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</w:t>
      </w:r>
      <w:r w:rsidR="00BC67FF">
        <w:rPr>
          <w:rFonts w:ascii="Times New Roman" w:hAnsi="Times New Roman"/>
          <w:b w:val="0"/>
          <w:sz w:val="24"/>
          <w:szCs w:val="24"/>
        </w:rPr>
        <w:t>Jiří Běhounek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F454CE">
        <w:rPr>
          <w:rFonts w:ascii="Times New Roman" w:hAnsi="Times New Roman"/>
          <w:b w:val="0"/>
          <w:sz w:val="24"/>
          <w:szCs w:val="24"/>
        </w:rPr>
        <w:tab/>
      </w:r>
      <w:r w:rsidR="005B308C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500CC0">
        <w:rPr>
          <w:rFonts w:ascii="Times New Roman" w:hAnsi="Times New Roman"/>
          <w:b w:val="0"/>
          <w:sz w:val="24"/>
          <w:szCs w:val="24"/>
        </w:rPr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  </w:t>
      </w:r>
      <w:r w:rsidR="00DC338A">
        <w:rPr>
          <w:rFonts w:ascii="Times New Roman" w:hAnsi="Times New Roman"/>
          <w:b w:val="0"/>
          <w:sz w:val="24"/>
          <w:szCs w:val="24"/>
        </w:rPr>
        <w:t>Julius Špičák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E333C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55B7E" w:rsidRDefault="00A55B7E" w:rsidP="00A55B7E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D73E14">
        <w:rPr>
          <w:rFonts w:ascii="Times New Roman" w:hAnsi="Times New Roman"/>
          <w:b w:val="0"/>
          <w:sz w:val="24"/>
          <w:szCs w:val="24"/>
        </w:rPr>
        <w:t xml:space="preserve">  </w:t>
      </w:r>
      <w:r w:rsidR="003F5BAF">
        <w:rPr>
          <w:rFonts w:ascii="Times New Roman" w:hAnsi="Times New Roman"/>
          <w:b w:val="0"/>
          <w:sz w:val="24"/>
          <w:szCs w:val="24"/>
        </w:rPr>
        <w:t xml:space="preserve">     </w:t>
      </w:r>
      <w:r w:rsidR="00863858">
        <w:rPr>
          <w:rFonts w:ascii="Times New Roman" w:hAnsi="Times New Roman"/>
          <w:b w:val="0"/>
          <w:sz w:val="24"/>
          <w:szCs w:val="24"/>
        </w:rPr>
        <w:t xml:space="preserve">    </w:t>
      </w:r>
      <w:r w:rsidR="00F317E7">
        <w:rPr>
          <w:rFonts w:ascii="Times New Roman" w:hAnsi="Times New Roman"/>
          <w:b w:val="0"/>
          <w:sz w:val="24"/>
          <w:szCs w:val="24"/>
        </w:rPr>
        <w:t>o</w:t>
      </w:r>
      <w:r w:rsidR="0052370B">
        <w:rPr>
          <w:rFonts w:ascii="Times New Roman" w:hAnsi="Times New Roman"/>
          <w:b w:val="0"/>
          <w:sz w:val="24"/>
          <w:szCs w:val="24"/>
        </w:rPr>
        <w:t>věř</w:t>
      </w:r>
      <w:r w:rsidR="006271D6">
        <w:rPr>
          <w:rFonts w:ascii="Times New Roman" w:hAnsi="Times New Roman"/>
          <w:b w:val="0"/>
          <w:sz w:val="24"/>
          <w:szCs w:val="24"/>
        </w:rPr>
        <w:t>ovatel</w:t>
      </w:r>
      <w:r w:rsidR="003F5BAF">
        <w:rPr>
          <w:rFonts w:ascii="Times New Roman" w:hAnsi="Times New Roman"/>
          <w:b w:val="0"/>
          <w:sz w:val="24"/>
          <w:szCs w:val="24"/>
        </w:rPr>
        <w:t xml:space="preserve"> výboru </w:t>
      </w:r>
      <w:r w:rsidR="003F5BAF">
        <w:rPr>
          <w:rFonts w:ascii="Times New Roman" w:hAnsi="Times New Roman"/>
          <w:b w:val="0"/>
          <w:sz w:val="24"/>
          <w:szCs w:val="24"/>
        </w:rPr>
        <w:tab/>
      </w:r>
      <w:r w:rsidR="003F5BAF">
        <w:rPr>
          <w:rFonts w:ascii="Times New Roman" w:hAnsi="Times New Roman"/>
          <w:b w:val="0"/>
          <w:sz w:val="24"/>
          <w:szCs w:val="24"/>
        </w:rPr>
        <w:tab/>
      </w:r>
      <w:r w:rsidR="003F5BAF">
        <w:rPr>
          <w:rFonts w:ascii="Times New Roman" w:hAnsi="Times New Roman"/>
          <w:b w:val="0"/>
          <w:sz w:val="24"/>
          <w:szCs w:val="24"/>
        </w:rPr>
        <w:tab/>
      </w:r>
      <w:r w:rsidR="003F5BAF">
        <w:rPr>
          <w:rFonts w:ascii="Times New Roman" w:hAnsi="Times New Roman"/>
          <w:b w:val="0"/>
          <w:sz w:val="24"/>
          <w:szCs w:val="24"/>
        </w:rPr>
        <w:tab/>
      </w:r>
      <w:r w:rsidR="003F5BAF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C6621B">
        <w:rPr>
          <w:rFonts w:ascii="Times New Roman" w:hAnsi="Times New Roman"/>
          <w:b w:val="0"/>
          <w:sz w:val="24"/>
          <w:szCs w:val="24"/>
        </w:rPr>
        <w:t xml:space="preserve"> </w:t>
      </w:r>
      <w:r w:rsidR="00E333CD"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DC338A">
        <w:rPr>
          <w:rFonts w:ascii="Times New Roman" w:hAnsi="Times New Roman"/>
          <w:b w:val="0"/>
          <w:sz w:val="24"/>
          <w:szCs w:val="24"/>
        </w:rPr>
        <w:t xml:space="preserve">    </w:t>
      </w:r>
      <w:r w:rsidR="00BC67FF">
        <w:rPr>
          <w:rFonts w:ascii="Times New Roman" w:hAnsi="Times New Roman"/>
          <w:b w:val="0"/>
          <w:sz w:val="24"/>
          <w:szCs w:val="24"/>
        </w:rPr>
        <w:t xml:space="preserve"> </w:t>
      </w:r>
      <w:r w:rsidR="00DC338A">
        <w:rPr>
          <w:rFonts w:ascii="Times New Roman" w:hAnsi="Times New Roman"/>
          <w:b w:val="0"/>
          <w:sz w:val="24"/>
          <w:szCs w:val="24"/>
        </w:rPr>
        <w:t>zpravodaj</w:t>
      </w:r>
      <w:r w:rsidR="00255001">
        <w:rPr>
          <w:rFonts w:ascii="Times New Roman" w:hAnsi="Times New Roman"/>
          <w:b w:val="0"/>
          <w:sz w:val="24"/>
          <w:szCs w:val="24"/>
        </w:rPr>
        <w:t xml:space="preserve"> výboru </w:t>
      </w:r>
    </w:p>
    <w:p w:rsidR="00C6621B" w:rsidRDefault="00C6621B" w:rsidP="00A55B7E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</w:p>
    <w:p w:rsidR="00E333CD" w:rsidRDefault="00E333CD" w:rsidP="00E333CD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</w:p>
    <w:p w:rsidR="00AF5076" w:rsidRDefault="00AF5076" w:rsidP="00E333CD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</w:p>
    <w:p w:rsidR="00C6621B" w:rsidRDefault="00500CC0" w:rsidP="00500CC0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965CB8">
        <w:rPr>
          <w:rFonts w:ascii="Times New Roman" w:hAnsi="Times New Roman"/>
          <w:b w:val="0"/>
          <w:sz w:val="24"/>
          <w:szCs w:val="24"/>
        </w:rPr>
        <w:t xml:space="preserve">                               </w:t>
      </w:r>
      <w:r w:rsidR="00255001">
        <w:rPr>
          <w:rFonts w:ascii="Times New Roman" w:hAnsi="Times New Roman"/>
          <w:b w:val="0"/>
          <w:sz w:val="24"/>
          <w:szCs w:val="24"/>
        </w:rPr>
        <w:t>Věra Adámková</w:t>
      </w:r>
      <w:r w:rsidR="00965CB8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E87A6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C8617D" w:rsidRPr="00B30F39" w:rsidRDefault="00255001" w:rsidP="00654DA7">
      <w:pPr>
        <w:pStyle w:val="Zkladntextodsazen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sectPr w:rsidR="00C8617D" w:rsidRPr="00B30F3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A7B622F"/>
    <w:multiLevelType w:val="hybridMultilevel"/>
    <w:tmpl w:val="D0D2A516"/>
    <w:lvl w:ilvl="0" w:tplc="DF66CC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478C1843"/>
    <w:multiLevelType w:val="hybridMultilevel"/>
    <w:tmpl w:val="14F0938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4D"/>
    <w:rsid w:val="00002B1A"/>
    <w:rsid w:val="00016BBF"/>
    <w:rsid w:val="00016CCB"/>
    <w:rsid w:val="00025FEC"/>
    <w:rsid w:val="00045228"/>
    <w:rsid w:val="000476E4"/>
    <w:rsid w:val="0007018B"/>
    <w:rsid w:val="000803BC"/>
    <w:rsid w:val="00087784"/>
    <w:rsid w:val="000940AD"/>
    <w:rsid w:val="00094C8F"/>
    <w:rsid w:val="000B349F"/>
    <w:rsid w:val="000B5966"/>
    <w:rsid w:val="000B764C"/>
    <w:rsid w:val="000C5278"/>
    <w:rsid w:val="000E3A5D"/>
    <w:rsid w:val="000E730C"/>
    <w:rsid w:val="000F0986"/>
    <w:rsid w:val="00102297"/>
    <w:rsid w:val="00103C04"/>
    <w:rsid w:val="00106842"/>
    <w:rsid w:val="00112660"/>
    <w:rsid w:val="00123116"/>
    <w:rsid w:val="0014315C"/>
    <w:rsid w:val="00162104"/>
    <w:rsid w:val="0016700E"/>
    <w:rsid w:val="00171FD7"/>
    <w:rsid w:val="00174D8F"/>
    <w:rsid w:val="00193103"/>
    <w:rsid w:val="001A3187"/>
    <w:rsid w:val="001A51B2"/>
    <w:rsid w:val="001A56F7"/>
    <w:rsid w:val="001B45F3"/>
    <w:rsid w:val="001B4E37"/>
    <w:rsid w:val="00224211"/>
    <w:rsid w:val="00230024"/>
    <w:rsid w:val="002375D6"/>
    <w:rsid w:val="0024632B"/>
    <w:rsid w:val="00254049"/>
    <w:rsid w:val="00255001"/>
    <w:rsid w:val="00272E1B"/>
    <w:rsid w:val="00275826"/>
    <w:rsid w:val="00277507"/>
    <w:rsid w:val="00281A16"/>
    <w:rsid w:val="002A2F32"/>
    <w:rsid w:val="002B0FB6"/>
    <w:rsid w:val="002B2AE5"/>
    <w:rsid w:val="002B60B3"/>
    <w:rsid w:val="002C6BED"/>
    <w:rsid w:val="002D15AC"/>
    <w:rsid w:val="002D540C"/>
    <w:rsid w:val="002E24AC"/>
    <w:rsid w:val="002F6A4E"/>
    <w:rsid w:val="0032575E"/>
    <w:rsid w:val="00356011"/>
    <w:rsid w:val="00364F92"/>
    <w:rsid w:val="00377253"/>
    <w:rsid w:val="00380FCB"/>
    <w:rsid w:val="003855D4"/>
    <w:rsid w:val="0038576F"/>
    <w:rsid w:val="003D2033"/>
    <w:rsid w:val="003D66BC"/>
    <w:rsid w:val="003E656C"/>
    <w:rsid w:val="003F5BAF"/>
    <w:rsid w:val="004047FC"/>
    <w:rsid w:val="00430424"/>
    <w:rsid w:val="0046512B"/>
    <w:rsid w:val="0047443C"/>
    <w:rsid w:val="004855C3"/>
    <w:rsid w:val="00493C99"/>
    <w:rsid w:val="00496BA8"/>
    <w:rsid w:val="004A00CC"/>
    <w:rsid w:val="004B6C7E"/>
    <w:rsid w:val="004F32F1"/>
    <w:rsid w:val="00500CC0"/>
    <w:rsid w:val="0050331C"/>
    <w:rsid w:val="00511D00"/>
    <w:rsid w:val="005227BF"/>
    <w:rsid w:val="005228E1"/>
    <w:rsid w:val="0052370B"/>
    <w:rsid w:val="005303CC"/>
    <w:rsid w:val="00544247"/>
    <w:rsid w:val="005519FF"/>
    <w:rsid w:val="00566A4C"/>
    <w:rsid w:val="0057358B"/>
    <w:rsid w:val="0059248C"/>
    <w:rsid w:val="005A7B0B"/>
    <w:rsid w:val="005B308C"/>
    <w:rsid w:val="005C30D7"/>
    <w:rsid w:val="005D36F4"/>
    <w:rsid w:val="005E094C"/>
    <w:rsid w:val="005E123C"/>
    <w:rsid w:val="005F11A0"/>
    <w:rsid w:val="005F4297"/>
    <w:rsid w:val="005F6CAE"/>
    <w:rsid w:val="0060726D"/>
    <w:rsid w:val="0061407C"/>
    <w:rsid w:val="00615423"/>
    <w:rsid w:val="00616AE7"/>
    <w:rsid w:val="00620764"/>
    <w:rsid w:val="006271D6"/>
    <w:rsid w:val="00632E13"/>
    <w:rsid w:val="0063601D"/>
    <w:rsid w:val="00654DA7"/>
    <w:rsid w:val="00680ABB"/>
    <w:rsid w:val="00691FF2"/>
    <w:rsid w:val="006978D0"/>
    <w:rsid w:val="006A2E4F"/>
    <w:rsid w:val="006A44D8"/>
    <w:rsid w:val="006A4FF7"/>
    <w:rsid w:val="006F14F8"/>
    <w:rsid w:val="007231E0"/>
    <w:rsid w:val="00764D48"/>
    <w:rsid w:val="007A04A4"/>
    <w:rsid w:val="007A06C7"/>
    <w:rsid w:val="007B4261"/>
    <w:rsid w:val="007B6DD4"/>
    <w:rsid w:val="007C62DA"/>
    <w:rsid w:val="007D1845"/>
    <w:rsid w:val="007D4ACC"/>
    <w:rsid w:val="007D5EE1"/>
    <w:rsid w:val="007E1C52"/>
    <w:rsid w:val="007E1D0B"/>
    <w:rsid w:val="00801AE7"/>
    <w:rsid w:val="008026BF"/>
    <w:rsid w:val="00812496"/>
    <w:rsid w:val="00830BFE"/>
    <w:rsid w:val="00836896"/>
    <w:rsid w:val="0085066C"/>
    <w:rsid w:val="00856ED1"/>
    <w:rsid w:val="00863858"/>
    <w:rsid w:val="00866A37"/>
    <w:rsid w:val="00867E9F"/>
    <w:rsid w:val="00870391"/>
    <w:rsid w:val="00871EA7"/>
    <w:rsid w:val="00884B26"/>
    <w:rsid w:val="0089115A"/>
    <w:rsid w:val="00893C29"/>
    <w:rsid w:val="008A44C6"/>
    <w:rsid w:val="008B34D0"/>
    <w:rsid w:val="008C0AE6"/>
    <w:rsid w:val="008C6F22"/>
    <w:rsid w:val="009030FB"/>
    <w:rsid w:val="00903269"/>
    <w:rsid w:val="009066C1"/>
    <w:rsid w:val="00936D0D"/>
    <w:rsid w:val="0096049F"/>
    <w:rsid w:val="00965CB8"/>
    <w:rsid w:val="00976085"/>
    <w:rsid w:val="00997879"/>
    <w:rsid w:val="009A07CC"/>
    <w:rsid w:val="009F3C4B"/>
    <w:rsid w:val="00A236B4"/>
    <w:rsid w:val="00A4026B"/>
    <w:rsid w:val="00A46CDA"/>
    <w:rsid w:val="00A55B7E"/>
    <w:rsid w:val="00A60B93"/>
    <w:rsid w:val="00A62A3E"/>
    <w:rsid w:val="00A645DF"/>
    <w:rsid w:val="00A70F9A"/>
    <w:rsid w:val="00A83179"/>
    <w:rsid w:val="00A85CEB"/>
    <w:rsid w:val="00A92EB0"/>
    <w:rsid w:val="00AA0D27"/>
    <w:rsid w:val="00AC468D"/>
    <w:rsid w:val="00AD4E31"/>
    <w:rsid w:val="00AE3B8A"/>
    <w:rsid w:val="00AF04D2"/>
    <w:rsid w:val="00AF5076"/>
    <w:rsid w:val="00B014B3"/>
    <w:rsid w:val="00B1071E"/>
    <w:rsid w:val="00B1094D"/>
    <w:rsid w:val="00B13892"/>
    <w:rsid w:val="00B17799"/>
    <w:rsid w:val="00B30F39"/>
    <w:rsid w:val="00B40F30"/>
    <w:rsid w:val="00B53E8D"/>
    <w:rsid w:val="00B55E4F"/>
    <w:rsid w:val="00B715B6"/>
    <w:rsid w:val="00B73357"/>
    <w:rsid w:val="00BC2837"/>
    <w:rsid w:val="00BC3B47"/>
    <w:rsid w:val="00BC67FF"/>
    <w:rsid w:val="00C23CA5"/>
    <w:rsid w:val="00C51A90"/>
    <w:rsid w:val="00C56014"/>
    <w:rsid w:val="00C65038"/>
    <w:rsid w:val="00C6621B"/>
    <w:rsid w:val="00C76D55"/>
    <w:rsid w:val="00C8617D"/>
    <w:rsid w:val="00CA6327"/>
    <w:rsid w:val="00CA7FAD"/>
    <w:rsid w:val="00CC59EB"/>
    <w:rsid w:val="00CF028C"/>
    <w:rsid w:val="00CF2C85"/>
    <w:rsid w:val="00D0397D"/>
    <w:rsid w:val="00D041CA"/>
    <w:rsid w:val="00D06420"/>
    <w:rsid w:val="00D220B2"/>
    <w:rsid w:val="00D35367"/>
    <w:rsid w:val="00D36B24"/>
    <w:rsid w:val="00D665EF"/>
    <w:rsid w:val="00D73E14"/>
    <w:rsid w:val="00D76FB3"/>
    <w:rsid w:val="00D80AC0"/>
    <w:rsid w:val="00D82784"/>
    <w:rsid w:val="00DA12AE"/>
    <w:rsid w:val="00DA1EAB"/>
    <w:rsid w:val="00DA3492"/>
    <w:rsid w:val="00DA37C5"/>
    <w:rsid w:val="00DA6F73"/>
    <w:rsid w:val="00DC29E4"/>
    <w:rsid w:val="00DC338A"/>
    <w:rsid w:val="00DC438A"/>
    <w:rsid w:val="00DD389C"/>
    <w:rsid w:val="00DE590E"/>
    <w:rsid w:val="00DE6E73"/>
    <w:rsid w:val="00DF07EE"/>
    <w:rsid w:val="00E333CD"/>
    <w:rsid w:val="00E367E7"/>
    <w:rsid w:val="00E47720"/>
    <w:rsid w:val="00E72CE2"/>
    <w:rsid w:val="00E834C2"/>
    <w:rsid w:val="00E8699C"/>
    <w:rsid w:val="00E87A6D"/>
    <w:rsid w:val="00EA4CA0"/>
    <w:rsid w:val="00EB1117"/>
    <w:rsid w:val="00EC010A"/>
    <w:rsid w:val="00ED15A8"/>
    <w:rsid w:val="00EE64F8"/>
    <w:rsid w:val="00EF3B15"/>
    <w:rsid w:val="00EF679B"/>
    <w:rsid w:val="00F00895"/>
    <w:rsid w:val="00F117E6"/>
    <w:rsid w:val="00F12F75"/>
    <w:rsid w:val="00F317E7"/>
    <w:rsid w:val="00F43AE4"/>
    <w:rsid w:val="00F43E33"/>
    <w:rsid w:val="00F44841"/>
    <w:rsid w:val="00F454CE"/>
    <w:rsid w:val="00F46AE9"/>
    <w:rsid w:val="00F5680B"/>
    <w:rsid w:val="00F608C2"/>
    <w:rsid w:val="00F641EA"/>
    <w:rsid w:val="00F73011"/>
    <w:rsid w:val="00F82029"/>
    <w:rsid w:val="00F8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D838EF2-28DD-4FE8-AF89-3C8F6A84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C59EB"/>
    <w:rPr>
      <w:rFonts w:ascii="Segoe UI" w:hAnsi="Segoe UI" w:cs="Segoe UI"/>
      <w:sz w:val="18"/>
      <w:szCs w:val="18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83689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link w:val="Zkladntextodsazen"/>
    <w:semiHidden/>
    <w:rsid w:val="00836896"/>
    <w:rPr>
      <w:rFonts w:ascii="Arial" w:eastAsia="Times New Roman" w:hAnsi="Arial"/>
      <w:b/>
      <w:spacing w:val="-3"/>
      <w:sz w:val="36"/>
    </w:rPr>
  </w:style>
  <w:style w:type="paragraph" w:styleId="Odstavecseseznamem">
    <w:name w:val="List Paragraph"/>
    <w:basedOn w:val="Normln"/>
    <w:uiPriority w:val="34"/>
    <w:qFormat/>
    <w:rsid w:val="00C6621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Z\7VO\&#352;ABLONY%20VZ\&#352;ABLONY%20V&#221;BOR\&#353;ablona_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šablona_usnesení.dotx</Template>
  <TotalTime>1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KohoutovaR</dc:creator>
  <cp:keywords/>
  <dc:description/>
  <cp:lastModifiedBy>KohoutovaR</cp:lastModifiedBy>
  <cp:revision>2</cp:revision>
  <cp:lastPrinted>2019-06-27T06:00:00Z</cp:lastPrinted>
  <dcterms:created xsi:type="dcterms:W3CDTF">2019-08-01T06:46:00Z</dcterms:created>
  <dcterms:modified xsi:type="dcterms:W3CDTF">2019-08-01T06:46:00Z</dcterms:modified>
</cp:coreProperties>
</file>