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AC451A">
        <w:rPr>
          <w:b w:val="0"/>
          <w:i w:val="0"/>
        </w:rPr>
        <w:t>19318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FF3EF6" w:rsidP="000E730C">
      <w:pPr>
        <w:pStyle w:val="PS-slousnesen"/>
      </w:pPr>
      <w:r>
        <w:t>146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1595A">
        <w:t>e</w:t>
      </w:r>
      <w:r>
        <w:t xml:space="preserve"> </w:t>
      </w:r>
      <w:r w:rsidR="0001595A">
        <w:t>4</w:t>
      </w:r>
      <w:r w:rsidR="000B47C9">
        <w:t>6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0B47C9">
        <w:t>27</w:t>
      </w:r>
      <w:r w:rsidR="0001595A">
        <w:t xml:space="preserve">. června </w:t>
      </w:r>
      <w:r w:rsidR="000C399A">
        <w:t>201</w:t>
      </w:r>
      <w:r w:rsidR="007F02CD">
        <w:t>9</w:t>
      </w:r>
    </w:p>
    <w:p w:rsidR="004A4F60" w:rsidRDefault="004A4F60" w:rsidP="005C2180">
      <w:pPr>
        <w:pStyle w:val="Bezmezer"/>
      </w:pPr>
    </w:p>
    <w:p w:rsidR="008B467F" w:rsidRPr="008B467F" w:rsidRDefault="00424F0D" w:rsidP="008B467F">
      <w:pPr>
        <w:spacing w:after="0" w:line="240" w:lineRule="auto"/>
        <w:jc w:val="center"/>
        <w:rPr>
          <w:szCs w:val="24"/>
        </w:rPr>
      </w:pPr>
      <w:r w:rsidRPr="00021ABE">
        <w:rPr>
          <w:szCs w:val="24"/>
        </w:rPr>
        <w:t xml:space="preserve">Vládní návrh zákona o realitním zprostředkování a o změně zákona č. 455/1991 Sb., </w:t>
      </w:r>
      <w:r w:rsidR="00AC451A">
        <w:rPr>
          <w:szCs w:val="24"/>
        </w:rPr>
        <w:br/>
      </w:r>
      <w:r w:rsidRPr="00021ABE">
        <w:rPr>
          <w:szCs w:val="24"/>
        </w:rPr>
        <w:t xml:space="preserve">o živnostenském podnikání (živnostenský zákon), ve znění pozdějších předpisů (zákon </w:t>
      </w:r>
      <w:r w:rsidR="00AC451A">
        <w:rPr>
          <w:szCs w:val="24"/>
        </w:rPr>
        <w:br/>
      </w:r>
      <w:r w:rsidRPr="00021ABE">
        <w:rPr>
          <w:szCs w:val="24"/>
        </w:rPr>
        <w:t>o realitním zprostředkování) (tisk 391)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0B47C9">
        <w:t>vyjádření</w:t>
      </w:r>
      <w:r w:rsidR="00424F0D">
        <w:t xml:space="preserve"> náměstka ministryně pro místní rozvoj Ing. Davida Koppitze, </w:t>
      </w:r>
      <w:r w:rsidR="005F357B">
        <w:rPr>
          <w:bCs/>
        </w:rPr>
        <w:t>zpravodaj</w:t>
      </w:r>
      <w:r w:rsidR="000B47C9">
        <w:rPr>
          <w:bCs/>
        </w:rPr>
        <w:t xml:space="preserve">e </w:t>
      </w:r>
      <w:r w:rsidR="00424F0D">
        <w:rPr>
          <w:bCs/>
        </w:rPr>
        <w:t>posl. Dominika Feriho</w:t>
      </w:r>
      <w:r w:rsidR="004A4F60">
        <w:rPr>
          <w:bCs/>
        </w:rPr>
        <w:t xml:space="preserve"> </w:t>
      </w:r>
      <w:r w:rsidR="005F357B">
        <w:rPr>
          <w:bCs/>
        </w:rPr>
        <w:t xml:space="preserve">a </w:t>
      </w:r>
      <w:r w:rsidR="00FF3EF6">
        <w:rPr>
          <w:bCs/>
        </w:rPr>
        <w:t>v obecné</w:t>
      </w:r>
      <w:r w:rsidR="009E5BB6">
        <w:t xml:space="preserve">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FF3EF6" w:rsidRPr="00FF3EF6" w:rsidRDefault="00FF3EF6" w:rsidP="00FF3EF6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FF3EF6" w:rsidRDefault="00FF3EF6" w:rsidP="00C64738"/>
    <w:p w:rsidR="00FF3EF6" w:rsidRDefault="00FF3EF6" w:rsidP="00C64738"/>
    <w:p w:rsidR="009E5BB6" w:rsidRDefault="00FF3EF6" w:rsidP="00FF3EF6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>
        <w:t xml:space="preserve"> projednávání tisku 391 do 6. září 2019.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FF3EF6" w:rsidRDefault="00FF3EF6" w:rsidP="003F73C2">
      <w:pPr>
        <w:tabs>
          <w:tab w:val="center" w:pos="1843"/>
        </w:tabs>
        <w:spacing w:after="0" w:line="240" w:lineRule="auto"/>
      </w:pPr>
    </w:p>
    <w:p w:rsidR="00FF3EF6" w:rsidRDefault="00FF3EF6" w:rsidP="003F73C2">
      <w:pPr>
        <w:tabs>
          <w:tab w:val="center" w:pos="1843"/>
        </w:tabs>
        <w:spacing w:after="0" w:line="240" w:lineRule="auto"/>
      </w:pPr>
    </w:p>
    <w:p w:rsidR="00FF3EF6" w:rsidRDefault="00FF3EF6" w:rsidP="003F73C2">
      <w:pPr>
        <w:tabs>
          <w:tab w:val="center" w:pos="1843"/>
        </w:tabs>
        <w:spacing w:after="0" w:line="240" w:lineRule="auto"/>
      </w:pPr>
    </w:p>
    <w:p w:rsidR="00FF3EF6" w:rsidRDefault="00FF3EF6" w:rsidP="003F73C2">
      <w:pPr>
        <w:tabs>
          <w:tab w:val="center" w:pos="1843"/>
        </w:tabs>
        <w:spacing w:after="0" w:line="240" w:lineRule="auto"/>
      </w:pPr>
    </w:p>
    <w:p w:rsidR="00FF3EF6" w:rsidRDefault="00FF3EF6" w:rsidP="003F73C2">
      <w:pPr>
        <w:tabs>
          <w:tab w:val="center" w:pos="1843"/>
        </w:tabs>
        <w:spacing w:after="0" w:line="240" w:lineRule="auto"/>
      </w:pPr>
    </w:p>
    <w:p w:rsidR="00FF3EF6" w:rsidRDefault="00FF3EF6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  <w:t xml:space="preserve">    Dominik FERI</w:t>
      </w:r>
      <w:r w:rsidR="00AC451A">
        <w:t xml:space="preserve"> v. r. </w:t>
      </w:r>
      <w:r>
        <w:tab/>
      </w:r>
      <w:r>
        <w:tab/>
      </w:r>
      <w:r>
        <w:tab/>
      </w:r>
      <w:r w:rsidR="00FF3EF6">
        <w:tab/>
      </w:r>
      <w:r w:rsidR="00AC451A">
        <w:t xml:space="preserve">  </w:t>
      </w:r>
      <w:r w:rsidR="00FF3EF6">
        <w:t xml:space="preserve">    Mgr. Marek VÝBORNÝ</w:t>
      </w:r>
      <w:r w:rsidR="00AC451A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FF3EF6" w:rsidRDefault="00FF3EF6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FF3EF6" w:rsidRDefault="00FF3EF6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AC451A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67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00A01"/>
    <w:multiLevelType w:val="hybridMultilevel"/>
    <w:tmpl w:val="F20A02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BE8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C451A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  <w:rsid w:val="00FF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AACD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7BCA6-6A60-413D-9725-DAB6C9780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8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2019-06-11T14:00:00Z</cp:lastPrinted>
  <dcterms:created xsi:type="dcterms:W3CDTF">2019-06-28T08:30:00Z</dcterms:created>
  <dcterms:modified xsi:type="dcterms:W3CDTF">2019-07-08T07:57:00Z</dcterms:modified>
</cp:coreProperties>
</file>