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4700FD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140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23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6.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</w:t>
      </w:r>
      <w:r w:rsidR="00365BE3" w:rsidRPr="0017366E">
        <w:t>návrh</w:t>
      </w:r>
      <w:r w:rsidR="00365BE3">
        <w:t>u</w:t>
      </w:r>
      <w:r w:rsidR="00365BE3" w:rsidRPr="0017366E">
        <w:rPr>
          <w:shd w:val="clear" w:color="auto" w:fill="FFFFFF"/>
        </w:rPr>
        <w:t xml:space="preserve"> zákona</w:t>
      </w:r>
      <w:r w:rsidR="00252055">
        <w:rPr>
          <w:shd w:val="clear" w:color="auto" w:fill="FFFFFF"/>
        </w:rPr>
        <w:t xml:space="preserve"> </w:t>
      </w:r>
      <w:r w:rsidR="00252055" w:rsidRPr="00373A4B">
        <w:t>o výběru osob do řídících a dozorčích orgánů právnických osob s majetkovou účastí státu (nominační zákon)</w:t>
      </w:r>
      <w:r w:rsidR="00252055">
        <w:br/>
      </w:r>
      <w:r w:rsidR="00252055" w:rsidRPr="00373A4B">
        <w:t xml:space="preserve">– </w:t>
      </w:r>
      <w:r w:rsidR="00252055" w:rsidRPr="00373A4B">
        <w:rPr>
          <w:b/>
        </w:rPr>
        <w:t xml:space="preserve">sněmovní </w:t>
      </w:r>
      <w:r w:rsidR="00252055">
        <w:rPr>
          <w:b/>
        </w:rPr>
        <w:t>tisk 220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5F26C3">
        <w:rPr>
          <w:rFonts w:ascii="Times New Roman" w:hAnsi="Times New Roman"/>
          <w:sz w:val="24"/>
          <w:szCs w:val="24"/>
        </w:rPr>
        <w:t xml:space="preserve">ředitele odboru vládní legislativy pověřeného řízením Sekce LRV Úřadu vlády Tomáše </w:t>
      </w:r>
      <w:proofErr w:type="spellStart"/>
      <w:r w:rsidR="005F26C3">
        <w:rPr>
          <w:rFonts w:ascii="Times New Roman" w:hAnsi="Times New Roman"/>
          <w:sz w:val="24"/>
          <w:szCs w:val="24"/>
        </w:rPr>
        <w:t>Dundra</w:t>
      </w:r>
      <w:proofErr w:type="spellEnd"/>
      <w:r w:rsidR="005F26C3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A4631E">
        <w:rPr>
          <w:rFonts w:ascii="Times New Roman" w:hAnsi="Times New Roman"/>
          <w:sz w:val="24"/>
          <w:szCs w:val="24"/>
        </w:rPr>
        <w:t xml:space="preserve">Leo </w:t>
      </w:r>
      <w:proofErr w:type="spellStart"/>
      <w:r w:rsidR="00A4631E">
        <w:rPr>
          <w:rFonts w:ascii="Times New Roman" w:hAnsi="Times New Roman"/>
          <w:sz w:val="24"/>
          <w:szCs w:val="24"/>
        </w:rPr>
        <w:t>Luzara</w:t>
      </w:r>
      <w:proofErr w:type="spellEnd"/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DD29D9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3C5A3B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DD29D9">
        <w:rPr>
          <w:rFonts w:ascii="Times New Roman" w:hAnsi="Times New Roman"/>
          <w:b/>
          <w:sz w:val="24"/>
          <w:szCs w:val="24"/>
          <w:lang w:eastAsia="cs-CZ"/>
        </w:rPr>
        <w:t>0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5F26C3">
        <w:rPr>
          <w:rFonts w:ascii="Times New Roman" w:hAnsi="Times New Roman"/>
          <w:b/>
          <w:i/>
          <w:sz w:val="24"/>
          <w:szCs w:val="24"/>
          <w:lang w:eastAsia="cs-CZ"/>
        </w:rPr>
        <w:t>čtvrtka 7.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5F26C3">
        <w:rPr>
          <w:rFonts w:ascii="Times New Roman" w:hAnsi="Times New Roman"/>
          <w:i/>
          <w:sz w:val="24"/>
          <w:szCs w:val="24"/>
          <w:lang w:eastAsia="cs-CZ"/>
        </w:rPr>
        <w:t>Úřad vlády</w:t>
      </w:r>
      <w:r w:rsidR="003C5A3B">
        <w:rPr>
          <w:rFonts w:ascii="Times New Roman" w:hAnsi="Times New Roman"/>
          <w:i/>
          <w:sz w:val="24"/>
          <w:szCs w:val="24"/>
          <w:lang w:eastAsia="cs-CZ"/>
        </w:rPr>
        <w:t xml:space="preserve"> z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5F26C3">
        <w:rPr>
          <w:rFonts w:ascii="Times New Roman" w:hAnsi="Times New Roman"/>
          <w:b/>
          <w:i/>
          <w:sz w:val="24"/>
          <w:szCs w:val="24"/>
          <w:lang w:eastAsia="cs-CZ"/>
        </w:rPr>
        <w:t>čtvrtka 14. 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3C5A3B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631E">
        <w:rPr>
          <w:rFonts w:ascii="Times New Roman" w:hAnsi="Times New Roman"/>
          <w:sz w:val="24"/>
          <w:szCs w:val="24"/>
          <w:lang w:eastAsia="cs-CZ"/>
        </w:rPr>
        <w:t>Leo LUZAR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3C5A3B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216D4E"/>
    <w:rsid w:val="002214A3"/>
    <w:rsid w:val="00252055"/>
    <w:rsid w:val="002C5CAA"/>
    <w:rsid w:val="00323B6C"/>
    <w:rsid w:val="00365BE3"/>
    <w:rsid w:val="003C1519"/>
    <w:rsid w:val="003C5A3B"/>
    <w:rsid w:val="003E0A61"/>
    <w:rsid w:val="003E1216"/>
    <w:rsid w:val="003E3668"/>
    <w:rsid w:val="003E65E5"/>
    <w:rsid w:val="003F7969"/>
    <w:rsid w:val="00416EA7"/>
    <w:rsid w:val="00422A4C"/>
    <w:rsid w:val="00433B08"/>
    <w:rsid w:val="004700FD"/>
    <w:rsid w:val="00476F64"/>
    <w:rsid w:val="004D71CF"/>
    <w:rsid w:val="004F072B"/>
    <w:rsid w:val="004F0F9F"/>
    <w:rsid w:val="004F18AA"/>
    <w:rsid w:val="004F6F69"/>
    <w:rsid w:val="00524661"/>
    <w:rsid w:val="005A6FA8"/>
    <w:rsid w:val="005F26C3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A5BB0"/>
    <w:rsid w:val="007B1C49"/>
    <w:rsid w:val="007F2C7C"/>
    <w:rsid w:val="00815047"/>
    <w:rsid w:val="00822FAC"/>
    <w:rsid w:val="0083658A"/>
    <w:rsid w:val="008D02DE"/>
    <w:rsid w:val="008E3EAF"/>
    <w:rsid w:val="00920BD2"/>
    <w:rsid w:val="00940C0E"/>
    <w:rsid w:val="00993ADE"/>
    <w:rsid w:val="009D3FBD"/>
    <w:rsid w:val="00A371B0"/>
    <w:rsid w:val="00A4631E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42F9F"/>
    <w:rsid w:val="00D87B3C"/>
    <w:rsid w:val="00DD29D9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5E7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7CFAA-D3B2-4C15-9674-5533E882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2018-01-22T11:08:00Z</cp:lastPrinted>
  <dcterms:created xsi:type="dcterms:W3CDTF">2019-02-06T11:41:00Z</dcterms:created>
  <dcterms:modified xsi:type="dcterms:W3CDTF">2019-02-06T11:41:00Z</dcterms:modified>
</cp:coreProperties>
</file>