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F2B2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139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23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6.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zákona, kterým se mění zákon č. 29/2000 Sb., o poštovních službách 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 xml:space="preserve">a o změně některých zákonů (zákon o poštovních službách), ve znění pozdějších předpisů, a zákon č. 319/2015 Sb., kterým se mění zákon č. 29/2000 Sb., o poštovních službách 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>a o změně některých zákonů (zákon o poštovních službách), ve znění pozdějších předpisů, a zákon č. 77/1997 Sb., o státním podnik</w:t>
      </w:r>
      <w:r w:rsidR="00365BE3">
        <w:rPr>
          <w:shd w:val="clear" w:color="auto" w:fill="FFFFFF"/>
        </w:rPr>
        <w:t>u, ve znění pozdějších předpisů</w:t>
      </w:r>
      <w:r w:rsidR="00365BE3">
        <w:rPr>
          <w:shd w:val="clear" w:color="auto" w:fill="FFFFFF"/>
        </w:rPr>
        <w:br/>
      </w:r>
      <w:r w:rsidR="00365BE3" w:rsidRPr="0017366E">
        <w:rPr>
          <w:shd w:val="clear" w:color="auto" w:fill="FFFFFF"/>
        </w:rPr>
        <w:t xml:space="preserve">– </w:t>
      </w:r>
      <w:r w:rsidR="00365BE3" w:rsidRPr="0017366E">
        <w:rPr>
          <w:b/>
          <w:shd w:val="clear" w:color="auto" w:fill="FFFFFF"/>
        </w:rPr>
        <w:t>sněmovní tisk 202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 w:rsidR="00B33C78">
        <w:rPr>
          <w:rFonts w:ascii="Times New Roman" w:hAnsi="Times New Roman"/>
          <w:sz w:val="24"/>
          <w:szCs w:val="24"/>
        </w:rPr>
        <w:t>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ministryně průmyslu a obchodu </w:t>
      </w:r>
      <w:r w:rsidR="00305600">
        <w:rPr>
          <w:rFonts w:ascii="Times New Roman" w:hAnsi="Times New Roman"/>
          <w:sz w:val="24"/>
          <w:szCs w:val="24"/>
        </w:rPr>
        <w:t>Marty Novákové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4631E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A4631E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</w:t>
      </w:r>
      <w:r w:rsidR="00305600">
        <w:rPr>
          <w:rFonts w:ascii="Times New Roman" w:hAnsi="Times New Roman"/>
          <w:sz w:val="24"/>
          <w:szCs w:val="24"/>
        </w:rPr>
        <w:br/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DD29D9">
        <w:rPr>
          <w:rFonts w:ascii="Times New Roman" w:hAnsi="Times New Roman"/>
          <w:b/>
          <w:sz w:val="24"/>
          <w:szCs w:val="24"/>
          <w:lang w:eastAsia="cs-CZ"/>
        </w:rPr>
        <w:t>202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3B1AE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>čtvrtka 7.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3B1AEE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14.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7A5BB0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bookmarkStart w:id="0" w:name="_GoBack"/>
      <w:bookmarkEnd w:id="0"/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</w:t>
      </w:r>
      <w:proofErr w:type="gramStart"/>
      <w:r w:rsidR="002C5CAA" w:rsidRPr="002C5CAA">
        <w:rPr>
          <w:rFonts w:ascii="Times New Roman" w:hAnsi="Times New Roman"/>
          <w:sz w:val="24"/>
          <w:szCs w:val="24"/>
          <w:lang w:eastAsia="cs-CZ"/>
        </w:rPr>
        <w:t>r.</w:t>
      </w:r>
      <w:proofErr w:type="gramEnd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631E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7A5BB0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216D4E"/>
    <w:rsid w:val="002214A3"/>
    <w:rsid w:val="002341F8"/>
    <w:rsid w:val="002C5CAA"/>
    <w:rsid w:val="00305600"/>
    <w:rsid w:val="00323B6C"/>
    <w:rsid w:val="00365BE3"/>
    <w:rsid w:val="003B1AEE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D71CF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20BD2"/>
    <w:rsid w:val="00940C0E"/>
    <w:rsid w:val="00993ADE"/>
    <w:rsid w:val="009D3FBD"/>
    <w:rsid w:val="009F2B24"/>
    <w:rsid w:val="00A371B0"/>
    <w:rsid w:val="00A4631E"/>
    <w:rsid w:val="00A47BEA"/>
    <w:rsid w:val="00A640F6"/>
    <w:rsid w:val="00AA1BEC"/>
    <w:rsid w:val="00AB30C2"/>
    <w:rsid w:val="00AF156A"/>
    <w:rsid w:val="00B04998"/>
    <w:rsid w:val="00B17153"/>
    <w:rsid w:val="00B33C78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F9F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55C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264D5-B721-4BA9-A8CB-2B812706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2019-02-06T11:40:00Z</cp:lastPrinted>
  <dcterms:created xsi:type="dcterms:W3CDTF">2019-02-06T11:41:00Z</dcterms:created>
  <dcterms:modified xsi:type="dcterms:W3CDTF">2019-02-06T11:41:00Z</dcterms:modified>
</cp:coreProperties>
</file>