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AF18EE" w:rsidRDefault="00AF18EE" w:rsidP="00A92050">
      <w:pPr>
        <w:jc w:val="center"/>
        <w:rPr>
          <w:b/>
        </w:rPr>
      </w:pPr>
    </w:p>
    <w:p w:rsidR="00AF18EE" w:rsidRPr="00AF18EE" w:rsidRDefault="00AF18EE" w:rsidP="00AF18EE">
      <w:pPr>
        <w:jc w:val="center"/>
        <w:rPr>
          <w:b/>
          <w:bCs/>
          <w:iCs/>
        </w:rPr>
      </w:pPr>
      <w:r w:rsidRPr="00AF18EE">
        <w:rPr>
          <w:b/>
          <w:bCs/>
          <w:iCs/>
        </w:rPr>
        <w:t>k návrhu poslanců Vojtěcha Filipa, Pavla Kováčika, Miloslavy Vostré, Stanislava Grospiče a Květy Matušovské na vydání zákona o zrušení zákona č. 99/2000 Sb., o</w:t>
      </w:r>
      <w:r>
        <w:rPr>
          <w:b/>
          <w:bCs/>
          <w:iCs/>
        </w:rPr>
        <w:t> </w:t>
      </w:r>
      <w:r w:rsidRPr="00AF18EE">
        <w:rPr>
          <w:b/>
          <w:bCs/>
          <w:iCs/>
        </w:rPr>
        <w:t>zákazu dodávek pro jadernou elektrárnu Búšehr</w:t>
      </w:r>
      <w:bookmarkStart w:id="0" w:name="_GoBack"/>
      <w:bookmarkEnd w:id="0"/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5F5A3B">
        <w:rPr>
          <w:b/>
        </w:rPr>
        <w:t>112</w:t>
      </w:r>
      <w:r>
        <w:rPr>
          <w:b/>
        </w:rPr>
        <w:t>)</w:t>
      </w: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F18EE" w:rsidRDefault="004B32A4" w:rsidP="00A92050">
      <w:r>
        <w:t xml:space="preserve">A. </w:t>
      </w:r>
      <w:r w:rsidR="00724057">
        <w:t>Garanční h</w:t>
      </w:r>
      <w:r w:rsidR="005F5A3B">
        <w:t>ospodářský výbor</w:t>
      </w:r>
      <w:r w:rsidR="00724057">
        <w:t xml:space="preserve"> na své 24. schůzi dne 21. června 2019 doporučuje zákon zamítnout.</w:t>
      </w:r>
    </w:p>
    <w:p w:rsidR="00724057" w:rsidRDefault="00724057" w:rsidP="00A92050"/>
    <w:p w:rsidR="00A92050" w:rsidRDefault="004B32A4" w:rsidP="00A92050">
      <w:r>
        <w:t xml:space="preserve">B. </w:t>
      </w:r>
      <w:r w:rsidR="00AF18EE">
        <w:t>B</w:t>
      </w:r>
      <w:r w:rsidR="005F5A3B">
        <w:t>ezpečnostní výbor podal</w:t>
      </w:r>
      <w:r w:rsidR="00AF18EE">
        <w:t xml:space="preserve"> na své 10. schůzi dne 21. června 2018</w:t>
      </w:r>
      <w:r w:rsidR="005F5A3B">
        <w:t xml:space="preserve"> návrh na zamítnutí návrhu zákona.</w:t>
      </w:r>
    </w:p>
    <w:p w:rsidR="005F5A3B" w:rsidRDefault="005F5A3B" w:rsidP="00A92050"/>
    <w:p w:rsidR="005F5A3B" w:rsidRPr="00A92050" w:rsidRDefault="003F5B56" w:rsidP="00A92050">
      <w:r>
        <w:t xml:space="preserve">C. </w:t>
      </w:r>
      <w:r w:rsidR="005F5A3B">
        <w:t xml:space="preserve">Ve druhém čtení návrhu zákona dne 26. listopadu 2019 podal poslanec </w:t>
      </w:r>
      <w:r w:rsidR="00884CC1">
        <w:t xml:space="preserve">Jan </w:t>
      </w:r>
      <w:r w:rsidR="005F5A3B">
        <w:t>Bartošek návrh na zamítnutí.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</w:pPr>
      <w:r w:rsidRPr="00A92050">
        <w:t>V Praze dne</w:t>
      </w:r>
      <w:r w:rsidR="000E71A9">
        <w:t xml:space="preserve">  </w:t>
      </w:r>
      <w:r w:rsidR="009263F5">
        <w:t>27.</w:t>
      </w:r>
      <w:r w:rsidR="000E71A9">
        <w:t xml:space="preserve"> listopadu 2019</w:t>
      </w:r>
    </w:p>
    <w:p w:rsidR="00A92050" w:rsidRPr="00A92050" w:rsidRDefault="00A92050" w:rsidP="00A92050">
      <w:pPr>
        <w:jc w:val="center"/>
      </w:pPr>
    </w:p>
    <w:p w:rsidR="00724057" w:rsidRDefault="00724057" w:rsidP="00A92050">
      <w:pPr>
        <w:jc w:val="center"/>
      </w:pPr>
    </w:p>
    <w:p w:rsidR="00724057" w:rsidRDefault="00724057" w:rsidP="00A92050">
      <w:pPr>
        <w:jc w:val="center"/>
      </w:pPr>
    </w:p>
    <w:p w:rsidR="00724057" w:rsidRPr="00724057" w:rsidRDefault="00884CC1" w:rsidP="00A92050">
      <w:pPr>
        <w:jc w:val="center"/>
        <w:rPr>
          <w:b/>
        </w:rPr>
      </w:pPr>
      <w:r>
        <w:rPr>
          <w:b/>
        </w:rPr>
        <w:t xml:space="preserve">Ing. </w:t>
      </w:r>
      <w:r w:rsidR="00724057" w:rsidRPr="00724057">
        <w:rPr>
          <w:b/>
        </w:rPr>
        <w:t>Roman   K u b í č e k</w:t>
      </w:r>
      <w:r w:rsidR="003F5B56">
        <w:rPr>
          <w:b/>
        </w:rPr>
        <w:t>, Ph. D.</w:t>
      </w:r>
      <w:r w:rsidR="009263F5" w:rsidRPr="009263F5">
        <w:t>, v.r.</w:t>
      </w:r>
    </w:p>
    <w:p w:rsidR="00A92050" w:rsidRDefault="00A92050" w:rsidP="00A92050">
      <w:pPr>
        <w:jc w:val="center"/>
      </w:pPr>
      <w:r w:rsidRPr="00A92050">
        <w:t xml:space="preserve">zpravodaj garančního </w:t>
      </w:r>
      <w:r w:rsidR="00724057">
        <w:t xml:space="preserve">hospodářského </w:t>
      </w:r>
      <w:r w:rsidRPr="00A92050">
        <w:t>výboru</w:t>
      </w:r>
      <w:r w:rsidR="00AF24B6">
        <w:t xml:space="preserve"> </w:t>
      </w:r>
    </w:p>
    <w:p w:rsidR="00884CC1" w:rsidRDefault="00884CC1" w:rsidP="00A92050">
      <w:pPr>
        <w:jc w:val="center"/>
      </w:pPr>
    </w:p>
    <w:p w:rsidR="00884CC1" w:rsidRDefault="00884CC1" w:rsidP="00A92050">
      <w:pPr>
        <w:jc w:val="center"/>
      </w:pPr>
    </w:p>
    <w:p w:rsidR="00884CC1" w:rsidRPr="00884CC1" w:rsidRDefault="00884CC1" w:rsidP="00A92050">
      <w:pPr>
        <w:jc w:val="center"/>
        <w:rPr>
          <w:b/>
        </w:rPr>
      </w:pPr>
      <w:r>
        <w:rPr>
          <w:b/>
        </w:rPr>
        <w:t>Ing.</w:t>
      </w:r>
      <w:r w:rsidRPr="00884CC1">
        <w:rPr>
          <w:b/>
        </w:rPr>
        <w:t xml:space="preserve"> Josef   B ě l i c a</w:t>
      </w:r>
      <w:r w:rsidR="009263F5" w:rsidRPr="009263F5">
        <w:t>, v.r.</w:t>
      </w:r>
      <w:r w:rsidRPr="00884CC1">
        <w:rPr>
          <w:b/>
        </w:rPr>
        <w:t xml:space="preserve"> </w:t>
      </w:r>
    </w:p>
    <w:p w:rsidR="00884CC1" w:rsidRDefault="00884CC1" w:rsidP="00A92050">
      <w:pPr>
        <w:jc w:val="center"/>
      </w:pPr>
      <w:r>
        <w:t>zpravodaj bezpečnostního výboru</w:t>
      </w:r>
      <w:r w:rsidR="003F5B56">
        <w:t xml:space="preserve"> </w:t>
      </w:r>
    </w:p>
    <w:p w:rsidR="003F5B56" w:rsidRDefault="003F5B56" w:rsidP="00A92050">
      <w:pPr>
        <w:jc w:val="center"/>
      </w:pPr>
      <w:r>
        <w:t>zpravodaj výboru pro obranu</w:t>
      </w:r>
    </w:p>
    <w:p w:rsidR="003F5B56" w:rsidRDefault="003F5B56" w:rsidP="00A92050">
      <w:pPr>
        <w:jc w:val="center"/>
      </w:pPr>
    </w:p>
    <w:p w:rsidR="003F5B56" w:rsidRDefault="003F5B56" w:rsidP="00A92050">
      <w:pPr>
        <w:jc w:val="center"/>
      </w:pPr>
    </w:p>
    <w:p w:rsidR="003F5B56" w:rsidRPr="00ED3BB2" w:rsidRDefault="009263F5" w:rsidP="00A92050">
      <w:pPr>
        <w:jc w:val="center"/>
        <w:rPr>
          <w:b/>
        </w:rPr>
      </w:pPr>
      <w:r>
        <w:rPr>
          <w:b/>
        </w:rPr>
        <w:t>Ing. Tomáš  M a r t í n e k</w:t>
      </w:r>
      <w:r w:rsidRPr="009263F5">
        <w:t>, v.r.</w:t>
      </w:r>
    </w:p>
    <w:p w:rsidR="003F5B56" w:rsidRDefault="003F5B56" w:rsidP="00A92050">
      <w:pPr>
        <w:jc w:val="center"/>
      </w:pPr>
      <w:r>
        <w:t>zpravodaj rozpočtového výboru</w:t>
      </w:r>
    </w:p>
    <w:p w:rsidR="003F5B56" w:rsidRDefault="003F5B56" w:rsidP="00A92050">
      <w:pPr>
        <w:jc w:val="center"/>
      </w:pPr>
    </w:p>
    <w:p w:rsidR="003F5B56" w:rsidRDefault="003F5B56" w:rsidP="00A92050">
      <w:pPr>
        <w:jc w:val="center"/>
      </w:pPr>
    </w:p>
    <w:p w:rsidR="003F5B56" w:rsidRPr="00ED3BB2" w:rsidRDefault="00ED3BB2" w:rsidP="00A92050">
      <w:pPr>
        <w:jc w:val="center"/>
        <w:rPr>
          <w:b/>
        </w:rPr>
      </w:pPr>
      <w:r w:rsidRPr="00ED3BB2">
        <w:rPr>
          <w:b/>
        </w:rPr>
        <w:t xml:space="preserve">Mgr. Ondřej  </w:t>
      </w:r>
      <w:r w:rsidR="003F5B56" w:rsidRPr="00ED3BB2">
        <w:rPr>
          <w:b/>
        </w:rPr>
        <w:t>B e n e š í k</w:t>
      </w:r>
      <w:r w:rsidR="009263F5" w:rsidRPr="009263F5">
        <w:t>, v.r.</w:t>
      </w:r>
    </w:p>
    <w:p w:rsidR="003F5B56" w:rsidRDefault="003F5B56" w:rsidP="00A92050">
      <w:pPr>
        <w:jc w:val="center"/>
      </w:pPr>
      <w:r>
        <w:t xml:space="preserve">zpravodaj výboru pro evropské záležitosti </w:t>
      </w:r>
    </w:p>
    <w:p w:rsidR="003F5B56" w:rsidRDefault="003F5B56" w:rsidP="00A92050">
      <w:pPr>
        <w:jc w:val="center"/>
      </w:pPr>
    </w:p>
    <w:p w:rsidR="003F5B56" w:rsidRDefault="003F5B56" w:rsidP="00A92050">
      <w:pPr>
        <w:jc w:val="center"/>
      </w:pPr>
    </w:p>
    <w:p w:rsidR="00ED3BB2" w:rsidRPr="00ED3BB2" w:rsidRDefault="00ED3BB2" w:rsidP="00A92050">
      <w:pPr>
        <w:jc w:val="center"/>
        <w:rPr>
          <w:b/>
        </w:rPr>
      </w:pPr>
      <w:r w:rsidRPr="00ED3BB2">
        <w:rPr>
          <w:b/>
        </w:rPr>
        <w:t>JUDr. Ondřej   V e s e l ý</w:t>
      </w:r>
      <w:r w:rsidR="009263F5" w:rsidRPr="009263F5">
        <w:t>, v.r.</w:t>
      </w:r>
    </w:p>
    <w:p w:rsidR="003F5B56" w:rsidRPr="00A92050" w:rsidRDefault="003F5B56" w:rsidP="00A92050">
      <w:pPr>
        <w:jc w:val="center"/>
      </w:pPr>
      <w:r>
        <w:t>předseda zahraničního výboru</w:t>
      </w:r>
    </w:p>
    <w:sectPr w:rsidR="003F5B56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5B56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E71A9"/>
    <w:rsid w:val="00154014"/>
    <w:rsid w:val="00266D0A"/>
    <w:rsid w:val="00331254"/>
    <w:rsid w:val="00381BC1"/>
    <w:rsid w:val="003F5B56"/>
    <w:rsid w:val="004B32A4"/>
    <w:rsid w:val="005F5A3B"/>
    <w:rsid w:val="00724057"/>
    <w:rsid w:val="00884CC1"/>
    <w:rsid w:val="009263F5"/>
    <w:rsid w:val="009647CA"/>
    <w:rsid w:val="009C19AA"/>
    <w:rsid w:val="00A73D85"/>
    <w:rsid w:val="00A92050"/>
    <w:rsid w:val="00AF18EE"/>
    <w:rsid w:val="00AF24B6"/>
    <w:rsid w:val="00ED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F5F81C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47</TotalTime>
  <Pages>1</Pages>
  <Words>164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2019-11-27T09:56:00Z</cp:lastPrinted>
  <dcterms:created xsi:type="dcterms:W3CDTF">2019-11-27T08:31:00Z</dcterms:created>
  <dcterms:modified xsi:type="dcterms:W3CDTF">2019-11-27T09:57:00Z</dcterms:modified>
  <cp:category/>
</cp:coreProperties>
</file>