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1094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175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9D2E98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D2E98">
        <w:rPr>
          <w:bCs/>
          <w:iCs/>
        </w:rPr>
        <w:t>2</w:t>
      </w:r>
      <w:r>
        <w:rPr>
          <w:bCs/>
          <w:iCs/>
        </w:rPr>
        <w:t xml:space="preserve">. </w:t>
      </w:r>
      <w:r w:rsidR="009D2E98">
        <w:rPr>
          <w:bCs/>
          <w:iCs/>
        </w:rPr>
        <w:t>května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zákona, kterým se mění zákon č. 29/2000 Sb., o poštovních službách </w:t>
      </w:r>
      <w:r w:rsidR="00365BE3">
        <w:rPr>
          <w:shd w:val="clear" w:color="auto" w:fill="FFFFFF"/>
        </w:rPr>
        <w:br/>
      </w:r>
      <w:r w:rsidR="00365BE3" w:rsidRPr="0017366E">
        <w:rPr>
          <w:shd w:val="clear" w:color="auto" w:fill="FFFFFF"/>
        </w:rPr>
        <w:t xml:space="preserve">a o změně některých zákonů (zákon o poštovních službách), ve znění pozdějších předpisů, a zákon č. 319/2015 Sb., kterým se mění zákon č. 29/2000 Sb., o poštovních službách </w:t>
      </w:r>
      <w:r w:rsidR="00365BE3">
        <w:rPr>
          <w:shd w:val="clear" w:color="auto" w:fill="FFFFFF"/>
        </w:rPr>
        <w:br/>
      </w:r>
      <w:r w:rsidR="00365BE3" w:rsidRPr="0017366E">
        <w:rPr>
          <w:shd w:val="clear" w:color="auto" w:fill="FFFFFF"/>
        </w:rPr>
        <w:t>a o změně některých zákonů (zákon o poštovních službách), ve znění pozdějších předpisů, a zákon č. 77/1997 Sb., o státním podnik</w:t>
      </w:r>
      <w:r w:rsidR="00365BE3">
        <w:rPr>
          <w:shd w:val="clear" w:color="auto" w:fill="FFFFFF"/>
        </w:rPr>
        <w:t>u, ve znění pozdějších předpisů</w:t>
      </w:r>
      <w:r w:rsidR="00365BE3">
        <w:rPr>
          <w:shd w:val="clear" w:color="auto" w:fill="FFFFFF"/>
        </w:rPr>
        <w:br/>
      </w:r>
      <w:r w:rsidR="00365BE3" w:rsidRPr="0017366E">
        <w:rPr>
          <w:shd w:val="clear" w:color="auto" w:fill="FFFFFF"/>
        </w:rPr>
        <w:t xml:space="preserve">– </w:t>
      </w:r>
      <w:r w:rsidR="00365BE3" w:rsidRPr="0017366E">
        <w:rPr>
          <w:b/>
          <w:shd w:val="clear" w:color="auto" w:fill="FFFFFF"/>
        </w:rPr>
        <w:t>sněmovní tisk 202</w:t>
      </w:r>
    </w:p>
    <w:p w:rsidR="009D2E98" w:rsidRPr="00282A9E" w:rsidRDefault="00E83F84" w:rsidP="005029F9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 xml:space="preserve">mentu ČR </w:t>
      </w:r>
      <w:r w:rsidR="009D2E9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="009D2E98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9D2E98" w:rsidRPr="00234153" w:rsidRDefault="009D2E98" w:rsidP="00F61125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F61125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202/5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9D2E98" w:rsidRDefault="009D2E98" w:rsidP="009D2E98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9D2E98" w:rsidRPr="00534513" w:rsidRDefault="00534513" w:rsidP="009D2E98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C</w:t>
      </w:r>
    </w:p>
    <w:p w:rsidR="00534513" w:rsidRPr="007315D8" w:rsidRDefault="00534513" w:rsidP="007315D8">
      <w:pPr>
        <w:pStyle w:val="Normlnweb"/>
        <w:widowControl w:val="0"/>
        <w:numPr>
          <w:ilvl w:val="0"/>
          <w:numId w:val="34"/>
        </w:numPr>
        <w:suppressAutoHyphens/>
        <w:spacing w:before="0" w:beforeAutospacing="0"/>
        <w:ind w:left="1276" w:hanging="142"/>
        <w:jc w:val="both"/>
        <w:textAlignment w:val="baseline"/>
        <w:rPr>
          <w:i/>
          <w:spacing w:val="-2"/>
          <w:sz w:val="22"/>
          <w:szCs w:val="22"/>
        </w:rPr>
      </w:pPr>
      <w:r w:rsidRPr="007315D8">
        <w:rPr>
          <w:i/>
          <w:spacing w:val="-2"/>
        </w:rPr>
        <w:t xml:space="preserve">pokud schválen, je </w:t>
      </w:r>
      <w:proofErr w:type="spellStart"/>
      <w:r w:rsidRPr="007315D8">
        <w:rPr>
          <w:i/>
          <w:spacing w:val="-2"/>
        </w:rPr>
        <w:t>nehlasovatelný</w:t>
      </w:r>
      <w:proofErr w:type="spellEnd"/>
      <w:r w:rsidRPr="007315D8">
        <w:rPr>
          <w:i/>
          <w:spacing w:val="-2"/>
        </w:rPr>
        <w:t xml:space="preserve"> PN HV č. </w:t>
      </w:r>
      <w:r w:rsidR="007C1088" w:rsidRPr="007315D8">
        <w:rPr>
          <w:i/>
          <w:spacing w:val="-2"/>
        </w:rPr>
        <w:t>A</w:t>
      </w:r>
      <w:r w:rsidRPr="007315D8">
        <w:rPr>
          <w:i/>
          <w:spacing w:val="-2"/>
        </w:rPr>
        <w:t>3 (tučně označená část – čl. II bod 2)</w:t>
      </w:r>
    </w:p>
    <w:p w:rsidR="009D2E98" w:rsidRPr="007315D8" w:rsidRDefault="00534513" w:rsidP="009D2E98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</w:t>
      </w:r>
      <w:r w:rsidR="007315D8">
        <w:t>1</w:t>
      </w:r>
    </w:p>
    <w:p w:rsidR="007315D8" w:rsidRPr="00B55721" w:rsidRDefault="007315D8" w:rsidP="009D2E98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A2</w:t>
      </w:r>
    </w:p>
    <w:p w:rsidR="00B55721" w:rsidRPr="00165B05" w:rsidRDefault="00B55721" w:rsidP="009D2E98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A3</w:t>
      </w:r>
      <w:r w:rsidR="007315D8">
        <w:t xml:space="preserve"> – </w:t>
      </w:r>
      <w:r w:rsidR="007315D8" w:rsidRPr="007315D8">
        <w:rPr>
          <w:i/>
        </w:rPr>
        <w:t>tu</w:t>
      </w:r>
      <w:r w:rsidRPr="007315D8">
        <w:rPr>
          <w:i/>
        </w:rPr>
        <w:t>čně označená část (čl. II bod 2)</w:t>
      </w:r>
    </w:p>
    <w:p w:rsidR="009D2E98" w:rsidRPr="001047D9" w:rsidRDefault="00534513" w:rsidP="009D2E98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B</w:t>
      </w:r>
    </w:p>
    <w:p w:rsidR="009D2E98" w:rsidRPr="00234153" w:rsidRDefault="009D2E98" w:rsidP="009D2E98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after="480"/>
        <w:ind w:left="1072" w:hanging="363"/>
        <w:jc w:val="both"/>
        <w:textAlignment w:val="baseline"/>
        <w:rPr>
          <w:i/>
        </w:rPr>
      </w:pPr>
      <w:r>
        <w:t>návrh zákona jako celek</w:t>
      </w:r>
    </w:p>
    <w:p w:rsidR="009D2E98" w:rsidRPr="008C3CC4" w:rsidRDefault="009D2E98" w:rsidP="009D2E98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7315D8" w:rsidRPr="007315D8" w:rsidRDefault="007315D8" w:rsidP="007315D8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7315D8">
        <w:rPr>
          <w:rFonts w:ascii="Times New Roman" w:hAnsi="Times New Roman"/>
          <w:sz w:val="24"/>
          <w:szCs w:val="24"/>
        </w:rPr>
        <w:t>pozměňovací návrh C</w:t>
      </w:r>
      <w:r w:rsidRPr="007315D8">
        <w:rPr>
          <w:rFonts w:ascii="Times New Roman" w:hAnsi="Times New Roman"/>
          <w:sz w:val="24"/>
          <w:szCs w:val="24"/>
        </w:rPr>
        <w:tab/>
      </w:r>
      <w:r w:rsidRPr="007315D8">
        <w:rPr>
          <w:rFonts w:ascii="Times New Roman" w:hAnsi="Times New Roman"/>
          <w:sz w:val="24"/>
          <w:szCs w:val="24"/>
        </w:rPr>
        <w:tab/>
      </w:r>
      <w:r w:rsidRPr="007315D8">
        <w:rPr>
          <w:rFonts w:ascii="Times New Roman" w:hAnsi="Times New Roman"/>
          <w:sz w:val="24"/>
          <w:szCs w:val="24"/>
        </w:rPr>
        <w:tab/>
      </w:r>
      <w:r w:rsidRPr="007315D8">
        <w:rPr>
          <w:rFonts w:ascii="Times New Roman" w:hAnsi="Times New Roman"/>
          <w:sz w:val="24"/>
          <w:szCs w:val="24"/>
        </w:rPr>
        <w:tab/>
      </w:r>
      <w:r w:rsidRPr="007315D8">
        <w:rPr>
          <w:rFonts w:ascii="Times New Roman" w:hAnsi="Times New Roman"/>
          <w:sz w:val="24"/>
          <w:szCs w:val="24"/>
        </w:rPr>
        <w:tab/>
      </w:r>
      <w:r w:rsidRPr="007315D8">
        <w:rPr>
          <w:rFonts w:ascii="Times New Roman" w:hAnsi="Times New Roman"/>
          <w:sz w:val="24"/>
          <w:szCs w:val="24"/>
        </w:rPr>
        <w:tab/>
      </w:r>
      <w:r w:rsidRPr="007315D8">
        <w:rPr>
          <w:rFonts w:ascii="Times New Roman" w:hAnsi="Times New Roman"/>
          <w:b/>
          <w:sz w:val="24"/>
          <w:szCs w:val="24"/>
        </w:rPr>
        <w:t>nedoporučuje</w:t>
      </w:r>
    </w:p>
    <w:p w:rsidR="009D2E98" w:rsidRDefault="009D2E98" w:rsidP="007315D8">
      <w:pPr>
        <w:pStyle w:val="Odstavecseseznamem"/>
        <w:suppressAutoHyphens/>
        <w:spacing w:before="12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 A</w:t>
      </w:r>
      <w:r w:rsidR="007315D8">
        <w:rPr>
          <w:rFonts w:ascii="Times New Roman" w:hAnsi="Times New Roman"/>
          <w:sz w:val="24"/>
          <w:szCs w:val="24"/>
        </w:rPr>
        <w:t>1</w:t>
      </w:r>
      <w:r w:rsidR="005029F9">
        <w:rPr>
          <w:rFonts w:ascii="Times New Roman" w:hAnsi="Times New Roman"/>
          <w:sz w:val="24"/>
          <w:szCs w:val="24"/>
        </w:rPr>
        <w:t xml:space="preserve"> a A2</w:t>
      </w:r>
      <w:r w:rsidR="007315D8">
        <w:rPr>
          <w:rFonts w:ascii="Times New Roman" w:hAnsi="Times New Roman"/>
          <w:sz w:val="24"/>
          <w:szCs w:val="24"/>
        </w:rPr>
        <w:tab/>
      </w:r>
      <w:r w:rsidR="007315D8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B55721" w:rsidRPr="00B55721">
        <w:rPr>
          <w:rFonts w:ascii="Times New Roman" w:hAnsi="Times New Roman"/>
          <w:b/>
          <w:sz w:val="24"/>
          <w:szCs w:val="24"/>
        </w:rPr>
        <w:t>ned</w:t>
      </w:r>
      <w:r w:rsidR="00B55721">
        <w:rPr>
          <w:rFonts w:ascii="Times New Roman" w:hAnsi="Times New Roman"/>
          <w:b/>
          <w:sz w:val="24"/>
          <w:szCs w:val="24"/>
        </w:rPr>
        <w:t>oporučuje</w:t>
      </w:r>
    </w:p>
    <w:p w:rsidR="00B55721" w:rsidRPr="00B55721" w:rsidRDefault="00B55721" w:rsidP="005029F9">
      <w:pPr>
        <w:pStyle w:val="Odstavecseseznamem"/>
        <w:suppressAutoHyphens/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5721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A3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55721">
        <w:rPr>
          <w:rFonts w:ascii="Times New Roman" w:hAnsi="Times New Roman"/>
          <w:b/>
          <w:sz w:val="24"/>
          <w:szCs w:val="24"/>
        </w:rPr>
        <w:t>doporučuje</w:t>
      </w:r>
    </w:p>
    <w:p w:rsidR="009D2E98" w:rsidRDefault="009D2E98" w:rsidP="009D2E98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pozměňovací návrh</w:t>
      </w:r>
      <w:r w:rsidRPr="009169D3">
        <w:rPr>
          <w:rFonts w:ascii="Times New Roman" w:hAnsi="Times New Roman"/>
          <w:sz w:val="24"/>
          <w:szCs w:val="24"/>
        </w:rPr>
        <w:t xml:space="preserve"> B</w:t>
      </w:r>
      <w:r w:rsidRPr="009169D3">
        <w:rPr>
          <w:rFonts w:ascii="Times New Roman" w:hAnsi="Times New Roman"/>
          <w:sz w:val="24"/>
          <w:szCs w:val="24"/>
        </w:rPr>
        <w:tab/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55721">
        <w:rPr>
          <w:rFonts w:ascii="Times New Roman" w:hAnsi="Times New Roman"/>
          <w:b/>
          <w:sz w:val="24"/>
          <w:szCs w:val="24"/>
        </w:rPr>
        <w:t>doporučuje</w:t>
      </w:r>
    </w:p>
    <w:p w:rsidR="009D2E98" w:rsidRPr="00DA21EE" w:rsidRDefault="009D2E98" w:rsidP="009D2E98">
      <w:pPr>
        <w:suppressAutoHyphens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A21E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544FB">
        <w:rPr>
          <w:rFonts w:ascii="Times New Roman" w:hAnsi="Times New Roman"/>
          <w:b/>
          <w:sz w:val="24"/>
          <w:szCs w:val="24"/>
        </w:rPr>
        <w:t>d</w:t>
      </w:r>
      <w:r w:rsidRPr="006E63D7">
        <w:rPr>
          <w:rFonts w:ascii="Times New Roman" w:hAnsi="Times New Roman"/>
          <w:b/>
          <w:sz w:val="24"/>
          <w:szCs w:val="24"/>
        </w:rPr>
        <w:t>oporučuje</w:t>
      </w:r>
    </w:p>
    <w:p w:rsidR="009D2E98" w:rsidRPr="00C03BB5" w:rsidRDefault="009D2E98" w:rsidP="009D2E98">
      <w:pPr>
        <w:pStyle w:val="Odstavecseseznamem"/>
        <w:numPr>
          <w:ilvl w:val="0"/>
          <w:numId w:val="2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E5233A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9D2E98" w:rsidRPr="00242FCA" w:rsidRDefault="009D2E98" w:rsidP="009D2E98">
      <w:pPr>
        <w:pStyle w:val="Odstavecseseznamem"/>
        <w:numPr>
          <w:ilvl w:val="0"/>
          <w:numId w:val="3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E5233A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9D2E98" w:rsidRPr="009E6EDA" w:rsidRDefault="009D2E98" w:rsidP="009D2E98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524661" w:rsidRDefault="00744C47" w:rsidP="007A5BB0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631E">
        <w:rPr>
          <w:rFonts w:ascii="Times New Roman" w:hAnsi="Times New Roman"/>
          <w:sz w:val="24"/>
          <w:szCs w:val="24"/>
          <w:lang w:eastAsia="cs-CZ"/>
        </w:rPr>
        <w:t>Leo LUZAR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F61125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CB2653"/>
    <w:multiLevelType w:val="hybridMultilevel"/>
    <w:tmpl w:val="045A6B98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4" w15:restartNumberingAfterBreak="0">
    <w:nsid w:val="0CE9666D"/>
    <w:multiLevelType w:val="hybridMultilevel"/>
    <w:tmpl w:val="291EAA2A"/>
    <w:lvl w:ilvl="0" w:tplc="41A010D6">
      <w:numFmt w:val="bullet"/>
      <w:lvlText w:val="-"/>
      <w:lvlJc w:val="left"/>
      <w:pPr>
        <w:ind w:left="1432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5" w15:restartNumberingAfterBreak="0">
    <w:nsid w:val="0F2B2687"/>
    <w:multiLevelType w:val="hybridMultilevel"/>
    <w:tmpl w:val="9FDE7322"/>
    <w:lvl w:ilvl="0" w:tplc="7D4C6CCE">
      <w:numFmt w:val="bullet"/>
      <w:lvlText w:val="-"/>
      <w:lvlJc w:val="left"/>
      <w:pPr>
        <w:ind w:left="143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6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8"/>
  </w:num>
  <w:num w:numId="13">
    <w:abstractNumId w:val="28"/>
  </w:num>
  <w:num w:numId="14">
    <w:abstractNumId w:val="30"/>
  </w:num>
  <w:num w:numId="15">
    <w:abstractNumId w:val="16"/>
  </w:num>
  <w:num w:numId="16">
    <w:abstractNumId w:val="26"/>
  </w:num>
  <w:num w:numId="17">
    <w:abstractNumId w:val="22"/>
  </w:num>
  <w:num w:numId="18">
    <w:abstractNumId w:val="25"/>
  </w:num>
  <w:num w:numId="19">
    <w:abstractNumId w:val="20"/>
  </w:num>
  <w:num w:numId="20">
    <w:abstractNumId w:val="27"/>
  </w:num>
  <w:num w:numId="21">
    <w:abstractNumId w:val="33"/>
  </w:num>
  <w:num w:numId="22">
    <w:abstractNumId w:val="21"/>
  </w:num>
  <w:num w:numId="23">
    <w:abstractNumId w:val="10"/>
  </w:num>
  <w:num w:numId="24">
    <w:abstractNumId w:val="11"/>
  </w:num>
  <w:num w:numId="25">
    <w:abstractNumId w:val="32"/>
  </w:num>
  <w:num w:numId="26">
    <w:abstractNumId w:val="17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4"/>
  </w:num>
  <w:num w:numId="30">
    <w:abstractNumId w:val="29"/>
  </w:num>
  <w:num w:numId="31">
    <w:abstractNumId w:val="12"/>
  </w:num>
  <w:num w:numId="32">
    <w:abstractNumId w:val="13"/>
  </w:num>
  <w:num w:numId="33">
    <w:abstractNumId w:val="15"/>
  </w:num>
  <w:num w:numId="34">
    <w:abstractNumId w:val="3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599C"/>
    <w:rsid w:val="000A2E73"/>
    <w:rsid w:val="000A3377"/>
    <w:rsid w:val="000A7C74"/>
    <w:rsid w:val="000B0CAF"/>
    <w:rsid w:val="000B46D9"/>
    <w:rsid w:val="000F3F85"/>
    <w:rsid w:val="001A654A"/>
    <w:rsid w:val="001D31DB"/>
    <w:rsid w:val="001D480E"/>
    <w:rsid w:val="00216D4E"/>
    <w:rsid w:val="002214A3"/>
    <w:rsid w:val="002341F8"/>
    <w:rsid w:val="002C5CAA"/>
    <w:rsid w:val="00305600"/>
    <w:rsid w:val="00323B6C"/>
    <w:rsid w:val="00365BE3"/>
    <w:rsid w:val="003B1AEE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D71CF"/>
    <w:rsid w:val="004F072B"/>
    <w:rsid w:val="004F0F9F"/>
    <w:rsid w:val="004F18AA"/>
    <w:rsid w:val="004F6F69"/>
    <w:rsid w:val="005029F9"/>
    <w:rsid w:val="0051094A"/>
    <w:rsid w:val="00524661"/>
    <w:rsid w:val="00534513"/>
    <w:rsid w:val="005A6FA8"/>
    <w:rsid w:val="006544FB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315D8"/>
    <w:rsid w:val="00744C47"/>
    <w:rsid w:val="0077108E"/>
    <w:rsid w:val="007958F9"/>
    <w:rsid w:val="007A5BB0"/>
    <w:rsid w:val="007B1C49"/>
    <w:rsid w:val="007C1088"/>
    <w:rsid w:val="007F2C7C"/>
    <w:rsid w:val="00815047"/>
    <w:rsid w:val="00822FAC"/>
    <w:rsid w:val="0083658A"/>
    <w:rsid w:val="008D02DE"/>
    <w:rsid w:val="008D5AAD"/>
    <w:rsid w:val="008E3EAF"/>
    <w:rsid w:val="00920BD2"/>
    <w:rsid w:val="00940C0E"/>
    <w:rsid w:val="00993ADE"/>
    <w:rsid w:val="009D2E98"/>
    <w:rsid w:val="009D3FBD"/>
    <w:rsid w:val="009F2B24"/>
    <w:rsid w:val="00A371B0"/>
    <w:rsid w:val="00A4631E"/>
    <w:rsid w:val="00A47BEA"/>
    <w:rsid w:val="00A640F6"/>
    <w:rsid w:val="00AA1BEC"/>
    <w:rsid w:val="00AB30C2"/>
    <w:rsid w:val="00AF156A"/>
    <w:rsid w:val="00B04998"/>
    <w:rsid w:val="00B17153"/>
    <w:rsid w:val="00B33C78"/>
    <w:rsid w:val="00B55721"/>
    <w:rsid w:val="00B611EE"/>
    <w:rsid w:val="00B85113"/>
    <w:rsid w:val="00BE35FA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42F9F"/>
    <w:rsid w:val="00D87B3C"/>
    <w:rsid w:val="00DD29D9"/>
    <w:rsid w:val="00E31117"/>
    <w:rsid w:val="00E31D3B"/>
    <w:rsid w:val="00E50212"/>
    <w:rsid w:val="00E5233A"/>
    <w:rsid w:val="00E83F84"/>
    <w:rsid w:val="00EA0554"/>
    <w:rsid w:val="00EA70E0"/>
    <w:rsid w:val="00EB2343"/>
    <w:rsid w:val="00EE2C12"/>
    <w:rsid w:val="00EE7105"/>
    <w:rsid w:val="00EF6829"/>
    <w:rsid w:val="00F061AC"/>
    <w:rsid w:val="00F44AB2"/>
    <w:rsid w:val="00F55AFD"/>
    <w:rsid w:val="00F61125"/>
    <w:rsid w:val="00F6673C"/>
    <w:rsid w:val="00F67053"/>
    <w:rsid w:val="00FA2792"/>
    <w:rsid w:val="00FB7274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BD694-ABC3-415D-B02D-D8D5A6EFD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2019-05-02T13:04:00Z</cp:lastPrinted>
  <dcterms:created xsi:type="dcterms:W3CDTF">2019-05-02T13:04:00Z</dcterms:created>
  <dcterms:modified xsi:type="dcterms:W3CDTF">2019-05-02T13:04:00Z</dcterms:modified>
</cp:coreProperties>
</file>