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78A" w:rsidRDefault="00E9578A" w:rsidP="00E9578A">
      <w:pPr>
        <w:pStyle w:val="ZKON"/>
      </w:pPr>
      <w:r>
        <w:t>ZÁKON</w:t>
      </w:r>
    </w:p>
    <w:p w:rsidR="00B566F0" w:rsidRPr="00390139" w:rsidRDefault="00E9578A" w:rsidP="00E9578A">
      <w:pPr>
        <w:pStyle w:val="nadpiszkona"/>
      </w:pPr>
      <w:r w:rsidRPr="00E9578A">
        <w:rPr>
          <w:b w:val="0"/>
        </w:rPr>
        <w:t>ze dne       2019,</w:t>
      </w:r>
    </w:p>
    <w:p w:rsidR="00B566F0" w:rsidRDefault="00B566F0" w:rsidP="00E9578A">
      <w:pPr>
        <w:pStyle w:val="nadpiszkona"/>
      </w:pPr>
      <w:r>
        <w:rPr>
          <w:shd w:val="clear" w:color="auto" w:fill="FFFFFF"/>
        </w:rPr>
        <w:t xml:space="preserve">kterým se mění </w:t>
      </w:r>
      <w:r w:rsidRPr="008C7B3F">
        <w:rPr>
          <w:shd w:val="clear" w:color="auto" w:fill="FFFFFF"/>
        </w:rPr>
        <w:t xml:space="preserve">zákonné opatření Senátu č. 340/2013 Sb., o dani z nabytí nemovitých </w:t>
      </w:r>
      <w:bookmarkStart w:id="0" w:name="_GoBack"/>
      <w:bookmarkEnd w:id="0"/>
      <w:r w:rsidRPr="008C7B3F">
        <w:rPr>
          <w:shd w:val="clear" w:color="auto" w:fill="FFFFFF"/>
        </w:rPr>
        <w:t>věcí, ve znění zákona č. 254/2016 Sb.</w:t>
      </w:r>
    </w:p>
    <w:p w:rsidR="00E9578A" w:rsidRDefault="00E9578A" w:rsidP="00E9578A">
      <w:pPr>
        <w:pStyle w:val="Parlament"/>
      </w:pPr>
      <w:r>
        <w:t>Parlament se usnesl na tomto zákoně České republiky:</w:t>
      </w:r>
    </w:p>
    <w:p w:rsidR="00B566F0" w:rsidRPr="008C7B3F" w:rsidRDefault="00E9578A" w:rsidP="00E9578A">
      <w:pPr>
        <w:pStyle w:val="lnek"/>
      </w:pPr>
      <w:r>
        <w:t xml:space="preserve">Čl. </w:t>
      </w:r>
      <w:r w:rsidR="00B566F0" w:rsidRPr="00390139">
        <w:t xml:space="preserve">I </w:t>
      </w:r>
    </w:p>
    <w:p w:rsidR="00B566F0" w:rsidRPr="00B566F0" w:rsidRDefault="00B566F0" w:rsidP="00E9578A">
      <w:pPr>
        <w:pStyle w:val="Textlnku"/>
      </w:pPr>
      <w:r w:rsidRPr="00B566F0">
        <w:t>Zákonné opatření Senátu č. 340/2013 Sb., o dani z nabytí nemovitých věcí, ve znění zákona č. 254/2016 Sb., se mění takto:</w:t>
      </w:r>
    </w:p>
    <w:p w:rsidR="00B566F0" w:rsidRPr="00B566F0" w:rsidRDefault="00B566F0" w:rsidP="00E9578A">
      <w:pPr>
        <w:pStyle w:val="Novelizanbod"/>
      </w:pPr>
      <w:r w:rsidRPr="00B566F0">
        <w:t>V § 7 odst. 1 písm. c) úvodní části ustanovení se za slovo „domě“ vkládají slova „nebo rodinném domě“.</w:t>
      </w:r>
    </w:p>
    <w:p w:rsidR="00B566F0" w:rsidRDefault="00B566F0" w:rsidP="00E9578A">
      <w:pPr>
        <w:pStyle w:val="Novelizanbod"/>
      </w:pPr>
      <w:r w:rsidRPr="00B566F0">
        <w:t xml:space="preserve">V § 7 odst. 2 se za slovo „domě“ vkládají slova „nebo rodinném domě“.  </w:t>
      </w:r>
    </w:p>
    <w:p w:rsidR="00E9578A" w:rsidRPr="00E9578A" w:rsidRDefault="00E9578A" w:rsidP="00E9578A"/>
    <w:p w:rsidR="00B566F0" w:rsidRPr="008C7B3F" w:rsidRDefault="00E9578A" w:rsidP="00E9578A">
      <w:pPr>
        <w:pStyle w:val="lnek"/>
      </w:pPr>
      <w:r>
        <w:t xml:space="preserve">Čl. </w:t>
      </w:r>
      <w:r w:rsidR="00B566F0" w:rsidRPr="008C7B3F">
        <w:t>II</w:t>
      </w:r>
    </w:p>
    <w:p w:rsidR="00B566F0" w:rsidRPr="008C7B3F" w:rsidRDefault="00B566F0" w:rsidP="00E9578A">
      <w:pPr>
        <w:pStyle w:val="Nadpislnku"/>
      </w:pPr>
      <w:r w:rsidRPr="008C7B3F">
        <w:t>Přechodné ustanovení</w:t>
      </w:r>
    </w:p>
    <w:p w:rsidR="00B566F0" w:rsidRPr="00B566F0" w:rsidRDefault="00B566F0" w:rsidP="00E9578A">
      <w:pPr>
        <w:pStyle w:val="Textlnku"/>
      </w:pPr>
      <w:r w:rsidRPr="00B566F0">
        <w:t>Pro daňové povinnosti u daně z nabytí nemovitých věcí, jakož i pro práva a povinnosti s nimi související, vzniklé přede dnem nabytí účinnosti tohoto zákona, se použije zákonné opatření Senátu č. 340/2013 Sb., ve znění účinném přede dnem nabytí účinnosti tohoto zákona.</w:t>
      </w:r>
    </w:p>
    <w:p w:rsidR="00B566F0" w:rsidRDefault="00B566F0" w:rsidP="00B566F0">
      <w:pPr>
        <w:jc w:val="center"/>
        <w:rPr>
          <w:b/>
        </w:rPr>
      </w:pPr>
    </w:p>
    <w:p w:rsidR="00B566F0" w:rsidRPr="008C7B3F" w:rsidRDefault="00E9578A" w:rsidP="00E9578A">
      <w:pPr>
        <w:pStyle w:val="lnek"/>
      </w:pPr>
      <w:r>
        <w:t xml:space="preserve">Čl. </w:t>
      </w:r>
      <w:r w:rsidR="00B566F0" w:rsidRPr="008C7B3F">
        <w:t>III</w:t>
      </w:r>
    </w:p>
    <w:p w:rsidR="00B566F0" w:rsidRPr="008C7B3F" w:rsidRDefault="00B566F0" w:rsidP="00E9578A">
      <w:pPr>
        <w:pStyle w:val="Nadpislnku"/>
      </w:pPr>
      <w:r w:rsidRPr="008C7B3F">
        <w:t>Účinnost</w:t>
      </w:r>
    </w:p>
    <w:p w:rsidR="00B566F0" w:rsidRPr="00B566F0" w:rsidRDefault="00B566F0" w:rsidP="00E9578A">
      <w:pPr>
        <w:pStyle w:val="Textlnku"/>
      </w:pPr>
      <w:r w:rsidRPr="00B566F0">
        <w:t xml:space="preserve">Tento zákon nabývá účinnosti prvním dnem kalendářního měsíce následujícího po </w:t>
      </w:r>
      <w:r w:rsidR="00352D36">
        <w:t xml:space="preserve">dni </w:t>
      </w:r>
      <w:r w:rsidRPr="00B566F0">
        <w:t>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6F0" w:rsidRDefault="00B566F0">
      <w:r>
        <w:separator/>
      </w:r>
    </w:p>
  </w:endnote>
  <w:endnote w:type="continuationSeparator" w:id="0">
    <w:p w:rsidR="00B566F0" w:rsidRDefault="00B5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6F0" w:rsidRDefault="00B566F0">
      <w:r>
        <w:separator/>
      </w:r>
    </w:p>
  </w:footnote>
  <w:footnote w:type="continuationSeparator" w:id="0">
    <w:p w:rsidR="00B566F0" w:rsidRDefault="00B56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566F0"/>
    <w:rsid w:val="00266D0A"/>
    <w:rsid w:val="00300477"/>
    <w:rsid w:val="00352D36"/>
    <w:rsid w:val="00A73D85"/>
    <w:rsid w:val="00B16C4B"/>
    <w:rsid w:val="00B566F0"/>
    <w:rsid w:val="00D3190E"/>
    <w:rsid w:val="00E9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A5C8F"/>
  <w15:chartTrackingRefBased/>
  <w15:docId w15:val="{1B2CC022-F1E5-4EB0-8BFE-9C7AE83A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2D3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52D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352D3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52D36"/>
  </w:style>
  <w:style w:type="paragraph" w:styleId="Zhlav">
    <w:name w:val="header"/>
    <w:basedOn w:val="Normln"/>
    <w:semiHidden/>
    <w:rsid w:val="00352D3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52D3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52D3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52D3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52D3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52D3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52D3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52D3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52D3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52D3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52D3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52D3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52D3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52D36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352D3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52D3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52D3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52D3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52D3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52D3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52D3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352D3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52D3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52D3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52D3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52D3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52D36"/>
    <w:rPr>
      <w:vertAlign w:val="superscript"/>
    </w:rPr>
  </w:style>
  <w:style w:type="character" w:customStyle="1" w:styleId="NovelizanbodChar">
    <w:name w:val="Novelizační bod Char"/>
    <w:link w:val="Novelizanbod"/>
    <w:locked/>
    <w:rsid w:val="00B566F0"/>
    <w:rPr>
      <w:sz w:val="24"/>
      <w:szCs w:val="24"/>
    </w:rPr>
  </w:style>
  <w:style w:type="paragraph" w:customStyle="1" w:styleId="Textodstavce">
    <w:name w:val="Text odstavce"/>
    <w:basedOn w:val="Normln"/>
    <w:rsid w:val="00352D3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52D36"/>
    <w:pPr>
      <w:ind w:left="567" w:hanging="567"/>
    </w:pPr>
  </w:style>
  <w:style w:type="character" w:styleId="slostrnky">
    <w:name w:val="page number"/>
    <w:basedOn w:val="Standardnpsmoodstavce"/>
    <w:semiHidden/>
    <w:rsid w:val="00352D36"/>
  </w:style>
  <w:style w:type="paragraph" w:styleId="Zpat">
    <w:name w:val="footer"/>
    <w:basedOn w:val="Normln"/>
    <w:semiHidden/>
    <w:rsid w:val="00352D3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52D3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52D36"/>
    <w:rPr>
      <w:vertAlign w:val="superscript"/>
    </w:rPr>
  </w:style>
  <w:style w:type="paragraph" w:styleId="Titulek">
    <w:name w:val="caption"/>
    <w:basedOn w:val="Normln"/>
    <w:next w:val="Normln"/>
    <w:qFormat/>
    <w:rsid w:val="00352D3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52D3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52D36"/>
    <w:pPr>
      <w:keepNext/>
      <w:keepLines/>
      <w:spacing w:before="720"/>
      <w:jc w:val="center"/>
    </w:pPr>
  </w:style>
  <w:style w:type="character" w:customStyle="1" w:styleId="TextlnkuChar">
    <w:name w:val="Text článku Char"/>
    <w:link w:val="Textlnku"/>
    <w:rsid w:val="00B566F0"/>
    <w:rPr>
      <w:sz w:val="24"/>
      <w:szCs w:val="24"/>
    </w:rPr>
  </w:style>
  <w:style w:type="paragraph" w:customStyle="1" w:styleId="VARIANTA">
    <w:name w:val="VARIANTA"/>
    <w:basedOn w:val="Normln"/>
    <w:next w:val="Normln"/>
    <w:rsid w:val="00352D3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52D3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52D36"/>
    <w:rPr>
      <w:b/>
    </w:rPr>
  </w:style>
  <w:style w:type="paragraph" w:customStyle="1" w:styleId="Nadpislnku">
    <w:name w:val="Nadpis článku"/>
    <w:basedOn w:val="lnek"/>
    <w:next w:val="Textodstavce"/>
    <w:rsid w:val="00352D3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2D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2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153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2019-03-13T09:15:00Z</cp:lastPrinted>
  <dcterms:created xsi:type="dcterms:W3CDTF">2019-03-13T09:14:00Z</dcterms:created>
  <dcterms:modified xsi:type="dcterms:W3CDTF">2019-03-13T09:16:00Z</dcterms:modified>
  <cp:category/>
</cp:coreProperties>
</file>