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85" w:rsidRDefault="00A92050" w:rsidP="00A92050">
      <w:pPr>
        <w:jc w:val="center"/>
        <w:rPr>
          <w:b/>
        </w:rPr>
      </w:pPr>
      <w:r>
        <w:rPr>
          <w:b/>
        </w:rPr>
        <w:t>Pozměňovací a jiné návrhy</w:t>
      </w:r>
    </w:p>
    <w:p w:rsidR="00F51E04" w:rsidRDefault="00F51E04" w:rsidP="00A92050">
      <w:pPr>
        <w:jc w:val="center"/>
        <w:rPr>
          <w:b/>
        </w:rPr>
      </w:pPr>
    </w:p>
    <w:p w:rsidR="00F51E04" w:rsidRDefault="00A92050" w:rsidP="00F51E04">
      <w:pPr>
        <w:pStyle w:val="PS-pedmtusnesen"/>
        <w:spacing w:before="0" w:after="0"/>
        <w:rPr>
          <w:b/>
        </w:rPr>
      </w:pPr>
      <w:r>
        <w:rPr>
          <w:b/>
        </w:rPr>
        <w:t>k</w:t>
      </w:r>
      <w:r w:rsidR="009647CA">
        <w:rPr>
          <w:b/>
        </w:rPr>
        <w:t xml:space="preserve"> vládnímu </w:t>
      </w:r>
      <w:r>
        <w:rPr>
          <w:b/>
        </w:rPr>
        <w:t xml:space="preserve">návrhu </w:t>
      </w:r>
      <w:r w:rsidR="00F51E04">
        <w:rPr>
          <w:b/>
        </w:rPr>
        <w:t xml:space="preserve">zákona, kterým se mění některé zákony na úseku vnitřní správy 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jc w:val="center"/>
        <w:rPr>
          <w:b/>
        </w:rPr>
      </w:pPr>
      <w:r>
        <w:rPr>
          <w:b/>
        </w:rPr>
        <w:t xml:space="preserve">(tisk </w:t>
      </w:r>
      <w:r w:rsidR="00F51E04">
        <w:rPr>
          <w:b/>
        </w:rPr>
        <w:t>301</w:t>
      </w:r>
      <w:r>
        <w:rPr>
          <w:b/>
        </w:rPr>
        <w:t>)</w:t>
      </w:r>
    </w:p>
    <w:p w:rsidR="00A92050" w:rsidRDefault="00A92050" w:rsidP="00A92050">
      <w:pPr>
        <w:jc w:val="center"/>
        <w:rPr>
          <w:b/>
        </w:rPr>
      </w:pPr>
    </w:p>
    <w:p w:rsidR="00A92050" w:rsidRDefault="00A92050" w:rsidP="00A92050">
      <w:pPr>
        <w:rPr>
          <w:b/>
        </w:rPr>
      </w:pPr>
    </w:p>
    <w:p w:rsidR="00A92050" w:rsidRDefault="00A92050" w:rsidP="00A92050">
      <w:pPr>
        <w:rPr>
          <w:b/>
        </w:rPr>
      </w:pPr>
      <w:r>
        <w:rPr>
          <w:b/>
        </w:rPr>
        <w:t>Návrh na zamítnutí návrhu zákona nebyl podán.</w:t>
      </w:r>
    </w:p>
    <w:p w:rsidR="00A92050" w:rsidRPr="00A92050" w:rsidRDefault="00A92050" w:rsidP="00A92050"/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 xml:space="preserve">Pozměňovací návrhy obsažené v usnesení garančního výboru </w:t>
      </w:r>
      <w:r w:rsidR="00F51E04">
        <w:t xml:space="preserve">pro veřejnou správu a regionální rozvoj </w:t>
      </w:r>
      <w:r>
        <w:t xml:space="preserve">č. </w:t>
      </w:r>
      <w:r w:rsidR="00F51E04">
        <w:t>93</w:t>
      </w:r>
      <w:r w:rsidR="00AF24B6">
        <w:t xml:space="preserve"> z</w:t>
      </w:r>
      <w:r w:rsidR="00F51E04">
        <w:t xml:space="preserve"> 19</w:t>
      </w:r>
      <w:r>
        <w:t xml:space="preserve">. schůze konané dne </w:t>
      </w:r>
      <w:r w:rsidR="00F51E04">
        <w:t xml:space="preserve">21. února 2019 </w:t>
      </w:r>
      <w:r>
        <w:t xml:space="preserve">(tisk </w:t>
      </w:r>
      <w:r w:rsidR="00F51E04">
        <w:t>301</w:t>
      </w:r>
      <w:r>
        <w:t>/</w:t>
      </w:r>
      <w:r w:rsidR="00F51E04">
        <w:t>2</w:t>
      </w:r>
      <w:r>
        <w:t>)</w:t>
      </w:r>
    </w:p>
    <w:p w:rsidR="00A92050" w:rsidRPr="00A92050" w:rsidRDefault="00A92050" w:rsidP="00A92050"/>
    <w:p w:rsidR="00F51E04" w:rsidRPr="00927A27" w:rsidRDefault="00C572D0" w:rsidP="00F51E04">
      <w:pPr>
        <w:rPr>
          <w:b/>
          <w:u w:val="single"/>
        </w:rPr>
      </w:pPr>
      <w:r>
        <w:rPr>
          <w:b/>
        </w:rPr>
        <w:t xml:space="preserve">A </w:t>
      </w:r>
      <w:r w:rsidR="00F51E04" w:rsidRPr="00927A27">
        <w:rPr>
          <w:b/>
        </w:rPr>
        <w:t xml:space="preserve">1. </w:t>
      </w:r>
      <w:r w:rsidR="00F51E04" w:rsidRPr="00927A27">
        <w:rPr>
          <w:b/>
          <w:u w:val="single"/>
        </w:rPr>
        <w:t>k části třetí, čl. III, bodu 8</w:t>
      </w:r>
    </w:p>
    <w:p w:rsidR="00F51E04" w:rsidRPr="00927A27" w:rsidRDefault="00F51E04" w:rsidP="00F51E04">
      <w:r w:rsidRPr="00927A27">
        <w:t>V § 13 písmeno g) zní:</w:t>
      </w:r>
    </w:p>
    <w:p w:rsidR="00F51E04" w:rsidRPr="00927A27" w:rsidRDefault="00F51E04" w:rsidP="00F51E04">
      <w:r w:rsidRPr="00927A27">
        <w:t>„g) jde-li o legalizaci elektronického podpisu</w:t>
      </w:r>
      <w:r w:rsidRPr="00927A27">
        <w:rPr>
          <w:vertAlign w:val="superscript"/>
        </w:rPr>
        <w:t>16)</w:t>
      </w:r>
      <w:r w:rsidRPr="00927A27">
        <w:t>, nebo“.</w:t>
      </w:r>
    </w:p>
    <w:p w:rsidR="00F51E04" w:rsidRPr="00927A27" w:rsidRDefault="00F51E04" w:rsidP="00F51E04"/>
    <w:p w:rsidR="00F51E04" w:rsidRPr="00927A27" w:rsidRDefault="00F51E04" w:rsidP="00F51E04">
      <w:r w:rsidRPr="00927A27">
        <w:t>V § 13 písm. h) se slova „na zcela na nevyplněném formuláři“ nahrazují slovy „na zcela nevyplněném formuláři“.</w:t>
      </w:r>
    </w:p>
    <w:p w:rsidR="00F51E04" w:rsidRPr="00927A27" w:rsidRDefault="00F51E04" w:rsidP="00F51E04"/>
    <w:p w:rsidR="00F51E04" w:rsidRPr="00927A27" w:rsidRDefault="00C572D0" w:rsidP="00F51E04">
      <w:pPr>
        <w:rPr>
          <w:b/>
          <w:u w:val="single"/>
        </w:rPr>
      </w:pPr>
      <w:r>
        <w:rPr>
          <w:b/>
        </w:rPr>
        <w:t xml:space="preserve">A </w:t>
      </w:r>
      <w:r w:rsidR="00F51E04" w:rsidRPr="00927A27">
        <w:rPr>
          <w:b/>
        </w:rPr>
        <w:t xml:space="preserve">2. </w:t>
      </w:r>
      <w:r w:rsidR="00F51E04" w:rsidRPr="00927A27">
        <w:rPr>
          <w:b/>
          <w:u w:val="single"/>
        </w:rPr>
        <w:t>k části sedmé (Účinnost), čl. VIII</w:t>
      </w:r>
    </w:p>
    <w:p w:rsidR="00F51E04" w:rsidRPr="00927A27" w:rsidRDefault="00F51E04" w:rsidP="00F51E04">
      <w:r w:rsidRPr="00927A27">
        <w:t>V čl. VIII se slova „dnem 16. února 2019“ nahrazují slovy „patnáctým dnem po jeho vyhlášení“.</w:t>
      </w:r>
    </w:p>
    <w:p w:rsidR="00A92050" w:rsidRPr="00A92050" w:rsidRDefault="00A92050" w:rsidP="00A92050"/>
    <w:p w:rsidR="00A92050" w:rsidRPr="00A92050" w:rsidRDefault="00A92050" w:rsidP="00A92050"/>
    <w:p w:rsidR="00A92050" w:rsidRPr="00A92050" w:rsidRDefault="00A92050" w:rsidP="00A92050">
      <w:pPr>
        <w:jc w:val="center"/>
        <w:rPr>
          <w:b/>
          <w:sz w:val="28"/>
          <w:szCs w:val="28"/>
        </w:rPr>
      </w:pPr>
      <w:r w:rsidRPr="00A92050">
        <w:rPr>
          <w:b/>
          <w:sz w:val="28"/>
          <w:szCs w:val="28"/>
        </w:rPr>
        <w:t xml:space="preserve">Pozměňovací návrhy přednesené ve druhém čtení dne </w:t>
      </w:r>
      <w:r w:rsidR="000223C4">
        <w:rPr>
          <w:b/>
          <w:sz w:val="28"/>
          <w:szCs w:val="28"/>
        </w:rPr>
        <w:t>17.</w:t>
      </w:r>
      <w:r w:rsidRPr="00A92050">
        <w:rPr>
          <w:b/>
          <w:sz w:val="28"/>
          <w:szCs w:val="28"/>
        </w:rPr>
        <w:t xml:space="preserve"> </w:t>
      </w:r>
      <w:r w:rsidR="00F34233">
        <w:rPr>
          <w:b/>
          <w:sz w:val="28"/>
          <w:szCs w:val="28"/>
        </w:rPr>
        <w:t>dubna 2019</w:t>
      </w:r>
    </w:p>
    <w:p w:rsidR="00A92050" w:rsidRPr="00A92050" w:rsidRDefault="00A92050" w:rsidP="00A92050"/>
    <w:p w:rsidR="00A92050" w:rsidRDefault="00A92050" w:rsidP="00A92050">
      <w:pPr>
        <w:pStyle w:val="Oznaenpozmn"/>
        <w:tabs>
          <w:tab w:val="clear" w:pos="425"/>
        </w:tabs>
        <w:ind w:left="567" w:hanging="567"/>
      </w:pPr>
      <w:r>
        <w:t>Poslanec</w:t>
      </w:r>
      <w:r w:rsidR="000223C4">
        <w:t xml:space="preserve"> Jan Čižinský</w:t>
      </w:r>
    </w:p>
    <w:p w:rsidR="00A92050" w:rsidRPr="00A92050" w:rsidRDefault="000223C4" w:rsidP="00A92050">
      <w:r>
        <w:t>(SD 2681)</w:t>
      </w:r>
    </w:p>
    <w:p w:rsidR="00A92050" w:rsidRPr="00A92050" w:rsidRDefault="00A92050" w:rsidP="00A92050"/>
    <w:p w:rsidR="000223C4" w:rsidRPr="00330ED5" w:rsidRDefault="000223C4" w:rsidP="000223C4">
      <w:r w:rsidRPr="00330ED5">
        <w:t>V Části první, Čl. I se doplňují nové body 1 a 2, které znějí:</w:t>
      </w:r>
    </w:p>
    <w:p w:rsidR="000223C4" w:rsidRPr="00330ED5" w:rsidRDefault="000223C4" w:rsidP="000223C4"/>
    <w:p w:rsidR="000223C4" w:rsidRPr="00330ED5" w:rsidRDefault="000223C4" w:rsidP="000223C4">
      <w:r w:rsidRPr="00C572D0">
        <w:rPr>
          <w:b/>
        </w:rPr>
        <w:t>1.</w:t>
      </w:r>
      <w:r w:rsidRPr="00330ED5">
        <w:t xml:space="preserve"> V § 23 odst. 1 písmeno d) se číslo </w:t>
      </w:r>
      <w:r w:rsidR="00C572D0">
        <w:t>„</w:t>
      </w:r>
      <w:r w:rsidRPr="00330ED5">
        <w:t>75</w:t>
      </w:r>
      <w:r w:rsidR="00C572D0">
        <w:t>“</w:t>
      </w:r>
      <w:r w:rsidRPr="00330ED5">
        <w:t xml:space="preserve"> nahrazuje číslem </w:t>
      </w:r>
      <w:r w:rsidR="00C572D0">
        <w:t>„</w:t>
      </w:r>
      <w:r w:rsidRPr="00330ED5">
        <w:t>50</w:t>
      </w:r>
      <w:r w:rsidR="00C572D0">
        <w:t>“</w:t>
      </w:r>
      <w:r w:rsidRPr="00330ED5">
        <w:t>.</w:t>
      </w:r>
    </w:p>
    <w:p w:rsidR="000223C4" w:rsidRPr="00330ED5" w:rsidRDefault="000223C4" w:rsidP="000223C4"/>
    <w:p w:rsidR="000223C4" w:rsidRPr="00330ED5" w:rsidRDefault="000223C4" w:rsidP="000223C4">
      <w:r w:rsidRPr="00C572D0">
        <w:rPr>
          <w:b/>
        </w:rPr>
        <w:t>2.</w:t>
      </w:r>
      <w:r w:rsidRPr="00330ED5">
        <w:t xml:space="preserve"> V § 23 odst. 3 písmeno d) se číslo </w:t>
      </w:r>
      <w:r w:rsidR="00C572D0">
        <w:t>„</w:t>
      </w:r>
      <w:r w:rsidRPr="00330ED5">
        <w:t>75</w:t>
      </w:r>
      <w:r w:rsidR="00C572D0">
        <w:t>“</w:t>
      </w:r>
      <w:r w:rsidRPr="00330ED5">
        <w:t xml:space="preserve"> nahrazuje číslem </w:t>
      </w:r>
      <w:r w:rsidR="00C572D0">
        <w:t>„</w:t>
      </w:r>
      <w:r w:rsidRPr="00330ED5">
        <w:t>50</w:t>
      </w:r>
      <w:r w:rsidR="00C572D0">
        <w:t>“</w:t>
      </w:r>
      <w:r w:rsidRPr="00330ED5">
        <w:t>.</w:t>
      </w:r>
    </w:p>
    <w:p w:rsidR="000223C4" w:rsidRPr="00330ED5" w:rsidRDefault="000223C4" w:rsidP="000223C4">
      <w:pPr>
        <w:rPr>
          <w:rFonts w:eastAsiaTheme="minorHAnsi"/>
          <w:lang w:eastAsia="en-US"/>
        </w:rPr>
      </w:pPr>
    </w:p>
    <w:p w:rsidR="000223C4" w:rsidRPr="00330ED5" w:rsidRDefault="000223C4" w:rsidP="000223C4">
      <w:pPr>
        <w:rPr>
          <w:rFonts w:eastAsiaTheme="minorHAnsi"/>
          <w:lang w:eastAsia="en-US"/>
        </w:rPr>
      </w:pPr>
      <w:r w:rsidRPr="00330ED5">
        <w:rPr>
          <w:rFonts w:eastAsiaTheme="minorHAnsi"/>
          <w:lang w:eastAsia="en-US"/>
        </w:rPr>
        <w:t xml:space="preserve">Dosavadní novelizační body 1 až 15 se </w:t>
      </w:r>
      <w:r w:rsidR="00C572D0">
        <w:rPr>
          <w:rFonts w:eastAsiaTheme="minorHAnsi"/>
          <w:lang w:eastAsia="en-US"/>
        </w:rPr>
        <w:t>označují</w:t>
      </w:r>
      <w:r w:rsidRPr="00330ED5">
        <w:rPr>
          <w:rFonts w:eastAsiaTheme="minorHAnsi"/>
          <w:lang w:eastAsia="en-US"/>
        </w:rPr>
        <w:t xml:space="preserve"> jako body 3 až 17.</w:t>
      </w:r>
    </w:p>
    <w:p w:rsidR="00A92050" w:rsidRPr="00A92050" w:rsidRDefault="00A92050" w:rsidP="00A92050"/>
    <w:p w:rsidR="00A92050" w:rsidRDefault="00A92050" w:rsidP="00A92050"/>
    <w:p w:rsidR="000223C4" w:rsidRPr="00A92050" w:rsidRDefault="000223C4" w:rsidP="00A92050"/>
    <w:p w:rsidR="00A92050" w:rsidRPr="00A92050" w:rsidRDefault="00A92050" w:rsidP="00A92050">
      <w:pPr>
        <w:jc w:val="center"/>
      </w:pPr>
      <w:r w:rsidRPr="00A92050">
        <w:t>V Praze dne</w:t>
      </w:r>
      <w:r w:rsidR="000223C4">
        <w:t xml:space="preserve"> </w:t>
      </w:r>
      <w:r w:rsidR="00C572D0">
        <w:t>1</w:t>
      </w:r>
      <w:r w:rsidR="0024706F">
        <w:t>8</w:t>
      </w:r>
      <w:r w:rsidR="00C572D0">
        <w:t>.</w:t>
      </w:r>
      <w:r w:rsidR="000223C4">
        <w:t xml:space="preserve"> dubna 2019</w:t>
      </w:r>
    </w:p>
    <w:p w:rsidR="00A92050" w:rsidRDefault="00A92050" w:rsidP="00A92050">
      <w:pPr>
        <w:jc w:val="center"/>
      </w:pPr>
    </w:p>
    <w:p w:rsidR="000223C4" w:rsidRPr="00A92050" w:rsidRDefault="000223C4" w:rsidP="00A92050">
      <w:pPr>
        <w:jc w:val="center"/>
      </w:pPr>
    </w:p>
    <w:p w:rsidR="00A92050" w:rsidRPr="000223C4" w:rsidRDefault="000223C4" w:rsidP="00A92050">
      <w:pPr>
        <w:jc w:val="center"/>
        <w:rPr>
          <w:b/>
        </w:rPr>
      </w:pPr>
      <w:r w:rsidRPr="000223C4">
        <w:rPr>
          <w:b/>
        </w:rPr>
        <w:t>Ing. Milan   P o u r</w:t>
      </w:r>
      <w:r w:rsidR="004D2F8E" w:rsidRPr="004D2F8E">
        <w:t>, v.r.</w:t>
      </w:r>
      <w:r w:rsidRPr="000223C4">
        <w:rPr>
          <w:b/>
        </w:rPr>
        <w:t xml:space="preserve"> </w:t>
      </w:r>
    </w:p>
    <w:p w:rsidR="00A92050" w:rsidRPr="00A92050" w:rsidRDefault="00A92050" w:rsidP="00A92050">
      <w:pPr>
        <w:jc w:val="center"/>
      </w:pPr>
      <w:r w:rsidRPr="00A92050">
        <w:t>zpravodaj garančního výboru</w:t>
      </w:r>
      <w:r w:rsidR="00AF24B6">
        <w:t xml:space="preserve"> </w:t>
      </w:r>
      <w:r w:rsidR="000223C4">
        <w:t>pro veř</w:t>
      </w:r>
      <w:bookmarkStart w:id="0" w:name="_GoBack"/>
      <w:bookmarkEnd w:id="0"/>
      <w:r w:rsidR="000223C4">
        <w:t>ejnou správu a regionální rozvoj</w:t>
      </w:r>
    </w:p>
    <w:sectPr w:rsidR="00A92050" w:rsidRPr="00A9205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050" w:rsidRDefault="00A92050">
      <w:r>
        <w:separator/>
      </w:r>
    </w:p>
  </w:endnote>
  <w:endnote w:type="continuationSeparator" w:id="0">
    <w:p w:rsidR="00A92050" w:rsidRDefault="00A9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050" w:rsidRDefault="00A92050">
      <w:r>
        <w:separator/>
      </w:r>
    </w:p>
  </w:footnote>
  <w:footnote w:type="continuationSeparator" w:id="0">
    <w:p w:rsidR="00A92050" w:rsidRDefault="00A9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3D85" w:rsidRDefault="00A73D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D85" w:rsidRDefault="00A73D8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23C4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A73D85" w:rsidRDefault="00A73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08AB44B6"/>
    <w:multiLevelType w:val="hybridMultilevel"/>
    <w:tmpl w:val="88E64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5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6" w15:restartNumberingAfterBreak="0">
    <w:nsid w:val="5FD37DAC"/>
    <w:multiLevelType w:val="hybridMultilevel"/>
    <w:tmpl w:val="3B269064"/>
    <w:lvl w:ilvl="0" w:tplc="C84A61BE">
      <w:start w:val="1"/>
      <w:numFmt w:val="decimal"/>
      <w:lvlText w:val="%1."/>
      <w:lvlJc w:val="left"/>
      <w:pPr>
        <w:ind w:left="1070" w:hanging="710"/>
      </w:pPr>
      <w:rPr>
        <w:rFonts w:ascii="Times New Roman" w:hAnsi="Times New Roman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A92050"/>
    <w:rsid w:val="000223C4"/>
    <w:rsid w:val="0024706F"/>
    <w:rsid w:val="00266D0A"/>
    <w:rsid w:val="00331254"/>
    <w:rsid w:val="00381BC1"/>
    <w:rsid w:val="004D2F8E"/>
    <w:rsid w:val="00936BA1"/>
    <w:rsid w:val="009647CA"/>
    <w:rsid w:val="00A73D85"/>
    <w:rsid w:val="00A92050"/>
    <w:rsid w:val="00AF24B6"/>
    <w:rsid w:val="00C572D0"/>
    <w:rsid w:val="00F34233"/>
    <w:rsid w:val="00F5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326D9"/>
  <w15:chartTrackingRefBased/>
  <w15:docId w15:val="{229335EE-E607-41C3-B29C-5942D18F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5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3125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31254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331254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331254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331254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331254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331254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331254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331254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331254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331254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331254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331254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331254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331254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331254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331254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331254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331254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331254"/>
    <w:pPr>
      <w:numPr>
        <w:numId w:val="2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331254"/>
    <w:pPr>
      <w:numPr>
        <w:numId w:val="3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331254"/>
    <w:pPr>
      <w:keepNext/>
      <w:keepLines/>
      <w:numPr>
        <w:numId w:val="4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331254"/>
    <w:pPr>
      <w:keepNext/>
      <w:keepLines/>
      <w:numPr>
        <w:numId w:val="1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331254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331254"/>
    <w:pPr>
      <w:numPr>
        <w:ilvl w:val="2"/>
        <w:numId w:val="5"/>
      </w:numPr>
      <w:outlineLvl w:val="8"/>
    </w:pPr>
  </w:style>
  <w:style w:type="paragraph" w:customStyle="1" w:styleId="Textpsmene">
    <w:name w:val="Text písmene"/>
    <w:basedOn w:val="Normln"/>
    <w:rsid w:val="00331254"/>
    <w:pPr>
      <w:numPr>
        <w:ilvl w:val="1"/>
        <w:numId w:val="5"/>
      </w:numPr>
      <w:outlineLvl w:val="7"/>
    </w:pPr>
  </w:style>
  <w:style w:type="character" w:customStyle="1" w:styleId="Odkaznapoznpodarou">
    <w:name w:val="Odkaz na pozn. pod čarou"/>
    <w:rsid w:val="00331254"/>
    <w:rPr>
      <w:vertAlign w:val="superscript"/>
    </w:rPr>
  </w:style>
  <w:style w:type="paragraph" w:customStyle="1" w:styleId="Textodstavce">
    <w:name w:val="Text odstavce"/>
    <w:basedOn w:val="Normln"/>
    <w:rsid w:val="00331254"/>
    <w:pPr>
      <w:numPr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331254"/>
    <w:pPr>
      <w:ind w:left="567" w:hanging="567"/>
    </w:pPr>
  </w:style>
  <w:style w:type="character" w:styleId="slostrnky">
    <w:name w:val="page number"/>
    <w:basedOn w:val="Standardnpsmoodstavce"/>
    <w:semiHidden/>
    <w:rsid w:val="00331254"/>
  </w:style>
  <w:style w:type="paragraph" w:styleId="Zpat">
    <w:name w:val="footer"/>
    <w:basedOn w:val="Normln"/>
    <w:semiHidden/>
    <w:rsid w:val="00331254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331254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semiHidden/>
    <w:rsid w:val="00331254"/>
    <w:rPr>
      <w:vertAlign w:val="superscript"/>
    </w:rPr>
  </w:style>
  <w:style w:type="paragraph" w:styleId="Titulek">
    <w:name w:val="caption"/>
    <w:basedOn w:val="Normln"/>
    <w:next w:val="Normln"/>
    <w:qFormat/>
    <w:rsid w:val="00331254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331254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331254"/>
    <w:pPr>
      <w:keepNext/>
      <w:keepLines/>
      <w:spacing w:before="720"/>
      <w:jc w:val="center"/>
    </w:pPr>
  </w:style>
  <w:style w:type="paragraph" w:customStyle="1" w:styleId="VARIANTA">
    <w:name w:val="VARIANTA"/>
    <w:basedOn w:val="Normln"/>
    <w:next w:val="Normln"/>
    <w:rsid w:val="00331254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331254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331254"/>
    <w:rPr>
      <w:b/>
    </w:rPr>
  </w:style>
  <w:style w:type="paragraph" w:customStyle="1" w:styleId="Nadpislnku">
    <w:name w:val="Nadpis článku"/>
    <w:basedOn w:val="lnek"/>
    <w:next w:val="Textodstavce"/>
    <w:rsid w:val="00331254"/>
    <w:rPr>
      <w:b/>
    </w:rPr>
  </w:style>
  <w:style w:type="paragraph" w:customStyle="1" w:styleId="PS-pedmtusnesen">
    <w:name w:val="PS-předmět usnesení"/>
    <w:basedOn w:val="Normln"/>
    <w:next w:val="Normln"/>
    <w:qFormat/>
    <w:rsid w:val="00F51E0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styleId="slovanseznam5">
    <w:name w:val="List Number 5"/>
    <w:basedOn w:val="Normln"/>
    <w:uiPriority w:val="99"/>
    <w:unhideWhenUsed/>
    <w:rsid w:val="00F51E04"/>
    <w:pPr>
      <w:numPr>
        <w:numId w:val="8"/>
      </w:numPr>
      <w:spacing w:after="160" w:line="259" w:lineRule="auto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F51E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sova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26</TotalTime>
  <Pages>1</Pages>
  <Words>209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Bartosova Marta</dc:creator>
  <cp:keywords/>
  <dc:description>Dokument původně založený na šabloně LN_Zákon verze 2.1</dc:description>
  <cp:lastModifiedBy>Kvetonova Hana</cp:lastModifiedBy>
  <cp:revision>8</cp:revision>
  <cp:lastPrinted>2019-04-17T15:39:00Z</cp:lastPrinted>
  <dcterms:created xsi:type="dcterms:W3CDTF">2019-04-17T13:53:00Z</dcterms:created>
  <dcterms:modified xsi:type="dcterms:W3CDTF">2019-04-18T07:26:00Z</dcterms:modified>
  <cp:category/>
</cp:coreProperties>
</file>