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01747C">
        <w:rPr>
          <w:b w:val="0"/>
          <w:i w:val="0"/>
        </w:rPr>
        <w:t>19249</w:t>
      </w:r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834DA6" w:rsidP="000E730C">
      <w:pPr>
        <w:pStyle w:val="PS-slousnesen"/>
      </w:pPr>
      <w:r>
        <w:t>129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525AE2">
        <w:t>e</w:t>
      </w:r>
      <w:r>
        <w:t xml:space="preserve"> </w:t>
      </w:r>
      <w:r w:rsidR="00525AE2">
        <w:t>40</w:t>
      </w:r>
      <w:r>
        <w:t>. schůze</w:t>
      </w:r>
    </w:p>
    <w:p w:rsidR="005C2180" w:rsidRDefault="00DC29E4" w:rsidP="00525AE2">
      <w:pPr>
        <w:pStyle w:val="PS-hlavika1"/>
      </w:pPr>
      <w:r>
        <w:t xml:space="preserve">dne </w:t>
      </w:r>
      <w:r w:rsidR="00525AE2">
        <w:t>3. dubna</w:t>
      </w:r>
      <w:r w:rsidR="00CE3CEA">
        <w:t xml:space="preserve"> </w:t>
      </w:r>
      <w:r w:rsidR="000C399A">
        <w:t>201</w:t>
      </w:r>
      <w:r w:rsidR="007F02CD">
        <w:t>9</w:t>
      </w:r>
    </w:p>
    <w:p w:rsidR="00525AE2" w:rsidRDefault="00525AE2" w:rsidP="00525AE2">
      <w:pPr>
        <w:pStyle w:val="Bezmezer"/>
      </w:pPr>
    </w:p>
    <w:p w:rsidR="00E465A0" w:rsidRPr="00525AE2" w:rsidRDefault="00E465A0" w:rsidP="00525AE2">
      <w:pPr>
        <w:pStyle w:val="Bezmezer"/>
      </w:pPr>
    </w:p>
    <w:p w:rsidR="00E465A0" w:rsidRDefault="00E465A0" w:rsidP="00E465A0">
      <w:pPr>
        <w:spacing w:after="0" w:line="240" w:lineRule="auto"/>
        <w:jc w:val="center"/>
        <w:rPr>
          <w:szCs w:val="24"/>
        </w:rPr>
      </w:pPr>
      <w:r w:rsidRPr="00E465A0">
        <w:rPr>
          <w:szCs w:val="24"/>
        </w:rPr>
        <w:t>Návrh poslanců Lukáše Černohorského, Tomáše Martínka, Jakuba Michálka, Ivana Bartoše a dalších na vydání zákona, kterým se mění zákon č. 166/1993 Sb., o Nejvyšším kontrolním úřadu, ve znění pozdějších předpisů (tisk 230)</w:t>
      </w:r>
    </w:p>
    <w:p w:rsidR="00E465A0" w:rsidRPr="00E465A0" w:rsidRDefault="00E465A0" w:rsidP="00E465A0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___________________________________________________________________________</w:t>
      </w:r>
    </w:p>
    <w:p w:rsidR="00E465A0" w:rsidRDefault="00E465A0" w:rsidP="00C64738">
      <w:pPr>
        <w:pStyle w:val="PS-uvodnodstavec"/>
        <w:spacing w:after="0"/>
      </w:pPr>
    </w:p>
    <w:p w:rsidR="00834DA6" w:rsidRDefault="00834DA6" w:rsidP="00834DA6">
      <w:pPr>
        <w:pStyle w:val="PS-uvodnodstavec"/>
        <w:spacing w:after="0"/>
      </w:pPr>
      <w:r>
        <w:t xml:space="preserve">Po odůvodnění člena návrhové skupiny poslanců posl. Ing. Lukáše Černohorského, zpravodajské zprávě posl. Mgr. Jana Farského </w:t>
      </w:r>
      <w:r>
        <w:rPr>
          <w:bCs/>
        </w:rPr>
        <w:t xml:space="preserve">a </w:t>
      </w:r>
      <w:r w:rsidR="00D25458">
        <w:rPr>
          <w:bCs/>
        </w:rPr>
        <w:t xml:space="preserve">v obecné </w:t>
      </w:r>
      <w:bookmarkStart w:id="0" w:name="_GoBack"/>
      <w:bookmarkEnd w:id="0"/>
      <w:r>
        <w:t>rozpravě</w:t>
      </w:r>
    </w:p>
    <w:p w:rsidR="00834DA6" w:rsidRDefault="00834DA6" w:rsidP="00834DA6">
      <w:pPr>
        <w:pStyle w:val="PS-uvodnodstavec"/>
        <w:spacing w:after="0"/>
        <w:ind w:left="360" w:firstLine="0"/>
      </w:pPr>
    </w:p>
    <w:p w:rsidR="00834DA6" w:rsidRDefault="00834DA6" w:rsidP="00834DA6"/>
    <w:p w:rsidR="00834DA6" w:rsidRDefault="00834DA6" w:rsidP="00834DA6">
      <w:pPr>
        <w:pStyle w:val="PS-uvodnodstavec"/>
        <w:spacing w:after="0"/>
        <w:ind w:left="360" w:firstLine="0"/>
      </w:pPr>
      <w:r>
        <w:t>ústavně právní výbor</w:t>
      </w:r>
    </w:p>
    <w:p w:rsidR="00834DA6" w:rsidRDefault="00834DA6" w:rsidP="00834DA6"/>
    <w:p w:rsidR="00834DA6" w:rsidRDefault="00834DA6" w:rsidP="00834DA6"/>
    <w:p w:rsidR="00834DA6" w:rsidRDefault="00834DA6" w:rsidP="00834DA6">
      <w:pPr>
        <w:pStyle w:val="PS-slovanseznam"/>
        <w:numPr>
          <w:ilvl w:val="0"/>
          <w:numId w:val="22"/>
        </w:numPr>
        <w:spacing w:line="256" w:lineRule="auto"/>
      </w:pPr>
      <w:r>
        <w:rPr>
          <w:rStyle w:val="proloenChar"/>
        </w:rPr>
        <w:t>přerušuje</w:t>
      </w:r>
      <w:r>
        <w:t xml:space="preserve"> projednávání tisku 230 do 31. května 2019.</w:t>
      </w: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  <w:ind w:left="357"/>
      </w:pPr>
    </w:p>
    <w:p w:rsidR="00834DA6" w:rsidRDefault="00834DA6" w:rsidP="00834DA6">
      <w:pPr>
        <w:tabs>
          <w:tab w:val="center" w:pos="1843"/>
        </w:tabs>
        <w:spacing w:after="0" w:line="240" w:lineRule="auto"/>
      </w:pPr>
    </w:p>
    <w:p w:rsidR="00834DA6" w:rsidRDefault="00834DA6" w:rsidP="00834DA6">
      <w:pPr>
        <w:tabs>
          <w:tab w:val="center" w:pos="1843"/>
        </w:tabs>
        <w:spacing w:after="0" w:line="240" w:lineRule="auto"/>
      </w:pPr>
    </w:p>
    <w:p w:rsidR="00834DA6" w:rsidRDefault="00834DA6" w:rsidP="00834DA6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Mgr. Jan FARSKÝ </w:t>
      </w:r>
      <w:r w:rsidR="0001747C">
        <w:t xml:space="preserve">v. r. </w:t>
      </w:r>
      <w:r>
        <w:tab/>
      </w:r>
      <w:r>
        <w:tab/>
      </w:r>
      <w:r>
        <w:tab/>
      </w:r>
      <w:r>
        <w:tab/>
      </w:r>
      <w:r w:rsidR="0001747C">
        <w:t xml:space="preserve">        M</w:t>
      </w:r>
      <w:r>
        <w:t xml:space="preserve">gr. Marek VÝBORNÝ </w:t>
      </w:r>
      <w:r w:rsidR="0001747C">
        <w:t xml:space="preserve">v. r. </w:t>
      </w:r>
      <w:r>
        <w:t xml:space="preserve">   </w:t>
      </w:r>
      <w:r>
        <w:tab/>
      </w:r>
    </w:p>
    <w:p w:rsidR="00834DA6" w:rsidRDefault="00834DA6" w:rsidP="00834DA6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>
        <w:tab/>
      </w:r>
      <w:r>
        <w:tab/>
        <w:t xml:space="preserve">                                  </w:t>
      </w:r>
      <w:r>
        <w:tab/>
      </w:r>
      <w:r>
        <w:tab/>
        <w:t xml:space="preserve">      ověřovatel výboru    </w:t>
      </w:r>
      <w:r>
        <w:tab/>
      </w:r>
      <w:r>
        <w:tab/>
        <w:t xml:space="preserve">  </w:t>
      </w:r>
    </w:p>
    <w:p w:rsidR="00834DA6" w:rsidRDefault="00834DA6" w:rsidP="00834DA6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834DA6" w:rsidRDefault="00834DA6" w:rsidP="00834DA6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34DA6" w:rsidRDefault="00834DA6" w:rsidP="00834DA6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34DA6" w:rsidRDefault="00834DA6" w:rsidP="00834DA6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Marek BENDA</w:t>
      </w:r>
      <w:r w:rsidR="0001747C">
        <w:t xml:space="preserve"> v. r. </w:t>
      </w:r>
      <w:r>
        <w:t xml:space="preserve"> </w:t>
      </w:r>
    </w:p>
    <w:p w:rsidR="00834DA6" w:rsidRDefault="00834DA6" w:rsidP="00834DA6">
      <w:pPr>
        <w:tabs>
          <w:tab w:val="center" w:pos="1701"/>
          <w:tab w:val="center" w:pos="4395"/>
        </w:tabs>
        <w:spacing w:after="0" w:line="240" w:lineRule="auto"/>
      </w:pPr>
      <w:r>
        <w:tab/>
      </w:r>
      <w:r>
        <w:tab/>
        <w:t>předseda výboru</w:t>
      </w:r>
      <w:r>
        <w:tab/>
      </w:r>
    </w:p>
    <w:p w:rsidR="00B715B6" w:rsidRDefault="00B82461" w:rsidP="00525AE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  <w:r w:rsidR="00660DAE">
        <w:t xml:space="preserve"> 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DA6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1D3061"/>
    <w:multiLevelType w:val="hybridMultilevel"/>
    <w:tmpl w:val="7A72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1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747C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E78CA"/>
    <w:rsid w:val="00410447"/>
    <w:rsid w:val="0042193B"/>
    <w:rsid w:val="00427EAD"/>
    <w:rsid w:val="00451971"/>
    <w:rsid w:val="00451C05"/>
    <w:rsid w:val="00453DA4"/>
    <w:rsid w:val="004B7A78"/>
    <w:rsid w:val="004C4D43"/>
    <w:rsid w:val="004E384C"/>
    <w:rsid w:val="005113CB"/>
    <w:rsid w:val="005227BF"/>
    <w:rsid w:val="00525AE2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D055F"/>
    <w:rsid w:val="006E1759"/>
    <w:rsid w:val="007441B5"/>
    <w:rsid w:val="00750F88"/>
    <w:rsid w:val="00761520"/>
    <w:rsid w:val="0077362D"/>
    <w:rsid w:val="00775BF2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34DA6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5702F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A2B53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25458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465A0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61B8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4728-929D-41A8-A4B1-14BE8796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5</cp:revision>
  <cp:lastPrinted>2019-04-02T12:20:00Z</cp:lastPrinted>
  <dcterms:created xsi:type="dcterms:W3CDTF">2019-04-05T09:10:00Z</dcterms:created>
  <dcterms:modified xsi:type="dcterms:W3CDTF">2019-04-10T11:52:00Z</dcterms:modified>
</cp:coreProperties>
</file>