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F75112">
        <w:rPr>
          <w:b w:val="0"/>
          <w:i w:val="0"/>
        </w:rPr>
        <w:t>19239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C03426" w:rsidP="000E730C">
      <w:pPr>
        <w:pStyle w:val="PS-slousnesen"/>
      </w:pPr>
      <w:r>
        <w:t>125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F02CD">
        <w:t>3</w:t>
      </w:r>
      <w:r w:rsidR="00AB1132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CE3CEA">
        <w:t xml:space="preserve">20. </w:t>
      </w:r>
      <w:r w:rsidR="00AB1132">
        <w:t xml:space="preserve">března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8B467F" w:rsidRPr="008B467F" w:rsidRDefault="008B467F" w:rsidP="008B467F">
      <w:pPr>
        <w:spacing w:after="0" w:line="240" w:lineRule="auto"/>
        <w:jc w:val="center"/>
        <w:rPr>
          <w:szCs w:val="24"/>
        </w:rPr>
      </w:pPr>
      <w:r w:rsidRPr="008B467F">
        <w:rPr>
          <w:szCs w:val="24"/>
        </w:rPr>
        <w:t>Návrh poslanců Markéty Pekarové Adamové, Tomáše Kohoutka, Radka Holomčíka, Jana Chvojky, Pavla Bělobrádka, Petra Gazdíka, Pavla Jelínka a dalších na vydání zákona, kterým se mění zákon č. 40/2009 Sb., trestní zákoník, ve znění pozdějších předpisů, a některé další zákony (tisk 214)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8B467F">
        <w:t xml:space="preserve">odůvodnění člena návrhové skupiny poslanců posl. </w:t>
      </w:r>
      <w:r w:rsidR="00C03426">
        <w:t>Dominika Feriho</w:t>
      </w:r>
      <w:r w:rsidR="00750F88">
        <w:t xml:space="preserve">, </w:t>
      </w:r>
      <w:r w:rsidR="005F357B">
        <w:rPr>
          <w:bCs/>
        </w:rPr>
        <w:t>zpravodaj</w:t>
      </w:r>
      <w:r w:rsidR="008B467F">
        <w:rPr>
          <w:bCs/>
        </w:rPr>
        <w:t>ské zprávě posl. prof. JUDr. Heleny Válkové, CSc.</w:t>
      </w:r>
      <w:r w:rsidR="004A4F60">
        <w:rPr>
          <w:bCs/>
        </w:rPr>
        <w:t xml:space="preserve"> </w:t>
      </w:r>
      <w:r w:rsidR="005F357B">
        <w:rPr>
          <w:bCs/>
        </w:rPr>
        <w:t xml:space="preserve">a </w:t>
      </w:r>
      <w:r w:rsidR="00C03426">
        <w:rPr>
          <w:bCs/>
        </w:rPr>
        <w:t>v obecné</w:t>
      </w:r>
      <w:r w:rsidR="009E5BB6">
        <w:t xml:space="preserve">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C03426" w:rsidRPr="00C03426" w:rsidRDefault="00C03426" w:rsidP="00C03426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C03426" w:rsidRDefault="00C03426" w:rsidP="00C64738"/>
    <w:p w:rsidR="00C03426" w:rsidRDefault="00C03426" w:rsidP="00C03426">
      <w:pPr>
        <w:pStyle w:val="PS-slovanseznam"/>
        <w:numPr>
          <w:ilvl w:val="0"/>
          <w:numId w:val="23"/>
        </w:numPr>
      </w:pPr>
      <w:r>
        <w:rPr>
          <w:rStyle w:val="proloenChar"/>
        </w:rPr>
        <w:t xml:space="preserve">přerušuje </w:t>
      </w:r>
      <w:r>
        <w:t xml:space="preserve">projednávání tisku 214 do </w:t>
      </w:r>
      <w:r w:rsidR="007E29D7">
        <w:t>s</w:t>
      </w:r>
      <w:r>
        <w:t>chůze ústavně právního výboru</w:t>
      </w:r>
      <w:r w:rsidR="007E29D7">
        <w:t>, která se bude konat v květnu 2019</w:t>
      </w:r>
      <w:r>
        <w:t xml:space="preserve">. </w:t>
      </w: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C03426" w:rsidRDefault="00C03426" w:rsidP="003F73C2">
      <w:pPr>
        <w:tabs>
          <w:tab w:val="center" w:pos="1843"/>
        </w:tabs>
        <w:spacing w:after="0" w:line="240" w:lineRule="auto"/>
      </w:pPr>
    </w:p>
    <w:p w:rsidR="00C03426" w:rsidRDefault="00C03426" w:rsidP="003F73C2">
      <w:pPr>
        <w:tabs>
          <w:tab w:val="center" w:pos="1843"/>
        </w:tabs>
        <w:spacing w:after="0" w:line="240" w:lineRule="auto"/>
      </w:pPr>
    </w:p>
    <w:p w:rsidR="00C03426" w:rsidRDefault="00C03426" w:rsidP="003F73C2">
      <w:pPr>
        <w:tabs>
          <w:tab w:val="center" w:pos="1843"/>
        </w:tabs>
        <w:spacing w:after="0" w:line="240" w:lineRule="auto"/>
      </w:pPr>
    </w:p>
    <w:p w:rsidR="00C03426" w:rsidRDefault="00C03426" w:rsidP="003F73C2">
      <w:pPr>
        <w:tabs>
          <w:tab w:val="center" w:pos="1843"/>
        </w:tabs>
        <w:spacing w:after="0" w:line="240" w:lineRule="auto"/>
      </w:pPr>
    </w:p>
    <w:p w:rsidR="00C03426" w:rsidRDefault="00C03426" w:rsidP="003F73C2">
      <w:pPr>
        <w:tabs>
          <w:tab w:val="center" w:pos="1843"/>
        </w:tabs>
        <w:spacing w:after="0" w:line="240" w:lineRule="auto"/>
      </w:pPr>
    </w:p>
    <w:p w:rsidR="00C03426" w:rsidRDefault="00C03426" w:rsidP="003F73C2">
      <w:pPr>
        <w:tabs>
          <w:tab w:val="center" w:pos="1843"/>
        </w:tabs>
        <w:spacing w:after="0" w:line="240" w:lineRule="auto"/>
      </w:pPr>
    </w:p>
    <w:p w:rsidR="00C03426" w:rsidRDefault="00C03426" w:rsidP="003F73C2">
      <w:pPr>
        <w:tabs>
          <w:tab w:val="center" w:pos="1843"/>
        </w:tabs>
        <w:spacing w:after="0" w:line="240" w:lineRule="auto"/>
      </w:pPr>
    </w:p>
    <w:p w:rsidR="00C03426" w:rsidRDefault="00C03426" w:rsidP="003F73C2">
      <w:pPr>
        <w:tabs>
          <w:tab w:val="center" w:pos="1843"/>
        </w:tabs>
        <w:spacing w:after="0" w:line="240" w:lineRule="auto"/>
      </w:pPr>
    </w:p>
    <w:p w:rsidR="00C03426" w:rsidRDefault="00C03426" w:rsidP="003F73C2">
      <w:pPr>
        <w:tabs>
          <w:tab w:val="center" w:pos="1843"/>
        </w:tabs>
        <w:spacing w:after="0" w:line="240" w:lineRule="auto"/>
      </w:pPr>
    </w:p>
    <w:p w:rsidR="004A4F60" w:rsidRDefault="008B467F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>prof. JUDr. Helena VÁLKOVÁ, CSc.</w:t>
      </w:r>
      <w:r w:rsidR="00C03426">
        <w:tab/>
      </w:r>
      <w:r w:rsidR="00F75112">
        <w:t xml:space="preserve">v. r. </w:t>
      </w:r>
      <w:r w:rsidR="00C03426">
        <w:tab/>
      </w:r>
      <w:r w:rsidR="00C03426">
        <w:tab/>
      </w:r>
      <w:r w:rsidR="00F75112">
        <w:t>M</w:t>
      </w:r>
      <w:r w:rsidR="00C03426">
        <w:t>gr. Marek VÝBORNÝ</w:t>
      </w:r>
      <w:r w:rsidR="00F75112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</w:t>
      </w:r>
      <w:r w:rsidR="00F75112">
        <w:t xml:space="preserve">          </w:t>
      </w:r>
      <w:r>
        <w:t xml:space="preserve"> zpravodaj</w:t>
      </w:r>
      <w:r w:rsidR="008B467F">
        <w:t xml:space="preserve">ka </w:t>
      </w:r>
      <w:r>
        <w:t>výboru</w:t>
      </w:r>
      <w:r w:rsidRPr="00106842">
        <w:tab/>
      </w:r>
      <w:r w:rsidRPr="00106842">
        <w:tab/>
      </w:r>
      <w:r>
        <w:t xml:space="preserve">                </w:t>
      </w:r>
      <w:r w:rsidR="00C03426">
        <w:t xml:space="preserve">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F75112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9D7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2466B9F"/>
    <w:multiLevelType w:val="hybridMultilevel"/>
    <w:tmpl w:val="1646F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905832"/>
    <w:multiLevelType w:val="hybridMultilevel"/>
    <w:tmpl w:val="89D41506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0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C17B58"/>
    <w:multiLevelType w:val="hybridMultilevel"/>
    <w:tmpl w:val="83363CC2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3"/>
  </w:num>
  <w:num w:numId="10">
    <w:abstractNumId w:val="22"/>
  </w:num>
  <w:num w:numId="11">
    <w:abstractNumId w:val="13"/>
  </w:num>
  <w:num w:numId="12">
    <w:abstractNumId w:val="8"/>
  </w:num>
  <w:num w:numId="13">
    <w:abstractNumId w:val="10"/>
  </w:num>
  <w:num w:numId="14">
    <w:abstractNumId w:val="15"/>
  </w:num>
  <w:num w:numId="15">
    <w:abstractNumId w:val="7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4"/>
  </w:num>
  <w:num w:numId="21">
    <w:abstractNumId w:val="19"/>
  </w:num>
  <w:num w:numId="22">
    <w:abstractNumId w:val="24"/>
  </w:num>
  <w:num w:numId="2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15A5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29D7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03426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72D45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112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7594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9D8F1-273E-40AD-9DF2-8E811554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2019-03-20T09:55:00Z</cp:lastPrinted>
  <dcterms:created xsi:type="dcterms:W3CDTF">2019-03-21T12:51:00Z</dcterms:created>
  <dcterms:modified xsi:type="dcterms:W3CDTF">2019-03-25T15:12:00Z</dcterms:modified>
</cp:coreProperties>
</file>