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A85FE8">
        <w:rPr>
          <w:b w:val="0"/>
          <w:i w:val="0"/>
        </w:rPr>
        <w:t>19236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392571" w:rsidP="000E730C">
      <w:pPr>
        <w:pStyle w:val="PS-slousnesen"/>
      </w:pPr>
      <w:r>
        <w:t>122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</w:t>
      </w:r>
      <w:r w:rsidR="00775BF2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E3CEA">
        <w:t xml:space="preserve">20. </w:t>
      </w:r>
      <w:r w:rsidR="00775BF2">
        <w:t>března</w:t>
      </w:r>
      <w:r w:rsidR="00CE3CEA">
        <w:t xml:space="preserve"> </w:t>
      </w:r>
      <w:r w:rsidR="000C399A">
        <w:t>201</w:t>
      </w:r>
      <w:r w:rsidR="007F02CD">
        <w:t>9</w:t>
      </w:r>
    </w:p>
    <w:p w:rsidR="00D52257" w:rsidRPr="00D52257" w:rsidRDefault="00D52257" w:rsidP="00D52257">
      <w:pPr>
        <w:pStyle w:val="Bezmezer"/>
      </w:pPr>
    </w:p>
    <w:p w:rsidR="00D52257" w:rsidRPr="00D52257" w:rsidRDefault="00D52257" w:rsidP="00D52257">
      <w:pPr>
        <w:pStyle w:val="Bezmezer"/>
      </w:pPr>
    </w:p>
    <w:p w:rsidR="00D52257" w:rsidRPr="00D52257" w:rsidRDefault="00D52257" w:rsidP="00D52257">
      <w:pPr>
        <w:spacing w:after="0" w:line="240" w:lineRule="auto"/>
        <w:jc w:val="center"/>
        <w:rPr>
          <w:szCs w:val="24"/>
        </w:rPr>
      </w:pPr>
      <w:r w:rsidRPr="00D52257">
        <w:rPr>
          <w:szCs w:val="24"/>
        </w:rPr>
        <w:t>Vládní návrh, kterým se předkládá Parlamentu České republiky k vyslovení souhlasu s přijetím změna článku 124 Římského statutu Mezinárodního trestního soudu (tisk 235)</w:t>
      </w:r>
    </w:p>
    <w:p w:rsidR="005C2180" w:rsidRDefault="005C2180" w:rsidP="005C2180">
      <w:pPr>
        <w:pStyle w:val="Bezmezer"/>
      </w:pP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B41CE">
        <w:t>odůvodnění náměstka ministra zahraničních věcí pro řízení sekce právní a konzulární JUDr. Martina Smolka, Ph.D.</w:t>
      </w:r>
      <w:r w:rsidR="00750F88">
        <w:t>,</w:t>
      </w:r>
      <w:r w:rsidR="00DD3611">
        <w:t xml:space="preserve"> LL.M., </w:t>
      </w:r>
      <w:bookmarkStart w:id="0" w:name="_GoBack"/>
      <w:bookmarkEnd w:id="0"/>
      <w:r w:rsidR="00750F88">
        <w:t xml:space="preserve"> </w:t>
      </w:r>
      <w:r w:rsidR="005F357B">
        <w:rPr>
          <w:bCs/>
        </w:rPr>
        <w:t>zpravodaj</w:t>
      </w:r>
      <w:r w:rsidR="00CB41CE">
        <w:rPr>
          <w:bCs/>
        </w:rPr>
        <w:t>ské zprávě p</w:t>
      </w:r>
      <w:r w:rsidR="005F357B">
        <w:rPr>
          <w:bCs/>
        </w:rPr>
        <w:t xml:space="preserve">osl. </w:t>
      </w:r>
      <w:r w:rsidR="00750F88">
        <w:rPr>
          <w:bCs/>
        </w:rPr>
        <w:t xml:space="preserve">Marka Bendy </w:t>
      </w:r>
      <w:r w:rsidR="005F357B">
        <w:rPr>
          <w:bCs/>
        </w:rPr>
        <w:t>a p</w:t>
      </w:r>
      <w:r w:rsidR="009E5BB6">
        <w:t xml:space="preserve">o </w:t>
      </w:r>
      <w:r w:rsidR="00DC29E4">
        <w:t>rozpravě</w:t>
      </w:r>
    </w:p>
    <w:p w:rsidR="00CB41CE" w:rsidRPr="00CB41CE" w:rsidRDefault="00CB41CE" w:rsidP="00CB41CE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CB41CE" w:rsidRDefault="00CB41CE" w:rsidP="00C64738"/>
    <w:p w:rsidR="00CB41CE" w:rsidRDefault="009E5BB6" w:rsidP="002C710E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Parlamentu, aby </w:t>
      </w:r>
      <w:r w:rsidR="00CB41CE">
        <w:t>přijala následující usnesení:</w:t>
      </w: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>Poslanecká sněmovna Parlamentu České republiky</w:t>
      </w: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CB41CE" w:rsidRP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rPr>
          <w:b/>
        </w:rPr>
        <w:t xml:space="preserve">dává souhlas k ratifikaci </w:t>
      </w:r>
      <w:r w:rsidRPr="00CB41CE">
        <w:t>změn</w:t>
      </w:r>
      <w:r w:rsidR="00D52257">
        <w:t>y</w:t>
      </w:r>
      <w:r w:rsidRPr="00CB41CE">
        <w:t xml:space="preserve"> článku </w:t>
      </w:r>
      <w:r w:rsidR="00D52257">
        <w:t>124</w:t>
      </w:r>
      <w:r w:rsidRPr="00CB41CE">
        <w:t xml:space="preserve"> Římského statut</w:t>
      </w:r>
      <w:r w:rsidR="0053180B">
        <w:t>u Mezinárodního trestního soudu,</w:t>
      </w:r>
      <w:r w:rsidRPr="00CB41CE">
        <w:t xml:space="preserve"> </w:t>
      </w:r>
    </w:p>
    <w:p w:rsidR="005C2180" w:rsidRDefault="005C2180" w:rsidP="00CB41CE">
      <w:pPr>
        <w:pStyle w:val="PS-slovanseznam"/>
        <w:numPr>
          <w:ilvl w:val="0"/>
          <w:numId w:val="0"/>
        </w:numPr>
        <w:spacing w:after="0" w:line="240" w:lineRule="auto"/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 xml:space="preserve">výsledcích projednávání tohoto </w:t>
      </w:r>
      <w:r w:rsidR="00CB41CE">
        <w:t xml:space="preserve">vládního </w:t>
      </w:r>
      <w:r w:rsidR="00505ADF">
        <w:t>návrhu</w:t>
      </w:r>
      <w:r w:rsidRPr="00FC2A3C">
        <w:t xml:space="preserve"> na</w:t>
      </w:r>
      <w:r w:rsidR="00CB41CE">
        <w:t xml:space="preserve"> schůzi ústavně právního výboru.</w:t>
      </w: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CB41CE" w:rsidRDefault="00CB41CE" w:rsidP="00CB41CE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750F88" w:rsidRDefault="00750F88" w:rsidP="00C425C8">
      <w:pPr>
        <w:tabs>
          <w:tab w:val="center" w:pos="1843"/>
        </w:tabs>
        <w:spacing w:after="0" w:line="240" w:lineRule="auto"/>
      </w:pPr>
    </w:p>
    <w:p w:rsidR="00A77B5B" w:rsidRDefault="00392571" w:rsidP="00750F88">
      <w:pPr>
        <w:tabs>
          <w:tab w:val="center" w:pos="1843"/>
        </w:tabs>
        <w:spacing w:after="0" w:line="240" w:lineRule="auto"/>
        <w:ind w:left="357"/>
      </w:pPr>
      <w:r>
        <w:t xml:space="preserve">          Dominik FERI</w:t>
      </w:r>
      <w:r w:rsidR="00A85FE8">
        <w:t xml:space="preserve"> v. r. </w:t>
      </w:r>
      <w:r w:rsidR="00660DAE">
        <w:t xml:space="preserve"> </w:t>
      </w:r>
      <w:r w:rsidR="00917A79">
        <w:tab/>
      </w:r>
      <w:r w:rsidR="00917A79">
        <w:tab/>
      </w:r>
      <w:r w:rsidR="00567703">
        <w:t xml:space="preserve"> </w:t>
      </w:r>
      <w:r w:rsidR="00750F88">
        <w:tab/>
      </w:r>
      <w:r w:rsidR="00750F88">
        <w:tab/>
      </w:r>
      <w:r w:rsidR="00750F88">
        <w:tab/>
      </w:r>
      <w:r w:rsidR="00A85FE8">
        <w:t>M</w:t>
      </w:r>
      <w:r>
        <w:t>a</w:t>
      </w:r>
      <w:r w:rsidR="00750F88">
        <w:t>rek BENDA</w:t>
      </w:r>
      <w:r w:rsidR="00A85FE8">
        <w:t xml:space="preserve"> v. 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750F88">
        <w:t xml:space="preserve">ověřovatel výboru </w:t>
      </w:r>
      <w:r w:rsidR="007E7DEB">
        <w:t xml:space="preserve">                                                      </w:t>
      </w:r>
      <w:r w:rsidR="00750F88">
        <w:t xml:space="preserve">předseda a zpravodaj </w:t>
      </w:r>
      <w:r w:rsidR="007E7DEB">
        <w:t>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B715B6" w:rsidRDefault="00B82461" w:rsidP="00D52257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AD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9257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C4D43"/>
    <w:rsid w:val="004E384C"/>
    <w:rsid w:val="00505ADF"/>
    <w:rsid w:val="005113CB"/>
    <w:rsid w:val="005227BF"/>
    <w:rsid w:val="0053180B"/>
    <w:rsid w:val="00566A4C"/>
    <w:rsid w:val="00567703"/>
    <w:rsid w:val="00573502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0752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85FE8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B41CE"/>
    <w:rsid w:val="00CE1249"/>
    <w:rsid w:val="00CE3CEA"/>
    <w:rsid w:val="00D4084F"/>
    <w:rsid w:val="00D413A6"/>
    <w:rsid w:val="00D52257"/>
    <w:rsid w:val="00D76FB3"/>
    <w:rsid w:val="00DA7D64"/>
    <w:rsid w:val="00DC29E4"/>
    <w:rsid w:val="00DD3611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F099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5ABFC-1978-4A9E-9D91-C9465B09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2019-03-20T09:49:00Z</cp:lastPrinted>
  <dcterms:created xsi:type="dcterms:W3CDTF">2019-03-21T12:40:00Z</dcterms:created>
  <dcterms:modified xsi:type="dcterms:W3CDTF">2019-03-26T10:19:00Z</dcterms:modified>
</cp:coreProperties>
</file>