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FC02F9" w:rsidP="00FC02F9">
      <w:pPr>
        <w:pStyle w:val="PS-hlavika2"/>
      </w:pPr>
      <w:r>
        <w:t>201</w:t>
      </w:r>
      <w:r w:rsidR="00D426AD">
        <w:t>9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C239EB" w:rsidP="00FC02F9">
      <w:pPr>
        <w:pStyle w:val="PS-slousnesen"/>
      </w:pPr>
      <w:r>
        <w:t>82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 xml:space="preserve">z </w:t>
      </w:r>
      <w:r w:rsidR="00D426AD">
        <w:t>27</w:t>
      </w:r>
      <w:r>
        <w:t>. schůze</w:t>
      </w:r>
    </w:p>
    <w:p w:rsidR="00FC02F9" w:rsidRDefault="00FC02F9" w:rsidP="00FC02F9">
      <w:pPr>
        <w:pStyle w:val="PS-hlavika1"/>
      </w:pPr>
      <w:r>
        <w:t>ze dne 2</w:t>
      </w:r>
      <w:r w:rsidR="00D426AD">
        <w:t>1</w:t>
      </w:r>
      <w:r>
        <w:t xml:space="preserve">. </w:t>
      </w:r>
      <w:r w:rsidR="00D426AD">
        <w:t>března</w:t>
      </w:r>
      <w:r>
        <w:t xml:space="preserve"> 201</w:t>
      </w:r>
      <w:r w:rsidR="00D426AD">
        <w:t>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4F5E29" w:rsidRDefault="004A7EDF" w:rsidP="004F5E29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4F5E29" w:rsidRPr="00646CA9">
        <w:rPr>
          <w:b/>
          <w:sz w:val="24"/>
          <w:szCs w:val="24"/>
        </w:rPr>
        <w:t>kterým se předkládá Parlamentu České republiky k vyslovení souhlasu s ratifikací Protokol o udržitelném zemědělství a rozvoji venkova k Rámcové úmluvě o ochraně a udržitelném rozvoji Karpat /sněmovní tisk 216/</w:t>
      </w:r>
    </w:p>
    <w:p w:rsidR="00513267" w:rsidRDefault="007501CA" w:rsidP="004D2377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C29E4" w:rsidRPr="00B43D45" w:rsidRDefault="00B43D45" w:rsidP="00513267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4F5E29">
        <w:rPr>
          <w:sz w:val="24"/>
          <w:szCs w:val="24"/>
        </w:rPr>
        <w:t>zemědělství</w:t>
      </w:r>
      <w:r w:rsidR="007C0664">
        <w:rPr>
          <w:sz w:val="24"/>
          <w:szCs w:val="24"/>
        </w:rPr>
        <w:t xml:space="preserve"> </w:t>
      </w:r>
      <w:r w:rsidR="002F7DE9">
        <w:rPr>
          <w:sz w:val="24"/>
          <w:szCs w:val="24"/>
        </w:rPr>
        <w:t>Ing. Jindřicha Fialky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>zpravodajské zprávě posl.</w:t>
      </w:r>
      <w:r w:rsidR="004A7EDF">
        <w:rPr>
          <w:sz w:val="24"/>
          <w:szCs w:val="24"/>
        </w:rPr>
        <w:t xml:space="preserve"> </w:t>
      </w:r>
      <w:r w:rsidR="004F5E29">
        <w:rPr>
          <w:sz w:val="24"/>
          <w:szCs w:val="24"/>
        </w:rPr>
        <w:t xml:space="preserve">Zuzany Majerové Zahradníkové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D2377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A0221B">
        <w:rPr>
          <w:rStyle w:val="Siln"/>
          <w:szCs w:val="24"/>
        </w:rPr>
        <w:t>k ratifikaci</w:t>
      </w:r>
      <w:r>
        <w:rPr>
          <w:rStyle w:val="Siln"/>
          <w:szCs w:val="24"/>
        </w:rPr>
        <w:t xml:space="preserve"> </w:t>
      </w:r>
      <w:r w:rsidR="004D2377">
        <w:rPr>
          <w:rStyle w:val="Siln"/>
          <w:b w:val="0"/>
          <w:bCs w:val="0"/>
          <w:szCs w:val="24"/>
        </w:rPr>
        <w:t xml:space="preserve">Protokolu </w:t>
      </w:r>
      <w:r w:rsidR="004F5E29">
        <w:rPr>
          <w:rStyle w:val="Siln"/>
          <w:b w:val="0"/>
          <w:bCs w:val="0"/>
          <w:szCs w:val="24"/>
        </w:rPr>
        <w:t xml:space="preserve">o udržitelném zemědělství a rozvoji venkova k Rámcové úmluvě o ochraně a udržitelném rozvoji Karpat, který byl podepsán dne </w:t>
      </w:r>
      <w:r w:rsidR="004F5E29">
        <w:rPr>
          <w:rStyle w:val="Siln"/>
          <w:b w:val="0"/>
          <w:bCs w:val="0"/>
          <w:szCs w:val="24"/>
        </w:rPr>
        <w:br/>
        <w:t>16. března</w:t>
      </w:r>
      <w:r w:rsidR="004A7EDF" w:rsidRPr="00377ED1">
        <w:t xml:space="preserve"> </w:t>
      </w:r>
      <w:r w:rsidR="004F5E29">
        <w:t>2018;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4F5E29">
        <w:t>ku</w:t>
      </w:r>
      <w:r w:rsidR="004A7EDF">
        <w:t xml:space="preserve"> výboru, aby na schůzi Poslanecké sněmovny podal</w:t>
      </w:r>
      <w:r w:rsidR="004F5E29">
        <w:t>a</w:t>
      </w:r>
      <w:r w:rsidR="004A7EDF">
        <w:t xml:space="preserve">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4F5E29">
        <w:t>Zuzana  M a j e r o v á  Z a h r a d n í k o v á</w:t>
      </w:r>
      <w:r w:rsidR="00DB5BB7">
        <w:t xml:space="preserve"> </w:t>
      </w:r>
      <w:r w:rsidR="0029549A">
        <w:t xml:space="preserve"> </w:t>
      </w:r>
      <w:r w:rsidR="00F17C95">
        <w:t>v.r.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4F5E29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991412" w:rsidRDefault="00991412" w:rsidP="00991412">
      <w:pPr>
        <w:spacing w:after="0" w:line="240" w:lineRule="auto"/>
      </w:pPr>
      <w:r>
        <w:t xml:space="preserve">           Ing. Jiří  S t r ý č e k</w:t>
      </w:r>
      <w:r w:rsidR="00F17C95">
        <w:t>  v.r.</w:t>
      </w:r>
      <w:r>
        <w:rPr>
          <w:color w:val="FF0000"/>
        </w:rPr>
        <w:tab/>
      </w:r>
      <w:r>
        <w:rPr>
          <w:color w:val="FFFFFF" w:themeColor="background1"/>
        </w:rPr>
        <w:t xml:space="preserve">…… </w:t>
      </w:r>
      <w:r>
        <w:tab/>
        <w:t xml:space="preserve">                </w:t>
      </w:r>
      <w:r w:rsidR="00F17C95">
        <w:t xml:space="preserve"> </w:t>
      </w:r>
      <w:bookmarkStart w:id="0" w:name="_GoBack"/>
      <w:bookmarkEnd w:id="0"/>
      <w:r>
        <w:t xml:space="preserve"> PhDr. Lubomír  Z a o r á l e k</w:t>
      </w:r>
      <w:r w:rsidR="00F17C95">
        <w:t>  v.r.</w:t>
      </w:r>
    </w:p>
    <w:p w:rsidR="00991412" w:rsidRDefault="00991412" w:rsidP="0099141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2F7DE9"/>
    <w:rsid w:val="00320803"/>
    <w:rsid w:val="00356011"/>
    <w:rsid w:val="00377253"/>
    <w:rsid w:val="003D2033"/>
    <w:rsid w:val="003F38A7"/>
    <w:rsid w:val="00441D8E"/>
    <w:rsid w:val="004A7EDF"/>
    <w:rsid w:val="004B7D84"/>
    <w:rsid w:val="004D2377"/>
    <w:rsid w:val="004E5AD7"/>
    <w:rsid w:val="004F5E29"/>
    <w:rsid w:val="00513267"/>
    <w:rsid w:val="005227BF"/>
    <w:rsid w:val="00566A4C"/>
    <w:rsid w:val="005C30D7"/>
    <w:rsid w:val="005E094C"/>
    <w:rsid w:val="005F6CAE"/>
    <w:rsid w:val="00620764"/>
    <w:rsid w:val="006876A5"/>
    <w:rsid w:val="006D49A8"/>
    <w:rsid w:val="00714B1F"/>
    <w:rsid w:val="007501CA"/>
    <w:rsid w:val="0075419B"/>
    <w:rsid w:val="007707A2"/>
    <w:rsid w:val="007A1CC3"/>
    <w:rsid w:val="007C0664"/>
    <w:rsid w:val="007C62DA"/>
    <w:rsid w:val="007D5EE1"/>
    <w:rsid w:val="007E1D0B"/>
    <w:rsid w:val="007E5B58"/>
    <w:rsid w:val="00812496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91412"/>
    <w:rsid w:val="009E5DB5"/>
    <w:rsid w:val="00A0221B"/>
    <w:rsid w:val="00A245FE"/>
    <w:rsid w:val="00A46CDA"/>
    <w:rsid w:val="00A837B1"/>
    <w:rsid w:val="00AA0D27"/>
    <w:rsid w:val="00B0568C"/>
    <w:rsid w:val="00B13892"/>
    <w:rsid w:val="00B43D45"/>
    <w:rsid w:val="00B53E8D"/>
    <w:rsid w:val="00B715B6"/>
    <w:rsid w:val="00BC09E3"/>
    <w:rsid w:val="00C03852"/>
    <w:rsid w:val="00C239EB"/>
    <w:rsid w:val="00C40BB1"/>
    <w:rsid w:val="00C56014"/>
    <w:rsid w:val="00C63334"/>
    <w:rsid w:val="00C86377"/>
    <w:rsid w:val="00CD6711"/>
    <w:rsid w:val="00CE20CD"/>
    <w:rsid w:val="00CE270B"/>
    <w:rsid w:val="00D426AD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  <w:rsid w:val="00EF6B9D"/>
    <w:rsid w:val="00F17C95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241F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6F8F3-9020-41BF-B109-DF15DA89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2016-05-26T07:59:00Z</cp:lastPrinted>
  <dcterms:created xsi:type="dcterms:W3CDTF">2019-03-21T13:23:00Z</dcterms:created>
  <dcterms:modified xsi:type="dcterms:W3CDTF">2019-03-21T13:23:00Z</dcterms:modified>
</cp:coreProperties>
</file>