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FC02F9" w:rsidP="00FC02F9">
      <w:pPr>
        <w:pStyle w:val="PS-hlavika2"/>
      </w:pPr>
      <w:r>
        <w:t>201</w:t>
      </w:r>
      <w:r w:rsidR="00BF4D41">
        <w:t>9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F96792" w:rsidP="00FC02F9">
      <w:pPr>
        <w:pStyle w:val="PS-slousnesen"/>
      </w:pPr>
      <w:r>
        <w:t>78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 xml:space="preserve">z </w:t>
      </w:r>
      <w:r w:rsidR="00BF4D41">
        <w:t>27</w:t>
      </w:r>
      <w:r>
        <w:t>. schůze</w:t>
      </w:r>
    </w:p>
    <w:p w:rsidR="00FC02F9" w:rsidRDefault="00FC02F9" w:rsidP="00FC02F9">
      <w:pPr>
        <w:pStyle w:val="PS-hlavika1"/>
      </w:pPr>
      <w:r>
        <w:t>ze dne 2</w:t>
      </w:r>
      <w:r w:rsidR="00BF4D41">
        <w:t>1</w:t>
      </w:r>
      <w:r>
        <w:t xml:space="preserve">. </w:t>
      </w:r>
      <w:r w:rsidR="00BF4D41">
        <w:t>března</w:t>
      </w:r>
      <w:r>
        <w:t xml:space="preserve"> 201</w:t>
      </w:r>
      <w:r w:rsidR="00BF4D41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FB26DA" w:rsidRPr="004800C3">
        <w:rPr>
          <w:b/>
          <w:sz w:val="24"/>
          <w:szCs w:val="24"/>
        </w:rPr>
        <w:t xml:space="preserve">kterým se předkládají Parlamentu České republiky k vyslovení souhlasu s ratifikací </w:t>
      </w:r>
      <w:r w:rsidR="00B245FD">
        <w:rPr>
          <w:b/>
          <w:sz w:val="24"/>
          <w:szCs w:val="24"/>
        </w:rPr>
        <w:t>Úmluva</w:t>
      </w:r>
      <w:r w:rsidR="00FB26DA" w:rsidRPr="004800C3">
        <w:rPr>
          <w:b/>
          <w:sz w:val="24"/>
          <w:szCs w:val="24"/>
        </w:rPr>
        <w:t xml:space="preserve"> o ochraně </w:t>
      </w:r>
      <w:r w:rsidR="00B245FD">
        <w:rPr>
          <w:b/>
          <w:sz w:val="24"/>
          <w:szCs w:val="24"/>
        </w:rPr>
        <w:t>evropských planě rostoucích rostlin, volně žijících živočichů a přírodních stanovišť, sjednaná v Bernu dne 19. září 1979, a změna přílohy II této Úmluvy, přijatá ve Štrasburku dne 8. prosince 2017</w:t>
      </w:r>
      <w:r w:rsidR="00FB26DA" w:rsidRPr="004800C3">
        <w:rPr>
          <w:b/>
          <w:sz w:val="24"/>
          <w:szCs w:val="24"/>
        </w:rPr>
        <w:t xml:space="preserve"> /sněmovní tisk 2</w:t>
      </w:r>
      <w:r w:rsidR="00B245FD">
        <w:rPr>
          <w:b/>
          <w:sz w:val="24"/>
          <w:szCs w:val="24"/>
        </w:rPr>
        <w:t>81</w:t>
      </w:r>
      <w:r w:rsidR="00FB26DA" w:rsidRPr="004800C3">
        <w:rPr>
          <w:b/>
          <w:sz w:val="24"/>
          <w:szCs w:val="24"/>
        </w:rPr>
        <w:t>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FB26DA">
        <w:rPr>
          <w:sz w:val="24"/>
          <w:szCs w:val="24"/>
        </w:rPr>
        <w:t>životního prostředí</w:t>
      </w:r>
      <w:r w:rsidR="00886BF7">
        <w:rPr>
          <w:sz w:val="24"/>
          <w:szCs w:val="24"/>
        </w:rPr>
        <w:t xml:space="preserve"> Ing. Vladislava Smrže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r w:rsidR="00AD13A9">
        <w:rPr>
          <w:sz w:val="24"/>
          <w:szCs w:val="24"/>
        </w:rPr>
        <w:t xml:space="preserve">posl. </w:t>
      </w:r>
      <w:r w:rsidR="005715A7">
        <w:rPr>
          <w:sz w:val="24"/>
          <w:szCs w:val="24"/>
        </w:rPr>
        <w:t>Ing</w:t>
      </w:r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B245FD">
        <w:rPr>
          <w:sz w:val="24"/>
          <w:szCs w:val="24"/>
        </w:rPr>
        <w:t>Jaroslava Holíka</w:t>
      </w:r>
      <w:r w:rsidR="004F5E29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4D2377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A0221B">
        <w:rPr>
          <w:rStyle w:val="Siln"/>
          <w:szCs w:val="24"/>
        </w:rPr>
        <w:t>k ratifikaci</w:t>
      </w:r>
      <w:r>
        <w:rPr>
          <w:rStyle w:val="Siln"/>
          <w:szCs w:val="24"/>
        </w:rPr>
        <w:t xml:space="preserve"> </w:t>
      </w:r>
      <w:r w:rsidR="00B245FD">
        <w:rPr>
          <w:rStyle w:val="Siln"/>
          <w:b w:val="0"/>
          <w:szCs w:val="24"/>
        </w:rPr>
        <w:t>Úmluvy o ochraně evropských planě rostoucích rostlin, volně žijících živočichů a přírodních stanovišť, sjednané v Bernu dne 19. září 1979, a změny přílohy II této Úmluvy, přijaté ve Štrasburku dne 8. prosince 2017</w:t>
      </w:r>
      <w:r w:rsidR="00D62421" w:rsidRPr="00D62421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D62421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BF4D41">
        <w:t xml:space="preserve"> Ing. </w:t>
      </w:r>
      <w:r w:rsidR="00B245FD">
        <w:t>Jaroslav  H o l í k</w:t>
      </w:r>
      <w:r w:rsidR="003E3FB9">
        <w:t>  v.r.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  <w:r w:rsidR="003E3FB9">
        <w:t xml:space="preserve"> 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44989" w:rsidRDefault="00E44989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44989" w:rsidRDefault="00E44989" w:rsidP="00E44989">
      <w:pPr>
        <w:spacing w:after="0" w:line="240" w:lineRule="auto"/>
      </w:pPr>
      <w:r>
        <w:t xml:space="preserve">           Ing. Jiří  S t r ý č e k</w:t>
      </w:r>
      <w:r w:rsidR="003E3FB9">
        <w:t>  v.r.</w:t>
      </w:r>
      <w:r>
        <w:rPr>
          <w:color w:val="FF0000"/>
        </w:rPr>
        <w:tab/>
      </w:r>
      <w:r w:rsidR="003E3FB9">
        <w:rPr>
          <w:color w:val="FF0000"/>
        </w:rPr>
        <w:t xml:space="preserve">        </w:t>
      </w:r>
      <w:bookmarkStart w:id="0" w:name="_GoBack"/>
      <w:bookmarkEnd w:id="0"/>
      <w:r>
        <w:t xml:space="preserve">                     PhDr. Lubomír  Z a o r á l e k</w:t>
      </w:r>
      <w:r w:rsidR="003E3FB9">
        <w:t>  v.r.</w:t>
      </w:r>
    </w:p>
    <w:p w:rsidR="00E44989" w:rsidRDefault="00E44989" w:rsidP="00E4498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E44989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A33A3"/>
    <w:rsid w:val="000C5278"/>
    <w:rsid w:val="000D0E8D"/>
    <w:rsid w:val="000E730C"/>
    <w:rsid w:val="00103C04"/>
    <w:rsid w:val="0010684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E3FB9"/>
    <w:rsid w:val="003F38A7"/>
    <w:rsid w:val="00441D8E"/>
    <w:rsid w:val="004A7EDF"/>
    <w:rsid w:val="004B7D84"/>
    <w:rsid w:val="004D2377"/>
    <w:rsid w:val="004E5AD7"/>
    <w:rsid w:val="004F5E29"/>
    <w:rsid w:val="005227BF"/>
    <w:rsid w:val="00566A4C"/>
    <w:rsid w:val="005715A7"/>
    <w:rsid w:val="005C30D7"/>
    <w:rsid w:val="005E094C"/>
    <w:rsid w:val="005F6CAE"/>
    <w:rsid w:val="00620764"/>
    <w:rsid w:val="006876A5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2C8"/>
    <w:rsid w:val="008255AD"/>
    <w:rsid w:val="00830BFE"/>
    <w:rsid w:val="00886BF7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245FE"/>
    <w:rsid w:val="00A46CDA"/>
    <w:rsid w:val="00A837B1"/>
    <w:rsid w:val="00AA0D27"/>
    <w:rsid w:val="00AD13A9"/>
    <w:rsid w:val="00B0568C"/>
    <w:rsid w:val="00B13892"/>
    <w:rsid w:val="00B245FD"/>
    <w:rsid w:val="00B43D45"/>
    <w:rsid w:val="00B53E8D"/>
    <w:rsid w:val="00B715B6"/>
    <w:rsid w:val="00BC09E3"/>
    <w:rsid w:val="00BF4D41"/>
    <w:rsid w:val="00C03852"/>
    <w:rsid w:val="00C40BB1"/>
    <w:rsid w:val="00C56014"/>
    <w:rsid w:val="00C63334"/>
    <w:rsid w:val="00C86377"/>
    <w:rsid w:val="00CD6711"/>
    <w:rsid w:val="00CE20CD"/>
    <w:rsid w:val="00CE270B"/>
    <w:rsid w:val="00D6231F"/>
    <w:rsid w:val="00D62421"/>
    <w:rsid w:val="00D720D0"/>
    <w:rsid w:val="00D76FB3"/>
    <w:rsid w:val="00DB23D4"/>
    <w:rsid w:val="00DB5BB7"/>
    <w:rsid w:val="00DC29E4"/>
    <w:rsid w:val="00E120D7"/>
    <w:rsid w:val="00E44989"/>
    <w:rsid w:val="00E44BB8"/>
    <w:rsid w:val="00E6506A"/>
    <w:rsid w:val="00ED101C"/>
    <w:rsid w:val="00ED15A8"/>
    <w:rsid w:val="00EE4714"/>
    <w:rsid w:val="00EF3B15"/>
    <w:rsid w:val="00EF679B"/>
    <w:rsid w:val="00EF6B9D"/>
    <w:rsid w:val="00F96792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AFE0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D3C43-5564-4CB3-9F27-0C237C4C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2016-05-26T07:59:00Z</cp:lastPrinted>
  <dcterms:created xsi:type="dcterms:W3CDTF">2019-03-21T13:18:00Z</dcterms:created>
  <dcterms:modified xsi:type="dcterms:W3CDTF">2019-03-21T13:18:00Z</dcterms:modified>
</cp:coreProperties>
</file>