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2B" w:rsidRDefault="0063572B" w:rsidP="0063572B">
      <w:pPr>
        <w:pStyle w:val="PS-hlavika1"/>
      </w:pPr>
      <w:r>
        <w:t>Parlament České republiky</w:t>
      </w:r>
    </w:p>
    <w:p w:rsidR="0063572B" w:rsidRDefault="0063572B" w:rsidP="0063572B">
      <w:pPr>
        <w:pStyle w:val="PS-hlavika2"/>
      </w:pPr>
      <w:r>
        <w:t>POSLANECKÁ SNĚMOVNA</w:t>
      </w:r>
    </w:p>
    <w:p w:rsidR="0063572B" w:rsidRDefault="0063572B" w:rsidP="0063572B">
      <w:pPr>
        <w:pStyle w:val="PS-hlavika2"/>
      </w:pPr>
      <w:r>
        <w:t>201</w:t>
      </w:r>
      <w:r w:rsidR="001733B6">
        <w:t>9</w:t>
      </w:r>
    </w:p>
    <w:p w:rsidR="0063572B" w:rsidRDefault="0063572B" w:rsidP="0063572B">
      <w:pPr>
        <w:pStyle w:val="PS-hlavika1"/>
      </w:pPr>
      <w:r>
        <w:t>8. volební období</w:t>
      </w:r>
    </w:p>
    <w:p w:rsidR="0063572B" w:rsidRDefault="00A12C3C" w:rsidP="0063572B">
      <w:pPr>
        <w:pStyle w:val="PS-slousnesen"/>
      </w:pPr>
      <w:r>
        <w:t>76</w:t>
      </w:r>
    </w:p>
    <w:p w:rsidR="0063572B" w:rsidRDefault="0063572B" w:rsidP="0063572B">
      <w:pPr>
        <w:pStyle w:val="PS-hlavika3"/>
      </w:pPr>
      <w:r>
        <w:t>USNESENÍ</w:t>
      </w:r>
    </w:p>
    <w:p w:rsidR="0063572B" w:rsidRDefault="0063572B" w:rsidP="0063572B">
      <w:pPr>
        <w:pStyle w:val="PS-hlavika1"/>
      </w:pPr>
      <w:r>
        <w:t>zahraničního výboru</w:t>
      </w:r>
    </w:p>
    <w:p w:rsidR="0063572B" w:rsidRDefault="0063572B" w:rsidP="0063572B">
      <w:pPr>
        <w:pStyle w:val="PS-hlavika1"/>
      </w:pPr>
      <w:r>
        <w:t xml:space="preserve">z </w:t>
      </w:r>
      <w:r w:rsidR="001733B6">
        <w:t>27</w:t>
      </w:r>
      <w:r>
        <w:t>. schůze</w:t>
      </w:r>
    </w:p>
    <w:p w:rsidR="0063572B" w:rsidRDefault="0063572B" w:rsidP="0063572B">
      <w:pPr>
        <w:pStyle w:val="PS-hlavika1"/>
      </w:pPr>
      <w:r>
        <w:t>ze dne 2</w:t>
      </w:r>
      <w:r w:rsidR="001733B6">
        <w:t>1</w:t>
      </w:r>
      <w:r>
        <w:t xml:space="preserve">. </w:t>
      </w:r>
      <w:r w:rsidR="001733B6">
        <w:t>března</w:t>
      </w:r>
      <w:r>
        <w:t xml:space="preserve"> 201</w:t>
      </w:r>
      <w:r w:rsidR="001733B6">
        <w:t>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7501CA" w:rsidRPr="00586776" w:rsidRDefault="004A7EDF" w:rsidP="007501CA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7501CA" w:rsidRPr="00586776">
        <w:rPr>
          <w:b/>
          <w:bCs/>
          <w:sz w:val="24"/>
          <w:szCs w:val="24"/>
        </w:rPr>
        <w:t>kterým se předkládá Parlamentu České republiky k vyslovení souhlasu návrh na odvolání výhrady České republiky podle článku 29 odst. 4 Úmluvy o počítačové kriminalitě /sněmovní tisk 151/</w:t>
      </w:r>
    </w:p>
    <w:p w:rsidR="00DC29E4" w:rsidRPr="00B43D45" w:rsidRDefault="007501CA" w:rsidP="007501CA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>
        <w:rPr>
          <w:sz w:val="24"/>
          <w:szCs w:val="24"/>
        </w:rPr>
        <w:t>spravedlnosti</w:t>
      </w:r>
      <w:r w:rsidR="00826CC0">
        <w:rPr>
          <w:sz w:val="24"/>
          <w:szCs w:val="24"/>
        </w:rPr>
        <w:t xml:space="preserve"> Mgr. Michala Fraňka</w:t>
      </w:r>
      <w:r w:rsidR="006D49A8">
        <w:rPr>
          <w:sz w:val="24"/>
          <w:szCs w:val="24"/>
        </w:rPr>
        <w:t xml:space="preserve">, </w:t>
      </w:r>
      <w:r w:rsidR="00B43D45" w:rsidRPr="00B43D45">
        <w:rPr>
          <w:sz w:val="24"/>
          <w:szCs w:val="24"/>
        </w:rPr>
        <w:t xml:space="preserve">zpravodajské zprávě </w:t>
      </w:r>
      <w:r w:rsidR="002D3874">
        <w:rPr>
          <w:sz w:val="24"/>
          <w:szCs w:val="24"/>
        </w:rPr>
        <w:t xml:space="preserve">posl. </w:t>
      </w:r>
      <w:r w:rsidR="00895549">
        <w:rPr>
          <w:sz w:val="24"/>
          <w:szCs w:val="24"/>
        </w:rPr>
        <w:t>Mgr</w:t>
      </w:r>
      <w:r w:rsidR="00B43D45"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Mikuláše Peksy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170931">
      <w:pPr>
        <w:ind w:left="705"/>
        <w:jc w:val="both"/>
      </w:pPr>
      <w:r>
        <w:rPr>
          <w:rStyle w:val="Siln"/>
          <w:szCs w:val="24"/>
        </w:rPr>
        <w:t xml:space="preserve">dává souhlas </w:t>
      </w:r>
      <w:r w:rsidR="0007639F">
        <w:rPr>
          <w:rStyle w:val="Siln"/>
          <w:szCs w:val="24"/>
        </w:rPr>
        <w:t>k</w:t>
      </w:r>
      <w:r w:rsidR="007501CA">
        <w:rPr>
          <w:rStyle w:val="Siln"/>
          <w:szCs w:val="24"/>
        </w:rPr>
        <w:t xml:space="preserve"> odvolání</w:t>
      </w:r>
      <w:r>
        <w:rPr>
          <w:rStyle w:val="Siln"/>
          <w:szCs w:val="24"/>
        </w:rPr>
        <w:t xml:space="preserve"> </w:t>
      </w:r>
      <w:r w:rsidR="007501CA">
        <w:t xml:space="preserve">výhrady České republiky podle článku 29 odst. 4 Úmluvy </w:t>
      </w:r>
      <w:r w:rsidR="007501CA">
        <w:br/>
        <w:t>o počítačové kriminalitě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7501CA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1733B6">
        <w:t xml:space="preserve">Mgr. </w:t>
      </w:r>
      <w:r w:rsidR="007501CA">
        <w:t>Mikuláš  P e k s a</w:t>
      </w:r>
      <w:r w:rsidR="00DB5BB7">
        <w:t xml:space="preserve"> </w:t>
      </w:r>
      <w:r w:rsidR="0029549A">
        <w:t xml:space="preserve"> </w:t>
      </w:r>
      <w:r w:rsidR="00DB0ECB">
        <w:t>v.r.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C6B03" w:rsidRDefault="002C6B03" w:rsidP="002C6B03">
      <w:pPr>
        <w:spacing w:after="0" w:line="240" w:lineRule="auto"/>
      </w:pPr>
      <w:r>
        <w:t xml:space="preserve">            Ing. Jiří  S t r ý č e k</w:t>
      </w:r>
      <w:r w:rsidR="00DB0ECB">
        <w:t xml:space="preserve">  v.r.</w:t>
      </w:r>
      <w:r>
        <w:rPr>
          <w:color w:val="FF0000"/>
        </w:rPr>
        <w:tab/>
      </w:r>
      <w:r>
        <w:rPr>
          <w:color w:val="FFFFFF" w:themeColor="background1"/>
        </w:rPr>
        <w:t>…</w:t>
      </w:r>
      <w:r w:rsidR="00DB0ECB">
        <w:rPr>
          <w:color w:val="FFFFFF" w:themeColor="background1"/>
        </w:rPr>
        <w:t xml:space="preserve">   </w:t>
      </w:r>
      <w:bookmarkStart w:id="0" w:name="_GoBack"/>
      <w:bookmarkEnd w:id="0"/>
      <w:r>
        <w:t xml:space="preserve">                     PhDr. Lubomír  Z a o r á l e k</w:t>
      </w:r>
      <w:r w:rsidR="00DB0ECB">
        <w:t>  v.r.</w:t>
      </w:r>
    </w:p>
    <w:p w:rsidR="002C6B03" w:rsidRDefault="002C6B03" w:rsidP="002C6B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7639F"/>
    <w:rsid w:val="000C5278"/>
    <w:rsid w:val="000D0E8D"/>
    <w:rsid w:val="000E730C"/>
    <w:rsid w:val="00103C04"/>
    <w:rsid w:val="00106842"/>
    <w:rsid w:val="00170931"/>
    <w:rsid w:val="001733B6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03"/>
    <w:rsid w:val="002C6BED"/>
    <w:rsid w:val="002D3874"/>
    <w:rsid w:val="002F52FE"/>
    <w:rsid w:val="00320803"/>
    <w:rsid w:val="00356011"/>
    <w:rsid w:val="00377253"/>
    <w:rsid w:val="00395E18"/>
    <w:rsid w:val="003D2033"/>
    <w:rsid w:val="003F38A7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3572B"/>
    <w:rsid w:val="006876A5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26CC0"/>
    <w:rsid w:val="00830BFE"/>
    <w:rsid w:val="00893C29"/>
    <w:rsid w:val="00895549"/>
    <w:rsid w:val="008B733E"/>
    <w:rsid w:val="008C2628"/>
    <w:rsid w:val="00903269"/>
    <w:rsid w:val="00917DCF"/>
    <w:rsid w:val="00920D8B"/>
    <w:rsid w:val="00945184"/>
    <w:rsid w:val="009E5DB5"/>
    <w:rsid w:val="00A12C3C"/>
    <w:rsid w:val="00A46CDA"/>
    <w:rsid w:val="00A837B1"/>
    <w:rsid w:val="00AA0D27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86377"/>
    <w:rsid w:val="00CD6711"/>
    <w:rsid w:val="00CE20CD"/>
    <w:rsid w:val="00CE270B"/>
    <w:rsid w:val="00D720D0"/>
    <w:rsid w:val="00D76FB3"/>
    <w:rsid w:val="00DB0ECB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07E0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650F2-8DDC-49A9-914A-0E1759FA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2016-05-26T07:59:00Z</cp:lastPrinted>
  <dcterms:created xsi:type="dcterms:W3CDTF">2019-03-21T13:15:00Z</dcterms:created>
  <dcterms:modified xsi:type="dcterms:W3CDTF">2019-03-21T13:15:00Z</dcterms:modified>
</cp:coreProperties>
</file>