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CFF" w:rsidRDefault="005B3CFF" w:rsidP="005B3CFF">
      <w:pPr>
        <w:pStyle w:val="ZKON"/>
      </w:pPr>
      <w:r>
        <w:t>ZÁKON</w:t>
      </w:r>
    </w:p>
    <w:p w:rsidR="005B3CFF" w:rsidRPr="00EC6AF7" w:rsidRDefault="005B3CFF" w:rsidP="005B3CFF">
      <w:pPr>
        <w:pStyle w:val="nadpiszkona"/>
        <w:rPr>
          <w:b w:val="0"/>
        </w:rPr>
      </w:pPr>
      <w:r w:rsidRPr="00EC6AF7">
        <w:rPr>
          <w:b w:val="0"/>
        </w:rPr>
        <w:t>ze dne …</w:t>
      </w:r>
      <w:r w:rsidR="00EC6AF7">
        <w:rPr>
          <w:b w:val="0"/>
        </w:rPr>
        <w:t>…</w:t>
      </w:r>
      <w:r w:rsidRPr="00EC6AF7">
        <w:rPr>
          <w:b w:val="0"/>
        </w:rPr>
        <w:t>…</w:t>
      </w:r>
      <w:r w:rsidR="00EC6AF7">
        <w:rPr>
          <w:b w:val="0"/>
        </w:rPr>
        <w:t>..</w:t>
      </w:r>
      <w:r w:rsidRPr="00EC6AF7">
        <w:rPr>
          <w:b w:val="0"/>
        </w:rPr>
        <w:t>…..</w:t>
      </w:r>
      <w:r w:rsidR="00EC6AF7">
        <w:rPr>
          <w:b w:val="0"/>
        </w:rPr>
        <w:t xml:space="preserve"> </w:t>
      </w:r>
      <w:r w:rsidRPr="00EC6AF7">
        <w:rPr>
          <w:b w:val="0"/>
        </w:rPr>
        <w:t>201</w:t>
      </w:r>
      <w:r w:rsidR="00167CBE">
        <w:rPr>
          <w:b w:val="0"/>
        </w:rPr>
        <w:t>9</w:t>
      </w:r>
      <w:r w:rsidR="00EC6AF7">
        <w:rPr>
          <w:b w:val="0"/>
        </w:rPr>
        <w:t>,</w:t>
      </w:r>
    </w:p>
    <w:p w:rsidR="005B3CFF" w:rsidRDefault="005B3CFF" w:rsidP="00EC6AF7">
      <w:pPr>
        <w:pStyle w:val="nadpiszkona"/>
      </w:pPr>
      <w:r>
        <w:t>kterým se mění zákon č. 428/2012 Sb., o majetkovém vyrovnání s církvemi</w:t>
      </w:r>
      <w:r>
        <w:br/>
        <w:t>a náboženskými společnostmi a o změně některých zákonů (zákon o majetkovém vyrovnání s církvemi a náboženskými společnostmi) a zákon č. 586/1992 Sb.</w:t>
      </w:r>
      <w:r w:rsidR="00EC6AF7">
        <w:t xml:space="preserve">, </w:t>
      </w:r>
      <w:r>
        <w:t>o</w:t>
      </w:r>
      <w:r w:rsidR="00EC6AF7">
        <w:t> </w:t>
      </w:r>
      <w:r>
        <w:t>daních</w:t>
      </w:r>
      <w:r w:rsidR="00EC6AF7">
        <w:t xml:space="preserve">  </w:t>
      </w:r>
      <w:r>
        <w:t>z</w:t>
      </w:r>
      <w:r w:rsidR="00EC6AF7">
        <w:t> </w:t>
      </w:r>
      <w:r>
        <w:t xml:space="preserve">příjmů, ve znění pozdějších předpisů </w:t>
      </w:r>
    </w:p>
    <w:p w:rsidR="005B3CFF" w:rsidRDefault="00EC6AF7" w:rsidP="00EC6AF7">
      <w:pPr>
        <w:pStyle w:val="Parlament"/>
      </w:pPr>
      <w:r>
        <w:t>Parlament se usnesl na tomto zákoně České republiky:</w:t>
      </w:r>
    </w:p>
    <w:p w:rsidR="005B3CFF" w:rsidRDefault="00EC6AF7" w:rsidP="00EC6AF7">
      <w:pPr>
        <w:pStyle w:val="ST"/>
      </w:pPr>
      <w:r>
        <w:t xml:space="preserve">ČÁST </w:t>
      </w:r>
      <w:r w:rsidR="005B3CFF">
        <w:t>PRVNÍ</w:t>
      </w:r>
    </w:p>
    <w:p w:rsidR="005B3CFF" w:rsidRDefault="005B3CFF" w:rsidP="00EC6AF7">
      <w:pPr>
        <w:pStyle w:val="NADPISSTI"/>
      </w:pPr>
      <w:r>
        <w:t>Změna zákona o majetkovém vyrovnání s církvemi a náboženskými společnostmi</w:t>
      </w:r>
    </w:p>
    <w:p w:rsidR="005B3CFF" w:rsidRDefault="00EC6AF7" w:rsidP="00EC6AF7">
      <w:pPr>
        <w:pStyle w:val="lnek"/>
      </w:pPr>
      <w:r>
        <w:t xml:space="preserve">Čl. </w:t>
      </w:r>
      <w:r w:rsidR="005B3CFF">
        <w:t>I</w:t>
      </w:r>
    </w:p>
    <w:p w:rsidR="005B3CFF" w:rsidRDefault="005B3CFF" w:rsidP="00EC6AF7">
      <w:pPr>
        <w:pStyle w:val="Textlnku"/>
      </w:pPr>
      <w:r>
        <w:t>V § 15 zákona č. 428/2012 Sb., o majetkovém vyrovnání s církvemi a náboženskými společnostmi a o změně některých zákonů (zákon o majetkovém vyrovnání s</w:t>
      </w:r>
      <w:r w:rsidR="00EC6AF7">
        <w:t> </w:t>
      </w:r>
      <w:r>
        <w:t>církvemi</w:t>
      </w:r>
      <w:r w:rsidR="00EC6AF7">
        <w:t xml:space="preserve"> </w:t>
      </w:r>
      <w:r>
        <w:t>a</w:t>
      </w:r>
      <w:r w:rsidR="00167CBE">
        <w:t> </w:t>
      </w:r>
      <w:r>
        <w:t>náboženskými společnostmi), se odstavec 6 zrušuje.</w:t>
      </w:r>
    </w:p>
    <w:p w:rsidR="00167CBE" w:rsidRDefault="00167CBE" w:rsidP="00167CBE">
      <w:pPr>
        <w:pStyle w:val="Textlnku"/>
        <w:spacing w:before="0"/>
      </w:pPr>
    </w:p>
    <w:p w:rsidR="005B3CFF" w:rsidRDefault="00EC6AF7" w:rsidP="00EC6AF7">
      <w:pPr>
        <w:pStyle w:val="ST"/>
      </w:pPr>
      <w:r>
        <w:t xml:space="preserve">ČÁST </w:t>
      </w:r>
      <w:r w:rsidR="005B3CFF">
        <w:t>DRUHÁ</w:t>
      </w:r>
    </w:p>
    <w:p w:rsidR="005B3CFF" w:rsidRDefault="005B3CFF" w:rsidP="00EC6AF7">
      <w:pPr>
        <w:pStyle w:val="NADPISSTI"/>
      </w:pPr>
      <w:r>
        <w:t>Změna zákona o daních z příjmů</w:t>
      </w:r>
    </w:p>
    <w:p w:rsidR="005B3CFF" w:rsidRDefault="00EC6AF7" w:rsidP="00EC6AF7">
      <w:pPr>
        <w:pStyle w:val="lnek"/>
      </w:pPr>
      <w:r>
        <w:t xml:space="preserve">Čl. </w:t>
      </w:r>
      <w:r w:rsidR="005B3CFF">
        <w:t>II</w:t>
      </w:r>
    </w:p>
    <w:p w:rsidR="005B3CFF" w:rsidRDefault="005B3CFF" w:rsidP="00EC6AF7">
      <w:pPr>
        <w:pStyle w:val="Textlnku"/>
      </w:pPr>
      <w:r>
        <w:t>V § 18a zákona č. 586/1992 Sb. o daních z příjmů, ve znění zákonného opatření Senátu č.</w:t>
      </w:r>
      <w:r w:rsidR="00167CBE">
        <w:t> </w:t>
      </w:r>
      <w:r>
        <w:t>344/2013 Sb., se v odstavci 1 písmeno f) za slovem „věci“ doplňují slova</w:t>
      </w:r>
      <w:r w:rsidR="00EC6AF7">
        <w:t xml:space="preserve"> </w:t>
      </w:r>
      <w:r>
        <w:t xml:space="preserve">„s výjimkou </w:t>
      </w:r>
      <w:r w:rsidR="00EC6AF7">
        <w:t>f</w:t>
      </w:r>
      <w:r>
        <w:t>inanční náhrady“.</w:t>
      </w:r>
    </w:p>
    <w:p w:rsidR="00167CBE" w:rsidRDefault="00167CBE" w:rsidP="00167CBE">
      <w:pPr>
        <w:pStyle w:val="Textlnku"/>
        <w:spacing w:before="0"/>
      </w:pPr>
      <w:bookmarkStart w:id="0" w:name="_GoBack"/>
      <w:bookmarkEnd w:id="0"/>
    </w:p>
    <w:p w:rsidR="005B3CFF" w:rsidRDefault="00EC6AF7" w:rsidP="00EC6AF7">
      <w:pPr>
        <w:pStyle w:val="ST"/>
      </w:pPr>
      <w:r>
        <w:t xml:space="preserve">ČÁST </w:t>
      </w:r>
      <w:r w:rsidR="005B3CFF">
        <w:t>TŘETÍ</w:t>
      </w:r>
    </w:p>
    <w:p w:rsidR="005B3CFF" w:rsidRDefault="005B3CFF" w:rsidP="00EC6AF7">
      <w:pPr>
        <w:pStyle w:val="NADPISSTI"/>
      </w:pPr>
      <w:r>
        <w:t>Účinnost</w:t>
      </w:r>
    </w:p>
    <w:p w:rsidR="005B3CFF" w:rsidRDefault="00EC6AF7" w:rsidP="00EC6AF7">
      <w:pPr>
        <w:pStyle w:val="lnek"/>
      </w:pPr>
      <w:r>
        <w:t xml:space="preserve">Čl. </w:t>
      </w:r>
      <w:r w:rsidR="005B3CFF">
        <w:t>III</w:t>
      </w:r>
    </w:p>
    <w:p w:rsidR="005B3CFF" w:rsidRDefault="005B3CFF" w:rsidP="00EC6AF7">
      <w:pPr>
        <w:pStyle w:val="Textlnku"/>
      </w:pPr>
      <w:r>
        <w:t>Tento zákon nabývá účinnosti dnem 1.</w:t>
      </w:r>
      <w:r w:rsidR="00EC6AF7">
        <w:t xml:space="preserve"> </w:t>
      </w:r>
      <w:r w:rsidR="00167CBE">
        <w:t>ledna</w:t>
      </w:r>
      <w:r w:rsidR="00EC6AF7">
        <w:t xml:space="preserve"> </w:t>
      </w:r>
      <w:r>
        <w:t>20</w:t>
      </w:r>
      <w:r w:rsidR="00896ED7">
        <w:t>2</w:t>
      </w:r>
      <w:r w:rsidR="004D6FEC">
        <w:t>0</w:t>
      </w:r>
      <w:r>
        <w:t>.</w:t>
      </w:r>
    </w:p>
    <w:sectPr w:rsidR="005B3CFF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CFF" w:rsidRDefault="005B3CFF">
      <w:r>
        <w:separator/>
      </w:r>
    </w:p>
  </w:endnote>
  <w:endnote w:type="continuationSeparator" w:id="0">
    <w:p w:rsidR="005B3CFF" w:rsidRDefault="005B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CFF" w:rsidRDefault="005B3CFF">
      <w:r>
        <w:separator/>
      </w:r>
    </w:p>
  </w:footnote>
  <w:footnote w:type="continuationSeparator" w:id="0">
    <w:p w:rsidR="005B3CFF" w:rsidRDefault="005B3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7E8" w:rsidRDefault="00EC6AF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137E8" w:rsidRDefault="002137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7E8" w:rsidRDefault="00EC6AF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2137E8" w:rsidRDefault="002137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5B3CFF"/>
    <w:rsid w:val="00167CBE"/>
    <w:rsid w:val="002137E8"/>
    <w:rsid w:val="004D6FEC"/>
    <w:rsid w:val="005B3CFF"/>
    <w:rsid w:val="00896ED7"/>
    <w:rsid w:val="00EC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261E0"/>
  <w15:chartTrackingRefBased/>
  <w15:docId w15:val="{1D75FB91-9268-4945-9158-99025429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6ED7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896ED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96ED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96ED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96ED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96ED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96ED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96ED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96ED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96ED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96ED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96ED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96ED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96ED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96ED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96ED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96ED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96ED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96ED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96ED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96ED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96ED7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96ED7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96ED7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96ED7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96ED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96ED7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896ED7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896ED7"/>
    <w:rPr>
      <w:vertAlign w:val="superscript"/>
    </w:rPr>
  </w:style>
  <w:style w:type="paragraph" w:customStyle="1" w:styleId="Nadpis">
    <w:name w:val="Nadpis"/>
    <w:basedOn w:val="Normln"/>
    <w:next w:val="Zkladntext"/>
    <w:rsid w:val="005B3CFF"/>
    <w:pPr>
      <w:jc w:val="center"/>
    </w:pPr>
    <w:rPr>
      <w:b/>
      <w:sz w:val="28"/>
    </w:rPr>
  </w:style>
  <w:style w:type="paragraph" w:customStyle="1" w:styleId="Textodstavce">
    <w:name w:val="Text odstavce"/>
    <w:basedOn w:val="Normln"/>
    <w:rsid w:val="00896ED7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96ED7"/>
    <w:pPr>
      <w:ind w:left="567" w:hanging="567"/>
    </w:pPr>
  </w:style>
  <w:style w:type="character" w:styleId="slostrnky">
    <w:name w:val="page number"/>
    <w:basedOn w:val="Standardnpsmoodstavce"/>
    <w:semiHidden/>
    <w:rsid w:val="00896ED7"/>
  </w:style>
  <w:style w:type="paragraph" w:styleId="Zpat">
    <w:name w:val="footer"/>
    <w:basedOn w:val="Normln"/>
    <w:semiHidden/>
    <w:rsid w:val="00896ED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96ED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896ED7"/>
    <w:rPr>
      <w:vertAlign w:val="superscript"/>
    </w:rPr>
  </w:style>
  <w:style w:type="paragraph" w:styleId="Titulek">
    <w:name w:val="caption"/>
    <w:basedOn w:val="Normln"/>
    <w:next w:val="Normln"/>
    <w:qFormat/>
    <w:rsid w:val="00896ED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96ED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96ED7"/>
    <w:pPr>
      <w:keepNext/>
      <w:keepLines/>
      <w:spacing w:before="720"/>
      <w:jc w:val="center"/>
    </w:pPr>
  </w:style>
  <w:style w:type="paragraph" w:styleId="Zkladntext">
    <w:name w:val="Body Text"/>
    <w:basedOn w:val="Normln"/>
    <w:link w:val="ZkladntextChar"/>
    <w:rsid w:val="005B3CFF"/>
    <w:pPr>
      <w:jc w:val="center"/>
    </w:pPr>
    <w:rPr>
      <w:b/>
    </w:rPr>
  </w:style>
  <w:style w:type="paragraph" w:customStyle="1" w:styleId="VARIANTA">
    <w:name w:val="VARIANTA"/>
    <w:basedOn w:val="Normln"/>
    <w:next w:val="Normln"/>
    <w:rsid w:val="00896ED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96ED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96ED7"/>
    <w:rPr>
      <w:b/>
    </w:rPr>
  </w:style>
  <w:style w:type="paragraph" w:customStyle="1" w:styleId="Nadpislnku">
    <w:name w:val="Nadpis článku"/>
    <w:basedOn w:val="lnek"/>
    <w:next w:val="Textodstavce"/>
    <w:rsid w:val="00896ED7"/>
    <w:rPr>
      <w:b/>
    </w:rPr>
  </w:style>
  <w:style w:type="character" w:customStyle="1" w:styleId="ZkladntextChar">
    <w:name w:val="Základní text Char"/>
    <w:basedOn w:val="Standardnpsmoodstavce"/>
    <w:link w:val="Zkladntext"/>
    <w:rsid w:val="005B3CFF"/>
    <w:rPr>
      <w:b/>
      <w:sz w:val="24"/>
      <w:lang w:eastAsia="zh-CN"/>
    </w:rPr>
  </w:style>
  <w:style w:type="paragraph" w:customStyle="1" w:styleId="Zkladntext21">
    <w:name w:val="Základní text 21"/>
    <w:basedOn w:val="Normln"/>
    <w:rsid w:val="005B3CFF"/>
    <w:pPr>
      <w:spacing w:after="120" w:line="48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67C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7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18</TotalTime>
  <Pages>1</Pages>
  <Words>159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4</cp:revision>
  <cp:lastPrinted>2019-01-24T09:51:00Z</cp:lastPrinted>
  <dcterms:created xsi:type="dcterms:W3CDTF">2019-01-23T11:49:00Z</dcterms:created>
  <dcterms:modified xsi:type="dcterms:W3CDTF">2019-01-24T09:53:00Z</dcterms:modified>
  <cp:category/>
</cp:coreProperties>
</file>