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0271E0" w:rsidP="007120D5">
      <w:pPr>
        <w:pStyle w:val="PS-hlavika2"/>
      </w:pPr>
      <w:r>
        <w:t>2019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Pr="00FD3906" w:rsidRDefault="006A5636" w:rsidP="007120D5">
      <w:pPr>
        <w:pStyle w:val="PS-slousnesen"/>
      </w:pPr>
      <w:r>
        <w:t>70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0271E0" w:rsidP="007120D5">
      <w:pPr>
        <w:pStyle w:val="PS-hlavika1"/>
      </w:pPr>
      <w:r>
        <w:t>z 26</w:t>
      </w:r>
      <w:r w:rsidR="007120D5">
        <w:t>. schůze</w:t>
      </w:r>
    </w:p>
    <w:p w:rsidR="007120D5" w:rsidRDefault="000271E0" w:rsidP="007120D5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CE72A2" w:rsidRDefault="004A7EDF" w:rsidP="00CE72A2">
      <w:pPr>
        <w:pStyle w:val="Odstavecseseznamem"/>
        <w:pBdr>
          <w:bottom w:val="single" w:sz="4" w:space="1" w:color="auto"/>
        </w:pBdr>
        <w:ind w:left="0"/>
        <w:jc w:val="both"/>
        <w:rPr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CE72A2" w:rsidRPr="00CE72A2">
        <w:rPr>
          <w:b/>
          <w:sz w:val="24"/>
          <w:szCs w:val="24"/>
        </w:rPr>
        <w:t>kterým se předkládá Parlamentu České republiky k vyslovení souhlasu s přístupem České republiky Protokol o odstranění nezákonného obchodování s tabákovými výrobky Rámcové úmluvy Světové zdravotnické organizace o kontrole tabáku /sněmovní tisk 215/</w:t>
      </w:r>
      <w:r w:rsidR="00090986" w:rsidRPr="00CE72A2">
        <w:rPr>
          <w:sz w:val="24"/>
          <w:szCs w:val="24"/>
        </w:rPr>
        <w:tab/>
      </w:r>
    </w:p>
    <w:p w:rsidR="00DC29E4" w:rsidRPr="00B43D45" w:rsidRDefault="00B43D45" w:rsidP="008A61DE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E44E6A">
        <w:rPr>
          <w:sz w:val="24"/>
          <w:szCs w:val="24"/>
        </w:rPr>
        <w:t>náměstka ministryně</w:t>
      </w:r>
      <w:r w:rsidR="00320803">
        <w:rPr>
          <w:sz w:val="24"/>
          <w:szCs w:val="24"/>
        </w:rPr>
        <w:t xml:space="preserve"> </w:t>
      </w:r>
      <w:r w:rsidR="00090986">
        <w:rPr>
          <w:sz w:val="24"/>
          <w:szCs w:val="24"/>
        </w:rPr>
        <w:t>financí</w:t>
      </w:r>
      <w:r w:rsidR="00E44E6A">
        <w:rPr>
          <w:sz w:val="24"/>
          <w:szCs w:val="24"/>
        </w:rPr>
        <w:t xml:space="preserve"> Ing. Mgr. Stanislava Kouby,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3927D0">
        <w:rPr>
          <w:sz w:val="24"/>
          <w:szCs w:val="24"/>
        </w:rPr>
        <w:t xml:space="preserve">Bc. </w:t>
      </w:r>
      <w:r w:rsidR="00DC5EED">
        <w:rPr>
          <w:sz w:val="24"/>
          <w:szCs w:val="24"/>
        </w:rPr>
        <w:t xml:space="preserve">Jaroslava </w:t>
      </w:r>
      <w:proofErr w:type="spellStart"/>
      <w:r w:rsidR="00DC5EED">
        <w:rPr>
          <w:sz w:val="24"/>
          <w:szCs w:val="24"/>
        </w:rPr>
        <w:t>Bžocha</w:t>
      </w:r>
      <w:proofErr w:type="spellEnd"/>
      <w:r w:rsidR="00320803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 w:rsidRPr="00432C1E">
        <w:rPr>
          <w:rStyle w:val="Siln"/>
          <w:szCs w:val="24"/>
        </w:rPr>
        <w:t xml:space="preserve">dává souhlas </w:t>
      </w:r>
      <w:r w:rsidR="00CE72A2" w:rsidRPr="00432C1E">
        <w:rPr>
          <w:rStyle w:val="Siln"/>
          <w:szCs w:val="24"/>
        </w:rPr>
        <w:t>s</w:t>
      </w:r>
      <w:r w:rsidR="00432C1E" w:rsidRPr="00432C1E">
        <w:rPr>
          <w:rStyle w:val="Siln"/>
          <w:szCs w:val="24"/>
        </w:rPr>
        <w:t> </w:t>
      </w:r>
      <w:r w:rsidR="00CE72A2" w:rsidRPr="00432C1E">
        <w:rPr>
          <w:rStyle w:val="Siln"/>
          <w:szCs w:val="24"/>
        </w:rPr>
        <w:t>přístupem</w:t>
      </w:r>
      <w:r w:rsidR="00432C1E" w:rsidRPr="00432C1E">
        <w:rPr>
          <w:rStyle w:val="Siln"/>
          <w:szCs w:val="24"/>
        </w:rPr>
        <w:t xml:space="preserve"> </w:t>
      </w:r>
      <w:r w:rsidR="00432C1E" w:rsidRPr="00AB0010">
        <w:rPr>
          <w:rStyle w:val="Siln"/>
          <w:b w:val="0"/>
          <w:szCs w:val="24"/>
        </w:rPr>
        <w:t>k</w:t>
      </w:r>
      <w:r w:rsidRPr="00432C1E">
        <w:rPr>
          <w:rStyle w:val="Siln"/>
          <w:szCs w:val="24"/>
        </w:rPr>
        <w:t xml:space="preserve"> </w:t>
      </w:r>
      <w:r w:rsidR="00CE72A2" w:rsidRPr="00432C1E">
        <w:rPr>
          <w:rStyle w:val="Siln"/>
          <w:b w:val="0"/>
          <w:bCs w:val="0"/>
          <w:szCs w:val="24"/>
        </w:rPr>
        <w:t>Protokol</w:t>
      </w:r>
      <w:r w:rsidR="00432C1E" w:rsidRPr="00432C1E">
        <w:rPr>
          <w:rStyle w:val="Siln"/>
          <w:b w:val="0"/>
          <w:bCs w:val="0"/>
          <w:szCs w:val="24"/>
        </w:rPr>
        <w:t>u</w:t>
      </w:r>
      <w:r w:rsidR="000271E0" w:rsidRPr="00432C1E">
        <w:rPr>
          <w:rStyle w:val="Siln"/>
          <w:b w:val="0"/>
          <w:bCs w:val="0"/>
          <w:szCs w:val="24"/>
        </w:rPr>
        <w:t xml:space="preserve"> </w:t>
      </w:r>
      <w:r w:rsidR="00CE72A2">
        <w:rPr>
          <w:rStyle w:val="Siln"/>
          <w:b w:val="0"/>
          <w:bCs w:val="0"/>
          <w:szCs w:val="24"/>
        </w:rPr>
        <w:t>o odstranění nezákonného obchodování s tabákovými výrobky Rámcové úmluvy Světové zdravotnické organizace o kontrole tabáku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EA0A7B">
        <w:t xml:space="preserve">Bc. </w:t>
      </w:r>
      <w:r w:rsidR="00DC5EED">
        <w:t>Jaroslav B ž o c h</w:t>
      </w:r>
      <w:r w:rsidR="0016079F">
        <w:t xml:space="preserve">  v.r.</w:t>
      </w:r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0A7B" w:rsidRDefault="00EA0A7B" w:rsidP="00EA0A7B">
      <w:pPr>
        <w:spacing w:after="0" w:line="240" w:lineRule="auto"/>
      </w:pPr>
      <w:r>
        <w:t xml:space="preserve">             </w:t>
      </w:r>
      <w:r w:rsidR="0016079F">
        <w:t xml:space="preserve">   </w:t>
      </w:r>
      <w:r w:rsidR="000D4C5A">
        <w:t>Ing. Jan K</w:t>
      </w:r>
      <w:r w:rsidR="00274653">
        <w:t> </w:t>
      </w:r>
      <w:r w:rsidR="000D4C5A">
        <w:t>u</w:t>
      </w:r>
      <w:r w:rsidR="00274653">
        <w:t xml:space="preserve"> </w:t>
      </w:r>
      <w:r w:rsidR="000D4C5A">
        <w:t>b</w:t>
      </w:r>
      <w:r w:rsidR="00274653">
        <w:t xml:space="preserve"> </w:t>
      </w:r>
      <w:r w:rsidR="000D4C5A">
        <w:t>í</w:t>
      </w:r>
      <w:r w:rsidR="00274653">
        <w:t xml:space="preserve"> </w:t>
      </w:r>
      <w:r w:rsidR="000D4C5A">
        <w:t>k</w:t>
      </w:r>
      <w:r w:rsidR="009844F1">
        <w:t>  v.r.</w:t>
      </w:r>
      <w:r w:rsidR="009844F1">
        <w:tab/>
      </w:r>
      <w:r w:rsidR="009844F1">
        <w:tab/>
      </w:r>
      <w:r w:rsidR="009844F1">
        <w:tab/>
        <w:t xml:space="preserve">      </w:t>
      </w:r>
      <w:bookmarkStart w:id="0" w:name="_GoBack"/>
      <w:bookmarkEnd w:id="0"/>
      <w:r>
        <w:t>PhDr. Lubomír Z a o r á l e k</w:t>
      </w:r>
      <w:r w:rsidR="009844F1">
        <w:t xml:space="preserve">  </w:t>
      </w:r>
      <w:proofErr w:type="spellStart"/>
      <w:r w:rsidR="009844F1">
        <w:t>v.r</w:t>
      </w:r>
      <w:proofErr w:type="spellEnd"/>
      <w:r>
        <w:t xml:space="preserve"> </w:t>
      </w:r>
    </w:p>
    <w:p w:rsidR="00EA0A7B" w:rsidRDefault="00EA0A7B" w:rsidP="00EA0A7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EA0A7B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71E0"/>
    <w:rsid w:val="000476E4"/>
    <w:rsid w:val="00081A3B"/>
    <w:rsid w:val="00090986"/>
    <w:rsid w:val="000C5278"/>
    <w:rsid w:val="000D0E8D"/>
    <w:rsid w:val="000D4C5A"/>
    <w:rsid w:val="000E730C"/>
    <w:rsid w:val="00103C04"/>
    <w:rsid w:val="00106842"/>
    <w:rsid w:val="0016079F"/>
    <w:rsid w:val="00180E07"/>
    <w:rsid w:val="001B00F6"/>
    <w:rsid w:val="001B45F3"/>
    <w:rsid w:val="001E1364"/>
    <w:rsid w:val="00230024"/>
    <w:rsid w:val="002377C9"/>
    <w:rsid w:val="00254049"/>
    <w:rsid w:val="00270A67"/>
    <w:rsid w:val="00272E1B"/>
    <w:rsid w:val="00274653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927D0"/>
    <w:rsid w:val="003D2033"/>
    <w:rsid w:val="003F38A7"/>
    <w:rsid w:val="00432C1E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6393A"/>
    <w:rsid w:val="006876A5"/>
    <w:rsid w:val="006A5636"/>
    <w:rsid w:val="006D49A8"/>
    <w:rsid w:val="007120D5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A61DE"/>
    <w:rsid w:val="008B733E"/>
    <w:rsid w:val="008C2628"/>
    <w:rsid w:val="00903269"/>
    <w:rsid w:val="00917DCF"/>
    <w:rsid w:val="00920D8B"/>
    <w:rsid w:val="00945184"/>
    <w:rsid w:val="009844F1"/>
    <w:rsid w:val="009E347C"/>
    <w:rsid w:val="009E5DB5"/>
    <w:rsid w:val="00A46CDA"/>
    <w:rsid w:val="00A837B1"/>
    <w:rsid w:val="00AA0D27"/>
    <w:rsid w:val="00AB0010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CE72A2"/>
    <w:rsid w:val="00D720D0"/>
    <w:rsid w:val="00D76FB3"/>
    <w:rsid w:val="00DB23D4"/>
    <w:rsid w:val="00DB5BB7"/>
    <w:rsid w:val="00DC29E4"/>
    <w:rsid w:val="00DC5EED"/>
    <w:rsid w:val="00E120D7"/>
    <w:rsid w:val="00E44BB8"/>
    <w:rsid w:val="00E44E6A"/>
    <w:rsid w:val="00E6506A"/>
    <w:rsid w:val="00EA0A7B"/>
    <w:rsid w:val="00ED101C"/>
    <w:rsid w:val="00ED15A8"/>
    <w:rsid w:val="00EE4714"/>
    <w:rsid w:val="00EF3B15"/>
    <w:rsid w:val="00EF679B"/>
    <w:rsid w:val="00F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5FAB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00E93-C7B3-48A5-9F03-67F4AC1A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2019-02-21T14:01:00Z</dcterms:created>
  <dcterms:modified xsi:type="dcterms:W3CDTF">2019-02-21T14:26:00Z</dcterms:modified>
</cp:coreProperties>
</file>