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0D5" w:rsidRDefault="007120D5" w:rsidP="007120D5">
      <w:pPr>
        <w:pStyle w:val="PS-hlavika1"/>
      </w:pPr>
      <w:r>
        <w:t>Parlament České republiky</w:t>
      </w:r>
    </w:p>
    <w:p w:rsidR="007120D5" w:rsidRDefault="007120D5" w:rsidP="007120D5">
      <w:pPr>
        <w:pStyle w:val="PS-hlavika2"/>
      </w:pPr>
      <w:r>
        <w:t>POSLANECKÁ SNĚMOVNA</w:t>
      </w:r>
    </w:p>
    <w:p w:rsidR="007120D5" w:rsidRDefault="00050D75" w:rsidP="007120D5">
      <w:pPr>
        <w:pStyle w:val="PS-hlavika2"/>
      </w:pPr>
      <w:r>
        <w:t>2019</w:t>
      </w:r>
    </w:p>
    <w:p w:rsidR="007120D5" w:rsidRDefault="007120D5" w:rsidP="007120D5">
      <w:pPr>
        <w:pStyle w:val="PS-hlavika1"/>
      </w:pPr>
      <w:r>
        <w:t>8. volební období</w:t>
      </w:r>
    </w:p>
    <w:p w:rsidR="007120D5" w:rsidRPr="00BA48C5" w:rsidRDefault="00D66898" w:rsidP="007120D5">
      <w:pPr>
        <w:pStyle w:val="PS-slousnesen"/>
      </w:pPr>
      <w:r>
        <w:t>69</w:t>
      </w:r>
    </w:p>
    <w:p w:rsidR="007120D5" w:rsidRDefault="007120D5" w:rsidP="007120D5">
      <w:pPr>
        <w:pStyle w:val="PS-hlavika3"/>
      </w:pPr>
      <w:r>
        <w:t>USNESENÍ</w:t>
      </w:r>
    </w:p>
    <w:p w:rsidR="007120D5" w:rsidRDefault="007120D5" w:rsidP="007120D5">
      <w:pPr>
        <w:pStyle w:val="PS-hlavika1"/>
      </w:pPr>
      <w:r>
        <w:t>zahraničního výboru</w:t>
      </w:r>
    </w:p>
    <w:p w:rsidR="007120D5" w:rsidRDefault="00050D75" w:rsidP="007120D5">
      <w:pPr>
        <w:pStyle w:val="PS-hlavika1"/>
      </w:pPr>
      <w:r>
        <w:t>z 26</w:t>
      </w:r>
      <w:r w:rsidR="007120D5">
        <w:t>. schůze</w:t>
      </w:r>
    </w:p>
    <w:p w:rsidR="007120D5" w:rsidRDefault="00050D75" w:rsidP="007120D5">
      <w:pPr>
        <w:pStyle w:val="PS-hlavika1"/>
      </w:pPr>
      <w:r>
        <w:t>ze dne 21. února 2019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090986" w:rsidRDefault="004A7EDF" w:rsidP="008A61DE">
      <w:pPr>
        <w:pStyle w:val="Odstavecseseznamem"/>
        <w:pBdr>
          <w:bottom w:val="single" w:sz="4" w:space="1" w:color="auto"/>
        </w:pBdr>
        <w:ind w:left="0"/>
        <w:jc w:val="both"/>
        <w:rPr>
          <w:b/>
          <w:bCs/>
          <w:sz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8A61DE" w:rsidRPr="006A3AB3">
        <w:rPr>
          <w:b/>
          <w:bCs/>
          <w:sz w:val="24"/>
        </w:rPr>
        <w:t>kterým se předkládá Parlamentu České republiky k vyslovení souhlasu s ratifikací Dohoda o vzájemné podpoře a ochraně investic mezi vládou České republiky a vládou Íráns</w:t>
      </w:r>
      <w:r w:rsidR="00E8291C">
        <w:rPr>
          <w:b/>
          <w:bCs/>
          <w:sz w:val="24"/>
        </w:rPr>
        <w:t>ké islámské republiky, podepsaná</w:t>
      </w:r>
      <w:r w:rsidR="008A61DE" w:rsidRPr="006A3AB3">
        <w:rPr>
          <w:b/>
          <w:bCs/>
          <w:sz w:val="24"/>
        </w:rPr>
        <w:t xml:space="preserve"> dne 18. prosince 2017 </w:t>
      </w:r>
      <w:r w:rsidR="008A61DE" w:rsidRPr="006A3AB3">
        <w:rPr>
          <w:b/>
          <w:bCs/>
          <w:sz w:val="24"/>
        </w:rPr>
        <w:br/>
        <w:t>v Teheránu /sněmovní tisk 124/</w:t>
      </w:r>
    </w:p>
    <w:p w:rsidR="00DC29E4" w:rsidRPr="00B43D45" w:rsidRDefault="00090986" w:rsidP="008A61DE">
      <w:pPr>
        <w:pStyle w:val="Odstavecsesezname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43D45" w:rsidRPr="00B43D45">
        <w:rPr>
          <w:sz w:val="24"/>
          <w:szCs w:val="24"/>
        </w:rPr>
        <w:t xml:space="preserve">Po odůvodnění </w:t>
      </w:r>
      <w:r w:rsidR="006C2004" w:rsidRPr="006C2004">
        <w:rPr>
          <w:sz w:val="24"/>
          <w:szCs w:val="24"/>
        </w:rPr>
        <w:t>náměstka ministryně financí Ing. Mgr. Stanislava Kouby, Ph.D.</w:t>
      </w:r>
      <w:r w:rsidR="006D49A8">
        <w:rPr>
          <w:sz w:val="24"/>
          <w:szCs w:val="24"/>
        </w:rPr>
        <w:t xml:space="preserve">, </w:t>
      </w:r>
      <w:r w:rsidR="00B43D45" w:rsidRPr="00B43D45">
        <w:rPr>
          <w:sz w:val="24"/>
          <w:szCs w:val="24"/>
        </w:rPr>
        <w:t xml:space="preserve">zpravodajské zprávě </w:t>
      </w:r>
      <w:proofErr w:type="spellStart"/>
      <w:r w:rsidR="002E0AB1">
        <w:rPr>
          <w:sz w:val="24"/>
          <w:szCs w:val="24"/>
        </w:rPr>
        <w:t>posl</w:t>
      </w:r>
      <w:proofErr w:type="spellEnd"/>
      <w:r w:rsidR="002E0AB1">
        <w:rPr>
          <w:sz w:val="24"/>
          <w:szCs w:val="24"/>
        </w:rPr>
        <w:t xml:space="preserve">. </w:t>
      </w:r>
      <w:r w:rsidR="005605C5">
        <w:rPr>
          <w:sz w:val="24"/>
          <w:szCs w:val="24"/>
        </w:rPr>
        <w:t xml:space="preserve">Ing. </w:t>
      </w:r>
      <w:r w:rsidR="002E0AB1">
        <w:rPr>
          <w:sz w:val="24"/>
          <w:szCs w:val="24"/>
        </w:rPr>
        <w:t>Jaroslava Holíka</w:t>
      </w:r>
      <w:r w:rsidR="00320803" w:rsidRPr="00C70627">
        <w:rPr>
          <w:color w:val="FF0000"/>
          <w:sz w:val="24"/>
          <w:szCs w:val="24"/>
        </w:rPr>
        <w:t xml:space="preserve"> </w:t>
      </w:r>
      <w:r w:rsidR="00B43D45"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66393A">
      <w:pPr>
        <w:ind w:left="705"/>
        <w:jc w:val="both"/>
      </w:pPr>
      <w:r w:rsidRPr="00734B2E">
        <w:rPr>
          <w:rStyle w:val="Siln"/>
          <w:szCs w:val="24"/>
        </w:rPr>
        <w:t xml:space="preserve">dává souhlas </w:t>
      </w:r>
      <w:r w:rsidR="0066393A" w:rsidRPr="00734B2E">
        <w:rPr>
          <w:rStyle w:val="Siln"/>
          <w:szCs w:val="24"/>
        </w:rPr>
        <w:t>k</w:t>
      </w:r>
      <w:r w:rsidR="008A61DE" w:rsidRPr="00734B2E">
        <w:rPr>
          <w:rStyle w:val="Siln"/>
          <w:szCs w:val="24"/>
        </w:rPr>
        <w:t> ratifikac</w:t>
      </w:r>
      <w:r w:rsidR="0066393A" w:rsidRPr="00734B2E">
        <w:rPr>
          <w:rStyle w:val="Siln"/>
          <w:szCs w:val="24"/>
        </w:rPr>
        <w:t>i</w:t>
      </w:r>
      <w:r w:rsidRPr="00734B2E">
        <w:rPr>
          <w:rStyle w:val="Siln"/>
          <w:szCs w:val="24"/>
        </w:rPr>
        <w:t xml:space="preserve"> </w:t>
      </w:r>
      <w:r w:rsidR="008A61DE">
        <w:rPr>
          <w:rStyle w:val="Siln"/>
          <w:b w:val="0"/>
          <w:bCs w:val="0"/>
          <w:szCs w:val="24"/>
        </w:rPr>
        <w:t xml:space="preserve">Dohody o vzájemné podpoře a ochraně investic mezi </w:t>
      </w:r>
      <w:r w:rsidR="008A61DE">
        <w:rPr>
          <w:rStyle w:val="Siln"/>
          <w:b w:val="0"/>
          <w:bCs w:val="0"/>
          <w:szCs w:val="24"/>
        </w:rPr>
        <w:br/>
        <w:t xml:space="preserve">vládou České republiky a vládou Íránské islámské republiky, která byla </w:t>
      </w:r>
      <w:r w:rsidR="00050D75">
        <w:rPr>
          <w:rStyle w:val="Siln"/>
          <w:b w:val="0"/>
          <w:bCs w:val="0"/>
          <w:szCs w:val="24"/>
        </w:rPr>
        <w:t xml:space="preserve">podepsána </w:t>
      </w:r>
      <w:r w:rsidR="00050D75">
        <w:rPr>
          <w:rStyle w:val="Siln"/>
          <w:b w:val="0"/>
          <w:bCs w:val="0"/>
          <w:szCs w:val="24"/>
        </w:rPr>
        <w:br/>
        <w:t>dne 18. prosince 2017</w:t>
      </w:r>
      <w:r w:rsidR="008A61DE">
        <w:rPr>
          <w:rStyle w:val="Siln"/>
          <w:b w:val="0"/>
          <w:bCs w:val="0"/>
          <w:szCs w:val="24"/>
        </w:rPr>
        <w:t xml:space="preserve"> v Teheránu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2E0AB1" w:rsidRDefault="004A7EDF" w:rsidP="008A61DE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EA158D">
        <w:t xml:space="preserve">Ing. </w:t>
      </w:r>
      <w:r w:rsidR="002E0AB1" w:rsidRPr="002E0AB1">
        <w:t>Jaroslav H o l í k</w:t>
      </w:r>
      <w:r w:rsidR="00CA0E0E">
        <w:t xml:space="preserve">  </w:t>
      </w:r>
      <w:proofErr w:type="gramStart"/>
      <w:r w:rsidR="00CA0E0E">
        <w:t>v.r.</w:t>
      </w:r>
      <w:proofErr w:type="gramEnd"/>
      <w:r w:rsidR="00CE270B" w:rsidRPr="002E0AB1">
        <w:t xml:space="preserve"> </w:t>
      </w:r>
      <w:r w:rsidR="00DB5BB7" w:rsidRPr="002E0AB1">
        <w:t xml:space="preserve"> </w:t>
      </w:r>
      <w:r w:rsidR="0029549A" w:rsidRPr="002E0AB1">
        <w:t xml:space="preserve"> </w:t>
      </w:r>
      <w:r w:rsidR="00EE4714" w:rsidRPr="002E0AB1">
        <w:t xml:space="preserve"> </w:t>
      </w:r>
      <w:r w:rsidR="00270A67" w:rsidRPr="002E0AB1">
        <w:rPr>
          <w:rStyle w:val="proloenChar"/>
        </w:rPr>
        <w:t xml:space="preserve"> </w:t>
      </w:r>
    </w:p>
    <w:p w:rsidR="00270A67" w:rsidRPr="002E0AB1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2E0AB1">
        <w:tab/>
      </w:r>
      <w:r w:rsidRPr="002E0AB1">
        <w:tab/>
      </w:r>
      <w:r w:rsidR="00CE270B" w:rsidRPr="002E0AB1">
        <w:t xml:space="preserve"> </w:t>
      </w:r>
      <w:r w:rsidR="00A837B1" w:rsidRPr="002E0AB1">
        <w:t>zpravodaj výboru</w:t>
      </w:r>
    </w:p>
    <w:p w:rsidR="00A837B1" w:rsidRPr="002E0A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Pr="002E0AB1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A158D" w:rsidRDefault="00EA158D" w:rsidP="00EA158D">
      <w:pPr>
        <w:spacing w:after="0" w:line="240" w:lineRule="auto"/>
      </w:pPr>
      <w:r>
        <w:t xml:space="preserve">              </w:t>
      </w:r>
      <w:r w:rsidR="00CA0E0E">
        <w:t xml:space="preserve"> </w:t>
      </w:r>
      <w:r w:rsidR="002B2293">
        <w:t>Ing. Jan K</w:t>
      </w:r>
      <w:r w:rsidR="00962B59">
        <w:t> </w:t>
      </w:r>
      <w:r w:rsidR="002B2293">
        <w:t>u</w:t>
      </w:r>
      <w:r w:rsidR="00962B59">
        <w:t xml:space="preserve"> </w:t>
      </w:r>
      <w:r w:rsidR="002B2293">
        <w:t>b</w:t>
      </w:r>
      <w:r w:rsidR="00962B59">
        <w:t xml:space="preserve"> </w:t>
      </w:r>
      <w:r w:rsidR="002B2293">
        <w:t>í</w:t>
      </w:r>
      <w:r w:rsidR="00962B59">
        <w:t xml:space="preserve"> </w:t>
      </w:r>
      <w:r w:rsidR="002B2293">
        <w:t>k</w:t>
      </w:r>
      <w:r w:rsidR="00CA0E0E">
        <w:t>  v.r.</w:t>
      </w:r>
      <w:r w:rsidR="00CA0E0E">
        <w:tab/>
      </w:r>
      <w:r w:rsidR="00CA0E0E">
        <w:tab/>
      </w:r>
      <w:r w:rsidR="00CA0E0E">
        <w:tab/>
        <w:t xml:space="preserve">     </w:t>
      </w:r>
      <w:bookmarkStart w:id="0" w:name="_GoBack"/>
      <w:bookmarkEnd w:id="0"/>
      <w:r w:rsidR="00CA0E0E">
        <w:t xml:space="preserve"> </w:t>
      </w:r>
      <w:r>
        <w:t>PhDr. Lubomír Z a o r á l e k</w:t>
      </w:r>
      <w:r w:rsidR="00CA0E0E">
        <w:t xml:space="preserve">  </w:t>
      </w:r>
      <w:proofErr w:type="gramStart"/>
      <w:r w:rsidR="00CA0E0E">
        <w:t>v.r.</w:t>
      </w:r>
      <w:proofErr w:type="gramEnd"/>
      <w:r>
        <w:t xml:space="preserve"> </w:t>
      </w:r>
    </w:p>
    <w:p w:rsidR="00EA158D" w:rsidRDefault="00EA158D" w:rsidP="00EA158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Pr="002E0AB1" w:rsidRDefault="00B715B6" w:rsidP="00EA158D">
      <w:pPr>
        <w:spacing w:after="0" w:line="240" w:lineRule="auto"/>
      </w:pPr>
    </w:p>
    <w:sectPr w:rsidR="00B715B6" w:rsidRPr="002E0AB1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50D75"/>
    <w:rsid w:val="00081A3B"/>
    <w:rsid w:val="00090986"/>
    <w:rsid w:val="000C5278"/>
    <w:rsid w:val="000D0E8D"/>
    <w:rsid w:val="000E730C"/>
    <w:rsid w:val="00103C04"/>
    <w:rsid w:val="00106842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2293"/>
    <w:rsid w:val="002B60B3"/>
    <w:rsid w:val="002C6BED"/>
    <w:rsid w:val="002E0AB1"/>
    <w:rsid w:val="002F52FE"/>
    <w:rsid w:val="00320803"/>
    <w:rsid w:val="00356011"/>
    <w:rsid w:val="00377253"/>
    <w:rsid w:val="003D2033"/>
    <w:rsid w:val="003F38A7"/>
    <w:rsid w:val="00441D8E"/>
    <w:rsid w:val="004A7EDF"/>
    <w:rsid w:val="004B7D84"/>
    <w:rsid w:val="005227BF"/>
    <w:rsid w:val="005605C5"/>
    <w:rsid w:val="00566A4C"/>
    <w:rsid w:val="005C30D7"/>
    <w:rsid w:val="005E094C"/>
    <w:rsid w:val="005F6CAE"/>
    <w:rsid w:val="00620764"/>
    <w:rsid w:val="0066393A"/>
    <w:rsid w:val="006876A5"/>
    <w:rsid w:val="006C2004"/>
    <w:rsid w:val="006D49A8"/>
    <w:rsid w:val="007120D5"/>
    <w:rsid w:val="00714B1F"/>
    <w:rsid w:val="00734B2E"/>
    <w:rsid w:val="0075419B"/>
    <w:rsid w:val="007707A2"/>
    <w:rsid w:val="007A1CC3"/>
    <w:rsid w:val="007C62DA"/>
    <w:rsid w:val="007D5EE1"/>
    <w:rsid w:val="007E1D0B"/>
    <w:rsid w:val="007E5B58"/>
    <w:rsid w:val="00812496"/>
    <w:rsid w:val="008255AD"/>
    <w:rsid w:val="00830BFE"/>
    <w:rsid w:val="00893C29"/>
    <w:rsid w:val="008A61DE"/>
    <w:rsid w:val="008B733E"/>
    <w:rsid w:val="008C2628"/>
    <w:rsid w:val="00903269"/>
    <w:rsid w:val="00917DCF"/>
    <w:rsid w:val="00920D8B"/>
    <w:rsid w:val="00945184"/>
    <w:rsid w:val="00962B59"/>
    <w:rsid w:val="009E5DB5"/>
    <w:rsid w:val="00A46CDA"/>
    <w:rsid w:val="00A837B1"/>
    <w:rsid w:val="00AA0D27"/>
    <w:rsid w:val="00B0568C"/>
    <w:rsid w:val="00B13892"/>
    <w:rsid w:val="00B43D45"/>
    <w:rsid w:val="00B53E8D"/>
    <w:rsid w:val="00B715B6"/>
    <w:rsid w:val="00BA48C5"/>
    <w:rsid w:val="00BC09E3"/>
    <w:rsid w:val="00C03852"/>
    <w:rsid w:val="00C40BB1"/>
    <w:rsid w:val="00C56014"/>
    <w:rsid w:val="00C70627"/>
    <w:rsid w:val="00C86377"/>
    <w:rsid w:val="00CA0E0E"/>
    <w:rsid w:val="00CD6711"/>
    <w:rsid w:val="00CE20CD"/>
    <w:rsid w:val="00CE270B"/>
    <w:rsid w:val="00D66898"/>
    <w:rsid w:val="00D720D0"/>
    <w:rsid w:val="00D76FB3"/>
    <w:rsid w:val="00DB23D4"/>
    <w:rsid w:val="00DB5BB7"/>
    <w:rsid w:val="00DC29E4"/>
    <w:rsid w:val="00E120D7"/>
    <w:rsid w:val="00E44BB8"/>
    <w:rsid w:val="00E6506A"/>
    <w:rsid w:val="00E76ABD"/>
    <w:rsid w:val="00E8291C"/>
    <w:rsid w:val="00EA158D"/>
    <w:rsid w:val="00ED101C"/>
    <w:rsid w:val="00ED15A8"/>
    <w:rsid w:val="00EE4714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4C041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446F1-5889-4E33-BC09-2D73E644F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2019-02-21T12:44:00Z</cp:lastPrinted>
  <dcterms:created xsi:type="dcterms:W3CDTF">2019-02-21T14:00:00Z</dcterms:created>
  <dcterms:modified xsi:type="dcterms:W3CDTF">2019-02-21T14:00:00Z</dcterms:modified>
</cp:coreProperties>
</file>