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3E5D57" w:rsidP="000E730C">
      <w:pPr>
        <w:pStyle w:val="PS-hlavika2"/>
      </w:pPr>
      <w:r>
        <w:t>2019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Pr="005772B7" w:rsidRDefault="00146021" w:rsidP="002F52FE">
      <w:pPr>
        <w:pStyle w:val="PS-slousnesen"/>
      </w:pPr>
      <w:r>
        <w:t>56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2F52FE">
      <w:pPr>
        <w:pStyle w:val="PS-hlavika1"/>
      </w:pPr>
      <w:r>
        <w:t xml:space="preserve">z </w:t>
      </w:r>
      <w:r w:rsidR="003E5D57">
        <w:t>26</w:t>
      </w:r>
      <w:r w:rsidR="00DC29E4">
        <w:t>. schůze</w:t>
      </w:r>
    </w:p>
    <w:p w:rsidR="00C03852" w:rsidRDefault="00CE270B" w:rsidP="002F52FE">
      <w:pPr>
        <w:pStyle w:val="PS-hlavika1"/>
      </w:pPr>
      <w:r>
        <w:t xml:space="preserve">ze dne </w:t>
      </w:r>
      <w:r w:rsidR="00945184">
        <w:t>2</w:t>
      </w:r>
      <w:r w:rsidR="003E5D57">
        <w:t>1</w:t>
      </w:r>
      <w:r w:rsidR="002377C9">
        <w:t xml:space="preserve">. </w:t>
      </w:r>
      <w:r w:rsidR="003E5D57">
        <w:t>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F52FE" w:rsidRPr="002F52FE" w:rsidRDefault="004A7EDF" w:rsidP="002F52FE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i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F52FE" w:rsidRPr="006A3AB3">
        <w:rPr>
          <w:b/>
          <w:bCs/>
          <w:sz w:val="24"/>
          <w:szCs w:val="24"/>
        </w:rPr>
        <w:t xml:space="preserve">kterým se předkládá Parlamentu České republiky k vyslovení souhlasu s ratifikací Dohoda o komplexním a posíleném partnerství mezi Evropskou unií </w:t>
      </w:r>
      <w:r w:rsidR="002F52FE" w:rsidRPr="006A3AB3">
        <w:rPr>
          <w:b/>
          <w:bCs/>
          <w:sz w:val="24"/>
          <w:szCs w:val="24"/>
        </w:rPr>
        <w:br/>
        <w:t xml:space="preserve">a Evropským společenstvím pro atomovou energii a jejich členskými státy na jedné straně a Arménskou republikou na straně druhé, podepsaná v Bruselu dne 24. listopadu 2017 </w:t>
      </w:r>
      <w:r w:rsidR="003E5D57">
        <w:rPr>
          <w:b/>
          <w:bCs/>
          <w:sz w:val="24"/>
          <w:szCs w:val="24"/>
        </w:rPr>
        <w:t>/</w:t>
      </w:r>
      <w:r w:rsidR="002F52FE" w:rsidRPr="006A3AB3">
        <w:rPr>
          <w:b/>
          <w:bCs/>
          <w:sz w:val="24"/>
          <w:szCs w:val="24"/>
        </w:rPr>
        <w:t>sněmovní tisk 108/</w:t>
      </w:r>
    </w:p>
    <w:p w:rsidR="00DC29E4" w:rsidRPr="00B43D45" w:rsidRDefault="00597E5B" w:rsidP="002F52FE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43D45"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2F52FE">
        <w:rPr>
          <w:sz w:val="24"/>
          <w:szCs w:val="24"/>
        </w:rPr>
        <w:t>zahraničních věcí</w:t>
      </w:r>
      <w:r w:rsidR="00C169A4">
        <w:rPr>
          <w:sz w:val="24"/>
          <w:szCs w:val="24"/>
        </w:rPr>
        <w:t xml:space="preserve"> </w:t>
      </w:r>
      <w:r w:rsidR="00C169A4" w:rsidRPr="00C169A4">
        <w:rPr>
          <w:sz w:val="24"/>
          <w:szCs w:val="24"/>
        </w:rPr>
        <w:t xml:space="preserve">Aleše Chmelaře, </w:t>
      </w:r>
      <w:proofErr w:type="spellStart"/>
      <w:proofErr w:type="gramStart"/>
      <w:r w:rsidR="00C169A4" w:rsidRPr="00C169A4">
        <w:rPr>
          <w:sz w:val="24"/>
          <w:szCs w:val="24"/>
        </w:rPr>
        <w:t>M.Sc</w:t>
      </w:r>
      <w:proofErr w:type="spellEnd"/>
      <w:proofErr w:type="gramEnd"/>
      <w:r w:rsidR="00C169A4" w:rsidRPr="00C169A4">
        <w:rPr>
          <w:sz w:val="24"/>
          <w:szCs w:val="24"/>
        </w:rPr>
        <w:t>.</w:t>
      </w:r>
      <w:r w:rsidR="006D49A8">
        <w:rPr>
          <w:sz w:val="24"/>
          <w:szCs w:val="24"/>
        </w:rPr>
        <w:t xml:space="preserve">, </w:t>
      </w:r>
      <w:r w:rsidR="00B43D45" w:rsidRPr="00B43D45">
        <w:rPr>
          <w:sz w:val="24"/>
          <w:szCs w:val="24"/>
        </w:rPr>
        <w:t xml:space="preserve">zpravodajské zprávě </w:t>
      </w:r>
      <w:proofErr w:type="spellStart"/>
      <w:r w:rsidR="00B43D45" w:rsidRPr="00B43D45">
        <w:rPr>
          <w:sz w:val="24"/>
          <w:szCs w:val="24"/>
        </w:rPr>
        <w:t>posl</w:t>
      </w:r>
      <w:proofErr w:type="spellEnd"/>
      <w:r w:rsidR="00B43D45"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DA2AF0">
        <w:rPr>
          <w:sz w:val="24"/>
          <w:szCs w:val="24"/>
        </w:rPr>
        <w:t xml:space="preserve">Bc. </w:t>
      </w:r>
      <w:r w:rsidR="00781E54">
        <w:rPr>
          <w:sz w:val="24"/>
          <w:szCs w:val="24"/>
        </w:rPr>
        <w:t xml:space="preserve">Jaroslava </w:t>
      </w:r>
      <w:proofErr w:type="spellStart"/>
      <w:r w:rsidR="00781E54">
        <w:rPr>
          <w:sz w:val="24"/>
          <w:szCs w:val="24"/>
        </w:rPr>
        <w:t>Bžocha</w:t>
      </w:r>
      <w:proofErr w:type="spellEnd"/>
      <w:r w:rsidR="00320803">
        <w:rPr>
          <w:sz w:val="24"/>
          <w:szCs w:val="24"/>
        </w:rPr>
        <w:t xml:space="preserve"> </w:t>
      </w:r>
      <w:r w:rsidR="00B43D45"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2F52FE">
      <w:pPr>
        <w:ind w:left="705"/>
        <w:jc w:val="both"/>
      </w:pPr>
      <w:r w:rsidRPr="00E95075">
        <w:rPr>
          <w:rStyle w:val="Siln"/>
          <w:szCs w:val="24"/>
        </w:rPr>
        <w:t xml:space="preserve">dává souhlas k ratifikaci </w:t>
      </w:r>
      <w:r w:rsidR="002F52FE">
        <w:t>Dohody o komplexním a posíleném partnerství mezi Evropskou unií a Evropským společenstvím pro atomovou energii a jejich členskými státy na jedné straně a Arménskou republikou na straně druhé, podepsané v Bruselu dne 24. listopadu 2017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9E5DB5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502216">
        <w:t xml:space="preserve">Bc. </w:t>
      </w:r>
      <w:r w:rsidR="00781E54">
        <w:t>Jaroslav B ž o c h</w:t>
      </w:r>
      <w:r w:rsidR="009119C2">
        <w:t xml:space="preserve">  </w:t>
      </w:r>
      <w:proofErr w:type="gramStart"/>
      <w:r w:rsidR="009119C2">
        <w:t>v.r.</w:t>
      </w:r>
      <w:proofErr w:type="gramEnd"/>
      <w:r w:rsidR="00CE270B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Pr="00781E54" w:rsidRDefault="007707A2" w:rsidP="007E5B58">
      <w:pPr>
        <w:spacing w:after="0" w:line="240" w:lineRule="auto"/>
      </w:pPr>
      <w:r w:rsidRPr="00781E54">
        <w:t xml:space="preserve">              </w:t>
      </w:r>
      <w:r w:rsidR="00A05501">
        <w:t xml:space="preserve">Ing. Jan </w:t>
      </w:r>
      <w:r w:rsidR="00A05501" w:rsidRPr="009119C2">
        <w:t>K</w:t>
      </w:r>
      <w:r w:rsidR="009119C2">
        <w:t> </w:t>
      </w:r>
      <w:r w:rsidR="00A05501" w:rsidRPr="009119C2">
        <w:t>u</w:t>
      </w:r>
      <w:r w:rsidR="009119C2">
        <w:t xml:space="preserve"> </w:t>
      </w:r>
      <w:r w:rsidR="00A05501" w:rsidRPr="009119C2">
        <w:t>b</w:t>
      </w:r>
      <w:r w:rsidR="009119C2">
        <w:t xml:space="preserve"> </w:t>
      </w:r>
      <w:r w:rsidR="00A05501" w:rsidRPr="009119C2">
        <w:t>í</w:t>
      </w:r>
      <w:r w:rsidR="009119C2">
        <w:t xml:space="preserve"> </w:t>
      </w:r>
      <w:r w:rsidR="00A05501" w:rsidRPr="009119C2">
        <w:t>k</w:t>
      </w:r>
      <w:r w:rsidR="009119C2">
        <w:t xml:space="preserve">  </w:t>
      </w:r>
      <w:proofErr w:type="gramStart"/>
      <w:r w:rsidR="009119C2">
        <w:t>v.r.</w:t>
      </w:r>
      <w:proofErr w:type="gramEnd"/>
      <w:r w:rsidR="00E95075" w:rsidRPr="00781E54">
        <w:tab/>
      </w:r>
      <w:r w:rsidR="007A1CC3" w:rsidRPr="00781E54">
        <w:tab/>
      </w:r>
      <w:r w:rsidR="00781E54">
        <w:tab/>
      </w:r>
      <w:r w:rsidRPr="00781E54">
        <w:t xml:space="preserve"> </w:t>
      </w:r>
      <w:r w:rsidR="009119C2">
        <w:t xml:space="preserve">     </w:t>
      </w:r>
      <w:r w:rsidR="00502216">
        <w:t xml:space="preserve">PhDr. </w:t>
      </w:r>
      <w:r w:rsidR="00CE270B" w:rsidRPr="00781E54">
        <w:t>Lubomír Z a o r á l e k</w:t>
      </w:r>
      <w:r w:rsidR="009119C2">
        <w:t> </w:t>
      </w:r>
      <w:r w:rsidR="001B2799">
        <w:t xml:space="preserve"> </w:t>
      </w:r>
      <w:bookmarkStart w:id="0" w:name="_GoBack"/>
      <w:bookmarkEnd w:id="0"/>
      <w:r w:rsidR="009119C2">
        <w:t>v.r.</w:t>
      </w:r>
      <w:r w:rsidR="00CE270B" w:rsidRPr="00781E54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781E54">
        <w:t xml:space="preserve">                 </w:t>
      </w:r>
      <w:r w:rsidR="00CE270B" w:rsidRPr="00781E54">
        <w:t>ověřovatel</w:t>
      </w:r>
      <w:r w:rsidRPr="00781E54">
        <w:t xml:space="preserve"> </w:t>
      </w:r>
      <w:proofErr w:type="gramStart"/>
      <w:r w:rsidRPr="00781E54">
        <w:t xml:space="preserve">výboru                                                      </w:t>
      </w:r>
      <w:r>
        <w:t>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46021"/>
    <w:rsid w:val="00180E07"/>
    <w:rsid w:val="001B2799"/>
    <w:rsid w:val="001B45F3"/>
    <w:rsid w:val="001C0D17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848EA"/>
    <w:rsid w:val="003D2033"/>
    <w:rsid w:val="003E5D57"/>
    <w:rsid w:val="003F38A7"/>
    <w:rsid w:val="00441D8E"/>
    <w:rsid w:val="004A7EDF"/>
    <w:rsid w:val="004B7D84"/>
    <w:rsid w:val="00502216"/>
    <w:rsid w:val="005227BF"/>
    <w:rsid w:val="00566A4C"/>
    <w:rsid w:val="005772B7"/>
    <w:rsid w:val="00597E5B"/>
    <w:rsid w:val="005C30D7"/>
    <w:rsid w:val="005E094C"/>
    <w:rsid w:val="005F5C32"/>
    <w:rsid w:val="005F6CAE"/>
    <w:rsid w:val="00620764"/>
    <w:rsid w:val="006876A5"/>
    <w:rsid w:val="006D49A8"/>
    <w:rsid w:val="00714B1F"/>
    <w:rsid w:val="0075419B"/>
    <w:rsid w:val="007707A2"/>
    <w:rsid w:val="00781E54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19C2"/>
    <w:rsid w:val="00917DCF"/>
    <w:rsid w:val="00920D8B"/>
    <w:rsid w:val="00945184"/>
    <w:rsid w:val="009E5DB5"/>
    <w:rsid w:val="00A05501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169A4"/>
    <w:rsid w:val="00C40BB1"/>
    <w:rsid w:val="00C56014"/>
    <w:rsid w:val="00C86377"/>
    <w:rsid w:val="00CD6711"/>
    <w:rsid w:val="00CE20CD"/>
    <w:rsid w:val="00CE270B"/>
    <w:rsid w:val="00D720D0"/>
    <w:rsid w:val="00D76FB3"/>
    <w:rsid w:val="00DA2AF0"/>
    <w:rsid w:val="00DB23D4"/>
    <w:rsid w:val="00DB5BB7"/>
    <w:rsid w:val="00DC29E4"/>
    <w:rsid w:val="00E120D7"/>
    <w:rsid w:val="00E44BB8"/>
    <w:rsid w:val="00E6506A"/>
    <w:rsid w:val="00E95075"/>
    <w:rsid w:val="00ED101C"/>
    <w:rsid w:val="00ED15A8"/>
    <w:rsid w:val="00EE4714"/>
    <w:rsid w:val="00EF3B15"/>
    <w:rsid w:val="00EF679B"/>
    <w:rsid w:val="00F9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4BE5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08ED8-1142-4408-AF01-0D993D85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2019-02-21T12:42:00Z</dcterms:created>
  <dcterms:modified xsi:type="dcterms:W3CDTF">2019-02-21T12:50:00Z</dcterms:modified>
</cp:coreProperties>
</file>