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EE11AD" w:rsidP="00FC02F9">
      <w:pPr>
        <w:pStyle w:val="PS-hlavika2"/>
      </w:pPr>
      <w:r>
        <w:t>2019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Pr="003D2089" w:rsidRDefault="00E45F74" w:rsidP="00FC02F9">
      <w:pPr>
        <w:pStyle w:val="PS-slousnesen"/>
      </w:pPr>
      <w:r>
        <w:t>68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EE11AD" w:rsidP="00FC02F9">
      <w:pPr>
        <w:pStyle w:val="PS-hlavika1"/>
      </w:pPr>
      <w:r>
        <w:t>z 26</w:t>
      </w:r>
      <w:r w:rsidR="00FC02F9">
        <w:t>. schůze</w:t>
      </w:r>
    </w:p>
    <w:p w:rsidR="00FC02F9" w:rsidRDefault="00EE11AD" w:rsidP="00FC02F9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4D2377" w:rsidRDefault="004A7EDF" w:rsidP="004D2377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i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4D2377" w:rsidRPr="007E022C">
        <w:rPr>
          <w:b/>
          <w:bCs/>
          <w:sz w:val="24"/>
          <w:szCs w:val="24"/>
        </w:rPr>
        <w:t>kterým se předkládá Parlamentu České republiky k vyslovení souhlasu s ratifikací Protokol prodlužující a upravující Dohodu mezi Českou republikou a Spojenými státy americkými o vědeckotechnické spolupráci</w:t>
      </w:r>
      <w:r w:rsidR="003E7A3F">
        <w:rPr>
          <w:b/>
          <w:bCs/>
          <w:sz w:val="24"/>
          <w:szCs w:val="24"/>
        </w:rPr>
        <w:t>,</w:t>
      </w:r>
      <w:r w:rsidR="004D2377" w:rsidRPr="007E022C">
        <w:rPr>
          <w:b/>
          <w:bCs/>
          <w:sz w:val="24"/>
          <w:szCs w:val="24"/>
        </w:rPr>
        <w:t xml:space="preserve"> podepsaný v Praze </w:t>
      </w:r>
      <w:r w:rsidR="004D2377" w:rsidRPr="007E022C">
        <w:rPr>
          <w:b/>
          <w:bCs/>
          <w:sz w:val="24"/>
          <w:szCs w:val="24"/>
        </w:rPr>
        <w:br/>
        <w:t>dne 27. 4. 2018 /sněmovní tisk 171/</w:t>
      </w:r>
      <w:r w:rsidR="004D2377" w:rsidRPr="007E022C">
        <w:rPr>
          <w:b/>
          <w:bCs/>
          <w:i/>
          <w:sz w:val="24"/>
          <w:szCs w:val="24"/>
        </w:rPr>
        <w:tab/>
      </w:r>
    </w:p>
    <w:p w:rsidR="00DC29E4" w:rsidRPr="00B43D45" w:rsidRDefault="007501CA" w:rsidP="004D237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8D107B">
        <w:rPr>
          <w:sz w:val="24"/>
          <w:szCs w:val="24"/>
        </w:rPr>
        <w:t>náměstkyně ministra školství</w:t>
      </w:r>
      <w:r w:rsidR="00985E78">
        <w:rPr>
          <w:sz w:val="24"/>
          <w:szCs w:val="24"/>
        </w:rPr>
        <w:t>,</w:t>
      </w:r>
      <w:r w:rsidR="008D107B">
        <w:rPr>
          <w:sz w:val="24"/>
          <w:szCs w:val="24"/>
        </w:rPr>
        <w:t xml:space="preserve"> mládeže a tělovýchovy </w:t>
      </w:r>
      <w:r w:rsidR="008D107B" w:rsidRPr="00AE0CD2">
        <w:rPr>
          <w:bCs/>
          <w:sz w:val="24"/>
          <w:szCs w:val="24"/>
        </w:rPr>
        <w:t>Mgr. e</w:t>
      </w:r>
      <w:r w:rsidR="0053415F">
        <w:rPr>
          <w:bCs/>
          <w:sz w:val="24"/>
          <w:szCs w:val="24"/>
        </w:rPr>
        <w:t>t Mgr. D</w:t>
      </w:r>
      <w:r w:rsidR="008D107B">
        <w:rPr>
          <w:bCs/>
          <w:sz w:val="24"/>
          <w:szCs w:val="24"/>
        </w:rPr>
        <w:t xml:space="preserve">any </w:t>
      </w:r>
      <w:proofErr w:type="spellStart"/>
      <w:r w:rsidR="008D107B">
        <w:rPr>
          <w:bCs/>
          <w:sz w:val="24"/>
          <w:szCs w:val="24"/>
        </w:rPr>
        <w:t>Prudíkové</w:t>
      </w:r>
      <w:proofErr w:type="spellEnd"/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F82312">
        <w:rPr>
          <w:sz w:val="24"/>
          <w:szCs w:val="24"/>
        </w:rPr>
        <w:t xml:space="preserve">Mgr. </w:t>
      </w:r>
      <w:r w:rsidR="004D2377">
        <w:rPr>
          <w:sz w:val="24"/>
          <w:szCs w:val="24"/>
        </w:rPr>
        <w:t>Víta Rakušana</w:t>
      </w:r>
      <w:r w:rsidR="00AC5760"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 w:rsidRPr="00D67479">
        <w:rPr>
          <w:rStyle w:val="Siln"/>
          <w:szCs w:val="24"/>
        </w:rPr>
        <w:t xml:space="preserve">dává souhlas </w:t>
      </w:r>
      <w:r w:rsidR="00A0221B" w:rsidRPr="00D67479">
        <w:rPr>
          <w:rStyle w:val="Siln"/>
          <w:szCs w:val="24"/>
        </w:rPr>
        <w:t>k ratifikaci</w:t>
      </w:r>
      <w:r w:rsidRPr="00D67479">
        <w:rPr>
          <w:rStyle w:val="Siln"/>
          <w:szCs w:val="24"/>
        </w:rPr>
        <w:t xml:space="preserve"> </w:t>
      </w:r>
      <w:r w:rsidR="004D2377">
        <w:rPr>
          <w:rStyle w:val="Siln"/>
          <w:b w:val="0"/>
          <w:bCs w:val="0"/>
          <w:szCs w:val="24"/>
        </w:rPr>
        <w:t>Protokolu prodlužujícímu a upravujícímu Dohodu mezi Českou republikou a Spojenými státy americkými o vědec</w:t>
      </w:r>
      <w:r w:rsidR="00985E78">
        <w:rPr>
          <w:rStyle w:val="Siln"/>
          <w:b w:val="0"/>
          <w:bCs w:val="0"/>
          <w:szCs w:val="24"/>
        </w:rPr>
        <w:t>kotechnické spolupráci</w:t>
      </w:r>
      <w:r w:rsidR="003E7A3F">
        <w:rPr>
          <w:rStyle w:val="Siln"/>
          <w:b w:val="0"/>
          <w:bCs w:val="0"/>
          <w:szCs w:val="24"/>
        </w:rPr>
        <w:t>,</w:t>
      </w:r>
      <w:r w:rsidR="00985E78">
        <w:rPr>
          <w:rStyle w:val="Siln"/>
          <w:b w:val="0"/>
          <w:bCs w:val="0"/>
          <w:szCs w:val="24"/>
        </w:rPr>
        <w:t xml:space="preserve"> podepsaného</w:t>
      </w:r>
      <w:r w:rsidR="004D2377">
        <w:rPr>
          <w:rStyle w:val="Siln"/>
          <w:b w:val="0"/>
          <w:bCs w:val="0"/>
          <w:szCs w:val="24"/>
        </w:rPr>
        <w:t xml:space="preserve"> v Praze dne 27. 4. 2018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4F32EB">
        <w:t xml:space="preserve">Mgr. </w:t>
      </w:r>
      <w:r w:rsidR="004D2377">
        <w:t>Vít  R a k u š a n</w:t>
      </w:r>
      <w:r w:rsidR="00DB5BB7">
        <w:t xml:space="preserve"> </w:t>
      </w:r>
      <w:r w:rsidR="008625DB">
        <w:t xml:space="preserve"> </w:t>
      </w:r>
      <w:proofErr w:type="gramStart"/>
      <w:r w:rsidR="008625DB">
        <w:t>v.r.</w:t>
      </w:r>
      <w:proofErr w:type="gramEnd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F32EB" w:rsidRDefault="004F32EB" w:rsidP="004F32EB">
      <w:pPr>
        <w:spacing w:after="0" w:line="240" w:lineRule="auto"/>
      </w:pPr>
      <w:r>
        <w:t xml:space="preserve">              </w:t>
      </w:r>
      <w:r w:rsidR="008625DB">
        <w:t xml:space="preserve">  </w:t>
      </w:r>
      <w:r w:rsidR="00D86AC5">
        <w:t>Ing. Jan K</w:t>
      </w:r>
      <w:r w:rsidR="00876820">
        <w:t> </w:t>
      </w:r>
      <w:r w:rsidR="00D86AC5">
        <w:t>u</w:t>
      </w:r>
      <w:r w:rsidR="00876820">
        <w:t xml:space="preserve"> </w:t>
      </w:r>
      <w:r w:rsidR="00D86AC5">
        <w:t>b</w:t>
      </w:r>
      <w:r w:rsidR="00876820">
        <w:t xml:space="preserve"> </w:t>
      </w:r>
      <w:r w:rsidR="00D86AC5">
        <w:t>í</w:t>
      </w:r>
      <w:r w:rsidR="00876820">
        <w:t xml:space="preserve"> </w:t>
      </w:r>
      <w:r w:rsidR="00D86AC5">
        <w:t>k</w:t>
      </w:r>
      <w:bookmarkStart w:id="0" w:name="_GoBack"/>
      <w:bookmarkEnd w:id="0"/>
      <w:r w:rsidR="008625DB">
        <w:t xml:space="preserve">  </w:t>
      </w:r>
      <w:proofErr w:type="gramStart"/>
      <w:r w:rsidR="008625DB">
        <w:t>v.r.</w:t>
      </w:r>
      <w:proofErr w:type="gramEnd"/>
      <w:r w:rsidR="008625DB">
        <w:tab/>
      </w:r>
      <w:r w:rsidR="008625DB">
        <w:tab/>
      </w:r>
      <w:r w:rsidR="008625DB">
        <w:tab/>
        <w:t xml:space="preserve">      </w:t>
      </w:r>
      <w:r>
        <w:t>PhDr. Lubomír Z a o r á l e k</w:t>
      </w:r>
      <w:r w:rsidR="008625DB">
        <w:t xml:space="preserve">  </w:t>
      </w:r>
      <w:proofErr w:type="gramStart"/>
      <w:r w:rsidR="008625DB">
        <w:t>v.r.</w:t>
      </w:r>
      <w:proofErr w:type="gramEnd"/>
      <w:r>
        <w:t xml:space="preserve"> </w:t>
      </w:r>
    </w:p>
    <w:p w:rsidR="004F32EB" w:rsidRDefault="004F32EB" w:rsidP="004F32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4F32EB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D2089"/>
    <w:rsid w:val="003E7A3F"/>
    <w:rsid w:val="003F38A7"/>
    <w:rsid w:val="00441D8E"/>
    <w:rsid w:val="004A7EDF"/>
    <w:rsid w:val="004B7D84"/>
    <w:rsid w:val="004D2377"/>
    <w:rsid w:val="004E5AD7"/>
    <w:rsid w:val="004F32EB"/>
    <w:rsid w:val="005227BF"/>
    <w:rsid w:val="0053415F"/>
    <w:rsid w:val="00566A4C"/>
    <w:rsid w:val="005C30D7"/>
    <w:rsid w:val="005E094C"/>
    <w:rsid w:val="005F6CAE"/>
    <w:rsid w:val="00620764"/>
    <w:rsid w:val="006876A5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625DB"/>
    <w:rsid w:val="00876820"/>
    <w:rsid w:val="00893C29"/>
    <w:rsid w:val="008B733E"/>
    <w:rsid w:val="008C2628"/>
    <w:rsid w:val="008D107B"/>
    <w:rsid w:val="00903269"/>
    <w:rsid w:val="00917DCF"/>
    <w:rsid w:val="00920D8B"/>
    <w:rsid w:val="00945184"/>
    <w:rsid w:val="00985E78"/>
    <w:rsid w:val="009E5DB5"/>
    <w:rsid w:val="00A0221B"/>
    <w:rsid w:val="00A245FE"/>
    <w:rsid w:val="00A46CDA"/>
    <w:rsid w:val="00A837B1"/>
    <w:rsid w:val="00AA0D27"/>
    <w:rsid w:val="00AC5760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63334"/>
    <w:rsid w:val="00C86377"/>
    <w:rsid w:val="00CD6711"/>
    <w:rsid w:val="00CE20CD"/>
    <w:rsid w:val="00CE270B"/>
    <w:rsid w:val="00D67479"/>
    <w:rsid w:val="00D720D0"/>
    <w:rsid w:val="00D76FB3"/>
    <w:rsid w:val="00D86AC5"/>
    <w:rsid w:val="00DB23D4"/>
    <w:rsid w:val="00DB5BB7"/>
    <w:rsid w:val="00DC29E4"/>
    <w:rsid w:val="00E120D7"/>
    <w:rsid w:val="00E44BB8"/>
    <w:rsid w:val="00E45F74"/>
    <w:rsid w:val="00E6506A"/>
    <w:rsid w:val="00ED101C"/>
    <w:rsid w:val="00ED15A8"/>
    <w:rsid w:val="00EE11AD"/>
    <w:rsid w:val="00EE4714"/>
    <w:rsid w:val="00EF3B15"/>
    <w:rsid w:val="00EF679B"/>
    <w:rsid w:val="00EF6B9D"/>
    <w:rsid w:val="00F82312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AF03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41D7C-5D3B-4CD9-A2D6-27A16F9F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2019-02-21T13:59:00Z</dcterms:created>
  <dcterms:modified xsi:type="dcterms:W3CDTF">2019-02-21T13:59:00Z</dcterms:modified>
</cp:coreProperties>
</file>