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7C" w:rsidRDefault="0068787C" w:rsidP="0068787C">
      <w:pPr>
        <w:pStyle w:val="PS-hlavika1"/>
      </w:pPr>
      <w:r>
        <w:t>Parlament České republiky</w:t>
      </w:r>
    </w:p>
    <w:p w:rsidR="0068787C" w:rsidRDefault="0068787C" w:rsidP="0068787C">
      <w:pPr>
        <w:pStyle w:val="PS-hlavika2"/>
      </w:pPr>
      <w:r>
        <w:t>POSLANECKÁ SNĚMOVNA</w:t>
      </w:r>
    </w:p>
    <w:p w:rsidR="0068787C" w:rsidRDefault="00C633B0" w:rsidP="0068787C">
      <w:pPr>
        <w:pStyle w:val="PS-hlavika2"/>
      </w:pPr>
      <w:r>
        <w:t>2019</w:t>
      </w:r>
    </w:p>
    <w:p w:rsidR="0068787C" w:rsidRDefault="0068787C" w:rsidP="0068787C">
      <w:pPr>
        <w:pStyle w:val="PS-hlavika1"/>
      </w:pPr>
      <w:r>
        <w:t>8. volební období</w:t>
      </w:r>
    </w:p>
    <w:p w:rsidR="0068787C" w:rsidRPr="00B52EE2" w:rsidRDefault="00D80AB9" w:rsidP="0068787C">
      <w:pPr>
        <w:pStyle w:val="PS-slousnesen"/>
      </w:pPr>
      <w:r>
        <w:t>64</w:t>
      </w:r>
    </w:p>
    <w:p w:rsidR="0068787C" w:rsidRDefault="0068787C" w:rsidP="0068787C">
      <w:pPr>
        <w:pStyle w:val="PS-hlavika3"/>
      </w:pPr>
      <w:r>
        <w:t>USNESENÍ</w:t>
      </w:r>
    </w:p>
    <w:p w:rsidR="0068787C" w:rsidRDefault="0068787C" w:rsidP="0068787C">
      <w:pPr>
        <w:pStyle w:val="PS-hlavika1"/>
      </w:pPr>
      <w:r>
        <w:t>zahraničního výboru</w:t>
      </w:r>
    </w:p>
    <w:p w:rsidR="0068787C" w:rsidRDefault="00C633B0" w:rsidP="0068787C">
      <w:pPr>
        <w:pStyle w:val="PS-hlavika1"/>
      </w:pPr>
      <w:r>
        <w:t>z 26</w:t>
      </w:r>
      <w:r w:rsidR="0068787C">
        <w:t>. schůze</w:t>
      </w:r>
    </w:p>
    <w:p w:rsidR="0068787C" w:rsidRDefault="00C633B0" w:rsidP="0068787C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C27F2E" w:rsidRDefault="004A7EDF" w:rsidP="00C27F2E">
      <w:pPr>
        <w:pStyle w:val="Odstavecseseznamem"/>
        <w:pBdr>
          <w:bottom w:val="single" w:sz="4" w:space="1" w:color="auto"/>
        </w:pBdr>
        <w:ind w:left="0"/>
        <w:jc w:val="both"/>
        <w:rPr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C27F2E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C27F2E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C27F2E" w:rsidRPr="00C27F2E">
        <w:rPr>
          <w:b/>
          <w:sz w:val="24"/>
          <w:szCs w:val="24"/>
        </w:rPr>
        <w:t>kterým se předkládá Parlamentu České republiky k vyslovení souhlasu s ratifikací Protokol o změně článku 50 písm. a) Úmluvy o mezinárodním civilním letectví, podepsaný v Montrealu dne 6. října 2016, a Protokol o změně článku 56 Úmluvy o mezinárodním civilním letectví, podepsaný v Montrealu dne 6. října 2016 /sněmovní tisk 196/</w:t>
      </w:r>
      <w:r w:rsidR="007501CA">
        <w:rPr>
          <w:sz w:val="24"/>
          <w:szCs w:val="24"/>
        </w:rPr>
        <w:tab/>
      </w:r>
    </w:p>
    <w:p w:rsidR="00DC29E4" w:rsidRPr="00B43D45" w:rsidRDefault="00B43D45" w:rsidP="00C27F2E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A0221B">
        <w:rPr>
          <w:sz w:val="24"/>
          <w:szCs w:val="24"/>
        </w:rPr>
        <w:t>dopravy</w:t>
      </w:r>
      <w:r w:rsidR="00A03434">
        <w:rPr>
          <w:sz w:val="24"/>
          <w:szCs w:val="24"/>
        </w:rPr>
        <w:t xml:space="preserve"> </w:t>
      </w:r>
      <w:r w:rsidR="00A03434" w:rsidRPr="00AE23B8">
        <w:rPr>
          <w:bCs/>
          <w:sz w:val="24"/>
          <w:szCs w:val="24"/>
        </w:rPr>
        <w:t>Ing. Tomáše Čočka,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C27F2E">
        <w:rPr>
          <w:sz w:val="24"/>
          <w:szCs w:val="24"/>
        </w:rPr>
        <w:t xml:space="preserve">Jana </w:t>
      </w:r>
      <w:proofErr w:type="spellStart"/>
      <w:r w:rsidR="00C27F2E">
        <w:rPr>
          <w:sz w:val="24"/>
          <w:szCs w:val="24"/>
        </w:rPr>
        <w:t>Lipavského</w:t>
      </w:r>
      <w:proofErr w:type="spellEnd"/>
      <w:r w:rsidR="007501CA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C27F2E" w:rsidRDefault="001E1364" w:rsidP="00C27F2E">
      <w:pPr>
        <w:ind w:left="708"/>
        <w:jc w:val="both"/>
      </w:pPr>
      <w:r w:rsidRPr="000D60D7">
        <w:rPr>
          <w:rStyle w:val="Siln"/>
          <w:szCs w:val="24"/>
        </w:rPr>
        <w:t>dává souhlas</w:t>
      </w:r>
      <w:r w:rsidR="00C27F2E" w:rsidRPr="000D60D7">
        <w:rPr>
          <w:rStyle w:val="Siln"/>
          <w:szCs w:val="24"/>
        </w:rPr>
        <w:t xml:space="preserve"> a)</w:t>
      </w:r>
      <w:r w:rsidRPr="000D60D7">
        <w:rPr>
          <w:rStyle w:val="Siln"/>
          <w:szCs w:val="24"/>
        </w:rPr>
        <w:t xml:space="preserve"> </w:t>
      </w:r>
      <w:r w:rsidR="00A0221B" w:rsidRPr="000D60D7">
        <w:rPr>
          <w:rStyle w:val="Siln"/>
          <w:szCs w:val="24"/>
        </w:rPr>
        <w:t>k ratifikaci</w:t>
      </w:r>
      <w:r w:rsidRPr="000D60D7">
        <w:rPr>
          <w:rStyle w:val="Siln"/>
          <w:szCs w:val="24"/>
        </w:rPr>
        <w:t xml:space="preserve"> </w:t>
      </w:r>
      <w:r w:rsidR="00C27F2E">
        <w:rPr>
          <w:rStyle w:val="Siln"/>
          <w:b w:val="0"/>
          <w:bCs w:val="0"/>
          <w:szCs w:val="24"/>
        </w:rPr>
        <w:t>Protokolu o změně článku</w:t>
      </w:r>
      <w:r w:rsidR="00C633B0">
        <w:rPr>
          <w:rStyle w:val="Siln"/>
          <w:b w:val="0"/>
          <w:bCs w:val="0"/>
          <w:szCs w:val="24"/>
        </w:rPr>
        <w:t xml:space="preserve"> 50 písm. a) Úmluvy</w:t>
      </w:r>
      <w:r w:rsidR="00C633B0">
        <w:rPr>
          <w:rStyle w:val="Siln"/>
          <w:b w:val="0"/>
          <w:bCs w:val="0"/>
          <w:szCs w:val="24"/>
        </w:rPr>
        <w:br/>
        <w:t xml:space="preserve">          o</w:t>
      </w:r>
      <w:r w:rsidR="00C27F2E">
        <w:rPr>
          <w:rStyle w:val="Siln"/>
          <w:b w:val="0"/>
          <w:bCs w:val="0"/>
          <w:szCs w:val="24"/>
        </w:rPr>
        <w:t xml:space="preserve"> mezinárodním civilním letectví, podepsaného v Montrealu dne 6. října 2016, a</w:t>
      </w:r>
      <w:r w:rsidR="00C27F2E">
        <w:rPr>
          <w:rStyle w:val="Siln"/>
          <w:b w:val="0"/>
          <w:bCs w:val="0"/>
          <w:szCs w:val="24"/>
        </w:rPr>
        <w:br/>
      </w:r>
      <w:r w:rsidR="00C27F2E" w:rsidRPr="00C27F2E">
        <w:rPr>
          <w:rStyle w:val="Siln"/>
          <w:b w:val="0"/>
          <w:bCs w:val="0"/>
          <w:sz w:val="16"/>
          <w:szCs w:val="16"/>
        </w:rPr>
        <w:br/>
      </w:r>
      <w:r w:rsidR="004A7EDF" w:rsidRPr="00377ED1">
        <w:t xml:space="preserve"> </w:t>
      </w:r>
      <w:r w:rsidR="00C27F2E">
        <w:t xml:space="preserve">                         </w:t>
      </w:r>
      <w:r w:rsidR="00C27F2E" w:rsidRPr="000D60D7">
        <w:rPr>
          <w:b/>
        </w:rPr>
        <w:t xml:space="preserve">b) k ratifikaci </w:t>
      </w:r>
      <w:r w:rsidR="00C27F2E">
        <w:t xml:space="preserve">Protokolu o změně článku 56 Úmluvy o mezinárodním        </w:t>
      </w:r>
      <w:r w:rsidR="00C27F2E">
        <w:br/>
        <w:t xml:space="preserve">          civilním letectví, podepsaného v Montrealu dne 6. října 2016</w:t>
      </w:r>
      <w:r w:rsidR="00F56439"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A0221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F56439">
        <w:t>Jan  L i p a v s k</w:t>
      </w:r>
      <w:r w:rsidR="00210C85">
        <w:t> </w:t>
      </w:r>
      <w:r w:rsidR="00F56439">
        <w:t>ý</w:t>
      </w:r>
      <w:r w:rsidR="00210C85">
        <w:t xml:space="preserve">  </w:t>
      </w:r>
      <w:proofErr w:type="gramStart"/>
      <w:r w:rsidR="00210C85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27F2E" w:rsidRDefault="00C27F2E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76574" w:rsidRDefault="00210C85" w:rsidP="00F76574">
      <w:pPr>
        <w:spacing w:after="0" w:line="240" w:lineRule="auto"/>
      </w:pPr>
      <w:r>
        <w:t xml:space="preserve">               </w:t>
      </w:r>
      <w:r w:rsidR="00CF74AC">
        <w:t>Ing. Jan K</w:t>
      </w:r>
      <w:r w:rsidR="00D40AB1">
        <w:t> </w:t>
      </w:r>
      <w:r w:rsidR="00CF74AC">
        <w:t>u</w:t>
      </w:r>
      <w:r w:rsidR="00D40AB1">
        <w:t xml:space="preserve"> </w:t>
      </w:r>
      <w:r w:rsidR="00CF74AC">
        <w:t>b</w:t>
      </w:r>
      <w:r w:rsidR="00D40AB1">
        <w:t xml:space="preserve"> </w:t>
      </w:r>
      <w:r w:rsidR="00CF74AC">
        <w:t>í</w:t>
      </w:r>
      <w:r w:rsidR="00D40AB1">
        <w:t xml:space="preserve"> </w:t>
      </w:r>
      <w:r w:rsidR="00CF74AC">
        <w:t>k</w:t>
      </w:r>
      <w:r>
        <w:t xml:space="preserve">  </w:t>
      </w:r>
      <w:proofErr w:type="gramStart"/>
      <w:r>
        <w:t>v.r.</w:t>
      </w:r>
      <w:proofErr w:type="gramEnd"/>
      <w:r>
        <w:tab/>
      </w:r>
      <w:r>
        <w:tab/>
      </w:r>
      <w:r>
        <w:tab/>
        <w:t xml:space="preserve">     </w:t>
      </w:r>
      <w:r w:rsidR="00F76574">
        <w:t>PhDr. Lubomír Z a o r á l e k</w:t>
      </w:r>
      <w:r>
        <w:t xml:space="preserve">  </w:t>
      </w:r>
      <w:bookmarkStart w:id="0" w:name="_GoBack"/>
      <w:bookmarkEnd w:id="0"/>
      <w:r>
        <w:t>v.r.</w:t>
      </w:r>
      <w:r w:rsidR="00F76574">
        <w:t xml:space="preserve"> </w:t>
      </w:r>
    </w:p>
    <w:p w:rsidR="00F76574" w:rsidRDefault="00F76574" w:rsidP="00F7657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D60D7"/>
    <w:rsid w:val="000E730C"/>
    <w:rsid w:val="00103C04"/>
    <w:rsid w:val="00106842"/>
    <w:rsid w:val="00180E07"/>
    <w:rsid w:val="001B45F3"/>
    <w:rsid w:val="001E1364"/>
    <w:rsid w:val="00210C85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952DA"/>
    <w:rsid w:val="005A67DE"/>
    <w:rsid w:val="005C30D7"/>
    <w:rsid w:val="005E094C"/>
    <w:rsid w:val="005F6CAE"/>
    <w:rsid w:val="00620764"/>
    <w:rsid w:val="006876A5"/>
    <w:rsid w:val="0068787C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434"/>
    <w:rsid w:val="00A46CDA"/>
    <w:rsid w:val="00A837B1"/>
    <w:rsid w:val="00AA0D27"/>
    <w:rsid w:val="00B0568C"/>
    <w:rsid w:val="00B13892"/>
    <w:rsid w:val="00B43D45"/>
    <w:rsid w:val="00B52EE2"/>
    <w:rsid w:val="00B53E8D"/>
    <w:rsid w:val="00B715B6"/>
    <w:rsid w:val="00BC09E3"/>
    <w:rsid w:val="00C03852"/>
    <w:rsid w:val="00C27F2E"/>
    <w:rsid w:val="00C40BB1"/>
    <w:rsid w:val="00C56014"/>
    <w:rsid w:val="00C633B0"/>
    <w:rsid w:val="00C86377"/>
    <w:rsid w:val="00CD6711"/>
    <w:rsid w:val="00CE20CD"/>
    <w:rsid w:val="00CE270B"/>
    <w:rsid w:val="00CF74AC"/>
    <w:rsid w:val="00D40AB1"/>
    <w:rsid w:val="00D720D0"/>
    <w:rsid w:val="00D76FB3"/>
    <w:rsid w:val="00D80AB9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F56439"/>
    <w:rsid w:val="00F7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666B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8F7EF-DD2C-4A16-B1B0-B6BB6485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2019-02-21T13:56:00Z</dcterms:created>
  <dcterms:modified xsi:type="dcterms:W3CDTF">2019-02-21T13:56:00Z</dcterms:modified>
</cp:coreProperties>
</file>