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7011D6" w:rsidP="000E730C">
      <w:pPr>
        <w:pStyle w:val="PS-hlavika2"/>
      </w:pPr>
      <w:r>
        <w:t>2019</w:t>
      </w:r>
    </w:p>
    <w:p w:rsidR="00DC29E4" w:rsidRDefault="00CE270B" w:rsidP="00377253">
      <w:pPr>
        <w:pStyle w:val="PS-hlavika1"/>
      </w:pPr>
      <w:r>
        <w:t>8</w:t>
      </w:r>
      <w:r w:rsidR="00DC29E4">
        <w:t>. volební období</w:t>
      </w:r>
    </w:p>
    <w:p w:rsidR="00DC29E4" w:rsidRPr="00966240" w:rsidRDefault="00960CFB" w:rsidP="002F52FE">
      <w:pPr>
        <w:pStyle w:val="PS-slousnesen"/>
      </w:pPr>
      <w:r>
        <w:t>55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70A67" w:rsidP="00377253">
      <w:pPr>
        <w:pStyle w:val="PS-hlavika1"/>
      </w:pPr>
      <w:r>
        <w:t>zahraniční</w:t>
      </w:r>
      <w:r w:rsidR="0075419B">
        <w:t>ho</w:t>
      </w:r>
      <w:r>
        <w:t xml:space="preserve"> výboru</w:t>
      </w:r>
    </w:p>
    <w:p w:rsidR="00DC29E4" w:rsidRDefault="00CE270B" w:rsidP="002F52FE">
      <w:pPr>
        <w:pStyle w:val="PS-hlavika1"/>
      </w:pPr>
      <w:r>
        <w:t xml:space="preserve">z </w:t>
      </w:r>
      <w:r w:rsidR="007011D6">
        <w:t>26</w:t>
      </w:r>
      <w:r w:rsidR="00DC29E4">
        <w:t>. schůze</w:t>
      </w:r>
    </w:p>
    <w:p w:rsidR="00C03852" w:rsidRDefault="00CE270B" w:rsidP="002F52FE">
      <w:pPr>
        <w:pStyle w:val="PS-hlavika1"/>
      </w:pPr>
      <w:r>
        <w:t xml:space="preserve">ze dne </w:t>
      </w:r>
      <w:r w:rsidR="00945184">
        <w:t>2</w:t>
      </w:r>
      <w:r w:rsidR="007011D6">
        <w:t>1</w:t>
      </w:r>
      <w:r w:rsidR="002377C9">
        <w:t xml:space="preserve">. </w:t>
      </w:r>
      <w:r w:rsidR="007011D6">
        <w:t>února 2019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287B77" w:rsidRPr="00287B77" w:rsidRDefault="004A7EDF" w:rsidP="00287B77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návrhu,</w:t>
      </w:r>
      <w:r w:rsidRPr="001E1364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202F38" w:rsidRPr="00202F38">
        <w:rPr>
          <w:b/>
          <w:sz w:val="24"/>
          <w:szCs w:val="24"/>
        </w:rPr>
        <w:t xml:space="preserve">kterým se předkládá Parlamentu České republiky k vyslovení souhlasu s ratifikací Dohoda o založení mezinárodní nadace EU </w:t>
      </w:r>
      <w:r w:rsidR="00E05689">
        <w:rPr>
          <w:b/>
          <w:sz w:val="24"/>
          <w:szCs w:val="24"/>
        </w:rPr>
        <w:t>–</w:t>
      </w:r>
      <w:r w:rsidR="00202F38" w:rsidRPr="00202F38">
        <w:rPr>
          <w:b/>
          <w:sz w:val="24"/>
          <w:szCs w:val="24"/>
        </w:rPr>
        <w:t xml:space="preserve"> LAC</w:t>
      </w:r>
      <w:r w:rsidR="00E05689">
        <w:rPr>
          <w:b/>
          <w:sz w:val="24"/>
          <w:szCs w:val="24"/>
        </w:rPr>
        <w:t>,</w:t>
      </w:r>
      <w:r w:rsidR="00202F38" w:rsidRPr="00202F38">
        <w:rPr>
          <w:b/>
          <w:sz w:val="24"/>
          <w:szCs w:val="24"/>
        </w:rPr>
        <w:t xml:space="preserve"> podepsaná v Bruselu dne 7. listopadu 2018 </w:t>
      </w:r>
      <w:hyperlink r:id="rId6" w:history="1">
        <w:r w:rsidR="00202F38" w:rsidRPr="00202F38">
          <w:rPr>
            <w:rStyle w:val="Hypertextovodkaz"/>
            <w:b/>
            <w:color w:val="auto"/>
            <w:sz w:val="24"/>
            <w:szCs w:val="24"/>
            <w:u w:val="none"/>
          </w:rPr>
          <w:t>/sněmovní tisk 341/</w:t>
        </w:r>
      </w:hyperlink>
      <w:r w:rsidR="00597E5B" w:rsidRPr="00287B77">
        <w:rPr>
          <w:b/>
          <w:sz w:val="24"/>
          <w:szCs w:val="24"/>
        </w:rPr>
        <w:tab/>
      </w:r>
    </w:p>
    <w:p w:rsidR="00DC29E4" w:rsidRPr="00B43D45" w:rsidRDefault="00B43D45" w:rsidP="002F52FE">
      <w:pPr>
        <w:pStyle w:val="Odstavecseseznamem"/>
        <w:ind w:left="0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 xml:space="preserve">náměstka ministra </w:t>
      </w:r>
      <w:r w:rsidR="002F52FE">
        <w:rPr>
          <w:sz w:val="24"/>
          <w:szCs w:val="24"/>
        </w:rPr>
        <w:t>zahraničních věcí</w:t>
      </w:r>
      <w:r w:rsidR="00655B0B">
        <w:rPr>
          <w:sz w:val="24"/>
          <w:szCs w:val="24"/>
        </w:rPr>
        <w:t xml:space="preserve"> </w:t>
      </w:r>
      <w:r w:rsidR="00655B0B" w:rsidRPr="00C169A4">
        <w:rPr>
          <w:sz w:val="24"/>
          <w:szCs w:val="24"/>
        </w:rPr>
        <w:t xml:space="preserve">Aleše Chmelaře, </w:t>
      </w:r>
      <w:proofErr w:type="gramStart"/>
      <w:r w:rsidR="00655B0B" w:rsidRPr="00C169A4">
        <w:rPr>
          <w:sz w:val="24"/>
          <w:szCs w:val="24"/>
        </w:rPr>
        <w:t>M.Sc</w:t>
      </w:r>
      <w:proofErr w:type="gramEnd"/>
      <w:r w:rsidR="00655B0B" w:rsidRPr="00C169A4">
        <w:rPr>
          <w:sz w:val="24"/>
          <w:szCs w:val="24"/>
        </w:rPr>
        <w:t>.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>zpravodajské zprávě posl.</w:t>
      </w:r>
      <w:r w:rsidR="004A7EDF">
        <w:rPr>
          <w:sz w:val="24"/>
          <w:szCs w:val="24"/>
        </w:rPr>
        <w:t xml:space="preserve"> </w:t>
      </w:r>
      <w:r w:rsidR="00552686">
        <w:rPr>
          <w:sz w:val="24"/>
          <w:szCs w:val="24"/>
        </w:rPr>
        <w:t xml:space="preserve">Mgr. </w:t>
      </w:r>
      <w:r w:rsidR="00202F38">
        <w:rPr>
          <w:sz w:val="24"/>
          <w:szCs w:val="24"/>
        </w:rPr>
        <w:t>Víta Rakušana</w:t>
      </w:r>
      <w:r w:rsidR="00320803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287B77" w:rsidRDefault="001E1364" w:rsidP="00287B77">
      <w:pPr>
        <w:ind w:left="705"/>
        <w:jc w:val="both"/>
        <w:rPr>
          <w:b/>
          <w:bCs/>
          <w:szCs w:val="24"/>
        </w:rPr>
      </w:pPr>
      <w:r w:rsidRPr="004E3DF4">
        <w:rPr>
          <w:rStyle w:val="Siln"/>
          <w:szCs w:val="24"/>
        </w:rPr>
        <w:t xml:space="preserve">dává souhlas </w:t>
      </w:r>
      <w:r w:rsidR="00202F38" w:rsidRPr="004E3DF4">
        <w:rPr>
          <w:rStyle w:val="Siln"/>
          <w:szCs w:val="24"/>
        </w:rPr>
        <w:t>k ratifikaci</w:t>
      </w:r>
      <w:r w:rsidRPr="004E3DF4">
        <w:rPr>
          <w:rStyle w:val="Siln"/>
          <w:szCs w:val="24"/>
        </w:rPr>
        <w:t xml:space="preserve"> </w:t>
      </w:r>
      <w:r w:rsidR="00202F38" w:rsidRPr="00202F38">
        <w:rPr>
          <w:szCs w:val="24"/>
        </w:rPr>
        <w:t xml:space="preserve">Dohody o založení mezinárodní nadace EU </w:t>
      </w:r>
      <w:r w:rsidR="00E05689">
        <w:rPr>
          <w:szCs w:val="24"/>
        </w:rPr>
        <w:t>–</w:t>
      </w:r>
      <w:r w:rsidR="00202F38" w:rsidRPr="00202F38">
        <w:rPr>
          <w:szCs w:val="24"/>
        </w:rPr>
        <w:t xml:space="preserve"> LAC</w:t>
      </w:r>
      <w:r w:rsidR="00E05689">
        <w:rPr>
          <w:szCs w:val="24"/>
        </w:rPr>
        <w:t>,</w:t>
      </w:r>
      <w:r w:rsidR="00202F38" w:rsidRPr="00202F38">
        <w:rPr>
          <w:szCs w:val="24"/>
        </w:rPr>
        <w:t xml:space="preserve"> podepsané v Bruselu dne 7. listopadu 2018</w:t>
      </w:r>
      <w:r w:rsidR="00287B77">
        <w:t xml:space="preserve">; 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9E5DB5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282FA9">
        <w:t xml:space="preserve">Mgr. </w:t>
      </w:r>
      <w:r w:rsidR="00880F88">
        <w:t>Vít  R a k u š a n</w:t>
      </w:r>
      <w:r w:rsidR="00DD0D53">
        <w:t xml:space="preserve">  </w:t>
      </w:r>
      <w:proofErr w:type="gramStart"/>
      <w:r w:rsidR="00DD0D53">
        <w:t>v.r.</w:t>
      </w:r>
      <w:proofErr w:type="gramEnd"/>
      <w:r w:rsidR="00880F88">
        <w:t xml:space="preserve"> </w:t>
      </w:r>
      <w:r w:rsidR="00CE270B">
        <w:t xml:space="preserve"> </w:t>
      </w:r>
      <w:r w:rsidR="00DB5BB7">
        <w:t xml:space="preserve"> </w:t>
      </w:r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282FA9" w:rsidP="007E5B58">
      <w:pPr>
        <w:spacing w:after="0" w:line="240" w:lineRule="auto"/>
      </w:pPr>
      <w:r>
        <w:tab/>
        <w:t xml:space="preserve">   </w:t>
      </w:r>
      <w:r w:rsidR="00DD0D53">
        <w:t xml:space="preserve"> </w:t>
      </w:r>
      <w:r w:rsidR="00E05689">
        <w:t xml:space="preserve">Ing. Jan </w:t>
      </w:r>
      <w:r w:rsidR="00DD0D53" w:rsidRPr="00DD0D53">
        <w:t>K</w:t>
      </w:r>
      <w:r w:rsidR="00DD0D53">
        <w:t> </w:t>
      </w:r>
      <w:r w:rsidR="00DD0D53" w:rsidRPr="00DD0D53">
        <w:t>u</w:t>
      </w:r>
      <w:r w:rsidR="00DD0D53">
        <w:t xml:space="preserve"> </w:t>
      </w:r>
      <w:r w:rsidR="00DD0D53" w:rsidRPr="00DD0D53">
        <w:t>b</w:t>
      </w:r>
      <w:r w:rsidR="00DD0D53">
        <w:t xml:space="preserve"> </w:t>
      </w:r>
      <w:r w:rsidR="00DD0D53" w:rsidRPr="00DD0D53">
        <w:t>í</w:t>
      </w:r>
      <w:r w:rsidR="00DD0D53">
        <w:t xml:space="preserve"> </w:t>
      </w:r>
      <w:r w:rsidR="00DD0D53" w:rsidRPr="00DD0D53">
        <w:t>k</w:t>
      </w:r>
      <w:r w:rsidR="00DD0D53">
        <w:t xml:space="preserve">  </w:t>
      </w:r>
      <w:proofErr w:type="gramStart"/>
      <w:r w:rsidR="00DD0D53" w:rsidRPr="00DD0D53">
        <w:t>v.r</w:t>
      </w:r>
      <w:r w:rsidR="00DD0D53">
        <w:rPr>
          <w:rStyle w:val="proloenChar"/>
        </w:rPr>
        <w:t>.</w:t>
      </w:r>
      <w:proofErr w:type="gramEnd"/>
      <w:r w:rsidR="004E3DF4">
        <w:tab/>
      </w:r>
      <w:r w:rsidR="007A1CC3">
        <w:tab/>
      </w:r>
      <w:r w:rsidR="00CE270B">
        <w:tab/>
      </w:r>
      <w:r w:rsidR="00DD0D53">
        <w:rPr>
          <w:color w:val="FFFFFF" w:themeColor="background1"/>
        </w:rPr>
        <w:t xml:space="preserve">…   </w:t>
      </w:r>
      <w:r>
        <w:t xml:space="preserve">PhDr. </w:t>
      </w:r>
      <w:r w:rsidR="00CE270B">
        <w:t>Lubomír Z a o r á l e k</w:t>
      </w:r>
      <w:r w:rsidR="00DD0D53">
        <w:t> </w:t>
      </w:r>
      <w:r w:rsidR="002F5025">
        <w:t xml:space="preserve"> </w:t>
      </w:r>
      <w:bookmarkStart w:id="0" w:name="_GoBack"/>
      <w:bookmarkEnd w:id="0"/>
      <w:r w:rsidR="00DD0D53">
        <w:t>v.r.</w:t>
      </w:r>
      <w:r w:rsidR="00CE270B">
        <w:t xml:space="preserve"> </w:t>
      </w:r>
    </w:p>
    <w:p w:rsidR="007707A2" w:rsidRDefault="007707A2" w:rsidP="007707A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</w:t>
      </w:r>
      <w:r w:rsidR="00CE270B">
        <w:t>ověřovatel</w:t>
      </w:r>
      <w:r>
        <w:t xml:space="preserve"> výboru                                                      předseda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C5278"/>
    <w:rsid w:val="000D0E8D"/>
    <w:rsid w:val="000E730C"/>
    <w:rsid w:val="00103C04"/>
    <w:rsid w:val="00106842"/>
    <w:rsid w:val="00180E07"/>
    <w:rsid w:val="001B45F3"/>
    <w:rsid w:val="001E1364"/>
    <w:rsid w:val="00202F38"/>
    <w:rsid w:val="00230024"/>
    <w:rsid w:val="002377C9"/>
    <w:rsid w:val="00254049"/>
    <w:rsid w:val="00270A67"/>
    <w:rsid w:val="00272E1B"/>
    <w:rsid w:val="00282FA9"/>
    <w:rsid w:val="002835BB"/>
    <w:rsid w:val="00287B77"/>
    <w:rsid w:val="0029549A"/>
    <w:rsid w:val="002A2F32"/>
    <w:rsid w:val="002B0FB6"/>
    <w:rsid w:val="002B60B3"/>
    <w:rsid w:val="002C2C5F"/>
    <w:rsid w:val="002C6BED"/>
    <w:rsid w:val="002F5025"/>
    <w:rsid w:val="002F52FE"/>
    <w:rsid w:val="00320803"/>
    <w:rsid w:val="00356011"/>
    <w:rsid w:val="00377253"/>
    <w:rsid w:val="003848EA"/>
    <w:rsid w:val="003D2033"/>
    <w:rsid w:val="003F38A7"/>
    <w:rsid w:val="00441D8E"/>
    <w:rsid w:val="004A7EDF"/>
    <w:rsid w:val="004B184F"/>
    <w:rsid w:val="004B7D84"/>
    <w:rsid w:val="004E3DF4"/>
    <w:rsid w:val="005227BF"/>
    <w:rsid w:val="00552686"/>
    <w:rsid w:val="00566A4C"/>
    <w:rsid w:val="00597E5B"/>
    <w:rsid w:val="005C30D7"/>
    <w:rsid w:val="005E094C"/>
    <w:rsid w:val="005F6CAE"/>
    <w:rsid w:val="00620764"/>
    <w:rsid w:val="00655B0B"/>
    <w:rsid w:val="006876A5"/>
    <w:rsid w:val="006D49A8"/>
    <w:rsid w:val="007011D6"/>
    <w:rsid w:val="00714B1F"/>
    <w:rsid w:val="0073405C"/>
    <w:rsid w:val="0075419B"/>
    <w:rsid w:val="007707A2"/>
    <w:rsid w:val="007A1CC3"/>
    <w:rsid w:val="007C62DA"/>
    <w:rsid w:val="007D5EE1"/>
    <w:rsid w:val="007E1D0B"/>
    <w:rsid w:val="007E5B58"/>
    <w:rsid w:val="00812496"/>
    <w:rsid w:val="008255AD"/>
    <w:rsid w:val="00830BFE"/>
    <w:rsid w:val="00880F88"/>
    <w:rsid w:val="00893C29"/>
    <w:rsid w:val="008B733E"/>
    <w:rsid w:val="008C2628"/>
    <w:rsid w:val="00903269"/>
    <w:rsid w:val="00917DCF"/>
    <w:rsid w:val="00920D8B"/>
    <w:rsid w:val="00945184"/>
    <w:rsid w:val="00960CFB"/>
    <w:rsid w:val="00966240"/>
    <w:rsid w:val="009E5DB5"/>
    <w:rsid w:val="00A46CDA"/>
    <w:rsid w:val="00A837B1"/>
    <w:rsid w:val="00AA0D27"/>
    <w:rsid w:val="00B0568C"/>
    <w:rsid w:val="00B13892"/>
    <w:rsid w:val="00B43D45"/>
    <w:rsid w:val="00B53E8D"/>
    <w:rsid w:val="00B715B6"/>
    <w:rsid w:val="00BC09E3"/>
    <w:rsid w:val="00C03852"/>
    <w:rsid w:val="00C40BB1"/>
    <w:rsid w:val="00C56014"/>
    <w:rsid w:val="00C86377"/>
    <w:rsid w:val="00CD6711"/>
    <w:rsid w:val="00CE20CD"/>
    <w:rsid w:val="00CE270B"/>
    <w:rsid w:val="00D720D0"/>
    <w:rsid w:val="00D76FB3"/>
    <w:rsid w:val="00DB23D4"/>
    <w:rsid w:val="00DB5BB7"/>
    <w:rsid w:val="00DC29E4"/>
    <w:rsid w:val="00DD0D53"/>
    <w:rsid w:val="00E05689"/>
    <w:rsid w:val="00E120D7"/>
    <w:rsid w:val="00E44BB8"/>
    <w:rsid w:val="00E6506A"/>
    <w:rsid w:val="00E86EAB"/>
    <w:rsid w:val="00ED101C"/>
    <w:rsid w:val="00ED15A8"/>
    <w:rsid w:val="00EE4714"/>
    <w:rsid w:val="00EF3B15"/>
    <w:rsid w:val="00EF679B"/>
    <w:rsid w:val="00F9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9D82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02F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sp.cz/sqw/historie.sqw?o=8&amp;t=34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50A0A-F592-4FCA-AC79-79C5B7CA0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3</cp:revision>
  <cp:lastPrinted>2016-05-26T07:59:00Z</cp:lastPrinted>
  <dcterms:created xsi:type="dcterms:W3CDTF">2019-02-21T12:39:00Z</dcterms:created>
  <dcterms:modified xsi:type="dcterms:W3CDTF">2019-02-21T12:51:00Z</dcterms:modified>
</cp:coreProperties>
</file>