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804AF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304397" w:rsidP="000E730C">
      <w:pPr>
        <w:pStyle w:val="PS-slousnesen"/>
      </w:pPr>
      <w:r>
        <w:t>74</w:t>
      </w:r>
      <w:r w:rsidR="00CB0D5D">
        <w:t xml:space="preserve"> 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B12C95">
        <w:t>1</w:t>
      </w:r>
      <w:r w:rsidR="00CB0D5D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B0D5D">
        <w:t>7. února</w:t>
      </w:r>
      <w:r w:rsidR="002804AF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9A5376" w:rsidRPr="00CA137A" w:rsidRDefault="009A5376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265CCD" w:rsidRPr="00CA137A" w:rsidRDefault="00265CCD" w:rsidP="00265CCD">
      <w:pPr>
        <w:rPr>
          <w:rFonts w:ascii="Times New Roman" w:eastAsia="Times New Roman" w:hAnsi="Times New Roman"/>
          <w:color w:val="000000"/>
          <w:spacing w:val="-4"/>
          <w:sz w:val="16"/>
          <w:szCs w:val="16"/>
          <w:lang w:eastAsia="cs-CZ"/>
        </w:rPr>
      </w:pPr>
    </w:p>
    <w:p w:rsidR="001E652B" w:rsidRPr="00C92B76" w:rsidRDefault="001E652B" w:rsidP="00C92B76">
      <w:pPr>
        <w:jc w:val="both"/>
        <w:rPr>
          <w:rFonts w:ascii="Times New Roman" w:hAnsi="Times New Roman"/>
          <w:sz w:val="24"/>
          <w:szCs w:val="24"/>
          <w:lang w:eastAsia="cs-CZ"/>
        </w:rPr>
      </w:pPr>
      <w:r w:rsidRPr="007C0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</w:t>
      </w:r>
      <w:r w:rsidR="00F46F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vládnímu návrhu zákona, kterým se mění zákon č. 320/2001 Sb., o finanční kontrole ve veřejné správě a o změně některých zákonů (zákon o finanční kontrole), ve znění pozdějších předpisů /sněmovní tisk 261/ - </w:t>
      </w:r>
      <w:r w:rsidR="00F46F29" w:rsidRPr="00F46F2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příprava na 3. čtení v PS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46F29" w:rsidRDefault="0045353B" w:rsidP="00F46F29">
      <w:pPr>
        <w:pStyle w:val="western"/>
        <w:spacing w:before="0" w:beforeAutospacing="0" w:after="0"/>
        <w:ind w:firstLine="567"/>
        <w:jc w:val="both"/>
        <w:rPr>
          <w:spacing w:val="-4"/>
        </w:rPr>
      </w:pPr>
      <w:r>
        <w:tab/>
      </w:r>
      <w:r w:rsidR="00F46F29" w:rsidRPr="00350084">
        <w:rPr>
          <w:spacing w:val="-4"/>
        </w:rPr>
        <w:t xml:space="preserve">Kontrolní výbor Poslanecké sněmovny Parlamentu ČR </w:t>
      </w:r>
      <w:r w:rsidR="00F46F29">
        <w:rPr>
          <w:spacing w:val="-4"/>
        </w:rPr>
        <w:t>jako garanční výbor po projednání návrhu zákona po druhém čtení</w:t>
      </w:r>
    </w:p>
    <w:p w:rsidR="00304397" w:rsidRDefault="00304397" w:rsidP="00F46F29">
      <w:pPr>
        <w:pStyle w:val="western"/>
        <w:spacing w:before="0" w:beforeAutospacing="0" w:after="0"/>
        <w:jc w:val="both"/>
        <w:rPr>
          <w:spacing w:val="-4"/>
        </w:rPr>
      </w:pPr>
    </w:p>
    <w:p w:rsidR="009A5376" w:rsidRDefault="009A5376" w:rsidP="00F46F29">
      <w:pPr>
        <w:pStyle w:val="western"/>
        <w:spacing w:before="0" w:beforeAutospacing="0" w:after="0"/>
        <w:jc w:val="both"/>
        <w:rPr>
          <w:spacing w:val="-4"/>
        </w:rPr>
      </w:pPr>
    </w:p>
    <w:p w:rsidR="00F46F29" w:rsidRPr="00EF5E49" w:rsidRDefault="00F46F29" w:rsidP="00F46F29">
      <w:pPr>
        <w:pStyle w:val="Odstavecseseznamem"/>
        <w:numPr>
          <w:ilvl w:val="0"/>
          <w:numId w:val="18"/>
        </w:numPr>
        <w:ind w:left="567" w:hanging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EF5E49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Poslanecké sněmovně hlasovat ve třetím čtení o náv</w:t>
      </w:r>
      <w:r w:rsidR="00D813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rzích podaných k návrhu zákona 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podle sněmovního tisku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261/2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 následujícím pořadí:</w:t>
      </w:r>
    </w:p>
    <w:p w:rsidR="00F46F29" w:rsidRPr="00EF5E49" w:rsidRDefault="00F46F29" w:rsidP="00F46F29">
      <w:pPr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46F29" w:rsidRPr="00763B00" w:rsidRDefault="00AB6B94" w:rsidP="006302B1">
      <w:pPr>
        <w:numPr>
          <w:ilvl w:val="0"/>
          <w:numId w:val="17"/>
        </w:numPr>
        <w:spacing w:line="276" w:lineRule="auto"/>
        <w:ind w:left="993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F410E">
        <w:rPr>
          <w:rFonts w:ascii="Times New Roman" w:hAnsi="Times New Roman"/>
          <w:bCs/>
          <w:sz w:val="24"/>
          <w:szCs w:val="24"/>
        </w:rPr>
        <w:t>hlasovat o legislativně technických úpravách, budou-li ve třetím čtení předneseny,</w:t>
      </w:r>
    </w:p>
    <w:p w:rsidR="008F7FBD" w:rsidRPr="008F7FBD" w:rsidRDefault="008F7FBD" w:rsidP="008F7FBD">
      <w:pPr>
        <w:numPr>
          <w:ilvl w:val="0"/>
          <w:numId w:val="17"/>
        </w:numPr>
        <w:spacing w:line="276" w:lineRule="auto"/>
        <w:ind w:left="993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Pr="00AB6B94">
        <w:rPr>
          <w:rFonts w:ascii="Times New Roman" w:hAnsi="Times New Roman"/>
          <w:bCs/>
          <w:sz w:val="24"/>
          <w:szCs w:val="24"/>
        </w:rPr>
        <w:t>ozměňovací návr</w:t>
      </w:r>
      <w:r>
        <w:rPr>
          <w:rFonts w:ascii="Times New Roman" w:hAnsi="Times New Roman"/>
          <w:bCs/>
          <w:sz w:val="24"/>
          <w:szCs w:val="24"/>
        </w:rPr>
        <w:t>hy</w:t>
      </w:r>
      <w:r w:rsidRPr="00AB6B94">
        <w:rPr>
          <w:rFonts w:ascii="Times New Roman" w:hAnsi="Times New Roman"/>
          <w:bCs/>
          <w:sz w:val="24"/>
          <w:szCs w:val="24"/>
        </w:rPr>
        <w:t xml:space="preserve"> obsažen</w:t>
      </w:r>
      <w:r>
        <w:rPr>
          <w:rFonts w:ascii="Times New Roman" w:hAnsi="Times New Roman"/>
          <w:bCs/>
          <w:sz w:val="24"/>
          <w:szCs w:val="24"/>
        </w:rPr>
        <w:t xml:space="preserve">é </w:t>
      </w:r>
      <w:r w:rsidRPr="00AB6B94">
        <w:rPr>
          <w:rFonts w:ascii="Times New Roman" w:hAnsi="Times New Roman"/>
          <w:bCs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B6B94">
        <w:rPr>
          <w:rFonts w:ascii="Times New Roman" w:hAnsi="Times New Roman"/>
          <w:bCs/>
          <w:sz w:val="24"/>
          <w:szCs w:val="24"/>
        </w:rPr>
        <w:t xml:space="preserve">usnesení garančního </w:t>
      </w:r>
      <w:r>
        <w:rPr>
          <w:rFonts w:ascii="Times New Roman" w:hAnsi="Times New Roman"/>
          <w:bCs/>
          <w:sz w:val="24"/>
          <w:szCs w:val="24"/>
        </w:rPr>
        <w:t>K</w:t>
      </w:r>
      <w:r w:rsidRPr="00AB6B94">
        <w:rPr>
          <w:rFonts w:ascii="Times New Roman" w:hAnsi="Times New Roman"/>
          <w:bCs/>
          <w:sz w:val="24"/>
          <w:szCs w:val="24"/>
        </w:rPr>
        <w:t xml:space="preserve">ontrolního výboru č. 58 </w:t>
      </w:r>
      <w:r w:rsidRPr="008F7FBD">
        <w:rPr>
          <w:rFonts w:ascii="Times New Roman" w:hAnsi="Times New Roman"/>
          <w:bCs/>
          <w:sz w:val="24"/>
          <w:szCs w:val="24"/>
        </w:rPr>
        <w:t xml:space="preserve">z 12. schůze konané dne 8. listopadu 2018 (sněmovní tisk 261/1) hlasovat jako jeden </w:t>
      </w:r>
    </w:p>
    <w:p w:rsidR="00F46F29" w:rsidRDefault="008F7FBD" w:rsidP="008F7FBD">
      <w:pPr>
        <w:spacing w:line="276" w:lineRule="auto"/>
        <w:ind w:left="285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celek</w:t>
      </w:r>
      <w:r w:rsidR="007217AC">
        <w:rPr>
          <w:rFonts w:ascii="Times New Roman" w:hAnsi="Times New Roman"/>
          <w:bCs/>
          <w:sz w:val="24"/>
          <w:szCs w:val="24"/>
        </w:rPr>
        <w:t>,</w:t>
      </w:r>
      <w:bookmarkStart w:id="0" w:name="_GoBack"/>
      <w:bookmarkEnd w:id="0"/>
    </w:p>
    <w:p w:rsidR="00F46F29" w:rsidRDefault="00AB6B94" w:rsidP="006302B1">
      <w:pPr>
        <w:numPr>
          <w:ilvl w:val="0"/>
          <w:numId w:val="17"/>
        </w:numPr>
        <w:spacing w:line="276" w:lineRule="auto"/>
        <w:ind w:left="993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hlasovat o návrhu zákona jako o celku</w:t>
      </w:r>
      <w:r w:rsidR="00F46F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304397" w:rsidRDefault="00304397" w:rsidP="00F46F2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A5376" w:rsidRDefault="009A5376" w:rsidP="00F46F2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F46F29" w:rsidRPr="00FF0A95" w:rsidRDefault="00F46F29" w:rsidP="00F46F29">
      <w:pPr>
        <w:pStyle w:val="Odstavecseseznamem"/>
        <w:numPr>
          <w:ilvl w:val="0"/>
          <w:numId w:val="18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zaujímá </w:t>
      </w:r>
      <w:r w:rsidRPr="00FF0A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 stanovisk</w:t>
      </w:r>
      <w:r w:rsidR="0072083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Pr="00FF0A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 předloženým návrhům:</w:t>
      </w:r>
    </w:p>
    <w:p w:rsidR="00F46F29" w:rsidRPr="00763B00" w:rsidRDefault="00F46F29" w:rsidP="00F46F29">
      <w:pPr>
        <w:tabs>
          <w:tab w:val="num" w:pos="1134"/>
        </w:tabs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46F29" w:rsidRPr="007217AC" w:rsidRDefault="007217AC" w:rsidP="006302B1">
      <w:pPr>
        <w:numPr>
          <w:ilvl w:val="0"/>
          <w:numId w:val="19"/>
        </w:numPr>
        <w:tabs>
          <w:tab w:val="clear" w:pos="720"/>
        </w:tabs>
        <w:spacing w:line="276" w:lineRule="auto"/>
        <w:ind w:left="993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Pr="00AB6B94">
        <w:rPr>
          <w:rFonts w:ascii="Times New Roman" w:hAnsi="Times New Roman"/>
          <w:bCs/>
          <w:sz w:val="24"/>
          <w:szCs w:val="24"/>
        </w:rPr>
        <w:t>ozměňovací návrhy obsažené v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B6B94">
        <w:rPr>
          <w:rFonts w:ascii="Times New Roman" w:hAnsi="Times New Roman"/>
          <w:bCs/>
          <w:sz w:val="24"/>
          <w:szCs w:val="24"/>
        </w:rPr>
        <w:t xml:space="preserve">usnesení garančního </w:t>
      </w:r>
      <w:r>
        <w:rPr>
          <w:rFonts w:ascii="Times New Roman" w:hAnsi="Times New Roman"/>
          <w:bCs/>
          <w:sz w:val="24"/>
          <w:szCs w:val="24"/>
        </w:rPr>
        <w:t>K</w:t>
      </w:r>
      <w:r w:rsidRPr="00AB6B94">
        <w:rPr>
          <w:rFonts w:ascii="Times New Roman" w:hAnsi="Times New Roman"/>
          <w:bCs/>
          <w:sz w:val="24"/>
          <w:szCs w:val="24"/>
        </w:rPr>
        <w:t>ontrolního výboru č. 58 z 12. schůze konané dne 8. listopadu 2018 (</w:t>
      </w:r>
      <w:r w:rsidR="006302B1">
        <w:rPr>
          <w:rFonts w:ascii="Times New Roman" w:hAnsi="Times New Roman"/>
          <w:bCs/>
          <w:sz w:val="24"/>
          <w:szCs w:val="24"/>
        </w:rPr>
        <w:t xml:space="preserve">sněmovní </w:t>
      </w:r>
      <w:r w:rsidRPr="00AB6B94">
        <w:rPr>
          <w:rFonts w:ascii="Times New Roman" w:hAnsi="Times New Roman"/>
          <w:bCs/>
          <w:sz w:val="24"/>
          <w:szCs w:val="24"/>
        </w:rPr>
        <w:t>tisk 261/</w:t>
      </w:r>
      <w:r>
        <w:rPr>
          <w:rFonts w:ascii="Times New Roman" w:hAnsi="Times New Roman"/>
          <w:bCs/>
          <w:sz w:val="24"/>
          <w:szCs w:val="24"/>
        </w:rPr>
        <w:t>1</w:t>
      </w:r>
      <w:r w:rsidRPr="00AB6B9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 d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</w:t>
      </w:r>
      <w:r w:rsidR="00F71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="00786739">
        <w:rPr>
          <w:rFonts w:ascii="Times New Roman" w:hAnsi="Times New Roman"/>
          <w:bCs/>
          <w:sz w:val="24"/>
          <w:szCs w:val="24"/>
        </w:rPr>
        <w:t>;</w:t>
      </w:r>
    </w:p>
    <w:p w:rsidR="00304397" w:rsidRDefault="00304397" w:rsidP="00F46F2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A5376" w:rsidRDefault="009A5376" w:rsidP="00F46F2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F46F29" w:rsidRDefault="00F46F29" w:rsidP="00F46F29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III.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 ve spolupráci s navrhovatelem a legislativním odborem Kanceláře Poslanecké sněmovny popřípadě navrhl nezbytné úpravy podle § 95 odst. 2 zákona o jednacím řádu Poslanecké sněmovny;</w:t>
      </w:r>
    </w:p>
    <w:p w:rsidR="00304397" w:rsidRDefault="00304397" w:rsidP="00F46F2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A5376" w:rsidRDefault="009A5376" w:rsidP="00F46F2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F46F29" w:rsidRDefault="00F46F29" w:rsidP="00F46F29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IV.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 na schůzi Poslanecké sněmovny ve třetím čtení návrhu zákona navrhl proceduru hlasování a přednesl stanoviska výboru;</w:t>
      </w:r>
    </w:p>
    <w:p w:rsidR="00304397" w:rsidRDefault="00304397" w:rsidP="00F46F2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A5376" w:rsidRDefault="009A5376" w:rsidP="00F46F2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2C24FE" w:rsidRDefault="00F46F29" w:rsidP="00F46F29">
      <w:pPr>
        <w:pStyle w:val="PS-slovanseznam"/>
        <w:numPr>
          <w:ilvl w:val="0"/>
          <w:numId w:val="0"/>
        </w:numPr>
        <w:spacing w:after="0"/>
        <w:ind w:left="567" w:hanging="567"/>
        <w:rPr>
          <w:rFonts w:eastAsia="Times New Roman"/>
          <w:color w:val="000000"/>
          <w:szCs w:val="24"/>
          <w:lang w:eastAsia="cs-CZ"/>
        </w:rPr>
      </w:pPr>
      <w:r>
        <w:rPr>
          <w:rFonts w:eastAsia="Times New Roman"/>
          <w:b/>
          <w:bCs/>
          <w:color w:val="000000"/>
          <w:szCs w:val="24"/>
          <w:lang w:eastAsia="cs-CZ"/>
        </w:rPr>
        <w:t>V.</w:t>
      </w:r>
      <w:r>
        <w:rPr>
          <w:rFonts w:eastAsia="Times New Roman"/>
          <w:b/>
          <w:bCs/>
          <w:color w:val="000000"/>
          <w:szCs w:val="24"/>
          <w:lang w:eastAsia="cs-CZ"/>
        </w:rPr>
        <w:tab/>
      </w:r>
      <w:r>
        <w:rPr>
          <w:rFonts w:eastAsia="Times New Roman"/>
          <w:b/>
          <w:bCs/>
          <w:color w:val="000000"/>
          <w:spacing w:val="80"/>
          <w:szCs w:val="24"/>
          <w:lang w:eastAsia="cs-CZ"/>
        </w:rPr>
        <w:t>pověřuje</w:t>
      </w:r>
      <w:r w:rsidRPr="00350084">
        <w:rPr>
          <w:rFonts w:eastAsia="Times New Roman"/>
          <w:b/>
          <w:bCs/>
          <w:color w:val="000000"/>
          <w:spacing w:val="80"/>
          <w:szCs w:val="24"/>
          <w:lang w:eastAsia="cs-CZ"/>
        </w:rPr>
        <w:t xml:space="preserve"> </w:t>
      </w:r>
      <w:r w:rsidRPr="00350084">
        <w:rPr>
          <w:rFonts w:eastAsia="Times New Roman"/>
          <w:color w:val="000000"/>
          <w:szCs w:val="24"/>
          <w:lang w:eastAsia="cs-CZ"/>
        </w:rPr>
        <w:t xml:space="preserve">předsedu výboru, aby </w:t>
      </w:r>
      <w:r>
        <w:rPr>
          <w:rFonts w:eastAsia="Times New Roman"/>
          <w:color w:val="000000"/>
          <w:szCs w:val="24"/>
          <w:lang w:eastAsia="cs-CZ"/>
        </w:rPr>
        <w:t>předložil toto usnesení předsedovi Poslanecké sněmovny.</w:t>
      </w:r>
    </w:p>
    <w:p w:rsidR="00A12CEB" w:rsidRDefault="00A12CEB" w:rsidP="00057F63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57F63" w:rsidRDefault="00057F63" w:rsidP="00057F63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04397" w:rsidRDefault="00304397" w:rsidP="00057F63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A5376" w:rsidRDefault="009A5376" w:rsidP="00057F63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A5376" w:rsidRDefault="009A5376" w:rsidP="00057F63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04397" w:rsidRDefault="00304397" w:rsidP="00057F63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268EB" w:rsidRDefault="00B268EB" w:rsidP="0030439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304397" w:rsidP="006510C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 v. 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304397" w:rsidP="00C22C3A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 v. r.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2947F6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B268EB">
              <w:rPr>
                <w:rFonts w:ascii="Times New Roman" w:hAnsi="Times New Roman"/>
                <w:sz w:val="24"/>
              </w:rPr>
              <w:t>ověřovatel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2947F6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– </w:t>
            </w:r>
            <w:r w:rsidR="00B268EB">
              <w:rPr>
                <w:rFonts w:ascii="Times New Roman" w:hAnsi="Times New Roman"/>
                <w:sz w:val="24"/>
              </w:rPr>
              <w:t>zpravodaj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9B3DC1" w:rsidRDefault="009B3DC1" w:rsidP="00A12CEB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9A5376">
      <w:pgSz w:w="11906" w:h="16838"/>
      <w:pgMar w:top="1560" w:right="1418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C044656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EF5C3F"/>
    <w:multiLevelType w:val="hybridMultilevel"/>
    <w:tmpl w:val="EDEE7D0E"/>
    <w:lvl w:ilvl="0" w:tplc="50C4D4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8"/>
  </w:num>
  <w:num w:numId="17">
    <w:abstractNumId w:val="17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128CF"/>
    <w:rsid w:val="000244B4"/>
    <w:rsid w:val="00035870"/>
    <w:rsid w:val="000457DE"/>
    <w:rsid w:val="00045E3D"/>
    <w:rsid w:val="000466BC"/>
    <w:rsid w:val="000476E4"/>
    <w:rsid w:val="00057E1E"/>
    <w:rsid w:val="00057F63"/>
    <w:rsid w:val="00067B6F"/>
    <w:rsid w:val="000828E8"/>
    <w:rsid w:val="000970AD"/>
    <w:rsid w:val="000B380B"/>
    <w:rsid w:val="000C5278"/>
    <w:rsid w:val="000E730C"/>
    <w:rsid w:val="00103C04"/>
    <w:rsid w:val="001051F4"/>
    <w:rsid w:val="00106842"/>
    <w:rsid w:val="00147ACA"/>
    <w:rsid w:val="00147C40"/>
    <w:rsid w:val="00154E72"/>
    <w:rsid w:val="00167CD0"/>
    <w:rsid w:val="00173E2A"/>
    <w:rsid w:val="00186CEC"/>
    <w:rsid w:val="00193A6B"/>
    <w:rsid w:val="00197C6B"/>
    <w:rsid w:val="001A0101"/>
    <w:rsid w:val="001A11D8"/>
    <w:rsid w:val="001B45F3"/>
    <w:rsid w:val="001C25DB"/>
    <w:rsid w:val="001D0461"/>
    <w:rsid w:val="001D2F79"/>
    <w:rsid w:val="001D4140"/>
    <w:rsid w:val="001D6750"/>
    <w:rsid w:val="001E652B"/>
    <w:rsid w:val="001F1D25"/>
    <w:rsid w:val="001F4518"/>
    <w:rsid w:val="0020711B"/>
    <w:rsid w:val="0020748B"/>
    <w:rsid w:val="00230024"/>
    <w:rsid w:val="0024565D"/>
    <w:rsid w:val="00253626"/>
    <w:rsid w:val="00254049"/>
    <w:rsid w:val="00265CCD"/>
    <w:rsid w:val="00272E1B"/>
    <w:rsid w:val="002804AF"/>
    <w:rsid w:val="00280536"/>
    <w:rsid w:val="002947F6"/>
    <w:rsid w:val="002A2F32"/>
    <w:rsid w:val="002B0FB6"/>
    <w:rsid w:val="002B60B3"/>
    <w:rsid w:val="002C24FE"/>
    <w:rsid w:val="002C6BED"/>
    <w:rsid w:val="002D7B17"/>
    <w:rsid w:val="00300970"/>
    <w:rsid w:val="0030425F"/>
    <w:rsid w:val="00304397"/>
    <w:rsid w:val="00320D29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6191"/>
    <w:rsid w:val="003B1EBB"/>
    <w:rsid w:val="003C4B25"/>
    <w:rsid w:val="003D2033"/>
    <w:rsid w:val="003F3C90"/>
    <w:rsid w:val="004015B1"/>
    <w:rsid w:val="00407850"/>
    <w:rsid w:val="00407A21"/>
    <w:rsid w:val="00410062"/>
    <w:rsid w:val="0042117A"/>
    <w:rsid w:val="0045353B"/>
    <w:rsid w:val="00484011"/>
    <w:rsid w:val="00496B22"/>
    <w:rsid w:val="004B49FF"/>
    <w:rsid w:val="004C019E"/>
    <w:rsid w:val="004C35DE"/>
    <w:rsid w:val="004D1097"/>
    <w:rsid w:val="004D59AF"/>
    <w:rsid w:val="004D61F8"/>
    <w:rsid w:val="004E4749"/>
    <w:rsid w:val="004E5BFD"/>
    <w:rsid w:val="005012C1"/>
    <w:rsid w:val="00507FD1"/>
    <w:rsid w:val="00512C2D"/>
    <w:rsid w:val="00514F56"/>
    <w:rsid w:val="00515A78"/>
    <w:rsid w:val="0052036B"/>
    <w:rsid w:val="0052154E"/>
    <w:rsid w:val="005227BF"/>
    <w:rsid w:val="00522E11"/>
    <w:rsid w:val="00566A4C"/>
    <w:rsid w:val="00597AE0"/>
    <w:rsid w:val="005A125E"/>
    <w:rsid w:val="005A38C5"/>
    <w:rsid w:val="005A7DC9"/>
    <w:rsid w:val="005B3451"/>
    <w:rsid w:val="005C30D7"/>
    <w:rsid w:val="005D2C8F"/>
    <w:rsid w:val="005E094C"/>
    <w:rsid w:val="005E395F"/>
    <w:rsid w:val="005F6CAE"/>
    <w:rsid w:val="00616CD4"/>
    <w:rsid w:val="00620764"/>
    <w:rsid w:val="006302B1"/>
    <w:rsid w:val="00637347"/>
    <w:rsid w:val="00637489"/>
    <w:rsid w:val="00644849"/>
    <w:rsid w:val="006466E6"/>
    <w:rsid w:val="00650A64"/>
    <w:rsid w:val="006510CB"/>
    <w:rsid w:val="00654203"/>
    <w:rsid w:val="006618AB"/>
    <w:rsid w:val="006653B6"/>
    <w:rsid w:val="0066702E"/>
    <w:rsid w:val="006A377C"/>
    <w:rsid w:val="006B4A56"/>
    <w:rsid w:val="006D427E"/>
    <w:rsid w:val="006E0383"/>
    <w:rsid w:val="0070749C"/>
    <w:rsid w:val="0071319F"/>
    <w:rsid w:val="0072083E"/>
    <w:rsid w:val="007217AC"/>
    <w:rsid w:val="00724D30"/>
    <w:rsid w:val="00751749"/>
    <w:rsid w:val="00785E70"/>
    <w:rsid w:val="00786739"/>
    <w:rsid w:val="00795123"/>
    <w:rsid w:val="007A3C67"/>
    <w:rsid w:val="007C08D1"/>
    <w:rsid w:val="007C62DA"/>
    <w:rsid w:val="007D5EE1"/>
    <w:rsid w:val="007D7120"/>
    <w:rsid w:val="007E1D0B"/>
    <w:rsid w:val="007E324E"/>
    <w:rsid w:val="007E4CC2"/>
    <w:rsid w:val="008033F7"/>
    <w:rsid w:val="0081100E"/>
    <w:rsid w:val="00812496"/>
    <w:rsid w:val="00830BFE"/>
    <w:rsid w:val="0083515D"/>
    <w:rsid w:val="00837F6C"/>
    <w:rsid w:val="00840294"/>
    <w:rsid w:val="008465ED"/>
    <w:rsid w:val="0085134C"/>
    <w:rsid w:val="00893C29"/>
    <w:rsid w:val="008B40AB"/>
    <w:rsid w:val="008B4ACC"/>
    <w:rsid w:val="008F04CB"/>
    <w:rsid w:val="008F7FBD"/>
    <w:rsid w:val="00903269"/>
    <w:rsid w:val="009239EA"/>
    <w:rsid w:val="00932451"/>
    <w:rsid w:val="00936696"/>
    <w:rsid w:val="009404EF"/>
    <w:rsid w:val="00953BF9"/>
    <w:rsid w:val="00966566"/>
    <w:rsid w:val="009711DE"/>
    <w:rsid w:val="0098578A"/>
    <w:rsid w:val="009A5376"/>
    <w:rsid w:val="009B3DC1"/>
    <w:rsid w:val="009E3CF1"/>
    <w:rsid w:val="00A12CEB"/>
    <w:rsid w:val="00A158EC"/>
    <w:rsid w:val="00A3255D"/>
    <w:rsid w:val="00A41F1A"/>
    <w:rsid w:val="00A4628B"/>
    <w:rsid w:val="00A46CDA"/>
    <w:rsid w:val="00A67FEB"/>
    <w:rsid w:val="00AA0D27"/>
    <w:rsid w:val="00AA3796"/>
    <w:rsid w:val="00AB1739"/>
    <w:rsid w:val="00AB6236"/>
    <w:rsid w:val="00AB6B94"/>
    <w:rsid w:val="00AD4726"/>
    <w:rsid w:val="00B00120"/>
    <w:rsid w:val="00B12979"/>
    <w:rsid w:val="00B12C95"/>
    <w:rsid w:val="00B13892"/>
    <w:rsid w:val="00B1395E"/>
    <w:rsid w:val="00B20BA9"/>
    <w:rsid w:val="00B2291A"/>
    <w:rsid w:val="00B229EB"/>
    <w:rsid w:val="00B268EB"/>
    <w:rsid w:val="00B268FA"/>
    <w:rsid w:val="00B3477E"/>
    <w:rsid w:val="00B53E8D"/>
    <w:rsid w:val="00B6105D"/>
    <w:rsid w:val="00B663F9"/>
    <w:rsid w:val="00B70563"/>
    <w:rsid w:val="00B715B6"/>
    <w:rsid w:val="00B76CD9"/>
    <w:rsid w:val="00B81054"/>
    <w:rsid w:val="00B900A6"/>
    <w:rsid w:val="00BA4AC3"/>
    <w:rsid w:val="00BA61B8"/>
    <w:rsid w:val="00BB30AD"/>
    <w:rsid w:val="00BB63E2"/>
    <w:rsid w:val="00BC1AC4"/>
    <w:rsid w:val="00BC5854"/>
    <w:rsid w:val="00BD2AD9"/>
    <w:rsid w:val="00BE75B8"/>
    <w:rsid w:val="00C03136"/>
    <w:rsid w:val="00C205FB"/>
    <w:rsid w:val="00C22C3A"/>
    <w:rsid w:val="00C433D7"/>
    <w:rsid w:val="00C528FB"/>
    <w:rsid w:val="00C547CB"/>
    <w:rsid w:val="00C56014"/>
    <w:rsid w:val="00C76122"/>
    <w:rsid w:val="00C82709"/>
    <w:rsid w:val="00C901E6"/>
    <w:rsid w:val="00C92B76"/>
    <w:rsid w:val="00CA137A"/>
    <w:rsid w:val="00CB0D5D"/>
    <w:rsid w:val="00CB2B3F"/>
    <w:rsid w:val="00CB5708"/>
    <w:rsid w:val="00CC3F8F"/>
    <w:rsid w:val="00CC40FF"/>
    <w:rsid w:val="00CC6544"/>
    <w:rsid w:val="00CC7DBA"/>
    <w:rsid w:val="00CD2D04"/>
    <w:rsid w:val="00CD486F"/>
    <w:rsid w:val="00CD7882"/>
    <w:rsid w:val="00CE0689"/>
    <w:rsid w:val="00CE54E4"/>
    <w:rsid w:val="00CF5672"/>
    <w:rsid w:val="00CF7D34"/>
    <w:rsid w:val="00D423FB"/>
    <w:rsid w:val="00D65E59"/>
    <w:rsid w:val="00D76FB3"/>
    <w:rsid w:val="00D81360"/>
    <w:rsid w:val="00D819DB"/>
    <w:rsid w:val="00D92E77"/>
    <w:rsid w:val="00D93FBD"/>
    <w:rsid w:val="00DA1E95"/>
    <w:rsid w:val="00DB6F85"/>
    <w:rsid w:val="00DC29E4"/>
    <w:rsid w:val="00DE0569"/>
    <w:rsid w:val="00DE3D65"/>
    <w:rsid w:val="00E12E33"/>
    <w:rsid w:val="00E25FA8"/>
    <w:rsid w:val="00E32167"/>
    <w:rsid w:val="00E41AF2"/>
    <w:rsid w:val="00E42D20"/>
    <w:rsid w:val="00E5353A"/>
    <w:rsid w:val="00E55C2C"/>
    <w:rsid w:val="00E65E99"/>
    <w:rsid w:val="00E96BDF"/>
    <w:rsid w:val="00EC2249"/>
    <w:rsid w:val="00EC4D3D"/>
    <w:rsid w:val="00ED15A8"/>
    <w:rsid w:val="00EF1F98"/>
    <w:rsid w:val="00EF3B15"/>
    <w:rsid w:val="00EF5098"/>
    <w:rsid w:val="00EF679B"/>
    <w:rsid w:val="00EF770D"/>
    <w:rsid w:val="00F0037C"/>
    <w:rsid w:val="00F21D0F"/>
    <w:rsid w:val="00F32064"/>
    <w:rsid w:val="00F46F29"/>
    <w:rsid w:val="00F5384F"/>
    <w:rsid w:val="00F570E7"/>
    <w:rsid w:val="00F703CB"/>
    <w:rsid w:val="00F71EE1"/>
    <w:rsid w:val="00F91F92"/>
    <w:rsid w:val="00FB1AAB"/>
    <w:rsid w:val="00FB3582"/>
    <w:rsid w:val="00FC28F1"/>
    <w:rsid w:val="00FC3A35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0DF5B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CB551-4D78-4FD9-A835-8B0A2194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8</TotalTime>
  <Pages>2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8</cp:revision>
  <cp:lastPrinted>2019-02-07T09:05:00Z</cp:lastPrinted>
  <dcterms:created xsi:type="dcterms:W3CDTF">2019-02-07T08:01:00Z</dcterms:created>
  <dcterms:modified xsi:type="dcterms:W3CDTF">2019-02-07T14:38:00Z</dcterms:modified>
</cp:coreProperties>
</file>