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</w:t>
      </w:r>
      <w:r w:rsidR="00236D64">
        <w:rPr>
          <w:b w:val="0"/>
          <w:i w:val="0"/>
        </w:rPr>
        <w:t>20</w:t>
      </w:r>
      <w:r w:rsidR="00750F88">
        <w:rPr>
          <w:b w:val="0"/>
          <w:i w:val="0"/>
        </w:rPr>
        <w:t>0</w:t>
      </w:r>
      <w:r w:rsidR="00F6029D">
        <w:rPr>
          <w:b w:val="0"/>
          <w:i w:val="0"/>
        </w:rPr>
        <w:t>190400</w:t>
      </w:r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</w:t>
      </w:r>
      <w:r w:rsidR="008C3C54">
        <w:t>20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417D5A" w:rsidP="000E730C">
      <w:pPr>
        <w:pStyle w:val="PS-slousnesen"/>
      </w:pPr>
      <w:r>
        <w:t>238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>z</w:t>
      </w:r>
      <w:r w:rsidR="000C7639">
        <w:t>e</w:t>
      </w:r>
      <w:r w:rsidR="008C3C54">
        <w:t xml:space="preserve"> </w:t>
      </w:r>
      <w:r w:rsidR="000C7639">
        <w:t>7</w:t>
      </w:r>
      <w:r w:rsidR="002A091C">
        <w:t>5</w:t>
      </w:r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2A091C">
        <w:t xml:space="preserve">9. prosince </w:t>
      </w:r>
      <w:r w:rsidR="000C399A">
        <w:t>20</w:t>
      </w:r>
      <w:r w:rsidR="008C3C54">
        <w:t>20</w:t>
      </w:r>
    </w:p>
    <w:p w:rsidR="004A4F60" w:rsidRDefault="004A4F60" w:rsidP="005C2180">
      <w:pPr>
        <w:pStyle w:val="Bezmezer"/>
      </w:pPr>
    </w:p>
    <w:p w:rsidR="003F73C2" w:rsidRDefault="002A091C" w:rsidP="002A091C">
      <w:pPr>
        <w:pStyle w:val="PS-pedmtusnesen"/>
        <w:pBdr>
          <w:bottom w:val="single" w:sz="4" w:space="18" w:color="auto"/>
        </w:pBdr>
        <w:spacing w:before="0" w:after="0"/>
      </w:pPr>
      <w:r w:rsidRPr="00C543B4">
        <w:rPr>
          <w:shd w:val="clear" w:color="auto" w:fill="FFFFFF"/>
        </w:rPr>
        <w:t xml:space="preserve">Návrh poslanců Vojtěcha Filipa, Stanislava Grospiče, Pavla Kováčika, Miloslavy Vostré </w:t>
      </w:r>
      <w:r>
        <w:rPr>
          <w:shd w:val="clear" w:color="auto" w:fill="FFFFFF"/>
        </w:rPr>
        <w:br/>
      </w:r>
      <w:r w:rsidRPr="00C543B4">
        <w:rPr>
          <w:shd w:val="clear" w:color="auto" w:fill="FFFFFF"/>
        </w:rPr>
        <w:t>a Marie Pěnčíkové na vydání ústavního zákona, kterým se mění ústavní zákon č. 1/1993 Sb., Ústava České republiky, ve znění pozdějších předpisů</w:t>
      </w:r>
      <w:r w:rsidRPr="00C543B4">
        <w:t xml:space="preserve"> (tisk 508)</w:t>
      </w:r>
    </w:p>
    <w:p w:rsidR="004A4F60" w:rsidRDefault="004A4F60" w:rsidP="003F73C2">
      <w:pPr>
        <w:pStyle w:val="PS-uvodnodstavec"/>
        <w:spacing w:after="0"/>
        <w:ind w:firstLine="708"/>
      </w:pPr>
    </w:p>
    <w:p w:rsidR="00DC29E4" w:rsidRDefault="00A80159" w:rsidP="003F73C2">
      <w:pPr>
        <w:pStyle w:val="PS-uvodnodstavec"/>
        <w:spacing w:after="0"/>
        <w:ind w:firstLine="708"/>
      </w:pPr>
      <w:r>
        <w:t>P</w:t>
      </w:r>
      <w:r w:rsidR="00283E56">
        <w:t xml:space="preserve">o </w:t>
      </w:r>
      <w:r w:rsidR="002A091C">
        <w:t xml:space="preserve">odůvodnění </w:t>
      </w:r>
      <w:r w:rsidR="008C3C54">
        <w:t xml:space="preserve">člena návrhové skupiny poslanců posl. </w:t>
      </w:r>
      <w:r w:rsidR="002A091C">
        <w:t xml:space="preserve">JUDr. Stanislava Grospiče, zpravodajské zprávě </w:t>
      </w:r>
      <w:r w:rsidR="008C3C54">
        <w:t xml:space="preserve">posl. </w:t>
      </w:r>
      <w:r w:rsidR="002A091C">
        <w:t>Bc. Františka Navrkala</w:t>
      </w:r>
      <w:r w:rsidR="008C3C54">
        <w:t xml:space="preserve"> </w:t>
      </w:r>
      <w:r w:rsidR="005F357B">
        <w:rPr>
          <w:bCs/>
        </w:rPr>
        <w:t xml:space="preserve">a </w:t>
      </w:r>
      <w:r w:rsidR="00417D5A">
        <w:rPr>
          <w:bCs/>
        </w:rPr>
        <w:t xml:space="preserve">v obecné </w:t>
      </w:r>
      <w:r w:rsidR="00DC29E4">
        <w:t>rozpravě</w:t>
      </w:r>
    </w:p>
    <w:p w:rsidR="005F357B" w:rsidRDefault="005F357B" w:rsidP="00C64738">
      <w:pPr>
        <w:pStyle w:val="PS-uvodnodstavec"/>
        <w:spacing w:after="0"/>
        <w:ind w:left="360" w:firstLine="0"/>
      </w:pPr>
    </w:p>
    <w:p w:rsidR="00417D5A" w:rsidRPr="00417D5A" w:rsidRDefault="00417D5A" w:rsidP="00417D5A"/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5C2180" w:rsidRDefault="005C2180" w:rsidP="00C64738"/>
    <w:p w:rsidR="00417D5A" w:rsidRDefault="00417D5A" w:rsidP="00C64738"/>
    <w:p w:rsidR="00417D5A" w:rsidRDefault="00417D5A" w:rsidP="00417D5A">
      <w:pPr>
        <w:pStyle w:val="PS-slovanseznam"/>
        <w:ind w:left="851" w:hanging="425"/>
      </w:pPr>
      <w:r>
        <w:rPr>
          <w:rStyle w:val="proloenChar"/>
        </w:rPr>
        <w:t>přerušuje</w:t>
      </w:r>
      <w:r>
        <w:t xml:space="preserve"> projednávání sněmovního tisku 508</w:t>
      </w:r>
      <w:r w:rsidR="009B6083">
        <w:t xml:space="preserve"> do doby ukončení 1. čtení </w:t>
      </w:r>
      <w:r w:rsidR="009B6083">
        <w:rPr>
          <w:szCs w:val="24"/>
        </w:rPr>
        <w:t>n</w:t>
      </w:r>
      <w:r w:rsidR="009B6083" w:rsidRPr="00150555">
        <w:rPr>
          <w:szCs w:val="24"/>
        </w:rPr>
        <w:t>ávrh</w:t>
      </w:r>
      <w:r w:rsidR="009B6083">
        <w:rPr>
          <w:szCs w:val="24"/>
        </w:rPr>
        <w:t>u</w:t>
      </w:r>
      <w:r w:rsidR="009B6083" w:rsidRPr="00150555">
        <w:rPr>
          <w:szCs w:val="24"/>
        </w:rPr>
        <w:t xml:space="preserve"> poslanců Jana Birke, Pavla Kováčika, Jaroslava Faltýnka, Radima Fialy, Josefa Kotta, Jana Chvojky a dalších na vydání ústavního zákona o ochraně vody a vodních zdrojů</w:t>
      </w:r>
      <w:r w:rsidR="009B6083">
        <w:rPr>
          <w:szCs w:val="24"/>
        </w:rPr>
        <w:t xml:space="preserve"> (tisk 1018)</w:t>
      </w:r>
      <w:r w:rsidR="006346DE">
        <w:rPr>
          <w:szCs w:val="24"/>
        </w:rPr>
        <w:t xml:space="preserve"> v Poslanecké sněmovně</w:t>
      </w:r>
      <w:bookmarkStart w:id="0" w:name="_GoBack"/>
      <w:bookmarkEnd w:id="0"/>
      <w:r w:rsidR="009B6083">
        <w:rPr>
          <w:szCs w:val="24"/>
        </w:rPr>
        <w:t>.</w:t>
      </w:r>
    </w:p>
    <w:p w:rsidR="00236D64" w:rsidRDefault="00236D64" w:rsidP="00236D64">
      <w:pPr>
        <w:tabs>
          <w:tab w:val="center" w:pos="1985"/>
        </w:tabs>
        <w:spacing w:after="0" w:line="240" w:lineRule="auto"/>
        <w:ind w:right="-995"/>
      </w:pPr>
    </w:p>
    <w:p w:rsidR="00417D5A" w:rsidRDefault="00417D5A" w:rsidP="00236D64">
      <w:pPr>
        <w:tabs>
          <w:tab w:val="center" w:pos="1985"/>
        </w:tabs>
        <w:spacing w:after="0" w:line="240" w:lineRule="auto"/>
        <w:ind w:right="-995"/>
      </w:pPr>
    </w:p>
    <w:p w:rsidR="00417D5A" w:rsidRDefault="00417D5A" w:rsidP="00236D64">
      <w:pPr>
        <w:tabs>
          <w:tab w:val="center" w:pos="1985"/>
        </w:tabs>
        <w:spacing w:after="0" w:line="240" w:lineRule="auto"/>
        <w:ind w:right="-995"/>
      </w:pPr>
    </w:p>
    <w:p w:rsidR="00417D5A" w:rsidRDefault="00417D5A" w:rsidP="00236D64">
      <w:pPr>
        <w:tabs>
          <w:tab w:val="center" w:pos="1985"/>
        </w:tabs>
        <w:spacing w:after="0" w:line="240" w:lineRule="auto"/>
        <w:ind w:right="-995"/>
      </w:pPr>
    </w:p>
    <w:p w:rsidR="00417D5A" w:rsidRDefault="00417D5A" w:rsidP="00236D64">
      <w:pPr>
        <w:tabs>
          <w:tab w:val="center" w:pos="1985"/>
        </w:tabs>
        <w:spacing w:after="0" w:line="240" w:lineRule="auto"/>
        <w:ind w:right="-995"/>
      </w:pPr>
    </w:p>
    <w:p w:rsidR="00417D5A" w:rsidRDefault="00417D5A" w:rsidP="00236D64">
      <w:pPr>
        <w:tabs>
          <w:tab w:val="center" w:pos="1985"/>
        </w:tabs>
        <w:spacing w:after="0" w:line="240" w:lineRule="auto"/>
        <w:ind w:right="-995"/>
      </w:pPr>
    </w:p>
    <w:p w:rsidR="00236D64" w:rsidRDefault="00236D64" w:rsidP="00236D64">
      <w:pPr>
        <w:tabs>
          <w:tab w:val="center" w:pos="1985"/>
        </w:tabs>
        <w:spacing w:after="0" w:line="240" w:lineRule="auto"/>
        <w:ind w:right="-995"/>
      </w:pPr>
    </w:p>
    <w:p w:rsidR="004A4F60" w:rsidRDefault="00424F0D" w:rsidP="00236D64">
      <w:pPr>
        <w:tabs>
          <w:tab w:val="center" w:pos="1985"/>
        </w:tabs>
        <w:spacing w:after="0" w:line="240" w:lineRule="auto"/>
        <w:ind w:right="-995"/>
      </w:pPr>
      <w:r>
        <w:t xml:space="preserve"> </w:t>
      </w:r>
      <w:r w:rsidR="00B44231">
        <w:tab/>
      </w:r>
      <w:r w:rsidR="002A091C">
        <w:t>Bc. František NAVRKAL</w:t>
      </w:r>
      <w:r w:rsidR="00F6029D">
        <w:t xml:space="preserve"> v. r. </w:t>
      </w:r>
      <w:r>
        <w:tab/>
      </w:r>
      <w:r w:rsidR="00417D5A">
        <w:tab/>
      </w:r>
      <w:r w:rsidR="00417D5A">
        <w:tab/>
      </w:r>
      <w:r w:rsidR="00417D5A">
        <w:tab/>
        <w:t xml:space="preserve">   Mgr. Marek  VÝBORNÝ</w:t>
      </w:r>
      <w:r w:rsidR="00F6029D">
        <w:t xml:space="preserve"> v. r. </w:t>
      </w:r>
    </w:p>
    <w:p w:rsidR="003F73C2" w:rsidRDefault="008C3C54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 </w:t>
      </w:r>
      <w:r w:rsidR="003F73C2">
        <w:t>zpravodaj</w:t>
      </w:r>
      <w:r w:rsidR="008B467F">
        <w:t xml:space="preserve"> </w:t>
      </w:r>
      <w:r w:rsidR="003F73C2">
        <w:t>výboru</w:t>
      </w:r>
      <w:r w:rsidR="003F73C2" w:rsidRPr="00106842">
        <w:tab/>
      </w:r>
      <w:r w:rsidR="003F73C2" w:rsidRPr="00106842">
        <w:tab/>
      </w:r>
      <w:r w:rsidR="003F73C2">
        <w:t xml:space="preserve">                        </w:t>
      </w:r>
      <w:r w:rsidR="00236D64">
        <w:t xml:space="preserve">     </w:t>
      </w:r>
      <w:r w:rsidR="003F73C2">
        <w:t xml:space="preserve"> </w:t>
      </w:r>
      <w:r w:rsidR="00417D5A">
        <w:tab/>
      </w:r>
      <w:r w:rsidR="00417D5A">
        <w:tab/>
      </w:r>
      <w:r w:rsidR="003F73C2">
        <w:t xml:space="preserve">ověřovatel výboru    </w:t>
      </w:r>
      <w:r w:rsidR="003F73C2">
        <w:tab/>
      </w:r>
      <w:r w:rsidR="003F73C2">
        <w:tab/>
        <w:t xml:space="preserve">  </w:t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9B6083" w:rsidRDefault="009B6083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236D64" w:rsidRDefault="00236D64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3F73C2" w:rsidRPr="00254049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 xml:space="preserve">Marek BENDA </w:t>
      </w:r>
      <w:r w:rsidR="00F6029D">
        <w:t xml:space="preserve">v. r. </w:t>
      </w:r>
    </w:p>
    <w:p w:rsidR="00B715B6" w:rsidRDefault="003F73C2" w:rsidP="00EA6BAD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  <w:r w:rsidR="00106842" w:rsidRPr="00106842">
        <w:tab/>
      </w:r>
    </w:p>
    <w:sectPr w:rsidR="00B715B6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7D5A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3B883966"/>
    <w:lvl w:ilvl="0" w:tplc="04050001">
      <w:start w:val="1"/>
      <w:numFmt w:val="bullet"/>
      <w:pStyle w:val="PS-slovanseznam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1"/>
  </w:num>
  <w:num w:numId="10">
    <w:abstractNumId w:val="20"/>
  </w:num>
  <w:num w:numId="11">
    <w:abstractNumId w:val="12"/>
  </w:num>
  <w:num w:numId="12">
    <w:abstractNumId w:val="8"/>
  </w:num>
  <w:num w:numId="13">
    <w:abstractNumId w:val="10"/>
  </w:num>
  <w:num w:numId="14">
    <w:abstractNumId w:val="14"/>
  </w:num>
  <w:num w:numId="15">
    <w:abstractNumId w:val="7"/>
  </w:num>
  <w:num w:numId="16">
    <w:abstractNumId w:val="18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1595A"/>
    <w:rsid w:val="00022F04"/>
    <w:rsid w:val="000476E4"/>
    <w:rsid w:val="00050460"/>
    <w:rsid w:val="00053FE1"/>
    <w:rsid w:val="0007134E"/>
    <w:rsid w:val="000724B3"/>
    <w:rsid w:val="00072D44"/>
    <w:rsid w:val="000901C9"/>
    <w:rsid w:val="0009160B"/>
    <w:rsid w:val="000A1EC5"/>
    <w:rsid w:val="000A672A"/>
    <w:rsid w:val="000B47C9"/>
    <w:rsid w:val="000C399A"/>
    <w:rsid w:val="000C5278"/>
    <w:rsid w:val="000C740A"/>
    <w:rsid w:val="000C7639"/>
    <w:rsid w:val="000E730C"/>
    <w:rsid w:val="00103C04"/>
    <w:rsid w:val="00106842"/>
    <w:rsid w:val="00114315"/>
    <w:rsid w:val="00115A56"/>
    <w:rsid w:val="00117FF6"/>
    <w:rsid w:val="00136BB7"/>
    <w:rsid w:val="0015088E"/>
    <w:rsid w:val="00177E30"/>
    <w:rsid w:val="00191C5F"/>
    <w:rsid w:val="001A1050"/>
    <w:rsid w:val="001B45F3"/>
    <w:rsid w:val="00230024"/>
    <w:rsid w:val="0023249A"/>
    <w:rsid w:val="00236D64"/>
    <w:rsid w:val="00254049"/>
    <w:rsid w:val="002557A2"/>
    <w:rsid w:val="00263726"/>
    <w:rsid w:val="00272E1B"/>
    <w:rsid w:val="002816E9"/>
    <w:rsid w:val="00283E56"/>
    <w:rsid w:val="00294A64"/>
    <w:rsid w:val="002A091C"/>
    <w:rsid w:val="002A2F32"/>
    <w:rsid w:val="002B0FB6"/>
    <w:rsid w:val="002B60B3"/>
    <w:rsid w:val="002C6BED"/>
    <w:rsid w:val="00310E47"/>
    <w:rsid w:val="00314450"/>
    <w:rsid w:val="003258C8"/>
    <w:rsid w:val="003475DE"/>
    <w:rsid w:val="00356011"/>
    <w:rsid w:val="00377253"/>
    <w:rsid w:val="00386BA1"/>
    <w:rsid w:val="003C1399"/>
    <w:rsid w:val="003D1635"/>
    <w:rsid w:val="003D2033"/>
    <w:rsid w:val="003E5F88"/>
    <w:rsid w:val="003F73C2"/>
    <w:rsid w:val="00410447"/>
    <w:rsid w:val="00417D5A"/>
    <w:rsid w:val="0042193B"/>
    <w:rsid w:val="00424F0D"/>
    <w:rsid w:val="00427EAD"/>
    <w:rsid w:val="00451971"/>
    <w:rsid w:val="00451C05"/>
    <w:rsid w:val="004668BF"/>
    <w:rsid w:val="004A4F60"/>
    <w:rsid w:val="004B7A78"/>
    <w:rsid w:val="004C4D43"/>
    <w:rsid w:val="004E384C"/>
    <w:rsid w:val="005113CB"/>
    <w:rsid w:val="005227BF"/>
    <w:rsid w:val="00566A4C"/>
    <w:rsid w:val="00567703"/>
    <w:rsid w:val="005926BE"/>
    <w:rsid w:val="005B02B0"/>
    <w:rsid w:val="005C2180"/>
    <w:rsid w:val="005C30D7"/>
    <w:rsid w:val="005E094C"/>
    <w:rsid w:val="005E1997"/>
    <w:rsid w:val="005F357B"/>
    <w:rsid w:val="005F6CAE"/>
    <w:rsid w:val="00620764"/>
    <w:rsid w:val="00620998"/>
    <w:rsid w:val="006346DE"/>
    <w:rsid w:val="00645FA8"/>
    <w:rsid w:val="006577D3"/>
    <w:rsid w:val="00660DAE"/>
    <w:rsid w:val="006A17D0"/>
    <w:rsid w:val="006C3753"/>
    <w:rsid w:val="006D055F"/>
    <w:rsid w:val="006E1759"/>
    <w:rsid w:val="007441B5"/>
    <w:rsid w:val="00750F88"/>
    <w:rsid w:val="00761520"/>
    <w:rsid w:val="0077362D"/>
    <w:rsid w:val="007830FC"/>
    <w:rsid w:val="007C5CB8"/>
    <w:rsid w:val="007C62DA"/>
    <w:rsid w:val="007D5EE1"/>
    <w:rsid w:val="007E150A"/>
    <w:rsid w:val="007E1D0B"/>
    <w:rsid w:val="007E7DEB"/>
    <w:rsid w:val="007F02CD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467F"/>
    <w:rsid w:val="008B49FC"/>
    <w:rsid w:val="008C3C54"/>
    <w:rsid w:val="00903269"/>
    <w:rsid w:val="00917A79"/>
    <w:rsid w:val="0096545C"/>
    <w:rsid w:val="009810F1"/>
    <w:rsid w:val="00983329"/>
    <w:rsid w:val="00992E83"/>
    <w:rsid w:val="009A5080"/>
    <w:rsid w:val="009A5D61"/>
    <w:rsid w:val="009B6083"/>
    <w:rsid w:val="009B75A1"/>
    <w:rsid w:val="009D7456"/>
    <w:rsid w:val="009E5158"/>
    <w:rsid w:val="009E5BB6"/>
    <w:rsid w:val="00A05D95"/>
    <w:rsid w:val="00A103EC"/>
    <w:rsid w:val="00A37444"/>
    <w:rsid w:val="00A46CDA"/>
    <w:rsid w:val="00A54912"/>
    <w:rsid w:val="00A56A3C"/>
    <w:rsid w:val="00A77B5B"/>
    <w:rsid w:val="00A80159"/>
    <w:rsid w:val="00A957D7"/>
    <w:rsid w:val="00AA0D27"/>
    <w:rsid w:val="00AA6234"/>
    <w:rsid w:val="00AB047F"/>
    <w:rsid w:val="00AB1132"/>
    <w:rsid w:val="00AF4D57"/>
    <w:rsid w:val="00B13892"/>
    <w:rsid w:val="00B24F5A"/>
    <w:rsid w:val="00B32C48"/>
    <w:rsid w:val="00B41DFB"/>
    <w:rsid w:val="00B44231"/>
    <w:rsid w:val="00B53E8D"/>
    <w:rsid w:val="00B6470E"/>
    <w:rsid w:val="00B715B6"/>
    <w:rsid w:val="00B71741"/>
    <w:rsid w:val="00B82461"/>
    <w:rsid w:val="00BB265D"/>
    <w:rsid w:val="00BD5033"/>
    <w:rsid w:val="00BF7C20"/>
    <w:rsid w:val="00C3366C"/>
    <w:rsid w:val="00C409D0"/>
    <w:rsid w:val="00C425C8"/>
    <w:rsid w:val="00C56014"/>
    <w:rsid w:val="00C637E3"/>
    <w:rsid w:val="00C64738"/>
    <w:rsid w:val="00CA2AE6"/>
    <w:rsid w:val="00CB156D"/>
    <w:rsid w:val="00CE1249"/>
    <w:rsid w:val="00CE3CEA"/>
    <w:rsid w:val="00D4084F"/>
    <w:rsid w:val="00D413A6"/>
    <w:rsid w:val="00D76FB3"/>
    <w:rsid w:val="00DA7D64"/>
    <w:rsid w:val="00DC29E4"/>
    <w:rsid w:val="00DF7105"/>
    <w:rsid w:val="00E07BC0"/>
    <w:rsid w:val="00E149E9"/>
    <w:rsid w:val="00E1670F"/>
    <w:rsid w:val="00E22C6E"/>
    <w:rsid w:val="00E4075F"/>
    <w:rsid w:val="00E56C7F"/>
    <w:rsid w:val="00E6354B"/>
    <w:rsid w:val="00E97283"/>
    <w:rsid w:val="00EA3461"/>
    <w:rsid w:val="00EA6BAD"/>
    <w:rsid w:val="00EC0DD8"/>
    <w:rsid w:val="00EC32C6"/>
    <w:rsid w:val="00ED15A8"/>
    <w:rsid w:val="00EF3B15"/>
    <w:rsid w:val="00EF679B"/>
    <w:rsid w:val="00F123EA"/>
    <w:rsid w:val="00F2482C"/>
    <w:rsid w:val="00F443EA"/>
    <w:rsid w:val="00F545FE"/>
    <w:rsid w:val="00F6029D"/>
    <w:rsid w:val="00F75580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2372D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C43EC-06A1-4F4A-91CB-490FACCCE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4</TotalTime>
  <Pages>1</Pages>
  <Words>152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6</cp:revision>
  <cp:lastPrinted>2020-11-03T16:07:00Z</cp:lastPrinted>
  <dcterms:created xsi:type="dcterms:W3CDTF">2020-12-09T12:27:00Z</dcterms:created>
  <dcterms:modified xsi:type="dcterms:W3CDTF">2020-12-09T15:31:00Z</dcterms:modified>
</cp:coreProperties>
</file>