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C6B" w:rsidRDefault="00654C6B" w:rsidP="00654C6B">
      <w:pPr>
        <w:pStyle w:val="ZKON"/>
        <w:rPr>
          <w:rStyle w:val="normln0"/>
        </w:rPr>
      </w:pPr>
      <w:r>
        <w:rPr>
          <w:rStyle w:val="normln0"/>
        </w:rPr>
        <w:t>ZÁKON</w:t>
      </w:r>
    </w:p>
    <w:p w:rsidR="00043BE5" w:rsidRPr="00654C6B" w:rsidRDefault="00654C6B" w:rsidP="00654C6B">
      <w:pPr>
        <w:pStyle w:val="nadpiszkona"/>
        <w:rPr>
          <w:rStyle w:val="normln0"/>
          <w:b w:val="0"/>
        </w:rPr>
      </w:pPr>
      <w:r w:rsidRPr="00654C6B">
        <w:rPr>
          <w:rStyle w:val="normln0"/>
          <w:b w:val="0"/>
        </w:rPr>
        <w:t>ze dne                2020</w:t>
      </w:r>
      <w:r w:rsidR="00043BE5" w:rsidRPr="00654C6B">
        <w:rPr>
          <w:rStyle w:val="normln0"/>
          <w:b w:val="0"/>
        </w:rPr>
        <w:t>,</w:t>
      </w:r>
    </w:p>
    <w:p w:rsidR="00043BE5" w:rsidRDefault="00043BE5" w:rsidP="00654C6B">
      <w:pPr>
        <w:pStyle w:val="nadpiszkona"/>
        <w:rPr>
          <w:rStyle w:val="normln0"/>
          <w:b w:val="0"/>
        </w:rPr>
      </w:pPr>
      <w:r>
        <w:rPr>
          <w:rStyle w:val="normln0"/>
        </w:rPr>
        <w:t xml:space="preserve">kterým se mění zákon č. 161/2020 Sb., </w:t>
      </w:r>
      <w:bookmarkStart w:id="0" w:name="_Hlk57193498"/>
      <w:r>
        <w:rPr>
          <w:rStyle w:val="normln0"/>
        </w:rPr>
        <w:t>o některých úpravách v oblasti zaměstnanosti v souvislosti s mimořádnými opatřeními při epidemii v roce 2020 a o změně zákona č. 435/2004 Sb., o zaměstnanosti, ve znění pozdějších předpisů</w:t>
      </w:r>
      <w:bookmarkEnd w:id="0"/>
    </w:p>
    <w:p w:rsidR="00043BE5" w:rsidRDefault="00654C6B" w:rsidP="00654C6B">
      <w:pPr>
        <w:pStyle w:val="Parlament"/>
      </w:pPr>
      <w:r>
        <w:t>Parlament se usnesl na tomto zákoně České republiky:</w:t>
      </w:r>
    </w:p>
    <w:p w:rsidR="00043BE5" w:rsidRDefault="00654C6B" w:rsidP="00654C6B">
      <w:pPr>
        <w:pStyle w:val="lnek"/>
      </w:pPr>
      <w:r>
        <w:t xml:space="preserve">Čl. </w:t>
      </w:r>
      <w:r w:rsidR="00043BE5">
        <w:t>I</w:t>
      </w:r>
    </w:p>
    <w:p w:rsidR="00043BE5" w:rsidRDefault="00043BE5" w:rsidP="00654C6B">
      <w:pPr>
        <w:pStyle w:val="Textlnku"/>
      </w:pPr>
      <w:r>
        <w:t>Zákon č. 161/2020 Sb., o některých úpravách v oblasti zaměstnanosti v souvislosti s</w:t>
      </w:r>
      <w:r w:rsidR="00654C6B">
        <w:t> </w:t>
      </w:r>
      <w:r>
        <w:t>mimořádnými opatřeními při epidemii v roce 2020 a o změně zákona č. 435/2004 Sb., o</w:t>
      </w:r>
      <w:r w:rsidR="00654C6B">
        <w:t> </w:t>
      </w:r>
      <w:r>
        <w:t>zaměstnanosti, ve znění pozdějších předpisů, se mění takto:</w:t>
      </w:r>
    </w:p>
    <w:p w:rsidR="00043BE5" w:rsidRPr="00043BE5" w:rsidRDefault="00043BE5" w:rsidP="00654C6B">
      <w:pPr>
        <w:pStyle w:val="Novelizanbod"/>
      </w:pPr>
      <w:r>
        <w:t>V názvu zákona se slova „</w:t>
      </w:r>
      <w:r>
        <w:rPr>
          <w:b/>
          <w:bCs/>
        </w:rPr>
        <w:t>v roce 2020</w:t>
      </w:r>
      <w:r>
        <w:t>“ zrušují.</w:t>
      </w:r>
    </w:p>
    <w:p w:rsidR="00043BE5" w:rsidRDefault="00043BE5" w:rsidP="00654C6B">
      <w:pPr>
        <w:pStyle w:val="Novelizanbod"/>
      </w:pPr>
      <w:r>
        <w:t>V § 1 odst. 1 se slova „v roce 2020“ a slova „</w:t>
      </w:r>
      <w:r w:rsidR="000A2701">
        <w:t xml:space="preserve"> </w:t>
      </w:r>
      <w:bookmarkStart w:id="1" w:name="_GoBack"/>
      <w:bookmarkEnd w:id="1"/>
      <w:r>
        <w:t>, jejichž zavedení vedlo ke vzniku překážky v práci“ zrušují.</w:t>
      </w:r>
    </w:p>
    <w:p w:rsidR="00043BE5" w:rsidRDefault="00043BE5" w:rsidP="00654C6B">
      <w:pPr>
        <w:ind w:left="284" w:hanging="284"/>
      </w:pPr>
    </w:p>
    <w:p w:rsidR="00043BE5" w:rsidRDefault="00654C6B" w:rsidP="00654C6B">
      <w:pPr>
        <w:pStyle w:val="lnek"/>
      </w:pPr>
      <w:r>
        <w:t xml:space="preserve">Čl. </w:t>
      </w:r>
      <w:r w:rsidR="00043BE5">
        <w:t>II</w:t>
      </w:r>
    </w:p>
    <w:p w:rsidR="00043BE5" w:rsidRDefault="00043BE5" w:rsidP="00654C6B">
      <w:pPr>
        <w:pStyle w:val="Nadpislnku"/>
      </w:pPr>
      <w:r>
        <w:t>Účinnost</w:t>
      </w:r>
    </w:p>
    <w:p w:rsidR="00043BE5" w:rsidRDefault="00043BE5" w:rsidP="00654C6B">
      <w:pPr>
        <w:pStyle w:val="Textlnku"/>
      </w:pPr>
      <w:r>
        <w:t>Tento zákon nabývá účinnosti dnem jeho vyhlášení.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BE5" w:rsidRDefault="00043BE5">
      <w:r>
        <w:separator/>
      </w:r>
    </w:p>
  </w:endnote>
  <w:endnote w:type="continuationSeparator" w:id="0">
    <w:p w:rsidR="00043BE5" w:rsidRDefault="00043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BE5" w:rsidRDefault="00043BE5">
      <w:r>
        <w:separator/>
      </w:r>
    </w:p>
  </w:footnote>
  <w:footnote w:type="continuationSeparator" w:id="0">
    <w:p w:rsidR="00043BE5" w:rsidRDefault="00043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043BE5"/>
    <w:rsid w:val="00043BE5"/>
    <w:rsid w:val="000A2701"/>
    <w:rsid w:val="00266D0A"/>
    <w:rsid w:val="005371B6"/>
    <w:rsid w:val="00654C6B"/>
    <w:rsid w:val="00A73D85"/>
    <w:rsid w:val="00B16C4B"/>
    <w:rsid w:val="00D3190E"/>
    <w:rsid w:val="00FC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B83ED9"/>
  <w15:chartTrackingRefBased/>
  <w15:docId w15:val="{9438F8E4-0195-4DCC-9400-267230F8A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33E9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FC33E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FC33E9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FC33E9"/>
  </w:style>
  <w:style w:type="paragraph" w:styleId="Zhlav">
    <w:name w:val="header"/>
    <w:basedOn w:val="Normln"/>
    <w:semiHidden/>
    <w:rsid w:val="00FC33E9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FC33E9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FC33E9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FC33E9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FC33E9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FC33E9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FC33E9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FC33E9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FC33E9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FC33E9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FC33E9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FC33E9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FC33E9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FC33E9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FC33E9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FC33E9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FC33E9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FC33E9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FC33E9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FC33E9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FC33E9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FC33E9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FC33E9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FC33E9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FC33E9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FC33E9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FC33E9"/>
    <w:rPr>
      <w:vertAlign w:val="superscript"/>
    </w:rPr>
  </w:style>
  <w:style w:type="paragraph" w:styleId="Bezmezer">
    <w:name w:val="No Spacing"/>
    <w:uiPriority w:val="1"/>
    <w:qFormat/>
    <w:rsid w:val="00043BE5"/>
    <w:rPr>
      <w:rFonts w:ascii="Calibri" w:eastAsia="Calibri" w:hAnsi="Calibri"/>
      <w:sz w:val="22"/>
      <w:szCs w:val="22"/>
      <w:lang w:eastAsia="en-US"/>
    </w:rPr>
  </w:style>
  <w:style w:type="paragraph" w:customStyle="1" w:styleId="Textodstavce">
    <w:name w:val="Text odstavce"/>
    <w:basedOn w:val="Normln"/>
    <w:rsid w:val="00FC33E9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FC33E9"/>
    <w:pPr>
      <w:ind w:left="567" w:hanging="567"/>
    </w:pPr>
  </w:style>
  <w:style w:type="character" w:styleId="slostrnky">
    <w:name w:val="page number"/>
    <w:basedOn w:val="Standardnpsmoodstavce"/>
    <w:semiHidden/>
    <w:rsid w:val="00FC33E9"/>
  </w:style>
  <w:style w:type="paragraph" w:styleId="Zpat">
    <w:name w:val="footer"/>
    <w:basedOn w:val="Normln"/>
    <w:semiHidden/>
    <w:rsid w:val="00FC33E9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FC33E9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FC33E9"/>
    <w:rPr>
      <w:vertAlign w:val="superscript"/>
    </w:rPr>
  </w:style>
  <w:style w:type="paragraph" w:styleId="Titulek">
    <w:name w:val="caption"/>
    <w:basedOn w:val="Normln"/>
    <w:next w:val="Normln"/>
    <w:qFormat/>
    <w:rsid w:val="00FC33E9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FC33E9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FC33E9"/>
    <w:pPr>
      <w:keepNext/>
      <w:keepLines/>
      <w:spacing w:before="720"/>
      <w:jc w:val="center"/>
    </w:pPr>
  </w:style>
  <w:style w:type="paragraph" w:customStyle="1" w:styleId="normln1">
    <w:name w:val="normln1"/>
    <w:basedOn w:val="Normln"/>
    <w:rsid w:val="00043BE5"/>
    <w:pPr>
      <w:spacing w:after="20"/>
    </w:pPr>
  </w:style>
  <w:style w:type="paragraph" w:customStyle="1" w:styleId="VARIANTA">
    <w:name w:val="VARIANTA"/>
    <w:basedOn w:val="Normln"/>
    <w:next w:val="Normln"/>
    <w:rsid w:val="00FC33E9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FC33E9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FC33E9"/>
    <w:rPr>
      <w:b/>
    </w:rPr>
  </w:style>
  <w:style w:type="paragraph" w:customStyle="1" w:styleId="Nadpislnku">
    <w:name w:val="Nadpis článku"/>
    <w:basedOn w:val="lnek"/>
    <w:next w:val="Textodstavce"/>
    <w:rsid w:val="00FC33E9"/>
    <w:rPr>
      <w:b/>
    </w:rPr>
  </w:style>
  <w:style w:type="character" w:customStyle="1" w:styleId="normln0">
    <w:name w:val="normln"/>
    <w:rsid w:val="00043BE5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33E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33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4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4</TotalTime>
  <Pages>1</Pages>
  <Words>130</Words>
  <Characters>642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3</cp:revision>
  <cp:lastPrinted>2020-12-04T12:06:00Z</cp:lastPrinted>
  <dcterms:created xsi:type="dcterms:W3CDTF">2020-12-04T12:00:00Z</dcterms:created>
  <dcterms:modified xsi:type="dcterms:W3CDTF">2020-12-04T12:08:00Z</dcterms:modified>
  <cp:category/>
</cp:coreProperties>
</file>