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124B26">
      <w:pPr>
        <w:jc w:val="center"/>
        <w:rPr>
          <w:b/>
        </w:rPr>
      </w:pPr>
      <w:r w:rsidRPr="00124B26">
        <w:rPr>
          <w:b/>
        </w:rPr>
        <w:t>Pozměňovací a jiné návrhy</w:t>
      </w:r>
    </w:p>
    <w:p w:rsidR="00EE7FDD" w:rsidRPr="00124B26" w:rsidRDefault="00EE7FDD" w:rsidP="00124B26">
      <w:pPr>
        <w:jc w:val="center"/>
        <w:rPr>
          <w:b/>
        </w:rPr>
      </w:pPr>
    </w:p>
    <w:p w:rsidR="00A33DFD" w:rsidRPr="00124B26" w:rsidRDefault="00A92050" w:rsidP="00124B26">
      <w:pPr>
        <w:pStyle w:val="PSnzevzkona"/>
        <w:pBdr>
          <w:bottom w:val="none" w:sz="0" w:space="0" w:color="auto"/>
        </w:pBdr>
        <w:spacing w:before="0" w:after="0" w:line="240" w:lineRule="auto"/>
        <w:rPr>
          <w:rFonts w:eastAsia="Times New Roman"/>
          <w:b/>
          <w:color w:val="000000"/>
          <w:spacing w:val="-2"/>
          <w:lang w:eastAsia="cs-CZ"/>
        </w:rPr>
      </w:pPr>
      <w:r w:rsidRPr="00124B26">
        <w:rPr>
          <w:b/>
        </w:rPr>
        <w:t>k</w:t>
      </w:r>
      <w:r w:rsidR="009647CA" w:rsidRPr="00124B26">
        <w:rPr>
          <w:b/>
        </w:rPr>
        <w:t xml:space="preserve"> vládnímu </w:t>
      </w:r>
      <w:r w:rsidRPr="00124B26">
        <w:rPr>
          <w:b/>
        </w:rPr>
        <w:t xml:space="preserve">návrhu </w:t>
      </w:r>
      <w:r w:rsidR="00FA0BBD" w:rsidRPr="00124B26">
        <w:rPr>
          <w:rFonts w:eastAsia="Times New Roman"/>
          <w:b/>
          <w:color w:val="000000"/>
          <w:spacing w:val="-2"/>
          <w:lang w:eastAsia="cs-CZ"/>
        </w:rPr>
        <w:t xml:space="preserve">zákona, kterým se mění zákon č. 114/1995 Sb., o vnitrozemské plavbě, </w:t>
      </w:r>
      <w:r w:rsidR="00FA0BBD" w:rsidRPr="00124B26">
        <w:rPr>
          <w:rFonts w:eastAsia="Times New Roman"/>
          <w:b/>
          <w:color w:val="000000"/>
          <w:spacing w:val="-2"/>
          <w:lang w:eastAsia="cs-CZ"/>
        </w:rPr>
        <w:br/>
        <w:t>ve znění pozdějších předpisů, a zákon č. 634/2004 Sb., o správních poplatcích, ve znění pozdějších předpisů</w:t>
      </w:r>
      <w:r w:rsidR="00A33DFD" w:rsidRPr="00124B26">
        <w:rPr>
          <w:rFonts w:eastAsia="Times New Roman"/>
          <w:b/>
          <w:color w:val="000000"/>
          <w:spacing w:val="-2"/>
          <w:lang w:eastAsia="cs-CZ"/>
        </w:rPr>
        <w:t xml:space="preserve"> </w:t>
      </w:r>
    </w:p>
    <w:p w:rsidR="00FA0BBD" w:rsidRPr="00124B26" w:rsidRDefault="00A33DFD" w:rsidP="00124B26">
      <w:pPr>
        <w:pStyle w:val="PSnzevzkona"/>
        <w:pBdr>
          <w:bottom w:val="none" w:sz="0" w:space="0" w:color="auto"/>
        </w:pBdr>
        <w:spacing w:before="0" w:after="0" w:line="240" w:lineRule="auto"/>
        <w:rPr>
          <w:rFonts w:eastAsia="Times New Roman"/>
          <w:b/>
          <w:color w:val="000000"/>
          <w:spacing w:val="-2"/>
          <w:lang w:eastAsia="cs-CZ"/>
        </w:rPr>
      </w:pPr>
      <w:r w:rsidRPr="00124B26">
        <w:rPr>
          <w:rFonts w:eastAsia="Times New Roman"/>
          <w:b/>
          <w:color w:val="000000"/>
          <w:spacing w:val="-2"/>
          <w:lang w:eastAsia="cs-CZ"/>
        </w:rPr>
        <w:t>(tisk 195)</w:t>
      </w:r>
    </w:p>
    <w:p w:rsidR="00A92050" w:rsidRPr="00124B26" w:rsidRDefault="00A92050" w:rsidP="00124B26">
      <w:pPr>
        <w:rPr>
          <w:b/>
        </w:rPr>
      </w:pPr>
    </w:p>
    <w:p w:rsidR="00A92050" w:rsidRPr="00124B26" w:rsidRDefault="00A92050" w:rsidP="00124B26">
      <w:pPr>
        <w:rPr>
          <w:b/>
        </w:rPr>
      </w:pPr>
    </w:p>
    <w:p w:rsidR="00A92050" w:rsidRPr="00124B26" w:rsidRDefault="00A92050" w:rsidP="00124B26">
      <w:pPr>
        <w:rPr>
          <w:b/>
        </w:rPr>
      </w:pPr>
      <w:r w:rsidRPr="00124B26">
        <w:rPr>
          <w:b/>
        </w:rPr>
        <w:t>Návrh na zamítnutí návrhu zákona nebyl podán.</w:t>
      </w:r>
    </w:p>
    <w:p w:rsidR="00A92050" w:rsidRPr="00124B26" w:rsidRDefault="00A92050" w:rsidP="00124B26"/>
    <w:p w:rsidR="00A92050" w:rsidRPr="00124B26" w:rsidRDefault="00A92050" w:rsidP="00124B26"/>
    <w:p w:rsidR="00A92050" w:rsidRPr="00124B26" w:rsidRDefault="00A92050" w:rsidP="00124B26"/>
    <w:p w:rsidR="00A92050" w:rsidRPr="00124B26" w:rsidRDefault="00A92050" w:rsidP="00124B26">
      <w:pPr>
        <w:pStyle w:val="Oznaenpozmn"/>
        <w:tabs>
          <w:tab w:val="clear" w:pos="425"/>
        </w:tabs>
        <w:spacing w:after="0"/>
        <w:ind w:left="567" w:hanging="567"/>
      </w:pPr>
      <w:r w:rsidRPr="00124B26">
        <w:t>Pozměňovací návrhy obsažené v usnesení garančního</w:t>
      </w:r>
      <w:r w:rsidR="00FA0BBD" w:rsidRPr="00124B26">
        <w:t xml:space="preserve"> hospodářského</w:t>
      </w:r>
      <w:r w:rsidRPr="00124B26">
        <w:t xml:space="preserve"> výboru č.</w:t>
      </w:r>
      <w:r w:rsidR="00FA0BBD" w:rsidRPr="00124B26">
        <w:t xml:space="preserve"> 130</w:t>
      </w:r>
      <w:r w:rsidR="00AF24B6" w:rsidRPr="00124B26">
        <w:t xml:space="preserve"> z</w:t>
      </w:r>
      <w:r w:rsidR="00FA0BBD" w:rsidRPr="00124B26">
        <w:t> 22.</w:t>
      </w:r>
      <w:r w:rsidRPr="00124B26">
        <w:t xml:space="preserve"> schůze konané dne </w:t>
      </w:r>
      <w:r w:rsidR="00FA0BBD" w:rsidRPr="00124B26">
        <w:t xml:space="preserve">12. prosince </w:t>
      </w:r>
      <w:r w:rsidRPr="00124B26">
        <w:t>201</w:t>
      </w:r>
      <w:r w:rsidR="00AF24B6" w:rsidRPr="00124B26">
        <w:t>8</w:t>
      </w:r>
      <w:r w:rsidRPr="00124B26">
        <w:t xml:space="preserve"> (tisk </w:t>
      </w:r>
      <w:r w:rsidR="00FA0BBD" w:rsidRPr="00124B26">
        <w:t>195</w:t>
      </w:r>
      <w:r w:rsidRPr="00124B26">
        <w:t>/</w:t>
      </w:r>
      <w:r w:rsidR="00A33DFD" w:rsidRPr="00124B26">
        <w:t>2</w:t>
      </w:r>
      <w:r w:rsidRPr="00124B26">
        <w:t>)</w:t>
      </w:r>
    </w:p>
    <w:p w:rsidR="00A92050" w:rsidRPr="00124B26" w:rsidRDefault="00A92050" w:rsidP="00124B26"/>
    <w:p w:rsidR="00FA0BBD" w:rsidRPr="00124B26" w:rsidRDefault="00FA0BBD" w:rsidP="00124B26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4B26">
        <w:rPr>
          <w:rFonts w:ascii="Times New Roman" w:hAnsi="Times New Roman"/>
          <w:bCs/>
          <w:sz w:val="24"/>
          <w:szCs w:val="24"/>
        </w:rPr>
        <w:t>V čl. I dosavadním novelizačním bodu 25 se v § 10 odst. 9 slova „</w:t>
      </w:r>
      <w:r w:rsidRPr="00124B26">
        <w:rPr>
          <w:rFonts w:ascii="Times New Roman" w:hAnsi="Times New Roman"/>
          <w:iCs/>
          <w:sz w:val="24"/>
          <w:szCs w:val="24"/>
        </w:rPr>
        <w:t>přímo použitelného předpisu Evropské unie upravujícího technické požadavky na plavidla“ nahrazují slovy „</w:t>
      </w:r>
      <w:r w:rsidRPr="00124B26">
        <w:rPr>
          <w:rFonts w:ascii="Times New Roman" w:hAnsi="Times New Roman"/>
          <w:sz w:val="24"/>
          <w:szCs w:val="24"/>
        </w:rPr>
        <w:t>předpisu Evropské unie upravujícího technické požadavky pro plavidla vnitrozemské plavby</w:t>
      </w:r>
      <w:r w:rsidRPr="00124B26">
        <w:rPr>
          <w:rFonts w:ascii="Times New Roman" w:hAnsi="Times New Roman"/>
          <w:sz w:val="24"/>
          <w:szCs w:val="24"/>
          <w:vertAlign w:val="superscript"/>
        </w:rPr>
        <w:t>5a)</w:t>
      </w:r>
      <w:r w:rsidRPr="00124B26">
        <w:rPr>
          <w:rFonts w:ascii="Times New Roman" w:hAnsi="Times New Roman"/>
          <w:sz w:val="24"/>
          <w:szCs w:val="24"/>
        </w:rPr>
        <w:t>“.</w:t>
      </w:r>
    </w:p>
    <w:p w:rsidR="00FA0BBD" w:rsidRPr="00124B26" w:rsidRDefault="00FA0BBD" w:rsidP="00124B26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BBD" w:rsidRPr="00124B26" w:rsidRDefault="00FA0BBD" w:rsidP="00124B26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BBD" w:rsidRPr="00124B26" w:rsidRDefault="00FA0BBD" w:rsidP="00124B26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24B26">
        <w:rPr>
          <w:rFonts w:ascii="Times New Roman" w:hAnsi="Times New Roman"/>
          <w:sz w:val="24"/>
          <w:szCs w:val="24"/>
        </w:rPr>
        <w:t>V čl. I se za dosavadní novelizační bod 47 vkládají nové novelizační body, které znějí:</w:t>
      </w:r>
    </w:p>
    <w:p w:rsidR="00FA0BBD" w:rsidRDefault="00FA0BBD" w:rsidP="00EE7FDD">
      <w:pPr>
        <w:ind w:left="709" w:hanging="709"/>
      </w:pPr>
      <w:r w:rsidRPr="00124B26">
        <w:t xml:space="preserve">„X. Za § 31 se doplňují nový § 31a a 31b, které včetně nadpisu znějí: </w:t>
      </w:r>
    </w:p>
    <w:p w:rsidR="00124B26" w:rsidRPr="00124B26" w:rsidRDefault="00124B26" w:rsidP="00124B26">
      <w:pPr>
        <w:ind w:left="709"/>
      </w:pPr>
    </w:p>
    <w:p w:rsidR="00FA0BBD" w:rsidRPr="00124B26" w:rsidRDefault="00FA0BBD" w:rsidP="00124B26">
      <w:pPr>
        <w:ind w:left="284"/>
        <w:jc w:val="center"/>
        <w:rPr>
          <w:rFonts w:eastAsiaTheme="minorHAnsi"/>
          <w:lang w:eastAsia="ar-SA"/>
        </w:rPr>
      </w:pPr>
      <w:r w:rsidRPr="00124B26">
        <w:rPr>
          <w:lang w:eastAsia="ar-SA"/>
        </w:rPr>
        <w:t>„</w:t>
      </w:r>
      <w:r w:rsidRPr="00124B26">
        <w:rPr>
          <w:b/>
          <w:lang w:eastAsia="ar-SA"/>
        </w:rPr>
        <w:t>Obětování věci ve společném nebezpečí</w:t>
      </w:r>
    </w:p>
    <w:p w:rsidR="00FA0BBD" w:rsidRDefault="00FA0BBD" w:rsidP="00124B26">
      <w:pPr>
        <w:jc w:val="center"/>
        <w:rPr>
          <w:lang w:eastAsia="ar-SA"/>
        </w:rPr>
      </w:pPr>
      <w:r w:rsidRPr="00124B26">
        <w:rPr>
          <w:lang w:eastAsia="ar-SA"/>
        </w:rPr>
        <w:t>§ 31a</w:t>
      </w:r>
    </w:p>
    <w:p w:rsidR="00124B26" w:rsidRPr="00124B26" w:rsidRDefault="00124B26" w:rsidP="00124B26">
      <w:pPr>
        <w:jc w:val="center"/>
        <w:rPr>
          <w:lang w:eastAsia="ar-SA"/>
        </w:rPr>
      </w:pPr>
    </w:p>
    <w:p w:rsidR="00FA0BBD" w:rsidRDefault="00FA0BBD" w:rsidP="00124B26">
      <w:pPr>
        <w:ind w:firstLine="426"/>
        <w:rPr>
          <w:lang w:eastAsia="ar-SA"/>
        </w:rPr>
      </w:pPr>
      <w:r w:rsidRPr="00124B26">
        <w:rPr>
          <w:lang w:eastAsia="ar-SA"/>
        </w:rPr>
        <w:t>(1) Ocitne-li se loď, přepravované osoby nebo věci ve společném nebezpečí, může vůdce plavidla rozhodnout o mimořádných opatřeních na lodi nebo přepravovaných věcech za účelem odvrácení hrozící škody. Každý, kdo z toho měl užitek, dá poškozenému poměrnou náhradu.</w:t>
      </w:r>
    </w:p>
    <w:p w:rsidR="00124B26" w:rsidRPr="00124B26" w:rsidRDefault="00124B26" w:rsidP="00124B26">
      <w:pPr>
        <w:ind w:left="709" w:firstLine="142"/>
        <w:rPr>
          <w:lang w:eastAsia="ar-SA"/>
        </w:rPr>
      </w:pPr>
    </w:p>
    <w:p w:rsidR="00FA0BBD" w:rsidRPr="00124B26" w:rsidRDefault="00FA0BBD" w:rsidP="00124B26">
      <w:pPr>
        <w:ind w:firstLine="426"/>
        <w:rPr>
          <w:lang w:eastAsia="ar-SA"/>
        </w:rPr>
      </w:pPr>
      <w:r w:rsidRPr="00124B26">
        <w:rPr>
          <w:lang w:eastAsia="ar-SA"/>
        </w:rPr>
        <w:t>(2) Nárok na náhradu škody nemá ten, kdo svoji věc úmyslně nebo v hrubé nedbalosti k přepravě nenahlásil nebo ji nahlásil nesprávně. Věta první se nepoužije na věci, které měla přepravovaná osoba u sebe. Byla-li však věc podle věty první zachráněna, podílí se její vlastník na náhradě.</w:t>
      </w:r>
    </w:p>
    <w:p w:rsidR="00124B26" w:rsidRDefault="00124B26" w:rsidP="00124B26">
      <w:pPr>
        <w:ind w:left="709"/>
        <w:rPr>
          <w:lang w:eastAsia="ar-SA"/>
        </w:rPr>
      </w:pPr>
    </w:p>
    <w:p w:rsidR="00FA0BBD" w:rsidRPr="00124B26" w:rsidRDefault="00FA0BBD" w:rsidP="00124B26">
      <w:pPr>
        <w:ind w:firstLine="426"/>
        <w:rPr>
          <w:lang w:eastAsia="ar-SA"/>
        </w:rPr>
      </w:pPr>
      <w:r w:rsidRPr="00124B26">
        <w:rPr>
          <w:lang w:eastAsia="ar-SA"/>
        </w:rPr>
        <w:t>(3) Byla-li skutečná hodnota poškozené nebo zničené věci vyšší než hodnota hlášená, je pro náhradu škody na takové věci rozhodující hodnota hlášená. Byla-li taková věc zachráněna, podílí se její vlastník na náhradě podle její skutečné hodnoty.</w:t>
      </w:r>
    </w:p>
    <w:p w:rsidR="00FA0BBD" w:rsidRPr="00124B26" w:rsidRDefault="00FA0BBD" w:rsidP="00124B26">
      <w:pPr>
        <w:ind w:left="709"/>
        <w:rPr>
          <w:lang w:eastAsia="ar-SA"/>
        </w:rPr>
      </w:pPr>
    </w:p>
    <w:p w:rsidR="00FA0BBD" w:rsidRPr="00124B26" w:rsidRDefault="00FA0BBD" w:rsidP="00124B26">
      <w:pPr>
        <w:ind w:left="709"/>
        <w:jc w:val="center"/>
        <w:rPr>
          <w:lang w:eastAsia="ar-SA"/>
        </w:rPr>
      </w:pPr>
      <w:r w:rsidRPr="00124B26">
        <w:rPr>
          <w:lang w:eastAsia="ar-SA"/>
        </w:rPr>
        <w:t>§ 31b</w:t>
      </w:r>
    </w:p>
    <w:p w:rsidR="00FA0BBD" w:rsidRPr="00124B26" w:rsidRDefault="00FA0BBD" w:rsidP="00124B26">
      <w:pPr>
        <w:ind w:firstLine="426"/>
        <w:rPr>
          <w:lang w:eastAsia="ar-SA"/>
        </w:rPr>
      </w:pPr>
      <w:r w:rsidRPr="00124B26">
        <w:rPr>
          <w:lang w:eastAsia="ar-SA"/>
        </w:rPr>
        <w:t xml:space="preserve">(1) Provozovatel lodě bez zbytečného odkladu zveřejní v Obchodním věstníku informaci o skutečnostech podle § 31a odst. 1 věty první a návrh osoby, která vypracuje </w:t>
      </w:r>
      <w:proofErr w:type="spellStart"/>
      <w:r w:rsidRPr="00124B26">
        <w:rPr>
          <w:lang w:eastAsia="ar-SA"/>
        </w:rPr>
        <w:t>dispaš</w:t>
      </w:r>
      <w:proofErr w:type="spellEnd"/>
      <w:r w:rsidRPr="00124B26">
        <w:rPr>
          <w:lang w:eastAsia="ar-SA"/>
        </w:rPr>
        <w:t xml:space="preserve"> (dále jen „</w:t>
      </w:r>
      <w:proofErr w:type="spellStart"/>
      <w:r w:rsidRPr="00124B26">
        <w:rPr>
          <w:lang w:eastAsia="ar-SA"/>
        </w:rPr>
        <w:t>dispašér</w:t>
      </w:r>
      <w:proofErr w:type="spellEnd"/>
      <w:r w:rsidRPr="00124B26">
        <w:rPr>
          <w:lang w:eastAsia="ar-SA"/>
        </w:rPr>
        <w:t xml:space="preserve">“); </w:t>
      </w:r>
      <w:proofErr w:type="spellStart"/>
      <w:r w:rsidRPr="00124B26">
        <w:rPr>
          <w:lang w:eastAsia="ar-SA"/>
        </w:rPr>
        <w:t>dispaší</w:t>
      </w:r>
      <w:proofErr w:type="spellEnd"/>
      <w:r w:rsidRPr="00124B26">
        <w:rPr>
          <w:lang w:eastAsia="ar-SA"/>
        </w:rPr>
        <w:t xml:space="preserve"> se pro tyto účely rozumí rozvrh účasti jednotlivých osob na náhradě vzniklých škod. Provozovatel lodě dále učiní nezbytná opatření k vypracování </w:t>
      </w:r>
      <w:proofErr w:type="spellStart"/>
      <w:r w:rsidRPr="00124B26">
        <w:rPr>
          <w:lang w:eastAsia="ar-SA"/>
        </w:rPr>
        <w:t>dispaše</w:t>
      </w:r>
      <w:proofErr w:type="spellEnd"/>
      <w:r w:rsidRPr="00124B26">
        <w:rPr>
          <w:lang w:eastAsia="ar-SA"/>
        </w:rPr>
        <w:t>.</w:t>
      </w:r>
    </w:p>
    <w:p w:rsidR="00124B26" w:rsidRDefault="00124B26" w:rsidP="00124B26">
      <w:pPr>
        <w:ind w:left="709"/>
        <w:rPr>
          <w:lang w:eastAsia="ar-SA"/>
        </w:rPr>
      </w:pPr>
    </w:p>
    <w:p w:rsidR="00FA0BBD" w:rsidRPr="00124B26" w:rsidRDefault="00FA0BBD" w:rsidP="00124B26">
      <w:pPr>
        <w:ind w:firstLine="426"/>
        <w:rPr>
          <w:lang w:eastAsia="ar-SA"/>
        </w:rPr>
      </w:pPr>
      <w:r w:rsidRPr="00124B26">
        <w:rPr>
          <w:lang w:eastAsia="ar-SA"/>
        </w:rPr>
        <w:t xml:space="preserve">(2) Podá-li některá ze zúčastněných osob proti návrhu </w:t>
      </w:r>
      <w:proofErr w:type="spellStart"/>
      <w:r w:rsidRPr="00124B26">
        <w:rPr>
          <w:lang w:eastAsia="ar-SA"/>
        </w:rPr>
        <w:t>dispašéra</w:t>
      </w:r>
      <w:proofErr w:type="spellEnd"/>
      <w:r w:rsidRPr="00124B26">
        <w:rPr>
          <w:lang w:eastAsia="ar-SA"/>
        </w:rPr>
        <w:t xml:space="preserve"> do 30 dnů ode dne jeho zveřejnění v Obchodním věstníku provozovateli lodě námitky, určí </w:t>
      </w:r>
      <w:proofErr w:type="spellStart"/>
      <w:r w:rsidRPr="00124B26">
        <w:rPr>
          <w:lang w:eastAsia="ar-SA"/>
        </w:rPr>
        <w:t>dispašéra</w:t>
      </w:r>
      <w:proofErr w:type="spellEnd"/>
      <w:r w:rsidRPr="00124B26">
        <w:rPr>
          <w:lang w:eastAsia="ar-SA"/>
        </w:rPr>
        <w:t xml:space="preserve"> na jeho návrh soud; přitom zohlední podané námitky. Návrh na určení </w:t>
      </w:r>
      <w:proofErr w:type="spellStart"/>
      <w:r w:rsidRPr="00124B26">
        <w:rPr>
          <w:lang w:eastAsia="ar-SA"/>
        </w:rPr>
        <w:t>dispašéra</w:t>
      </w:r>
      <w:proofErr w:type="spellEnd"/>
      <w:r w:rsidRPr="00124B26">
        <w:rPr>
          <w:lang w:eastAsia="ar-SA"/>
        </w:rPr>
        <w:t xml:space="preserve"> soudem musí být podán do 15 dnů ode dne uplynutí lhůty podle věty první. Soud určí přednostně osobu, která byla </w:t>
      </w:r>
      <w:r w:rsidRPr="00124B26">
        <w:rPr>
          <w:lang w:eastAsia="ar-SA"/>
        </w:rPr>
        <w:lastRenderedPageBreak/>
        <w:t xml:space="preserve">jmenována </w:t>
      </w:r>
      <w:proofErr w:type="spellStart"/>
      <w:r w:rsidRPr="00124B26">
        <w:rPr>
          <w:lang w:eastAsia="ar-SA"/>
        </w:rPr>
        <w:t>dispašérem</w:t>
      </w:r>
      <w:proofErr w:type="spellEnd"/>
      <w:r w:rsidRPr="00124B26">
        <w:rPr>
          <w:lang w:eastAsia="ar-SA"/>
        </w:rPr>
        <w:t xml:space="preserve"> Hospodářskou komorou České republiky; není-li to možné, určí jinou vhodnou osobu.</w:t>
      </w:r>
    </w:p>
    <w:p w:rsidR="00124B26" w:rsidRDefault="00124B26" w:rsidP="00124B26">
      <w:pPr>
        <w:ind w:left="709"/>
        <w:rPr>
          <w:lang w:eastAsia="ar-SA"/>
        </w:rPr>
      </w:pPr>
    </w:p>
    <w:p w:rsidR="00FA0BBD" w:rsidRPr="00124B26" w:rsidRDefault="00FA0BBD" w:rsidP="00124B26">
      <w:pPr>
        <w:ind w:firstLine="426"/>
        <w:rPr>
          <w:lang w:eastAsia="ar-SA"/>
        </w:rPr>
      </w:pPr>
      <w:r w:rsidRPr="00124B26">
        <w:rPr>
          <w:lang w:eastAsia="ar-SA"/>
        </w:rPr>
        <w:t xml:space="preserve">(3) </w:t>
      </w:r>
      <w:proofErr w:type="spellStart"/>
      <w:r w:rsidRPr="00124B26">
        <w:rPr>
          <w:lang w:eastAsia="ar-SA"/>
        </w:rPr>
        <w:t>Dispašér</w:t>
      </w:r>
      <w:proofErr w:type="spellEnd"/>
      <w:r w:rsidRPr="00124B26">
        <w:rPr>
          <w:lang w:eastAsia="ar-SA"/>
        </w:rPr>
        <w:t xml:space="preserve"> vyhotoví </w:t>
      </w:r>
      <w:proofErr w:type="spellStart"/>
      <w:r w:rsidRPr="00124B26">
        <w:rPr>
          <w:lang w:eastAsia="ar-SA"/>
        </w:rPr>
        <w:t>dispaš</w:t>
      </w:r>
      <w:proofErr w:type="spellEnd"/>
      <w:r w:rsidRPr="00124B26">
        <w:rPr>
          <w:lang w:eastAsia="ar-SA"/>
        </w:rPr>
        <w:t xml:space="preserve"> písemně a zveřejní ji v Obchodním věstníku. V </w:t>
      </w:r>
      <w:proofErr w:type="spellStart"/>
      <w:r w:rsidRPr="00124B26">
        <w:rPr>
          <w:lang w:eastAsia="ar-SA"/>
        </w:rPr>
        <w:t>dispaši</w:t>
      </w:r>
      <w:proofErr w:type="spellEnd"/>
      <w:r w:rsidRPr="00124B26">
        <w:rPr>
          <w:lang w:eastAsia="ar-SA"/>
        </w:rPr>
        <w:t xml:space="preserve"> se zohlední náklady jejího vyhotovení.</w:t>
      </w:r>
    </w:p>
    <w:p w:rsidR="00124B26" w:rsidRDefault="00124B26" w:rsidP="00124B26">
      <w:pPr>
        <w:ind w:left="709"/>
        <w:rPr>
          <w:lang w:eastAsia="ar-SA"/>
        </w:rPr>
      </w:pPr>
    </w:p>
    <w:p w:rsidR="00FA0BBD" w:rsidRPr="00124B26" w:rsidRDefault="00FA0BBD" w:rsidP="00124B26">
      <w:pPr>
        <w:ind w:firstLine="426"/>
        <w:rPr>
          <w:lang w:eastAsia="ar-SA"/>
        </w:rPr>
      </w:pPr>
      <w:r w:rsidRPr="00124B26">
        <w:rPr>
          <w:lang w:eastAsia="ar-SA"/>
        </w:rPr>
        <w:t xml:space="preserve">(4) Každý, koho se </w:t>
      </w:r>
      <w:proofErr w:type="spellStart"/>
      <w:r w:rsidRPr="00124B26">
        <w:rPr>
          <w:lang w:eastAsia="ar-SA"/>
        </w:rPr>
        <w:t>dispaš</w:t>
      </w:r>
      <w:proofErr w:type="spellEnd"/>
      <w:r w:rsidRPr="00124B26">
        <w:rPr>
          <w:lang w:eastAsia="ar-SA"/>
        </w:rPr>
        <w:t xml:space="preserve"> týká, může do 30 dnů ode dne zveřejnění </w:t>
      </w:r>
      <w:proofErr w:type="spellStart"/>
      <w:r w:rsidRPr="00124B26">
        <w:rPr>
          <w:lang w:eastAsia="ar-SA"/>
        </w:rPr>
        <w:t>dispaše</w:t>
      </w:r>
      <w:proofErr w:type="spellEnd"/>
      <w:r w:rsidRPr="00124B26">
        <w:rPr>
          <w:lang w:eastAsia="ar-SA"/>
        </w:rPr>
        <w:t xml:space="preserve"> podat žalobu na její zrušení. Neučiní-li tak, nabývá </w:t>
      </w:r>
      <w:proofErr w:type="spellStart"/>
      <w:r w:rsidRPr="00124B26">
        <w:rPr>
          <w:lang w:eastAsia="ar-SA"/>
        </w:rPr>
        <w:t>dispaš</w:t>
      </w:r>
      <w:proofErr w:type="spellEnd"/>
      <w:r w:rsidRPr="00124B26">
        <w:rPr>
          <w:lang w:eastAsia="ar-SA"/>
        </w:rPr>
        <w:t xml:space="preserve"> uplynutím této lhůty účinků pravomocného soudního rozhodnutí.</w:t>
      </w:r>
    </w:p>
    <w:p w:rsidR="00124B26" w:rsidRDefault="00124B26" w:rsidP="00124B26">
      <w:pPr>
        <w:ind w:left="709"/>
        <w:rPr>
          <w:lang w:eastAsia="ar-SA"/>
        </w:rPr>
      </w:pPr>
    </w:p>
    <w:p w:rsidR="00FA0BBD" w:rsidRPr="00124B26" w:rsidRDefault="00FA0BBD" w:rsidP="00124B26">
      <w:pPr>
        <w:ind w:firstLine="426"/>
      </w:pPr>
      <w:r w:rsidRPr="00124B26">
        <w:rPr>
          <w:lang w:eastAsia="ar-SA"/>
        </w:rPr>
        <w:t xml:space="preserve">(5) Zruší-li soud </w:t>
      </w:r>
      <w:proofErr w:type="spellStart"/>
      <w:r w:rsidRPr="00124B26">
        <w:rPr>
          <w:lang w:eastAsia="ar-SA"/>
        </w:rPr>
        <w:t>dispaš</w:t>
      </w:r>
      <w:proofErr w:type="spellEnd"/>
      <w:r w:rsidRPr="00124B26">
        <w:rPr>
          <w:lang w:eastAsia="ar-SA"/>
        </w:rPr>
        <w:t xml:space="preserve">, je </w:t>
      </w:r>
      <w:proofErr w:type="spellStart"/>
      <w:r w:rsidRPr="00124B26">
        <w:rPr>
          <w:lang w:eastAsia="ar-SA"/>
        </w:rPr>
        <w:t>dispašér</w:t>
      </w:r>
      <w:proofErr w:type="spellEnd"/>
      <w:r w:rsidRPr="00124B26">
        <w:rPr>
          <w:lang w:eastAsia="ar-SA"/>
        </w:rPr>
        <w:t xml:space="preserve"> povinen vyhotovit novou </w:t>
      </w:r>
      <w:proofErr w:type="spellStart"/>
      <w:r w:rsidRPr="00124B26">
        <w:rPr>
          <w:lang w:eastAsia="ar-SA"/>
        </w:rPr>
        <w:t>dispaš</w:t>
      </w:r>
      <w:proofErr w:type="spellEnd"/>
      <w:r w:rsidRPr="00124B26">
        <w:rPr>
          <w:lang w:eastAsia="ar-SA"/>
        </w:rPr>
        <w:t xml:space="preserve">; přitom je vázán právním názorem soudu. Skončí-li řízení o zrušení </w:t>
      </w:r>
      <w:proofErr w:type="spellStart"/>
      <w:r w:rsidRPr="00124B26">
        <w:rPr>
          <w:lang w:eastAsia="ar-SA"/>
        </w:rPr>
        <w:t>dispaše</w:t>
      </w:r>
      <w:proofErr w:type="spellEnd"/>
      <w:r w:rsidRPr="00124B26">
        <w:rPr>
          <w:lang w:eastAsia="ar-SA"/>
        </w:rPr>
        <w:t xml:space="preserve"> jinak, stává se </w:t>
      </w:r>
      <w:proofErr w:type="spellStart"/>
      <w:r w:rsidRPr="00124B26">
        <w:rPr>
          <w:lang w:eastAsia="ar-SA"/>
        </w:rPr>
        <w:t>dispaš</w:t>
      </w:r>
      <w:proofErr w:type="spellEnd"/>
      <w:r w:rsidRPr="00124B26">
        <w:rPr>
          <w:lang w:eastAsia="ar-SA"/>
        </w:rPr>
        <w:t xml:space="preserve"> vykonatelnou dnem, kdy bylo řízení pravomocně skončeno.</w:t>
      </w:r>
      <w:r w:rsidRPr="00124B26">
        <w:t>“.</w:t>
      </w:r>
    </w:p>
    <w:p w:rsidR="00FA0BBD" w:rsidRPr="00124B26" w:rsidRDefault="00FA0BBD" w:rsidP="00124B26">
      <w:pPr>
        <w:ind w:left="709"/>
      </w:pPr>
    </w:p>
    <w:p w:rsidR="00FA0BBD" w:rsidRPr="00124B26" w:rsidRDefault="00EE7FDD" w:rsidP="00EE7FDD">
      <w:pPr>
        <w:ind w:left="709" w:hanging="709"/>
      </w:pPr>
      <w:r>
        <w:t>X</w:t>
      </w:r>
      <w:r w:rsidR="00FA0BBD" w:rsidRPr="00124B26">
        <w:t>. § 32 zní:</w:t>
      </w:r>
    </w:p>
    <w:p w:rsidR="00FA0BBD" w:rsidRPr="00124B26" w:rsidRDefault="00FA0BBD" w:rsidP="00124B26">
      <w:pPr>
        <w:jc w:val="center"/>
        <w:rPr>
          <w:rFonts w:eastAsiaTheme="minorHAnsi"/>
        </w:rPr>
      </w:pPr>
      <w:r w:rsidRPr="00124B26">
        <w:t>„§ 32</w:t>
      </w:r>
    </w:p>
    <w:p w:rsidR="00FA0BBD" w:rsidRPr="00124B26" w:rsidRDefault="00FA0BBD" w:rsidP="00124B26">
      <w:pPr>
        <w:ind w:firstLine="426"/>
      </w:pPr>
      <w:r w:rsidRPr="00124B26">
        <w:t xml:space="preserve">Jmenuje-li </w:t>
      </w:r>
      <w:proofErr w:type="spellStart"/>
      <w:r w:rsidRPr="00124B26">
        <w:t>dispašéra</w:t>
      </w:r>
      <w:proofErr w:type="spellEnd"/>
      <w:r w:rsidRPr="00124B26">
        <w:t xml:space="preserve"> Hospodářská komora České republiky, učiní tak za podmínky složení zkoušky z právních předpisů, jejichž znalost je nutná pro vyhotovení </w:t>
      </w:r>
      <w:proofErr w:type="spellStart"/>
      <w:r w:rsidRPr="00124B26">
        <w:t>dispaše</w:t>
      </w:r>
      <w:proofErr w:type="spellEnd"/>
      <w:r w:rsidRPr="00124B26">
        <w:t xml:space="preserve"> podle tohoto zákona. Osoba, která složila zkoušku, obdrží vysvědčení a užívá razítka s nápisem „</w:t>
      </w:r>
      <w:proofErr w:type="spellStart"/>
      <w:r w:rsidRPr="00124B26">
        <w:t>Dispašér</w:t>
      </w:r>
      <w:proofErr w:type="spellEnd"/>
      <w:r w:rsidRPr="00124B26">
        <w:t xml:space="preserve"> Hospodářské komory České republiky.“.“.</w:t>
      </w:r>
    </w:p>
    <w:p w:rsidR="00FA0BBD" w:rsidRPr="00124B26" w:rsidRDefault="00FA0BBD" w:rsidP="00BE6274">
      <w:pPr>
        <w:spacing w:before="120"/>
        <w:ind w:firstLine="425"/>
        <w:rPr>
          <w:rFonts w:eastAsia="TimesNewRoman,Bold"/>
          <w:b/>
          <w:bCs/>
        </w:rPr>
      </w:pPr>
      <w:r w:rsidRPr="00124B26">
        <w:rPr>
          <w:bCs/>
        </w:rPr>
        <w:t>Následující novelizační body se přečíslují.</w:t>
      </w:r>
    </w:p>
    <w:p w:rsidR="00FA0BBD" w:rsidRPr="00124B26" w:rsidRDefault="00FA0BBD" w:rsidP="00124B26"/>
    <w:p w:rsidR="00FA0BBD" w:rsidRPr="00124B26" w:rsidRDefault="00FA0BBD" w:rsidP="00124B26"/>
    <w:p w:rsidR="00FA0BBD" w:rsidRPr="00124B26" w:rsidRDefault="00FA0BBD" w:rsidP="00124B26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24B26">
        <w:rPr>
          <w:rFonts w:ascii="Times New Roman" w:hAnsi="Times New Roman"/>
          <w:sz w:val="24"/>
          <w:szCs w:val="24"/>
        </w:rPr>
        <w:t xml:space="preserve">V čl. I se za dosavadní novelizační bod 49 se vkládají nové novelizační body, které znějí: </w:t>
      </w:r>
    </w:p>
    <w:p w:rsidR="00FA0BBD" w:rsidRDefault="00FA0BBD" w:rsidP="00124B26">
      <w:pPr>
        <w:ind w:left="426" w:hanging="426"/>
      </w:pPr>
      <w:r w:rsidRPr="00124B26">
        <w:t>„X.</w:t>
      </w:r>
      <w:r w:rsidRPr="00124B26">
        <w:rPr>
          <w:spacing w:val="58"/>
        </w:rPr>
        <w:t xml:space="preserve"> </w:t>
      </w:r>
      <w:r w:rsidRPr="00124B26">
        <w:t>V § 40 odst. 3 písm. b) se slovo „a“ zrušuje.</w:t>
      </w:r>
    </w:p>
    <w:p w:rsidR="00EE7FDD" w:rsidRPr="00124B26" w:rsidRDefault="00EE7FDD" w:rsidP="00124B26">
      <w:pPr>
        <w:ind w:left="426" w:hanging="426"/>
        <w:rPr>
          <w:spacing w:val="58"/>
        </w:rPr>
      </w:pPr>
    </w:p>
    <w:p w:rsidR="00FA0BBD" w:rsidRPr="00124B26" w:rsidRDefault="00FA0BBD" w:rsidP="00124B26">
      <w:pPr>
        <w:ind w:left="426" w:hanging="426"/>
      </w:pPr>
      <w:r w:rsidRPr="00124B26">
        <w:t>X.</w:t>
      </w:r>
      <w:r w:rsidRPr="00124B26">
        <w:rPr>
          <w:spacing w:val="58"/>
        </w:rPr>
        <w:t xml:space="preserve"> </w:t>
      </w:r>
      <w:r w:rsidRPr="00124B26">
        <w:t>V § 40 se na konci odstavce 3 tečka nahrazuje čárkou a doplňuje se písmeno d), které zní:</w:t>
      </w:r>
    </w:p>
    <w:p w:rsidR="00FA0BBD" w:rsidRPr="00124B26" w:rsidRDefault="00FA0BBD" w:rsidP="00124B26">
      <w:pPr>
        <w:widowControl w:val="0"/>
        <w:autoSpaceDE w:val="0"/>
        <w:autoSpaceDN w:val="0"/>
        <w:adjustRightInd w:val="0"/>
        <w:ind w:left="426" w:hanging="426"/>
      </w:pPr>
      <w:r w:rsidRPr="00124B26">
        <w:t>„d)</w:t>
      </w:r>
      <w:r w:rsidRPr="00124B26">
        <w:tab/>
        <w:t>provádí prevenci v oblasti bezpečnosti plavebního provozu.“.“.</w:t>
      </w:r>
    </w:p>
    <w:p w:rsidR="00FA0BBD" w:rsidRPr="00124B26" w:rsidRDefault="00FA0BBD" w:rsidP="00BE6274">
      <w:pPr>
        <w:spacing w:before="120"/>
        <w:ind w:left="425" w:hanging="425"/>
        <w:rPr>
          <w:bCs/>
        </w:rPr>
      </w:pPr>
      <w:r w:rsidRPr="00124B26">
        <w:rPr>
          <w:bCs/>
        </w:rPr>
        <w:t>Následující novelizační body se přečíslují.</w:t>
      </w:r>
    </w:p>
    <w:p w:rsidR="00FA0BBD" w:rsidRPr="00124B26" w:rsidRDefault="00FA0BBD" w:rsidP="00124B26">
      <w:pPr>
        <w:ind w:left="426" w:hanging="426"/>
      </w:pPr>
    </w:p>
    <w:p w:rsidR="00FA0BBD" w:rsidRPr="00124B26" w:rsidRDefault="00FA0BBD" w:rsidP="00124B26">
      <w:pPr>
        <w:ind w:left="426" w:hanging="426"/>
      </w:pPr>
    </w:p>
    <w:p w:rsidR="00FA0BBD" w:rsidRPr="00124B26" w:rsidRDefault="00FA0BBD" w:rsidP="00124B26">
      <w:pPr>
        <w:pStyle w:val="Odstavecseseznamem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24B26">
        <w:rPr>
          <w:rFonts w:ascii="Times New Roman" w:hAnsi="Times New Roman"/>
          <w:sz w:val="24"/>
          <w:szCs w:val="24"/>
        </w:rPr>
        <w:t xml:space="preserve">V čl. I se za dosavadní novelizační bod 49 (případně za novelizační body vložené do návrhu zákona pozměňovacím návrhem č. 3) vkládá nový novelizační bod, který zní: </w:t>
      </w:r>
    </w:p>
    <w:p w:rsidR="00FA0BBD" w:rsidRPr="00124B26" w:rsidRDefault="00FA0BBD" w:rsidP="00124B26">
      <w:pPr>
        <w:widowControl w:val="0"/>
        <w:autoSpaceDE w:val="0"/>
        <w:autoSpaceDN w:val="0"/>
        <w:adjustRightInd w:val="0"/>
        <w:ind w:left="426" w:hanging="426"/>
      </w:pPr>
      <w:r w:rsidRPr="00124B26">
        <w:t>„X. V § 41 písm. d) se slovo „a“ nahrazuje čárkou.“.</w:t>
      </w:r>
    </w:p>
    <w:p w:rsidR="00FA0BBD" w:rsidRPr="00124B26" w:rsidRDefault="00FA0BBD" w:rsidP="00124B26">
      <w:pPr>
        <w:spacing w:before="120" w:after="120"/>
        <w:ind w:left="425" w:hanging="425"/>
        <w:rPr>
          <w:bCs/>
        </w:rPr>
      </w:pPr>
      <w:r w:rsidRPr="00124B26">
        <w:rPr>
          <w:bCs/>
        </w:rPr>
        <w:t>Následující novelizační body se přečíslují.</w:t>
      </w:r>
    </w:p>
    <w:p w:rsidR="00FA0BBD" w:rsidRPr="00124B26" w:rsidRDefault="00FA0BBD" w:rsidP="00124B26">
      <w:pPr>
        <w:ind w:left="426" w:hanging="426"/>
        <w:rPr>
          <w:bCs/>
        </w:rPr>
      </w:pPr>
    </w:p>
    <w:p w:rsidR="00FA0BBD" w:rsidRPr="00124B26" w:rsidRDefault="00FA0BBD" w:rsidP="00124B26">
      <w:pPr>
        <w:ind w:left="426" w:hanging="426"/>
        <w:rPr>
          <w:bCs/>
        </w:rPr>
      </w:pPr>
    </w:p>
    <w:p w:rsidR="00FA0BBD" w:rsidRPr="00124B26" w:rsidRDefault="00FA0BBD" w:rsidP="00124B26">
      <w:pPr>
        <w:pStyle w:val="Odstavecseseznamem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124B26">
        <w:rPr>
          <w:rFonts w:ascii="Times New Roman" w:hAnsi="Times New Roman"/>
          <w:bCs/>
          <w:sz w:val="24"/>
          <w:szCs w:val="24"/>
        </w:rPr>
        <w:t xml:space="preserve">V čl. I dosavadním novelizačním bodu 50 se slova </w:t>
      </w:r>
      <w:r w:rsidRPr="00EE7FDD">
        <w:rPr>
          <w:rFonts w:ascii="Times New Roman" w:hAnsi="Times New Roman"/>
          <w:b/>
          <w:bCs/>
          <w:sz w:val="24"/>
          <w:szCs w:val="24"/>
        </w:rPr>
        <w:t>„</w:t>
      </w:r>
      <w:r w:rsidRPr="00EE7FDD">
        <w:rPr>
          <w:rStyle w:val="Siln"/>
          <w:rFonts w:ascii="Times New Roman" w:hAnsi="Times New Roman"/>
          <w:b w:val="0"/>
          <w:sz w:val="24"/>
          <w:szCs w:val="24"/>
        </w:rPr>
        <w:t>písmena f) a g)“ nahrazují slovy</w:t>
      </w:r>
      <w:r w:rsidRPr="00EE7FDD">
        <w:rPr>
          <w:rStyle w:val="Siln"/>
          <w:rFonts w:ascii="Times New Roman" w:hAnsi="Times New Roman"/>
          <w:sz w:val="24"/>
          <w:szCs w:val="24"/>
        </w:rPr>
        <w:t xml:space="preserve"> </w:t>
      </w:r>
      <w:r w:rsidRPr="00EE7FDD">
        <w:rPr>
          <w:rStyle w:val="Siln"/>
          <w:rFonts w:ascii="Times New Roman" w:hAnsi="Times New Roman"/>
          <w:b w:val="0"/>
          <w:sz w:val="24"/>
          <w:szCs w:val="24"/>
        </w:rPr>
        <w:t>„písmena f) až h)</w:t>
      </w:r>
      <w:r w:rsidRPr="00EE7FDD">
        <w:rPr>
          <w:rFonts w:ascii="Times New Roman" w:hAnsi="Times New Roman"/>
          <w:bCs/>
          <w:sz w:val="24"/>
          <w:szCs w:val="24"/>
        </w:rPr>
        <w:t>“, tečka na konci písmene g) se nahrazuje čárkou a doplňuje se písmeno h),</w:t>
      </w:r>
      <w:r w:rsidRPr="00124B26">
        <w:rPr>
          <w:rFonts w:ascii="Times New Roman" w:hAnsi="Times New Roman"/>
          <w:bCs/>
          <w:sz w:val="24"/>
          <w:szCs w:val="24"/>
        </w:rPr>
        <w:t xml:space="preserve"> které zní:</w:t>
      </w:r>
    </w:p>
    <w:p w:rsidR="00FA0BBD" w:rsidRPr="00124B26" w:rsidRDefault="00FA0BBD" w:rsidP="00124B26">
      <w:pPr>
        <w:widowControl w:val="0"/>
        <w:autoSpaceDE w:val="0"/>
        <w:autoSpaceDN w:val="0"/>
        <w:adjustRightInd w:val="0"/>
        <w:ind w:left="426" w:hanging="426"/>
      </w:pPr>
      <w:r w:rsidRPr="00124B26">
        <w:rPr>
          <w:bCs/>
        </w:rPr>
        <w:t>„h)</w:t>
      </w:r>
      <w:r w:rsidRPr="00124B26">
        <w:rPr>
          <w:bCs/>
        </w:rPr>
        <w:tab/>
      </w:r>
      <w:r w:rsidRPr="00124B26">
        <w:t>provádí prevenci v oblasti bezpečnosti plavebního provozu.“.</w:t>
      </w:r>
    </w:p>
    <w:p w:rsidR="00FA0BBD" w:rsidRPr="00124B26" w:rsidRDefault="00FA0BBD" w:rsidP="00124B26">
      <w:pPr>
        <w:widowControl w:val="0"/>
        <w:autoSpaceDE w:val="0"/>
        <w:autoSpaceDN w:val="0"/>
        <w:adjustRightInd w:val="0"/>
        <w:ind w:left="426" w:hanging="426"/>
      </w:pPr>
    </w:p>
    <w:p w:rsidR="00FA0BBD" w:rsidRPr="00124B26" w:rsidRDefault="00FA0BBD" w:rsidP="00124B26">
      <w:pPr>
        <w:widowControl w:val="0"/>
        <w:autoSpaceDE w:val="0"/>
        <w:autoSpaceDN w:val="0"/>
        <w:adjustRightInd w:val="0"/>
        <w:ind w:left="426" w:hanging="426"/>
      </w:pPr>
    </w:p>
    <w:p w:rsidR="00FA0BBD" w:rsidRPr="00124B26" w:rsidRDefault="00FA0BBD" w:rsidP="00124B26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24B26">
        <w:rPr>
          <w:rFonts w:ascii="Times New Roman" w:hAnsi="Times New Roman"/>
          <w:sz w:val="24"/>
          <w:szCs w:val="24"/>
        </w:rPr>
        <w:t xml:space="preserve">V čl. I se za dosavadní novelizační bod 82 vkládá nový novelizační bod, který zní: </w:t>
      </w:r>
    </w:p>
    <w:p w:rsidR="00FA0BBD" w:rsidRPr="00124B26" w:rsidRDefault="00FA0BBD" w:rsidP="00124B26">
      <w:pPr>
        <w:ind w:left="426" w:hanging="426"/>
      </w:pPr>
      <w:r w:rsidRPr="00124B26">
        <w:t>„X. V § 48a se na konci odstavce 1 tečka nahrazuje čárkou a doplňují se písmena e) a f), která znějí:</w:t>
      </w:r>
    </w:p>
    <w:p w:rsidR="00FA0BBD" w:rsidRPr="00124B26" w:rsidRDefault="00FA0BBD" w:rsidP="00124B26">
      <w:pPr>
        <w:autoSpaceDE w:val="0"/>
        <w:autoSpaceDN w:val="0"/>
        <w:adjustRightInd w:val="0"/>
        <w:ind w:left="426" w:hanging="426"/>
        <w:rPr>
          <w:rFonts w:eastAsiaTheme="minorHAnsi"/>
          <w:bCs/>
        </w:rPr>
      </w:pPr>
      <w:r w:rsidRPr="00124B26">
        <w:t>„</w:t>
      </w:r>
      <w:r w:rsidRPr="00124B26">
        <w:rPr>
          <w:bCs/>
        </w:rPr>
        <w:t>e)</w:t>
      </w:r>
      <w:r w:rsidRPr="00124B26">
        <w:rPr>
          <w:bCs/>
        </w:rPr>
        <w:tab/>
        <w:t xml:space="preserve">údaje z </w:t>
      </w:r>
      <w:proofErr w:type="spellStart"/>
      <w:r w:rsidRPr="00124B26">
        <w:rPr>
          <w:bCs/>
        </w:rPr>
        <w:t>agendového</w:t>
      </w:r>
      <w:proofErr w:type="spellEnd"/>
      <w:r w:rsidRPr="00124B26">
        <w:rPr>
          <w:bCs/>
        </w:rPr>
        <w:t xml:space="preserve"> informačního systému evidence občanských průkazů,</w:t>
      </w:r>
    </w:p>
    <w:p w:rsidR="00FA0BBD" w:rsidRPr="00124B26" w:rsidRDefault="00FA0BBD" w:rsidP="00124B26">
      <w:pPr>
        <w:ind w:left="426" w:hanging="426"/>
      </w:pPr>
      <w:r w:rsidRPr="00124B26">
        <w:rPr>
          <w:bCs/>
        </w:rPr>
        <w:t>f)</w:t>
      </w:r>
      <w:r w:rsidRPr="00124B26">
        <w:rPr>
          <w:bCs/>
        </w:rPr>
        <w:tab/>
        <w:t xml:space="preserve">údaje z </w:t>
      </w:r>
      <w:proofErr w:type="spellStart"/>
      <w:r w:rsidRPr="00124B26">
        <w:rPr>
          <w:bCs/>
        </w:rPr>
        <w:t>agendového</w:t>
      </w:r>
      <w:proofErr w:type="spellEnd"/>
      <w:r w:rsidRPr="00124B26">
        <w:rPr>
          <w:bCs/>
        </w:rPr>
        <w:t xml:space="preserve"> informačního systému evidence cestovních dokladů</w:t>
      </w:r>
      <w:r w:rsidRPr="00124B26">
        <w:t>.“.“.</w:t>
      </w:r>
    </w:p>
    <w:p w:rsidR="00FA0BBD" w:rsidRPr="00124B26" w:rsidRDefault="00FA0BBD" w:rsidP="00124B26">
      <w:pPr>
        <w:spacing w:before="120" w:after="120"/>
        <w:ind w:left="425" w:hanging="425"/>
        <w:rPr>
          <w:bCs/>
        </w:rPr>
      </w:pPr>
      <w:r w:rsidRPr="00124B26">
        <w:rPr>
          <w:bCs/>
        </w:rPr>
        <w:t>Následující novelizační body se přečíslují.</w:t>
      </w:r>
    </w:p>
    <w:p w:rsidR="00FA0BBD" w:rsidRPr="00124B26" w:rsidRDefault="00FA0BBD" w:rsidP="00124B26">
      <w:pPr>
        <w:ind w:left="426" w:hanging="426"/>
        <w:rPr>
          <w:b/>
        </w:rPr>
      </w:pPr>
    </w:p>
    <w:p w:rsidR="00FA0BBD" w:rsidRPr="00124B26" w:rsidRDefault="00FA0BBD" w:rsidP="00124B26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24B26">
        <w:rPr>
          <w:rFonts w:ascii="Times New Roman" w:hAnsi="Times New Roman"/>
          <w:sz w:val="24"/>
          <w:szCs w:val="24"/>
        </w:rPr>
        <w:t xml:space="preserve">V čl. I se za dosavadní novelizační bod 86 vkládají nové novelizační body, které znějí: </w:t>
      </w:r>
    </w:p>
    <w:p w:rsidR="00FA0BBD" w:rsidRPr="00124B26" w:rsidRDefault="00FA0BBD" w:rsidP="00124B26">
      <w:pPr>
        <w:ind w:left="426" w:hanging="426"/>
      </w:pPr>
      <w:r w:rsidRPr="00124B26">
        <w:t>„X. V § 48a se na konci odstavce 5 tečka nahrazuje čárkou a doplňuje se písmeno g), které zní:</w:t>
      </w:r>
    </w:p>
    <w:p w:rsidR="00FA0BBD" w:rsidRDefault="00FA0BBD" w:rsidP="00124B26">
      <w:pPr>
        <w:autoSpaceDE w:val="0"/>
        <w:autoSpaceDN w:val="0"/>
        <w:adjustRightInd w:val="0"/>
        <w:ind w:left="426" w:hanging="426"/>
        <w:rPr>
          <w:bCs/>
        </w:rPr>
      </w:pPr>
      <w:r w:rsidRPr="00124B26">
        <w:t>„</w:t>
      </w:r>
      <w:r w:rsidRPr="00124B26">
        <w:rPr>
          <w:bCs/>
        </w:rPr>
        <w:t>g)</w:t>
      </w:r>
      <w:r w:rsidRPr="00124B26">
        <w:rPr>
          <w:bCs/>
        </w:rPr>
        <w:tab/>
        <w:t>digitalizovaná fotografie.“.</w:t>
      </w:r>
    </w:p>
    <w:p w:rsidR="00C82F54" w:rsidRPr="00124B26" w:rsidRDefault="00C82F54" w:rsidP="00124B26">
      <w:pPr>
        <w:autoSpaceDE w:val="0"/>
        <w:autoSpaceDN w:val="0"/>
        <w:adjustRightInd w:val="0"/>
        <w:ind w:left="426" w:hanging="426"/>
        <w:rPr>
          <w:bCs/>
        </w:rPr>
      </w:pPr>
    </w:p>
    <w:p w:rsidR="00FA0BBD" w:rsidRPr="00124B26" w:rsidRDefault="00FA0BBD" w:rsidP="00124B26">
      <w:pPr>
        <w:autoSpaceDE w:val="0"/>
        <w:autoSpaceDN w:val="0"/>
        <w:adjustRightInd w:val="0"/>
        <w:ind w:left="426" w:hanging="426"/>
        <w:rPr>
          <w:bCs/>
        </w:rPr>
      </w:pPr>
      <w:r w:rsidRPr="00124B26">
        <w:rPr>
          <w:bCs/>
        </w:rPr>
        <w:t>X. V § 48a se za odstavec 5 vkládají nové odstavce 6 a 7, které znějí:</w:t>
      </w:r>
    </w:p>
    <w:p w:rsidR="00FA0BBD" w:rsidRPr="00124B26" w:rsidRDefault="00FA0BBD" w:rsidP="00C82F54">
      <w:pPr>
        <w:autoSpaceDE w:val="0"/>
        <w:autoSpaceDN w:val="0"/>
        <w:adjustRightInd w:val="0"/>
        <w:ind w:firstLine="568"/>
        <w:rPr>
          <w:rFonts w:eastAsiaTheme="minorHAnsi"/>
          <w:bCs/>
        </w:rPr>
      </w:pPr>
      <w:r w:rsidRPr="00124B26">
        <w:rPr>
          <w:bCs/>
        </w:rPr>
        <w:t>„(6) Poskytovanými údaji podle odstavce 1 písm. e) jsou digitální zpracování</w:t>
      </w:r>
      <w:r w:rsidRPr="00124B26">
        <w:rPr>
          <w:b/>
          <w:bCs/>
        </w:rPr>
        <w:t xml:space="preserve"> </w:t>
      </w:r>
      <w:r w:rsidRPr="00124B26">
        <w:rPr>
          <w:bCs/>
        </w:rPr>
        <w:t>podoby občana a jeho podpisu.</w:t>
      </w:r>
    </w:p>
    <w:p w:rsidR="00C82F54" w:rsidRDefault="00C82F54" w:rsidP="00124B26">
      <w:pPr>
        <w:autoSpaceDE w:val="0"/>
        <w:autoSpaceDN w:val="0"/>
        <w:adjustRightInd w:val="0"/>
        <w:ind w:left="426" w:hanging="426"/>
        <w:rPr>
          <w:bCs/>
        </w:rPr>
      </w:pPr>
    </w:p>
    <w:p w:rsidR="00FA0BBD" w:rsidRPr="00124B26" w:rsidRDefault="00FA0BBD" w:rsidP="00C82F54">
      <w:pPr>
        <w:autoSpaceDE w:val="0"/>
        <w:autoSpaceDN w:val="0"/>
        <w:adjustRightInd w:val="0"/>
        <w:ind w:firstLine="426"/>
        <w:rPr>
          <w:bCs/>
        </w:rPr>
      </w:pPr>
      <w:r w:rsidRPr="00124B26">
        <w:rPr>
          <w:bCs/>
        </w:rPr>
        <w:t>(7) Poskytovanými údaji podle odstavce 1 písm. f) jsou digitální zpracování fotografie a podpisu držitele.“.</w:t>
      </w:r>
    </w:p>
    <w:p w:rsidR="00FA0BBD" w:rsidRPr="00124B26" w:rsidRDefault="00FA0BBD" w:rsidP="00C82F54">
      <w:pPr>
        <w:autoSpaceDE w:val="0"/>
        <w:autoSpaceDN w:val="0"/>
        <w:adjustRightInd w:val="0"/>
        <w:spacing w:before="120" w:after="120"/>
        <w:ind w:left="425" w:hanging="425"/>
        <w:rPr>
          <w:bCs/>
        </w:rPr>
      </w:pPr>
      <w:r w:rsidRPr="00124B26">
        <w:rPr>
          <w:bCs/>
        </w:rPr>
        <w:t>Dosavadní odstavce 6 a 7 se označují jako odstavce 8 a 9.</w:t>
      </w:r>
    </w:p>
    <w:p w:rsidR="00C82F54" w:rsidRDefault="00C82F54" w:rsidP="00124B26">
      <w:pPr>
        <w:autoSpaceDE w:val="0"/>
        <w:autoSpaceDN w:val="0"/>
        <w:adjustRightInd w:val="0"/>
        <w:ind w:left="426" w:hanging="426"/>
        <w:rPr>
          <w:bCs/>
        </w:rPr>
      </w:pPr>
    </w:p>
    <w:p w:rsidR="00FA0BBD" w:rsidRPr="00124B26" w:rsidRDefault="00FA0BBD" w:rsidP="00124B26">
      <w:pPr>
        <w:autoSpaceDE w:val="0"/>
        <w:autoSpaceDN w:val="0"/>
        <w:adjustRightInd w:val="0"/>
        <w:ind w:left="426" w:hanging="426"/>
        <w:rPr>
          <w:bCs/>
        </w:rPr>
      </w:pPr>
      <w:r w:rsidRPr="00124B26">
        <w:rPr>
          <w:bCs/>
        </w:rPr>
        <w:t>X. Za § 48a se vkládá nový § 48b, který zní:</w:t>
      </w:r>
    </w:p>
    <w:p w:rsidR="00FA0BBD" w:rsidRPr="00124B26" w:rsidRDefault="00FA0BBD" w:rsidP="00124B26">
      <w:pPr>
        <w:ind w:left="426" w:hanging="426"/>
        <w:jc w:val="center"/>
        <w:rPr>
          <w:rFonts w:eastAsiaTheme="minorHAnsi"/>
        </w:rPr>
      </w:pPr>
      <w:r w:rsidRPr="00124B26">
        <w:t>„§ 48b</w:t>
      </w:r>
    </w:p>
    <w:p w:rsidR="00C82F54" w:rsidRDefault="00C82F54" w:rsidP="00124B26">
      <w:pPr>
        <w:ind w:left="426" w:hanging="426"/>
      </w:pPr>
    </w:p>
    <w:p w:rsidR="00FA0BBD" w:rsidRPr="00124B26" w:rsidRDefault="00FA0BBD" w:rsidP="00C82F54">
      <w:pPr>
        <w:ind w:firstLine="426"/>
      </w:pPr>
      <w:r w:rsidRPr="00124B26">
        <w:t xml:space="preserve">V řízení o vydání průkazu způsobilosti si plavební úřad pro účely jeho vydání opatří digitalizovanou fotografii žadatele nebo digitální zpracování jeho podoby nebo fotografie a digitalizovaný vlastnoruční podpis žadatele. Nelze-li některý z těchto údajů získat z evidence občanských průkazů, evidence cestovních dokladů nebo </w:t>
      </w:r>
      <w:proofErr w:type="spellStart"/>
      <w:r w:rsidRPr="00124B26">
        <w:t>agendového</w:t>
      </w:r>
      <w:proofErr w:type="spellEnd"/>
      <w:r w:rsidRPr="00124B26">
        <w:t xml:space="preserve"> informačního systému cizinců, pořídí jej plavební úřad; obdobně postupuje plavební úřad, došlo-li k podstatné změně podoby žadatele.“.“.</w:t>
      </w:r>
    </w:p>
    <w:p w:rsidR="00FA0BBD" w:rsidRPr="00124B26" w:rsidRDefault="00FA0BBD" w:rsidP="00C82F54">
      <w:pPr>
        <w:spacing w:before="120" w:after="120"/>
        <w:ind w:left="425" w:hanging="425"/>
        <w:rPr>
          <w:bCs/>
        </w:rPr>
      </w:pPr>
      <w:r w:rsidRPr="00124B26">
        <w:rPr>
          <w:bCs/>
        </w:rPr>
        <w:t>Následující novelizační body se přečíslují.</w:t>
      </w:r>
    </w:p>
    <w:p w:rsidR="00FA0BBD" w:rsidRPr="00124B26" w:rsidRDefault="00FA0BBD" w:rsidP="00EE7FDD">
      <w:pPr>
        <w:widowControl w:val="0"/>
        <w:autoSpaceDE w:val="0"/>
        <w:autoSpaceDN w:val="0"/>
        <w:adjustRightInd w:val="0"/>
        <w:ind w:left="425" w:hanging="425"/>
        <w:rPr>
          <w:i/>
          <w:spacing w:val="58"/>
        </w:rPr>
      </w:pPr>
    </w:p>
    <w:p w:rsidR="00FA0BBD" w:rsidRPr="00124B26" w:rsidRDefault="00FA0BBD" w:rsidP="00EE7FDD">
      <w:pPr>
        <w:widowControl w:val="0"/>
        <w:autoSpaceDE w:val="0"/>
        <w:autoSpaceDN w:val="0"/>
        <w:adjustRightInd w:val="0"/>
        <w:ind w:left="426" w:hanging="426"/>
        <w:rPr>
          <w:i/>
          <w:spacing w:val="58"/>
        </w:rPr>
      </w:pPr>
    </w:p>
    <w:p w:rsidR="00FA0BBD" w:rsidRPr="00124B26" w:rsidRDefault="00FA0BBD" w:rsidP="00124B26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124B26">
        <w:rPr>
          <w:rFonts w:ascii="Times New Roman" w:hAnsi="Times New Roman"/>
          <w:spacing w:val="58"/>
          <w:sz w:val="24"/>
          <w:szCs w:val="24"/>
        </w:rPr>
        <w:t xml:space="preserve">V </w:t>
      </w:r>
      <w:r w:rsidRPr="00124B26">
        <w:rPr>
          <w:rFonts w:ascii="Times New Roman" w:hAnsi="Times New Roman"/>
          <w:sz w:val="24"/>
          <w:szCs w:val="24"/>
        </w:rPr>
        <w:t xml:space="preserve">čl. I dosavadním novelizačním bodu 87 se za slova „text „§ 13 odst. 3,““ vkládají slova „a text „§ 32 odst. 2,““. </w:t>
      </w:r>
    </w:p>
    <w:p w:rsidR="00FA0BBD" w:rsidRPr="00124B26" w:rsidRDefault="00FA0BBD" w:rsidP="00124B26">
      <w:pPr>
        <w:ind w:left="426" w:hanging="426"/>
      </w:pPr>
    </w:p>
    <w:p w:rsidR="00FA0BBD" w:rsidRPr="00124B26" w:rsidRDefault="00FA0BBD" w:rsidP="00124B26">
      <w:pPr>
        <w:ind w:left="426" w:hanging="426"/>
      </w:pPr>
    </w:p>
    <w:p w:rsidR="00FA0BBD" w:rsidRPr="00124B26" w:rsidRDefault="00FA0BBD" w:rsidP="00124B26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4B26">
        <w:rPr>
          <w:rFonts w:ascii="Times New Roman" w:hAnsi="Times New Roman"/>
          <w:sz w:val="24"/>
          <w:szCs w:val="24"/>
        </w:rPr>
        <w:t xml:space="preserve">Čl. IV zní: </w:t>
      </w:r>
    </w:p>
    <w:p w:rsidR="00FA0BBD" w:rsidRDefault="00FA0BBD" w:rsidP="00124B26">
      <w:pPr>
        <w:pStyle w:val="Odstavecseseznamem"/>
        <w:spacing w:after="0" w:line="240" w:lineRule="auto"/>
        <w:ind w:left="426" w:hanging="426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124B26">
        <w:rPr>
          <w:rFonts w:ascii="Times New Roman" w:hAnsi="Times New Roman"/>
          <w:sz w:val="24"/>
          <w:szCs w:val="24"/>
        </w:rPr>
        <w:t>„Čl. IV</w:t>
      </w:r>
    </w:p>
    <w:p w:rsidR="00C82F54" w:rsidRPr="00124B26" w:rsidRDefault="00C82F54" w:rsidP="00124B26">
      <w:pPr>
        <w:pStyle w:val="Odstavecseseznamem"/>
        <w:spacing w:after="0" w:line="240" w:lineRule="auto"/>
        <w:ind w:left="426" w:hanging="426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FA0BBD" w:rsidRDefault="00FA0BBD" w:rsidP="00C82F54">
      <w:pPr>
        <w:pStyle w:val="Odstavecseseznamem"/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4B26">
        <w:rPr>
          <w:rFonts w:ascii="Times New Roman" w:hAnsi="Times New Roman"/>
          <w:sz w:val="24"/>
          <w:szCs w:val="24"/>
        </w:rPr>
        <w:t>Tento zákon nabývá účinnosti patnáctým dnem po jeho vyhlášení, s výjimkou ustanovení čl. I bodů 48, 61, 62, 65, 66, 69, 70, 71, 76, 77, 80, 81 a 88, která nabývají účinnosti 6 měsíců po jeho vyhlášení, a s výjimkou čl. I bodů 6 a 7, která nabývají účinnosti dnem 1. ledna 2020.“.</w:t>
      </w:r>
    </w:p>
    <w:p w:rsidR="00C82F54" w:rsidRPr="00124B26" w:rsidRDefault="00C82F54" w:rsidP="00C82F54">
      <w:pPr>
        <w:pStyle w:val="Odstavecseseznamem"/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BBD" w:rsidRPr="00124B26" w:rsidRDefault="00FA0BBD" w:rsidP="00124B26">
      <w:pPr>
        <w:pStyle w:val="Odstavecseseznamem"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24B26">
        <w:rPr>
          <w:rFonts w:ascii="Times New Roman" w:hAnsi="Times New Roman"/>
          <w:i/>
          <w:sz w:val="24"/>
          <w:szCs w:val="24"/>
        </w:rPr>
        <w:t>Body 6 a 7 jsou body z usnesení hospodářského výboru, které budou přečíslovány v návaznosti na změny provedené přijatými pozměňovacími návrhy.</w:t>
      </w:r>
    </w:p>
    <w:p w:rsidR="00A92050" w:rsidRPr="00124B26" w:rsidRDefault="00A92050" w:rsidP="00124B26">
      <w:pPr>
        <w:ind w:left="426" w:hanging="426"/>
      </w:pPr>
    </w:p>
    <w:p w:rsidR="00A92050" w:rsidRPr="00124B26" w:rsidRDefault="00A92050" w:rsidP="00124B26"/>
    <w:p w:rsidR="00A92050" w:rsidRPr="00124B26" w:rsidRDefault="00A92050" w:rsidP="00124B26">
      <w:pPr>
        <w:jc w:val="center"/>
        <w:rPr>
          <w:b/>
        </w:rPr>
      </w:pPr>
      <w:r w:rsidRPr="00124B26">
        <w:rPr>
          <w:b/>
        </w:rPr>
        <w:t xml:space="preserve">Pozměňovací návrhy přednesené ve druhém čtení dne </w:t>
      </w:r>
      <w:r w:rsidR="0062347A" w:rsidRPr="00124B26">
        <w:rPr>
          <w:b/>
        </w:rPr>
        <w:t>29</w:t>
      </w:r>
      <w:r w:rsidRPr="00124B26">
        <w:rPr>
          <w:b/>
        </w:rPr>
        <w:t xml:space="preserve">. </w:t>
      </w:r>
      <w:r w:rsidR="00A33DFD" w:rsidRPr="00124B26">
        <w:rPr>
          <w:b/>
        </w:rPr>
        <w:t>ledna</w:t>
      </w:r>
      <w:r w:rsidRPr="00124B26">
        <w:rPr>
          <w:b/>
        </w:rPr>
        <w:t xml:space="preserve"> 201</w:t>
      </w:r>
      <w:r w:rsidR="00A33DFD" w:rsidRPr="00124B26">
        <w:rPr>
          <w:b/>
        </w:rPr>
        <w:t>9</w:t>
      </w:r>
    </w:p>
    <w:p w:rsidR="00A92050" w:rsidRPr="00124B26" w:rsidRDefault="00A92050" w:rsidP="00124B26"/>
    <w:p w:rsidR="00AE4D04" w:rsidRPr="00124B26" w:rsidRDefault="00AE4D04" w:rsidP="00AE4D04">
      <w:pPr>
        <w:rPr>
          <w:b/>
        </w:rPr>
      </w:pPr>
      <w:r>
        <w:rPr>
          <w:b/>
        </w:rPr>
        <w:t>B</w:t>
      </w:r>
      <w:r w:rsidRPr="00124B26">
        <w:rPr>
          <w:b/>
        </w:rPr>
        <w:tab/>
        <w:t xml:space="preserve">Poslankyně Květa </w:t>
      </w:r>
      <w:proofErr w:type="spellStart"/>
      <w:r w:rsidRPr="00124B26">
        <w:rPr>
          <w:b/>
        </w:rPr>
        <w:t>Matušovská</w:t>
      </w:r>
      <w:proofErr w:type="spellEnd"/>
    </w:p>
    <w:p w:rsidR="00AE4D04" w:rsidRPr="00124B26" w:rsidRDefault="00AE4D04" w:rsidP="00AE4D04">
      <w:r w:rsidRPr="00124B26">
        <w:t>(SD 2118)</w:t>
      </w:r>
    </w:p>
    <w:p w:rsidR="00AE4D04" w:rsidRPr="00124B26" w:rsidRDefault="00AE4D04" w:rsidP="00AE4D04"/>
    <w:p w:rsidR="00AE4D04" w:rsidRPr="00124B26" w:rsidRDefault="00852BA1" w:rsidP="00005B21">
      <w:pPr>
        <w:rPr>
          <w:b/>
        </w:rPr>
      </w:pPr>
      <w:r>
        <w:t>B</w:t>
      </w:r>
      <w:r w:rsidR="00005B21">
        <w:t xml:space="preserve">od 23 </w:t>
      </w:r>
      <w:r>
        <w:t xml:space="preserve">se </w:t>
      </w:r>
      <w:r w:rsidR="00005B21">
        <w:t>zrušuje.</w:t>
      </w:r>
    </w:p>
    <w:p w:rsidR="00AE4D04" w:rsidRPr="00124B26" w:rsidRDefault="00AE4D04" w:rsidP="00AE4D04"/>
    <w:p w:rsidR="00A92050" w:rsidRPr="00124B26" w:rsidRDefault="00A92050" w:rsidP="00124B26"/>
    <w:p w:rsidR="00A92050" w:rsidRPr="00124B26" w:rsidRDefault="00AE4D04" w:rsidP="00AE4D04">
      <w:pPr>
        <w:pStyle w:val="Oznaenpozmn"/>
        <w:numPr>
          <w:ilvl w:val="0"/>
          <w:numId w:val="0"/>
        </w:numPr>
        <w:spacing w:after="0"/>
      </w:pPr>
      <w:r>
        <w:t>C</w:t>
      </w:r>
      <w:r>
        <w:tab/>
      </w:r>
      <w:r w:rsidR="00A92050" w:rsidRPr="00124B26">
        <w:t>Poslanec</w:t>
      </w:r>
      <w:r w:rsidR="007216AC" w:rsidRPr="00124B26">
        <w:t xml:space="preserve"> </w:t>
      </w:r>
      <w:r>
        <w:t>Jan Bauer</w:t>
      </w:r>
    </w:p>
    <w:p w:rsidR="00A92050" w:rsidRPr="00124B26" w:rsidRDefault="006B369A" w:rsidP="00124B26">
      <w:r w:rsidRPr="00124B26">
        <w:t>(SD 2072)</w:t>
      </w:r>
    </w:p>
    <w:p w:rsidR="007216AC" w:rsidRPr="00124B26" w:rsidRDefault="007216AC" w:rsidP="00124B26">
      <w:pPr>
        <w:rPr>
          <w:rFonts w:eastAsia="TimesNewRoman,Bold"/>
          <w:b/>
          <w:bCs/>
          <w:u w:val="single"/>
        </w:rPr>
      </w:pPr>
      <w:r w:rsidRPr="00124B26">
        <w:rPr>
          <w:rFonts w:eastAsia="TimesNewRoman,Bold"/>
          <w:b/>
          <w:bCs/>
          <w:u w:val="single"/>
        </w:rPr>
        <w:t>Bodové znění pozměňovacího návrhu</w:t>
      </w:r>
    </w:p>
    <w:p w:rsidR="007216AC" w:rsidRPr="00124B26" w:rsidRDefault="007216AC" w:rsidP="00124B26">
      <w:pPr>
        <w:pStyle w:val="Oznaenpozmn"/>
        <w:numPr>
          <w:ilvl w:val="0"/>
          <w:numId w:val="0"/>
        </w:numPr>
        <w:spacing w:after="0"/>
        <w:rPr>
          <w:b w:val="0"/>
        </w:rPr>
      </w:pPr>
      <w:r w:rsidRPr="00124B26">
        <w:rPr>
          <w:b w:val="0"/>
        </w:rPr>
        <w:t xml:space="preserve">V čl. I dosavadním novelizačním bodu 48 se v § 32e odst. 3 písm. b) na konci textu bodu 1 </w:t>
      </w:r>
      <w:r w:rsidRPr="00124B26">
        <w:rPr>
          <w:b w:val="0"/>
          <w:iCs/>
        </w:rPr>
        <w:t xml:space="preserve">doplňují slova „nebo převozní lodí“. </w:t>
      </w:r>
    </w:p>
    <w:p w:rsidR="007216AC" w:rsidRDefault="007216AC" w:rsidP="00124B26"/>
    <w:p w:rsidR="00AE4D04" w:rsidRDefault="00AE4D04" w:rsidP="00124B26"/>
    <w:p w:rsidR="00AE4D04" w:rsidRPr="00AE4D04" w:rsidRDefault="00AE4D04" w:rsidP="00124B26">
      <w:pPr>
        <w:rPr>
          <w:b/>
        </w:rPr>
      </w:pPr>
      <w:r w:rsidRPr="00AE4D04">
        <w:rPr>
          <w:b/>
        </w:rPr>
        <w:t>D</w:t>
      </w:r>
      <w:r w:rsidRPr="00AE4D04">
        <w:rPr>
          <w:b/>
        </w:rPr>
        <w:tab/>
        <w:t>Poslanec Martin Kolovratník</w:t>
      </w:r>
    </w:p>
    <w:p w:rsidR="007216AC" w:rsidRPr="00124B26" w:rsidRDefault="006B369A" w:rsidP="00124B26">
      <w:r w:rsidRPr="00124B26">
        <w:t>(SD 2116)</w:t>
      </w:r>
    </w:p>
    <w:p w:rsidR="006B369A" w:rsidRPr="00124B26" w:rsidRDefault="00AE4D04" w:rsidP="00124B26">
      <w:pPr>
        <w:pStyle w:val="Oznaenpozmn"/>
        <w:numPr>
          <w:ilvl w:val="0"/>
          <w:numId w:val="0"/>
        </w:numPr>
        <w:spacing w:after="0"/>
      </w:pPr>
      <w:r>
        <w:t>D 1.</w:t>
      </w:r>
      <w:r w:rsidR="006B369A" w:rsidRPr="00124B26">
        <w:t xml:space="preserve"> V čl. I vložit nový bod za stávající bod 21:</w:t>
      </w:r>
    </w:p>
    <w:p w:rsidR="006B369A" w:rsidRPr="00124B26" w:rsidRDefault="006B369A" w:rsidP="00124B26">
      <w:pPr>
        <w:pStyle w:val="Odstavecseseznamem"/>
        <w:spacing w:after="0" w:line="240" w:lineRule="auto"/>
        <w:ind w:left="360" w:hanging="360"/>
        <w:rPr>
          <w:rFonts w:ascii="Times New Roman" w:hAnsi="Times New Roman"/>
          <w:color w:val="000000" w:themeColor="text1"/>
          <w:sz w:val="24"/>
          <w:szCs w:val="24"/>
        </w:rPr>
      </w:pPr>
      <w:r w:rsidRPr="00124B26">
        <w:rPr>
          <w:rFonts w:ascii="Times New Roman" w:hAnsi="Times New Roman"/>
          <w:color w:val="000000" w:themeColor="text1"/>
          <w:sz w:val="24"/>
          <w:szCs w:val="24"/>
        </w:rPr>
        <w:t xml:space="preserve">„V §10 odst. 4 se vkládá nové písm. b), které zní: </w:t>
      </w:r>
    </w:p>
    <w:p w:rsidR="006B369A" w:rsidRPr="00124B26" w:rsidRDefault="006B369A" w:rsidP="00124B26">
      <w:pPr>
        <w:pStyle w:val="Odstavecseseznamem"/>
        <w:spacing w:after="0" w:line="240" w:lineRule="auto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w:r w:rsidRPr="00124B26">
        <w:rPr>
          <w:rFonts w:ascii="Times New Roman" w:hAnsi="Times New Roman"/>
          <w:color w:val="000000" w:themeColor="text1"/>
          <w:sz w:val="24"/>
          <w:szCs w:val="24"/>
        </w:rPr>
        <w:t>„b) má právo k užívání nebo vlastní předpis upřesňující technické požadavky na stavbu a způsobilost plavidel schválený plavebním úřadem“</w:t>
      </w:r>
    </w:p>
    <w:p w:rsidR="006B369A" w:rsidRPr="00124B26" w:rsidRDefault="006B369A" w:rsidP="00AE4D04">
      <w:pPr>
        <w:pStyle w:val="Odstavecseseznamem"/>
        <w:spacing w:after="0" w:line="240" w:lineRule="auto"/>
        <w:ind w:left="360" w:hanging="360"/>
        <w:rPr>
          <w:rFonts w:ascii="Times New Roman" w:hAnsi="Times New Roman"/>
          <w:color w:val="000000" w:themeColor="text1"/>
          <w:sz w:val="24"/>
          <w:szCs w:val="24"/>
        </w:rPr>
      </w:pPr>
      <w:r w:rsidRPr="00124B26">
        <w:rPr>
          <w:rFonts w:ascii="Times New Roman" w:hAnsi="Times New Roman"/>
          <w:color w:val="000000" w:themeColor="text1"/>
          <w:sz w:val="24"/>
          <w:szCs w:val="24"/>
        </w:rPr>
        <w:t>Stávající písm. b), c) d) a e) se přečíslují na písm. c), d), e) a f)“</w:t>
      </w:r>
    </w:p>
    <w:p w:rsidR="006B369A" w:rsidRPr="00124B26" w:rsidRDefault="006B369A" w:rsidP="00124B26">
      <w:pPr>
        <w:pStyle w:val="Odstavecseseznamem"/>
        <w:spacing w:after="0" w:line="240" w:lineRule="auto"/>
        <w:ind w:left="360"/>
        <w:rPr>
          <w:rFonts w:ascii="Times New Roman" w:hAnsi="Times New Roman"/>
          <w:color w:val="000000" w:themeColor="text1"/>
          <w:sz w:val="24"/>
          <w:szCs w:val="24"/>
        </w:rPr>
      </w:pPr>
    </w:p>
    <w:p w:rsidR="006B369A" w:rsidRPr="00124B26" w:rsidRDefault="00AE4D04" w:rsidP="00124B26">
      <w:pPr>
        <w:pStyle w:val="Oznaenpozmn"/>
        <w:numPr>
          <w:ilvl w:val="0"/>
          <w:numId w:val="0"/>
        </w:numPr>
        <w:spacing w:after="0"/>
      </w:pPr>
      <w:r>
        <w:t>D 2.</w:t>
      </w:r>
      <w:r w:rsidR="006B369A" w:rsidRPr="00124B26">
        <w:t xml:space="preserve"> V čl. II přechodná ustanovení doplnit nový bod 4, který zní:</w:t>
      </w:r>
    </w:p>
    <w:p w:rsidR="006B369A" w:rsidRPr="00124B26" w:rsidRDefault="006B369A" w:rsidP="00124B26">
      <w:pPr>
        <w:pStyle w:val="Odstavecseseznamem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124B26">
        <w:rPr>
          <w:rFonts w:ascii="Times New Roman" w:hAnsi="Times New Roman"/>
          <w:color w:val="000000" w:themeColor="text1"/>
          <w:sz w:val="24"/>
          <w:szCs w:val="24"/>
        </w:rPr>
        <w:t>„Stávající pověření právnických osob k provádění technické prohlídky dle §10 odst. 4 vydaná podle zákona č. 114/1995 Sb., ve znění účinném přede dnem nabytí účinnosti tohoto zákona, zůstávají v platnosti do 1. 1. 2020.</w:t>
      </w:r>
      <w:r w:rsidR="00AE4D04">
        <w:rPr>
          <w:rFonts w:ascii="Times New Roman" w:hAnsi="Times New Roman"/>
          <w:color w:val="000000" w:themeColor="text1"/>
          <w:sz w:val="24"/>
          <w:szCs w:val="24"/>
        </w:rPr>
        <w:t>“.</w:t>
      </w:r>
    </w:p>
    <w:p w:rsidR="00A92050" w:rsidRPr="00124B26" w:rsidRDefault="00A92050" w:rsidP="00124B26"/>
    <w:p w:rsidR="00A92050" w:rsidRPr="00124B26" w:rsidRDefault="00A92050" w:rsidP="00124B26"/>
    <w:p w:rsidR="007216AC" w:rsidRPr="00124B26" w:rsidRDefault="007216AC" w:rsidP="00124B26"/>
    <w:p w:rsidR="00124B26" w:rsidRPr="00124B26" w:rsidRDefault="00124B26" w:rsidP="00124B26"/>
    <w:p w:rsidR="00124B26" w:rsidRPr="00124B26" w:rsidRDefault="00124B26" w:rsidP="00124B26"/>
    <w:p w:rsidR="00124B26" w:rsidRPr="00124B26" w:rsidRDefault="00124B26" w:rsidP="00124B26"/>
    <w:p w:rsidR="00A92050" w:rsidRPr="00124B26" w:rsidRDefault="00A92050" w:rsidP="00124B26">
      <w:pPr>
        <w:jc w:val="center"/>
      </w:pPr>
      <w:r w:rsidRPr="00124B26">
        <w:t>V Praze dne</w:t>
      </w:r>
      <w:r w:rsidR="0062347A" w:rsidRPr="00124B26">
        <w:t xml:space="preserve"> </w:t>
      </w:r>
      <w:r w:rsidR="00B53A25">
        <w:t>30.</w:t>
      </w:r>
      <w:r w:rsidR="0062347A" w:rsidRPr="00124B26">
        <w:t xml:space="preserve"> ledna 2019</w:t>
      </w:r>
    </w:p>
    <w:p w:rsidR="00A92050" w:rsidRPr="00124B26" w:rsidRDefault="00A92050" w:rsidP="00124B26">
      <w:pPr>
        <w:jc w:val="center"/>
      </w:pPr>
    </w:p>
    <w:p w:rsidR="00A92050" w:rsidRPr="00AE4D04" w:rsidRDefault="0087631A" w:rsidP="00124B26">
      <w:pPr>
        <w:jc w:val="center"/>
        <w:rPr>
          <w:b/>
        </w:rPr>
      </w:pPr>
      <w:r w:rsidRPr="00AE4D04">
        <w:rPr>
          <w:b/>
        </w:rPr>
        <w:t xml:space="preserve">Ing. </w:t>
      </w:r>
      <w:proofErr w:type="gramStart"/>
      <w:r w:rsidR="00A21C00" w:rsidRPr="00AE4D04">
        <w:rPr>
          <w:b/>
        </w:rPr>
        <w:t>Květa    M a t u š o v s k</w:t>
      </w:r>
      <w:r w:rsidR="00B53A25">
        <w:rPr>
          <w:b/>
        </w:rPr>
        <w:t> </w:t>
      </w:r>
      <w:r w:rsidR="00A21C00" w:rsidRPr="00AE4D04">
        <w:rPr>
          <w:b/>
        </w:rPr>
        <w:t>á</w:t>
      </w:r>
      <w:r w:rsidR="00B53A25">
        <w:rPr>
          <w:b/>
        </w:rPr>
        <w:t>, v.</w:t>
      </w:r>
      <w:proofErr w:type="gramEnd"/>
      <w:r w:rsidR="00B53A25">
        <w:rPr>
          <w:b/>
        </w:rPr>
        <w:t xml:space="preserve"> r. </w:t>
      </w:r>
      <w:bookmarkStart w:id="0" w:name="_GoBack"/>
      <w:bookmarkEnd w:id="0"/>
    </w:p>
    <w:p w:rsidR="00A92050" w:rsidRPr="00A92050" w:rsidRDefault="00A92050" w:rsidP="00124B26">
      <w:pPr>
        <w:jc w:val="center"/>
      </w:pPr>
      <w:r w:rsidRPr="00124B26">
        <w:t>zpravodaj</w:t>
      </w:r>
      <w:r w:rsidR="00A21C00" w:rsidRPr="00124B26">
        <w:t>ka</w:t>
      </w:r>
      <w:r w:rsidRPr="00124B26">
        <w:t xml:space="preserve"> garančního </w:t>
      </w:r>
      <w:r w:rsidR="00A21C00" w:rsidRPr="00124B26">
        <w:t>hospodá</w:t>
      </w:r>
      <w:r w:rsidR="00A21C00">
        <w:t xml:space="preserve">řského </w:t>
      </w:r>
      <w:r w:rsidRPr="00A92050">
        <w:t>výboru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53A25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5C09"/>
    <w:multiLevelType w:val="hybridMultilevel"/>
    <w:tmpl w:val="13D09356"/>
    <w:lvl w:ilvl="0" w:tplc="B46283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A1C2B"/>
    <w:multiLevelType w:val="hybridMultilevel"/>
    <w:tmpl w:val="B4A0D890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7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F1A1581"/>
    <w:multiLevelType w:val="hybridMultilevel"/>
    <w:tmpl w:val="741E0826"/>
    <w:lvl w:ilvl="0" w:tplc="E82A1A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05B21"/>
    <w:rsid w:val="00124B26"/>
    <w:rsid w:val="00266D0A"/>
    <w:rsid w:val="002E0D3F"/>
    <w:rsid w:val="00331254"/>
    <w:rsid w:val="00381BC1"/>
    <w:rsid w:val="0062347A"/>
    <w:rsid w:val="006B369A"/>
    <w:rsid w:val="007216AC"/>
    <w:rsid w:val="00800614"/>
    <w:rsid w:val="00852BA1"/>
    <w:rsid w:val="0087631A"/>
    <w:rsid w:val="009647CA"/>
    <w:rsid w:val="00A21C00"/>
    <w:rsid w:val="00A33DFD"/>
    <w:rsid w:val="00A73D85"/>
    <w:rsid w:val="00A92050"/>
    <w:rsid w:val="00AE4D04"/>
    <w:rsid w:val="00AF24B6"/>
    <w:rsid w:val="00B53A25"/>
    <w:rsid w:val="00BE6274"/>
    <w:rsid w:val="00C82F54"/>
    <w:rsid w:val="00EE7FDD"/>
    <w:rsid w:val="00FA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EBE206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Odstavecseseznamem">
    <w:name w:val="List Paragraph"/>
    <w:basedOn w:val="Normln"/>
    <w:uiPriority w:val="34"/>
    <w:qFormat/>
    <w:rsid w:val="00FA0BBD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qFormat/>
    <w:rsid w:val="00FA0BBD"/>
    <w:rPr>
      <w:b/>
      <w:bCs/>
    </w:rPr>
  </w:style>
  <w:style w:type="paragraph" w:customStyle="1" w:styleId="PSnzevzkona">
    <w:name w:val="PS název zákona"/>
    <w:basedOn w:val="Normln"/>
    <w:next w:val="Normln"/>
    <w:qFormat/>
    <w:rsid w:val="00FA0BBD"/>
    <w:pPr>
      <w:pBdr>
        <w:bottom w:val="single" w:sz="4" w:space="12" w:color="auto"/>
      </w:pBdr>
      <w:spacing w:before="360" w:after="120" w:line="259" w:lineRule="auto"/>
      <w:jc w:val="center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72</TotalTime>
  <Pages>4</Pages>
  <Words>1193</Words>
  <Characters>6267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Fialova Marcela</cp:lastModifiedBy>
  <cp:revision>15</cp:revision>
  <cp:lastPrinted>2019-01-29T17:43:00Z</cp:lastPrinted>
  <dcterms:created xsi:type="dcterms:W3CDTF">2019-01-29T13:21:00Z</dcterms:created>
  <dcterms:modified xsi:type="dcterms:W3CDTF">2019-01-30T09:52:00Z</dcterms:modified>
  <cp:category/>
</cp:coreProperties>
</file>