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F87CF2" w:rsidP="000E730C">
      <w:pPr>
        <w:pStyle w:val="PS-hlavika2"/>
      </w:pPr>
      <w:r>
        <w:t>2019</w:t>
      </w:r>
    </w:p>
    <w:p w:rsidR="00DC29E4" w:rsidRDefault="00907376" w:rsidP="00377253">
      <w:pPr>
        <w:pStyle w:val="PS-hlavika1"/>
      </w:pPr>
      <w:r>
        <w:t>8</w:t>
      </w:r>
      <w:r w:rsidR="00DC29E4">
        <w:t>. volební období</w:t>
      </w:r>
    </w:p>
    <w:p w:rsidR="00DC29E4" w:rsidRDefault="004563EF" w:rsidP="000E730C">
      <w:pPr>
        <w:pStyle w:val="PS-slousnesen"/>
      </w:pPr>
      <w:r>
        <w:t>67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00749" w:rsidP="00377253">
      <w:pPr>
        <w:pStyle w:val="PS-hlavika1"/>
      </w:pPr>
      <w:r>
        <w:t>K</w:t>
      </w:r>
      <w:r w:rsidR="001051F4">
        <w:t>ontrolního výboru</w:t>
      </w:r>
    </w:p>
    <w:p w:rsidR="00DC29E4" w:rsidRDefault="00346DE8" w:rsidP="00377253">
      <w:pPr>
        <w:pStyle w:val="PS-hlavika1"/>
      </w:pPr>
      <w:r>
        <w:t xml:space="preserve">z </w:t>
      </w:r>
      <w:r w:rsidR="00FE0D22">
        <w:t>1</w:t>
      </w:r>
      <w:r w:rsidR="00F87CF2">
        <w:t>5</w:t>
      </w:r>
      <w:r w:rsidR="00DC29E4">
        <w:t>. schůze</w:t>
      </w:r>
    </w:p>
    <w:p w:rsidR="00DC29E4" w:rsidRDefault="00FD1164" w:rsidP="00377253">
      <w:pPr>
        <w:pStyle w:val="PS-hlavika1"/>
      </w:pPr>
      <w:r>
        <w:t xml:space="preserve">ze dne </w:t>
      </w:r>
      <w:r w:rsidR="00F87CF2">
        <w:t>10. ledna 2019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1E652B" w:rsidRDefault="00907376" w:rsidP="00FE0D22">
      <w:pPr>
        <w:pStyle w:val="Normlnweb"/>
        <w:spacing w:after="0"/>
        <w:jc w:val="both"/>
        <w:rPr>
          <w:color w:val="000000"/>
          <w:spacing w:val="-4"/>
        </w:rPr>
      </w:pPr>
      <w:r>
        <w:rPr>
          <w:spacing w:val="-3"/>
        </w:rPr>
        <w:t>k</w:t>
      </w:r>
      <w:r w:rsidR="00C55C25">
        <w:rPr>
          <w:spacing w:val="-3"/>
        </w:rPr>
        <w:t>e</w:t>
      </w:r>
      <w:r w:rsidR="00AE63A4">
        <w:rPr>
          <w:spacing w:val="-3"/>
        </w:rPr>
        <w:t> stanovisku Nejvyššího kontrolního úřadu ke Zprávě o plnění státního rozpočtu České republiky za 1. pololetí 2018 /sněmovní tisk 305/1/</w:t>
      </w:r>
      <w:r w:rsidR="00D16776">
        <w:rPr>
          <w:spacing w:val="-3"/>
        </w:rPr>
        <w:t xml:space="preserve"> </w:t>
      </w:r>
    </w:p>
    <w:p w:rsidR="003B1EBB" w:rsidRDefault="003B1EBB" w:rsidP="003D1BC0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E63A4" w:rsidRDefault="00AE63A4" w:rsidP="00AE63A4">
      <w:pPr>
        <w:ind w:firstLine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Kontrolní výbor Poslanecké sněmovny Parlamentu ČR po úvodním výkladu prezidenta Nejvyššího kontrolního úřadu Miloslava Kaly, zpravodajské zprávě poslance </w:t>
      </w:r>
      <w:r w:rsidR="00F87CF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Romana Kubíčka</w:t>
      </w:r>
      <w:r w:rsidR="00CF545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stanovisku náměstka ministryně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financí </w:t>
      </w:r>
      <w:r w:rsidR="00CF545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Karla </w:t>
      </w:r>
      <w:proofErr w:type="spellStart"/>
      <w:r w:rsidR="00CF545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Tylla</w:t>
      </w:r>
      <w:proofErr w:type="spellEnd"/>
      <w:r w:rsidR="00CF545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 rozpravě</w:t>
      </w:r>
    </w:p>
    <w:p w:rsidR="00AE63A4" w:rsidRDefault="00AE63A4" w:rsidP="00AE63A4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E63A4" w:rsidRDefault="00AE63A4" w:rsidP="00AE63A4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E63A4" w:rsidRPr="00AE63A4" w:rsidRDefault="00AE63A4" w:rsidP="00AE63A4">
      <w:pPr>
        <w:pStyle w:val="Odstavecseseznamem"/>
        <w:numPr>
          <w:ilvl w:val="0"/>
          <w:numId w:val="20"/>
        </w:numPr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bere na vědomí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Stanovisko Nejvyššího </w:t>
      </w:r>
      <w:r w:rsidRPr="00AE63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kontrolního úřadu </w:t>
      </w:r>
      <w:r w:rsidRPr="00AE63A4">
        <w:rPr>
          <w:rFonts w:ascii="Times New Roman" w:hAnsi="Times New Roman"/>
          <w:spacing w:val="-3"/>
          <w:sz w:val="24"/>
          <w:szCs w:val="24"/>
        </w:rPr>
        <w:t>ke Zprávě o plnění státního rozpočtu České republiky za 1. pololetí 2018 /sněmovní tisk 305/1/</w:t>
      </w:r>
      <w:r w:rsidRPr="00AE63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;</w:t>
      </w:r>
    </w:p>
    <w:p w:rsidR="00AE63A4" w:rsidRDefault="00AE63A4" w:rsidP="00AE63A4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E63A4" w:rsidRPr="00AE63A4" w:rsidRDefault="00AE63A4" w:rsidP="00AE63A4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07376" w:rsidRPr="00AE63A4" w:rsidRDefault="00AE63A4" w:rsidP="00AE63A4">
      <w:pPr>
        <w:pStyle w:val="Odstavecseseznamem"/>
        <w:numPr>
          <w:ilvl w:val="0"/>
          <w:numId w:val="20"/>
        </w:numPr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E63A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zmocňuje </w:t>
      </w:r>
      <w:r w:rsidRPr="00AE63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předsedu výboru, </w:t>
      </w:r>
      <w:r w:rsidRPr="00AE63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aby s tímto usnesením seznámil předsedu Poslanecké sněmovny Parlamentu ČR, prezidenta Nejvyšš</w:t>
      </w:r>
      <w:r w:rsidR="00D607F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ího kontrolního úřadu a ministryni</w:t>
      </w:r>
      <w:r w:rsidRPr="00AE63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financí</w:t>
      </w:r>
      <w:r w:rsidRPr="00AE63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907376" w:rsidRPr="00D16776" w:rsidRDefault="00907376" w:rsidP="00907376">
      <w:pPr>
        <w:tabs>
          <w:tab w:val="center" w:pos="4513"/>
        </w:tabs>
        <w:suppressAutoHyphens/>
        <w:jc w:val="both"/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p w:rsidR="00346DE8" w:rsidRDefault="00346DE8" w:rsidP="00907376">
      <w:pPr>
        <w:tabs>
          <w:tab w:val="center" w:pos="4513"/>
        </w:tabs>
        <w:suppressAutoHyphens/>
        <w:jc w:val="both"/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  <w:bookmarkStart w:id="0" w:name="_GoBack"/>
      <w:bookmarkEnd w:id="0"/>
    </w:p>
    <w:p w:rsidR="00346DE8" w:rsidRDefault="00346DE8" w:rsidP="00907376">
      <w:pPr>
        <w:tabs>
          <w:tab w:val="center" w:pos="4513"/>
        </w:tabs>
        <w:suppressAutoHyphens/>
        <w:jc w:val="both"/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p w:rsidR="00907376" w:rsidRPr="00907376" w:rsidRDefault="00907376" w:rsidP="00907376">
      <w:pPr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060"/>
      </w:tblGrid>
      <w:tr w:rsidR="00FE0D22" w:rsidTr="009B029F">
        <w:trPr>
          <w:trHeight w:val="276"/>
          <w:jc w:val="center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D22" w:rsidRDefault="00FE0D22" w:rsidP="006D4710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0D22" w:rsidTr="009B029F">
        <w:trPr>
          <w:trHeight w:val="276"/>
          <w:jc w:val="center"/>
        </w:trPr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356" w:rsidRDefault="00797356"/>
          <w:p w:rsidR="00797356" w:rsidRDefault="00797356"/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844"/>
            </w:tblGrid>
            <w:tr w:rsidR="00252773" w:rsidTr="00797356">
              <w:trPr>
                <w:trHeight w:val="276"/>
                <w:jc w:val="center"/>
              </w:trPr>
              <w:tc>
                <w:tcPr>
                  <w:tcW w:w="8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52773" w:rsidRDefault="00252773" w:rsidP="00252773">
                  <w:pPr>
                    <w:pStyle w:val="Odstavecseseznamem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52773" w:rsidRDefault="00252773" w:rsidP="00252773">
                  <w:pPr>
                    <w:pStyle w:val="Odstavecseseznamem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42"/>
                    <w:gridCol w:w="4286"/>
                  </w:tblGrid>
                  <w:tr w:rsidR="00252773" w:rsidTr="002C5945">
                    <w:tc>
                      <w:tcPr>
                        <w:tcW w:w="4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252773" w:rsidRDefault="00AE63A4" w:rsidP="00252773">
                        <w:pPr>
                          <w:tabs>
                            <w:tab w:val="left" w:pos="0"/>
                          </w:tabs>
                          <w:suppressAutoHyphens/>
                          <w:jc w:val="center"/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  <w:t>Lukáš ČERNOHORSKÝ</w:t>
                        </w:r>
                        <w:r w:rsidR="00252773"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  <w:t xml:space="preserve"> v. r.</w:t>
                        </w:r>
                      </w:p>
                    </w:tc>
                    <w:tc>
                      <w:tcPr>
                        <w:tcW w:w="4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252773" w:rsidRDefault="00F87CF2" w:rsidP="00252773">
                        <w:pPr>
                          <w:tabs>
                            <w:tab w:val="left" w:pos="0"/>
                          </w:tabs>
                          <w:suppressAutoHyphens/>
                          <w:jc w:val="center"/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  <w:t>Roman KUBÍČEK</w:t>
                        </w:r>
                        <w:r w:rsidR="00252773"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  <w:t xml:space="preserve"> v. r.</w:t>
                        </w:r>
                      </w:p>
                    </w:tc>
                  </w:tr>
                  <w:tr w:rsidR="00252773" w:rsidTr="002C5945">
                    <w:trPr>
                      <w:cantSplit/>
                    </w:trPr>
                    <w:tc>
                      <w:tcPr>
                        <w:tcW w:w="4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252773" w:rsidRDefault="00252773" w:rsidP="00252773">
                        <w:pPr>
                          <w:tabs>
                            <w:tab w:val="left" w:pos="0"/>
                          </w:tabs>
                          <w:suppressAutoHyphens/>
                          <w:jc w:val="center"/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  <w:t xml:space="preserve">místopředseda – ověřovatel </w:t>
                        </w:r>
                      </w:p>
                      <w:p w:rsidR="00252773" w:rsidRDefault="00252773" w:rsidP="00252773">
                        <w:pPr>
                          <w:tabs>
                            <w:tab w:val="left" w:pos="0"/>
                          </w:tabs>
                          <w:suppressAutoHyphens/>
                          <w:jc w:val="center"/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  <w:t>Kontrolního výboru</w:t>
                        </w:r>
                      </w:p>
                    </w:tc>
                    <w:tc>
                      <w:tcPr>
                        <w:tcW w:w="4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252773" w:rsidRDefault="00252773" w:rsidP="00252773">
                        <w:pPr>
                          <w:tabs>
                            <w:tab w:val="left" w:pos="0"/>
                          </w:tabs>
                          <w:suppressAutoHyphens/>
                          <w:jc w:val="center"/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  <w:t xml:space="preserve">předseda – zpravodaj </w:t>
                        </w:r>
                      </w:p>
                      <w:p w:rsidR="00252773" w:rsidRDefault="00252773" w:rsidP="00252773">
                        <w:pPr>
                          <w:tabs>
                            <w:tab w:val="left" w:pos="0"/>
                          </w:tabs>
                          <w:suppressAutoHyphens/>
                          <w:jc w:val="center"/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spacing w:val="-3"/>
                            <w:sz w:val="24"/>
                            <w:szCs w:val="24"/>
                            <w:lang w:eastAsia="cs-CZ"/>
                          </w:rPr>
                          <w:t>Kontrolního výboru</w:t>
                        </w:r>
                      </w:p>
                    </w:tc>
                  </w:tr>
                </w:tbl>
                <w:p w:rsidR="00252773" w:rsidRDefault="00252773" w:rsidP="00252773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52773" w:rsidTr="00797356">
              <w:trPr>
                <w:trHeight w:val="276"/>
                <w:jc w:val="center"/>
              </w:trPr>
              <w:tc>
                <w:tcPr>
                  <w:tcW w:w="88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52773" w:rsidRDefault="00252773" w:rsidP="00252773">
                  <w:pPr>
                    <w:pStyle w:val="Odstavecseseznamem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E0D22" w:rsidRDefault="00FE0D22" w:rsidP="006D4710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15B6" w:rsidRPr="00907376" w:rsidRDefault="00B715B6" w:rsidP="00FC7C15">
      <w:pPr>
        <w:rPr>
          <w:rFonts w:ascii="Times New Roman" w:eastAsia="Times New Roman" w:hAnsi="Times New Roman"/>
          <w:spacing w:val="-3"/>
          <w:sz w:val="24"/>
          <w:szCs w:val="24"/>
          <w:lang w:eastAsia="cs-CZ"/>
        </w:rPr>
      </w:pPr>
    </w:p>
    <w:sectPr w:rsidR="00B715B6" w:rsidRPr="00907376" w:rsidSect="00DB6F85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EF93144"/>
    <w:multiLevelType w:val="singleLevel"/>
    <w:tmpl w:val="8EC24624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3" w15:restartNumberingAfterBreak="0">
    <w:nsid w:val="2FCD1406"/>
    <w:multiLevelType w:val="hybridMultilevel"/>
    <w:tmpl w:val="54B2B2F2"/>
    <w:lvl w:ilvl="0" w:tplc="AFD068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4F1944C5"/>
    <w:multiLevelType w:val="singleLevel"/>
    <w:tmpl w:val="0405001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5A814F57"/>
    <w:multiLevelType w:val="singleLevel"/>
    <w:tmpl w:val="103C4D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 w15:restartNumberingAfterBreak="0">
    <w:nsid w:val="70D1529E"/>
    <w:multiLevelType w:val="singleLevel"/>
    <w:tmpl w:val="9DC4136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8" w15:restartNumberingAfterBreak="0">
    <w:nsid w:val="79871185"/>
    <w:multiLevelType w:val="hybridMultilevel"/>
    <w:tmpl w:val="E5C6632E"/>
    <w:lvl w:ilvl="0" w:tplc="4536A25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36BE0"/>
    <w:multiLevelType w:val="hybridMultilevel"/>
    <w:tmpl w:val="91980CC6"/>
    <w:lvl w:ilvl="0" w:tplc="7D687B6E">
      <w:start w:val="1"/>
      <w:numFmt w:val="upperRoman"/>
      <w:lvlText w:val="%1."/>
      <w:lvlJc w:val="left"/>
      <w:pPr>
        <w:ind w:left="715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75" w:hanging="360"/>
      </w:pPr>
    </w:lvl>
    <w:lvl w:ilvl="2" w:tplc="0405001B" w:tentative="1">
      <w:start w:val="1"/>
      <w:numFmt w:val="lowerRoman"/>
      <w:lvlText w:val="%3."/>
      <w:lvlJc w:val="right"/>
      <w:pPr>
        <w:ind w:left="1795" w:hanging="180"/>
      </w:pPr>
    </w:lvl>
    <w:lvl w:ilvl="3" w:tplc="0405000F" w:tentative="1">
      <w:start w:val="1"/>
      <w:numFmt w:val="decimal"/>
      <w:lvlText w:val="%4."/>
      <w:lvlJc w:val="left"/>
      <w:pPr>
        <w:ind w:left="2515" w:hanging="360"/>
      </w:pPr>
    </w:lvl>
    <w:lvl w:ilvl="4" w:tplc="04050019" w:tentative="1">
      <w:start w:val="1"/>
      <w:numFmt w:val="lowerLetter"/>
      <w:lvlText w:val="%5."/>
      <w:lvlJc w:val="left"/>
      <w:pPr>
        <w:ind w:left="3235" w:hanging="360"/>
      </w:pPr>
    </w:lvl>
    <w:lvl w:ilvl="5" w:tplc="0405001B" w:tentative="1">
      <w:start w:val="1"/>
      <w:numFmt w:val="lowerRoman"/>
      <w:lvlText w:val="%6."/>
      <w:lvlJc w:val="right"/>
      <w:pPr>
        <w:ind w:left="3955" w:hanging="180"/>
      </w:pPr>
    </w:lvl>
    <w:lvl w:ilvl="6" w:tplc="0405000F" w:tentative="1">
      <w:start w:val="1"/>
      <w:numFmt w:val="decimal"/>
      <w:lvlText w:val="%7."/>
      <w:lvlJc w:val="left"/>
      <w:pPr>
        <w:ind w:left="4675" w:hanging="360"/>
      </w:pPr>
    </w:lvl>
    <w:lvl w:ilvl="7" w:tplc="04050019" w:tentative="1">
      <w:start w:val="1"/>
      <w:numFmt w:val="lowerLetter"/>
      <w:lvlText w:val="%8."/>
      <w:lvlJc w:val="left"/>
      <w:pPr>
        <w:ind w:left="5395" w:hanging="360"/>
      </w:pPr>
    </w:lvl>
    <w:lvl w:ilvl="8" w:tplc="0405001B" w:tentative="1">
      <w:start w:val="1"/>
      <w:numFmt w:val="lowerRoman"/>
      <w:lvlText w:val="%9."/>
      <w:lvlJc w:val="right"/>
      <w:pPr>
        <w:ind w:left="611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7"/>
  </w:num>
  <w:num w:numId="16">
    <w:abstractNumId w:val="12"/>
  </w:num>
  <w:num w:numId="17">
    <w:abstractNumId w:val="16"/>
  </w:num>
  <w:num w:numId="18">
    <w:abstractNumId w:val="15"/>
  </w:num>
  <w:num w:numId="19">
    <w:abstractNumId w:val="19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00DA4"/>
    <w:rsid w:val="000476E4"/>
    <w:rsid w:val="00071E9F"/>
    <w:rsid w:val="0008307F"/>
    <w:rsid w:val="00091CCB"/>
    <w:rsid w:val="000B0A92"/>
    <w:rsid w:val="000C5278"/>
    <w:rsid w:val="000D5508"/>
    <w:rsid w:val="000E730C"/>
    <w:rsid w:val="000F52F4"/>
    <w:rsid w:val="00103C04"/>
    <w:rsid w:val="001051F4"/>
    <w:rsid w:val="00106842"/>
    <w:rsid w:val="0012650C"/>
    <w:rsid w:val="001411E7"/>
    <w:rsid w:val="00147C40"/>
    <w:rsid w:val="001A11D8"/>
    <w:rsid w:val="001B45F3"/>
    <w:rsid w:val="001C050E"/>
    <w:rsid w:val="001C25DB"/>
    <w:rsid w:val="001D0461"/>
    <w:rsid w:val="001D271B"/>
    <w:rsid w:val="001D4140"/>
    <w:rsid w:val="001E652B"/>
    <w:rsid w:val="001E7CE4"/>
    <w:rsid w:val="001F75BF"/>
    <w:rsid w:val="00200749"/>
    <w:rsid w:val="0020711B"/>
    <w:rsid w:val="00211C93"/>
    <w:rsid w:val="00230024"/>
    <w:rsid w:val="00252773"/>
    <w:rsid w:val="00254049"/>
    <w:rsid w:val="00257E6E"/>
    <w:rsid w:val="00265CCD"/>
    <w:rsid w:val="00272E1B"/>
    <w:rsid w:val="00297E73"/>
    <w:rsid w:val="002A2F32"/>
    <w:rsid w:val="002B0536"/>
    <w:rsid w:val="002B0FB6"/>
    <w:rsid w:val="002B60B3"/>
    <w:rsid w:val="002C1672"/>
    <w:rsid w:val="002C6BED"/>
    <w:rsid w:val="002D16E7"/>
    <w:rsid w:val="002D5CAA"/>
    <w:rsid w:val="002E5265"/>
    <w:rsid w:val="002F6305"/>
    <w:rsid w:val="003220CA"/>
    <w:rsid w:val="0034304A"/>
    <w:rsid w:val="00346DE8"/>
    <w:rsid w:val="00350208"/>
    <w:rsid w:val="00350CEA"/>
    <w:rsid w:val="00356011"/>
    <w:rsid w:val="0037424E"/>
    <w:rsid w:val="00377253"/>
    <w:rsid w:val="003B1EBB"/>
    <w:rsid w:val="003C4B25"/>
    <w:rsid w:val="003D1BC0"/>
    <w:rsid w:val="003D2033"/>
    <w:rsid w:val="003E7BD5"/>
    <w:rsid w:val="00407850"/>
    <w:rsid w:val="00410062"/>
    <w:rsid w:val="00427A81"/>
    <w:rsid w:val="0043135A"/>
    <w:rsid w:val="00431361"/>
    <w:rsid w:val="004563EF"/>
    <w:rsid w:val="004575BE"/>
    <w:rsid w:val="00484011"/>
    <w:rsid w:val="004B237F"/>
    <w:rsid w:val="004C35DE"/>
    <w:rsid w:val="004C7D3D"/>
    <w:rsid w:val="004D1097"/>
    <w:rsid w:val="004D61F8"/>
    <w:rsid w:val="004E4749"/>
    <w:rsid w:val="00516AD5"/>
    <w:rsid w:val="005227BF"/>
    <w:rsid w:val="00545DDD"/>
    <w:rsid w:val="00566A4C"/>
    <w:rsid w:val="00595526"/>
    <w:rsid w:val="005A5214"/>
    <w:rsid w:val="005C30D7"/>
    <w:rsid w:val="005E094C"/>
    <w:rsid w:val="005F5C15"/>
    <w:rsid w:val="005F6CAE"/>
    <w:rsid w:val="0061552E"/>
    <w:rsid w:val="00620764"/>
    <w:rsid w:val="0062736E"/>
    <w:rsid w:val="00631F57"/>
    <w:rsid w:val="00644849"/>
    <w:rsid w:val="006679FF"/>
    <w:rsid w:val="00684278"/>
    <w:rsid w:val="006B4118"/>
    <w:rsid w:val="006B5759"/>
    <w:rsid w:val="006B7B60"/>
    <w:rsid w:val="006E7865"/>
    <w:rsid w:val="00717366"/>
    <w:rsid w:val="007577C4"/>
    <w:rsid w:val="00797356"/>
    <w:rsid w:val="007B502B"/>
    <w:rsid w:val="007C62DA"/>
    <w:rsid w:val="007D5EE1"/>
    <w:rsid w:val="007E1D0B"/>
    <w:rsid w:val="007E426D"/>
    <w:rsid w:val="00810E75"/>
    <w:rsid w:val="00812496"/>
    <w:rsid w:val="00830BFE"/>
    <w:rsid w:val="00840294"/>
    <w:rsid w:val="00872A3B"/>
    <w:rsid w:val="00893C29"/>
    <w:rsid w:val="00897AA0"/>
    <w:rsid w:val="008B7AA8"/>
    <w:rsid w:val="008D56DB"/>
    <w:rsid w:val="00903269"/>
    <w:rsid w:val="00907376"/>
    <w:rsid w:val="00913979"/>
    <w:rsid w:val="009825D0"/>
    <w:rsid w:val="00997120"/>
    <w:rsid w:val="009A0BA4"/>
    <w:rsid w:val="009A676F"/>
    <w:rsid w:val="009B029F"/>
    <w:rsid w:val="009C121E"/>
    <w:rsid w:val="009D2AA6"/>
    <w:rsid w:val="009D7773"/>
    <w:rsid w:val="009E0F28"/>
    <w:rsid w:val="00A202E7"/>
    <w:rsid w:val="00A248B5"/>
    <w:rsid w:val="00A32EBB"/>
    <w:rsid w:val="00A46CDA"/>
    <w:rsid w:val="00AA0D27"/>
    <w:rsid w:val="00AB2C17"/>
    <w:rsid w:val="00AD3353"/>
    <w:rsid w:val="00AE63A4"/>
    <w:rsid w:val="00B0549A"/>
    <w:rsid w:val="00B07B96"/>
    <w:rsid w:val="00B13892"/>
    <w:rsid w:val="00B3239E"/>
    <w:rsid w:val="00B53E8D"/>
    <w:rsid w:val="00B63519"/>
    <w:rsid w:val="00B715B6"/>
    <w:rsid w:val="00B900A6"/>
    <w:rsid w:val="00BB3B5F"/>
    <w:rsid w:val="00BD1E6B"/>
    <w:rsid w:val="00BD2AD9"/>
    <w:rsid w:val="00BE75B8"/>
    <w:rsid w:val="00C10257"/>
    <w:rsid w:val="00C55C25"/>
    <w:rsid w:val="00C56014"/>
    <w:rsid w:val="00C60F76"/>
    <w:rsid w:val="00C941D4"/>
    <w:rsid w:val="00CB2B3F"/>
    <w:rsid w:val="00CC04AF"/>
    <w:rsid w:val="00CC40FF"/>
    <w:rsid w:val="00CC6544"/>
    <w:rsid w:val="00CF545D"/>
    <w:rsid w:val="00D16776"/>
    <w:rsid w:val="00D22D3C"/>
    <w:rsid w:val="00D607FE"/>
    <w:rsid w:val="00D623F8"/>
    <w:rsid w:val="00D65E59"/>
    <w:rsid w:val="00D76FB3"/>
    <w:rsid w:val="00D84F90"/>
    <w:rsid w:val="00D95C64"/>
    <w:rsid w:val="00DB6F85"/>
    <w:rsid w:val="00DC29E4"/>
    <w:rsid w:val="00E353B8"/>
    <w:rsid w:val="00E52B37"/>
    <w:rsid w:val="00E76C21"/>
    <w:rsid w:val="00EB4571"/>
    <w:rsid w:val="00EC2249"/>
    <w:rsid w:val="00ED15A8"/>
    <w:rsid w:val="00ED47DA"/>
    <w:rsid w:val="00EF3B15"/>
    <w:rsid w:val="00EF679B"/>
    <w:rsid w:val="00F219AA"/>
    <w:rsid w:val="00F87CF2"/>
    <w:rsid w:val="00FB3582"/>
    <w:rsid w:val="00FC7C15"/>
    <w:rsid w:val="00FD1164"/>
    <w:rsid w:val="00FD3EBB"/>
    <w:rsid w:val="00FE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A78A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semiHidden/>
    <w:rsid w:val="00D16776"/>
    <w:pPr>
      <w:tabs>
        <w:tab w:val="left" w:pos="-720"/>
        <w:tab w:val="left" w:pos="709"/>
      </w:tabs>
      <w:suppressAutoHyphens/>
      <w:ind w:left="709" w:hanging="709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16776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18C3A-0B90-432A-A839-1CAB68EF8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4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6</cp:revision>
  <cp:lastPrinted>2017-11-28T13:07:00Z</cp:lastPrinted>
  <dcterms:created xsi:type="dcterms:W3CDTF">2019-01-02T10:54:00Z</dcterms:created>
  <dcterms:modified xsi:type="dcterms:W3CDTF">2019-01-10T08:30:00Z</dcterms:modified>
</cp:coreProperties>
</file>