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E32D49" w:rsidRDefault="00E32D49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 w:rsidRPr="00E32D49">
        <w:rPr>
          <w:b/>
          <w:bCs/>
          <w:sz w:val="24"/>
          <w:szCs w:val="24"/>
        </w:rPr>
        <w:t>k</w:t>
      </w:r>
      <w:r w:rsidRPr="00E32D49">
        <w:rPr>
          <w:b/>
          <w:sz w:val="24"/>
          <w:szCs w:val="24"/>
        </w:rPr>
        <w:t> senátnímu návrhu zákona, kterým se mění zákon č. 108/2006 Sb., o sociálních službách, ve</w:t>
      </w:r>
      <w:r>
        <w:rPr>
          <w:b/>
          <w:sz w:val="24"/>
          <w:szCs w:val="24"/>
        </w:rPr>
        <w:t> </w:t>
      </w:r>
      <w:r w:rsidRPr="00E32D49">
        <w:rPr>
          <w:b/>
          <w:sz w:val="24"/>
          <w:szCs w:val="24"/>
        </w:rPr>
        <w:t>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32D49">
        <w:rPr>
          <w:b/>
          <w:bCs/>
          <w:sz w:val="24"/>
        </w:rPr>
        <w:t>160)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A81E66">
        <w:rPr>
          <w:b/>
        </w:rPr>
        <w:t>13. listopadu 2018</w:t>
      </w:r>
    </w:p>
    <w:p w:rsidR="000C6893" w:rsidRDefault="000C6893"/>
    <w:p w:rsidR="000C6893" w:rsidRDefault="000C6893"/>
    <w:p w:rsidR="00096637" w:rsidRPr="002C5F86" w:rsidRDefault="006854A2" w:rsidP="00BA549B">
      <w:pPr>
        <w:jc w:val="both"/>
        <w:rPr>
          <w:rFonts w:cs="Times New Roman"/>
          <w:b/>
        </w:rPr>
      </w:pPr>
      <w:r w:rsidRPr="002C5F86">
        <w:rPr>
          <w:rFonts w:cs="Times New Roman"/>
          <w:b/>
        </w:rPr>
        <w:t>A</w:t>
      </w:r>
      <w:r w:rsidRPr="002C5F86">
        <w:rPr>
          <w:rFonts w:cs="Times New Roman"/>
          <w:b/>
        </w:rPr>
        <w:tab/>
        <w:t xml:space="preserve">Poslankyně Markéta </w:t>
      </w:r>
      <w:proofErr w:type="spellStart"/>
      <w:r w:rsidRPr="002C5F86">
        <w:rPr>
          <w:rFonts w:cs="Times New Roman"/>
          <w:b/>
        </w:rPr>
        <w:t>Pekarová</w:t>
      </w:r>
      <w:proofErr w:type="spellEnd"/>
      <w:r w:rsidRPr="002C5F86">
        <w:rPr>
          <w:rFonts w:cs="Times New Roman"/>
          <w:b/>
        </w:rPr>
        <w:t xml:space="preserve"> Adamová</w:t>
      </w:r>
    </w:p>
    <w:p w:rsidR="006854A2" w:rsidRPr="002C5F86" w:rsidRDefault="006854A2" w:rsidP="00BA549B">
      <w:pPr>
        <w:jc w:val="both"/>
        <w:rPr>
          <w:rFonts w:cs="Times New Roman"/>
          <w:b/>
        </w:rPr>
      </w:pPr>
    </w:p>
    <w:p w:rsidR="006854A2" w:rsidRPr="002C5F86" w:rsidRDefault="006854A2" w:rsidP="00BA549B">
      <w:pPr>
        <w:jc w:val="both"/>
        <w:rPr>
          <w:rFonts w:cs="Times New Roman"/>
        </w:rPr>
      </w:pPr>
      <w:r w:rsidRPr="002C5F86">
        <w:rPr>
          <w:rFonts w:cs="Times New Roman"/>
        </w:rPr>
        <w:t>(SD 1524)</w:t>
      </w:r>
    </w:p>
    <w:p w:rsidR="006854A2" w:rsidRPr="002C5F86" w:rsidRDefault="006854A2" w:rsidP="00BA549B">
      <w:pPr>
        <w:jc w:val="both"/>
        <w:rPr>
          <w:rFonts w:cs="Times New Roman"/>
        </w:rPr>
      </w:pPr>
    </w:p>
    <w:p w:rsidR="006854A2" w:rsidRDefault="006854A2" w:rsidP="00BA549B">
      <w:pPr>
        <w:jc w:val="both"/>
        <w:rPr>
          <w:rFonts w:cs="Times New Roman"/>
          <w:b/>
          <w:u w:val="single"/>
        </w:rPr>
      </w:pPr>
      <w:r w:rsidRPr="002C5F86">
        <w:rPr>
          <w:rFonts w:cs="Times New Roman"/>
          <w:b/>
          <w:u w:val="single"/>
        </w:rPr>
        <w:t>VARIANTA I</w:t>
      </w:r>
    </w:p>
    <w:p w:rsidR="006B22DC" w:rsidRPr="002C5F86" w:rsidRDefault="006B22DC" w:rsidP="00BA549B">
      <w:pPr>
        <w:jc w:val="both"/>
        <w:rPr>
          <w:rFonts w:cs="Times New Roman"/>
          <w:b/>
          <w:u w:val="single"/>
        </w:rPr>
      </w:pPr>
    </w:p>
    <w:p w:rsidR="006854A2" w:rsidRPr="002C5F86" w:rsidRDefault="006B22DC" w:rsidP="00BA549B">
      <w:pPr>
        <w:jc w:val="both"/>
        <w:rPr>
          <w:rFonts w:cs="Times New Roman"/>
        </w:rPr>
      </w:pPr>
      <w:r w:rsidRPr="006B22DC">
        <w:rPr>
          <w:rFonts w:cs="Times New Roman"/>
          <w:b/>
        </w:rPr>
        <w:t xml:space="preserve">A. </w:t>
      </w:r>
      <w:r w:rsidR="006854A2" w:rsidRPr="006B22DC">
        <w:rPr>
          <w:rFonts w:cs="Times New Roman"/>
          <w:b/>
        </w:rPr>
        <w:t>1.</w:t>
      </w:r>
      <w:r w:rsidR="006854A2" w:rsidRPr="002C5F86">
        <w:rPr>
          <w:rFonts w:cs="Times New Roman"/>
        </w:rPr>
        <w:t xml:space="preserve"> Bod 1 zní:</w:t>
      </w:r>
    </w:p>
    <w:p w:rsidR="006854A2" w:rsidRPr="002C5F86" w:rsidRDefault="006854A2" w:rsidP="00BA549B">
      <w:pPr>
        <w:pStyle w:val="Normln1"/>
        <w:spacing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>„§ 11 zní:</w:t>
      </w:r>
    </w:p>
    <w:p w:rsidR="006854A2" w:rsidRPr="002C5F86" w:rsidRDefault="00BA549B" w:rsidP="00BA549B">
      <w:pPr>
        <w:pStyle w:val="Normln1"/>
        <w:spacing w:line="240" w:lineRule="auto"/>
        <w:ind w:left="-20" w:firstLine="3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854A2" w:rsidRPr="002C5F86">
        <w:rPr>
          <w:rFonts w:ascii="Times New Roman" w:hAnsi="Times New Roman" w:cs="Times New Roman"/>
          <w:sz w:val="24"/>
          <w:szCs w:val="24"/>
        </w:rPr>
        <w:t>(1) Výše příspěvku pro osoby do 18 let věku činí za kalendářní měsíc</w:t>
      </w:r>
    </w:p>
    <w:p w:rsidR="006854A2" w:rsidRPr="002C5F86" w:rsidRDefault="006854A2" w:rsidP="00BA549B">
      <w:pPr>
        <w:pStyle w:val="Normln1"/>
        <w:spacing w:line="240" w:lineRule="auto"/>
        <w:ind w:left="10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 xml:space="preserve">a) </w:t>
      </w:r>
      <w:r w:rsidRPr="002C5F86">
        <w:rPr>
          <w:rFonts w:ascii="Times New Roman" w:hAnsi="Times New Roman" w:cs="Times New Roman"/>
          <w:sz w:val="24"/>
          <w:szCs w:val="24"/>
        </w:rPr>
        <w:tab/>
        <w:t>0,3 násobek minimální mzdy platné ke dni výpočtu příspěvku, jde-li o stupeň I (lehká závislost),</w:t>
      </w:r>
    </w:p>
    <w:p w:rsidR="006854A2" w:rsidRPr="002C5F86" w:rsidRDefault="006854A2" w:rsidP="00BA549B">
      <w:pPr>
        <w:pStyle w:val="Normln1"/>
        <w:spacing w:line="240" w:lineRule="auto"/>
        <w:ind w:left="10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>b)</w:t>
      </w:r>
      <w:r w:rsidRPr="002C5F86">
        <w:rPr>
          <w:rFonts w:ascii="Times New Roman" w:hAnsi="Times New Roman" w:cs="Times New Roman"/>
          <w:sz w:val="24"/>
          <w:szCs w:val="24"/>
        </w:rPr>
        <w:tab/>
        <w:t xml:space="preserve">0,55 násobek minimální mzdy platné ke dni výpočtu příspěvku, jde-li o stupeň II (středně těžká závislost), </w:t>
      </w:r>
    </w:p>
    <w:p w:rsidR="006854A2" w:rsidRPr="002C5F86" w:rsidRDefault="006854A2" w:rsidP="00BA549B">
      <w:pPr>
        <w:pStyle w:val="Normln1"/>
        <w:spacing w:line="240" w:lineRule="auto"/>
        <w:ind w:left="1040" w:hanging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5F86">
        <w:rPr>
          <w:rFonts w:ascii="Times New Roman" w:hAnsi="Times New Roman" w:cs="Times New Roman"/>
          <w:sz w:val="24"/>
          <w:szCs w:val="24"/>
        </w:rPr>
        <w:t>c)  1 násobek</w:t>
      </w:r>
      <w:proofErr w:type="gramEnd"/>
      <w:r w:rsidRPr="002C5F86">
        <w:rPr>
          <w:rFonts w:ascii="Times New Roman" w:hAnsi="Times New Roman" w:cs="Times New Roman"/>
          <w:sz w:val="24"/>
          <w:szCs w:val="24"/>
        </w:rPr>
        <w:t xml:space="preserve"> minimální mzdy platné ke dni výpočtu příspěvku, jde-li o stupeň III (těžká závislost), </w:t>
      </w:r>
    </w:p>
    <w:p w:rsidR="006854A2" w:rsidRPr="002C5F86" w:rsidRDefault="006854A2" w:rsidP="00BA549B">
      <w:pPr>
        <w:pStyle w:val="Normln1"/>
        <w:spacing w:line="240" w:lineRule="auto"/>
        <w:ind w:left="38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5F86">
        <w:rPr>
          <w:rFonts w:ascii="Times New Roman" w:hAnsi="Times New Roman" w:cs="Times New Roman"/>
          <w:sz w:val="24"/>
          <w:szCs w:val="24"/>
        </w:rPr>
        <w:t>d)  jde</w:t>
      </w:r>
      <w:proofErr w:type="gramEnd"/>
      <w:r w:rsidRPr="002C5F86">
        <w:rPr>
          <w:rFonts w:ascii="Times New Roman" w:hAnsi="Times New Roman" w:cs="Times New Roman"/>
          <w:sz w:val="24"/>
          <w:szCs w:val="24"/>
        </w:rPr>
        <w:t>-li o stupeň IV (úplná závislost)</w:t>
      </w:r>
    </w:p>
    <w:p w:rsidR="006854A2" w:rsidRPr="002C5F86" w:rsidRDefault="006854A2" w:rsidP="00BA549B">
      <w:pPr>
        <w:pStyle w:val="Normln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 xml:space="preserve">1,1 násobek minimální mzdy platné ke dni výpočtu příspěvku, pokud osobě poskytuje pomoc poskytovatel pobytových sociálních služeb podle § 48, 49, 50, 51, 52 nebo dětský domov anebo speciální lůžkové zdravotnické zařízení hospicového typu, </w:t>
      </w:r>
    </w:p>
    <w:p w:rsidR="006854A2" w:rsidRPr="002C5F86" w:rsidRDefault="006854A2" w:rsidP="00BA549B">
      <w:pPr>
        <w:pStyle w:val="Normln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>1,5 násobek minimální mzdy platné ke dni výpočtu příspěvku v ostatních případech.</w:t>
      </w:r>
    </w:p>
    <w:p w:rsidR="006854A2" w:rsidRPr="002C5F86" w:rsidRDefault="006854A2" w:rsidP="00BA549B">
      <w:pPr>
        <w:pStyle w:val="Normln1"/>
        <w:spacing w:line="240" w:lineRule="auto"/>
        <w:ind w:left="1000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4A2" w:rsidRPr="002C5F86" w:rsidRDefault="006854A2" w:rsidP="00BA549B">
      <w:pPr>
        <w:pStyle w:val="Normln1"/>
        <w:spacing w:line="240" w:lineRule="auto"/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>(2) Výše příspěvku pro osoby starší 18 let činí za kalendářní měsíc</w:t>
      </w:r>
    </w:p>
    <w:p w:rsidR="006854A2" w:rsidRPr="002C5F86" w:rsidRDefault="006854A2" w:rsidP="00BA549B">
      <w:pPr>
        <w:pStyle w:val="Normln1"/>
        <w:spacing w:line="240" w:lineRule="auto"/>
        <w:ind w:left="10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 xml:space="preserve">a) </w:t>
      </w:r>
      <w:r w:rsidRPr="002C5F86">
        <w:rPr>
          <w:rFonts w:ascii="Times New Roman" w:hAnsi="Times New Roman" w:cs="Times New Roman"/>
          <w:sz w:val="24"/>
          <w:szCs w:val="24"/>
        </w:rPr>
        <w:tab/>
        <w:t>0,1 násobek minimální mzdy platné ke dni výpočtu příspěvku, jde-li o stupeň I (lehká závislost),</w:t>
      </w:r>
    </w:p>
    <w:p w:rsidR="006854A2" w:rsidRPr="002C5F86" w:rsidRDefault="006854A2" w:rsidP="00BA549B">
      <w:pPr>
        <w:pStyle w:val="Normln1"/>
        <w:spacing w:line="240" w:lineRule="auto"/>
        <w:ind w:left="10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>b)</w:t>
      </w:r>
      <w:r w:rsidRPr="002C5F86">
        <w:rPr>
          <w:rFonts w:ascii="Times New Roman" w:hAnsi="Times New Roman" w:cs="Times New Roman"/>
          <w:sz w:val="24"/>
          <w:szCs w:val="24"/>
        </w:rPr>
        <w:tab/>
        <w:t>0,4 násobek minimální mzdy platné ke dni výpočtu příspěvku, jde-li o stupeň II (středně těžká závislost),</w:t>
      </w:r>
    </w:p>
    <w:p w:rsidR="006854A2" w:rsidRPr="002C5F86" w:rsidRDefault="006854A2" w:rsidP="00BA549B">
      <w:pPr>
        <w:pStyle w:val="Normln1"/>
        <w:spacing w:line="240" w:lineRule="auto"/>
        <w:ind w:left="1040" w:hanging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5F86">
        <w:rPr>
          <w:rFonts w:ascii="Times New Roman" w:hAnsi="Times New Roman" w:cs="Times New Roman"/>
          <w:sz w:val="24"/>
          <w:szCs w:val="24"/>
        </w:rPr>
        <w:t>c)  1 násobek</w:t>
      </w:r>
      <w:proofErr w:type="gramEnd"/>
      <w:r w:rsidRPr="002C5F86">
        <w:rPr>
          <w:rFonts w:ascii="Times New Roman" w:hAnsi="Times New Roman" w:cs="Times New Roman"/>
          <w:sz w:val="24"/>
          <w:szCs w:val="24"/>
        </w:rPr>
        <w:t xml:space="preserve"> minimální mzdy platné ke dni výpočtu příspěvku, jde-li o stupeň III (těžká závislost),</w:t>
      </w:r>
    </w:p>
    <w:p w:rsidR="006854A2" w:rsidRPr="002C5F86" w:rsidRDefault="006854A2" w:rsidP="00BA549B">
      <w:pPr>
        <w:pStyle w:val="Normln1"/>
        <w:spacing w:line="240" w:lineRule="auto"/>
        <w:ind w:left="380" w:firstLine="3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5F86">
        <w:rPr>
          <w:rFonts w:ascii="Times New Roman" w:hAnsi="Times New Roman" w:cs="Times New Roman"/>
          <w:sz w:val="24"/>
          <w:szCs w:val="24"/>
        </w:rPr>
        <w:t>d)  jde</w:t>
      </w:r>
      <w:proofErr w:type="gramEnd"/>
      <w:r w:rsidRPr="002C5F86">
        <w:rPr>
          <w:rFonts w:ascii="Times New Roman" w:hAnsi="Times New Roman" w:cs="Times New Roman"/>
          <w:sz w:val="24"/>
          <w:szCs w:val="24"/>
        </w:rPr>
        <w:t>-li o stupeň IV (úplná závislost)</w:t>
      </w:r>
    </w:p>
    <w:p w:rsidR="006854A2" w:rsidRPr="002C5F86" w:rsidRDefault="006854A2" w:rsidP="00BA549B">
      <w:pPr>
        <w:pStyle w:val="Normln1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 xml:space="preserve">1,1 násobek minimální mzdy platné ke dni výpočtu příspěvku, pokud osobě poskytuje pomoc poskytovatel pobytových sociálních služeb podle § 48, 49, 50, 51, 52 nebo dětský domov anebo speciální lůžkové zdravotnické zařízení hospicového typu, </w:t>
      </w:r>
    </w:p>
    <w:p w:rsidR="006854A2" w:rsidRDefault="006854A2" w:rsidP="00BA549B">
      <w:pPr>
        <w:pStyle w:val="Normln1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>1,5 násobek minimální mzdy platné ke dni výpočtu příspěvku v ostatních případech.</w:t>
      </w:r>
    </w:p>
    <w:p w:rsidR="00BA549B" w:rsidRPr="002C5F86" w:rsidRDefault="00BA549B" w:rsidP="00BA549B">
      <w:pPr>
        <w:pStyle w:val="Normln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4A2" w:rsidRPr="002C5F86" w:rsidRDefault="00BA549B" w:rsidP="00BA549B">
      <w:pPr>
        <w:pStyle w:val="Normln1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Č</w:t>
      </w:r>
      <w:r w:rsidR="006854A2" w:rsidRPr="002C5F86">
        <w:rPr>
          <w:rFonts w:ascii="Times New Roman" w:hAnsi="Times New Roman" w:cs="Times New Roman"/>
          <w:sz w:val="24"/>
          <w:szCs w:val="24"/>
        </w:rPr>
        <w:t xml:space="preserve">ástky příspěvku uvedené v odstavcích 1 a 2 se podle § 12 zvyšují o 2 000 Kč za kalendářní měsíc.‘ </w:t>
      </w:r>
    </w:p>
    <w:p w:rsidR="006854A2" w:rsidRDefault="006854A2" w:rsidP="00BA549B">
      <w:pPr>
        <w:pStyle w:val="Normln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F86">
        <w:rPr>
          <w:rFonts w:ascii="Times New Roman" w:hAnsi="Times New Roman" w:cs="Times New Roman"/>
          <w:sz w:val="24"/>
          <w:szCs w:val="24"/>
        </w:rPr>
        <w:t>následující body se přečíslují.“.</w:t>
      </w:r>
    </w:p>
    <w:p w:rsidR="006B22DC" w:rsidRPr="002C5F86" w:rsidRDefault="006B22DC" w:rsidP="00BA549B">
      <w:pPr>
        <w:pStyle w:val="Normln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4A2" w:rsidRPr="002C5F86" w:rsidRDefault="006B22DC" w:rsidP="00BA549B">
      <w:pPr>
        <w:pStyle w:val="Normln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2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A. </w:t>
      </w:r>
      <w:r w:rsidR="006854A2" w:rsidRPr="006B22DC">
        <w:rPr>
          <w:rFonts w:ascii="Times New Roman" w:hAnsi="Times New Roman" w:cs="Times New Roman"/>
          <w:b/>
          <w:sz w:val="24"/>
          <w:szCs w:val="24"/>
        </w:rPr>
        <w:t>2.</w:t>
      </w:r>
      <w:r w:rsidR="006854A2" w:rsidRPr="002C5F86">
        <w:rPr>
          <w:rFonts w:ascii="Times New Roman" w:hAnsi="Times New Roman" w:cs="Times New Roman"/>
          <w:sz w:val="24"/>
          <w:szCs w:val="24"/>
        </w:rPr>
        <w:t xml:space="preserve"> dosavadní body 2 a 3 se vypouštějí.</w:t>
      </w:r>
    </w:p>
    <w:p w:rsidR="006854A2" w:rsidRPr="002C5F86" w:rsidRDefault="006854A2" w:rsidP="00BA549B">
      <w:pPr>
        <w:pStyle w:val="Normln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54A2" w:rsidRPr="002C5F86" w:rsidRDefault="006854A2" w:rsidP="00BA549B">
      <w:pPr>
        <w:pStyle w:val="Normln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54A2" w:rsidRPr="002C5F86" w:rsidRDefault="006854A2" w:rsidP="00BA549B">
      <w:pPr>
        <w:pStyle w:val="Normln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5F86">
        <w:rPr>
          <w:rFonts w:ascii="Times New Roman" w:hAnsi="Times New Roman" w:cs="Times New Roman"/>
          <w:b/>
          <w:sz w:val="24"/>
          <w:szCs w:val="24"/>
          <w:u w:val="single"/>
        </w:rPr>
        <w:t>VARIANTA II</w:t>
      </w:r>
    </w:p>
    <w:p w:rsidR="006854A2" w:rsidRPr="002C5F86" w:rsidRDefault="006B22DC" w:rsidP="00BA549B">
      <w:pPr>
        <w:jc w:val="both"/>
        <w:rPr>
          <w:rFonts w:cs="Times New Roman"/>
        </w:rPr>
      </w:pPr>
      <w:r w:rsidRPr="006B22DC">
        <w:rPr>
          <w:rFonts w:cs="Times New Roman"/>
          <w:b/>
        </w:rPr>
        <w:t>A. 3</w:t>
      </w:r>
      <w:r w:rsidR="006854A2" w:rsidRPr="006B22DC">
        <w:rPr>
          <w:rFonts w:cs="Times New Roman"/>
          <w:b/>
        </w:rPr>
        <w:t>.</w:t>
      </w:r>
      <w:r w:rsidR="006854A2" w:rsidRPr="002C5F86">
        <w:rPr>
          <w:rFonts w:cs="Times New Roman"/>
        </w:rPr>
        <w:t xml:space="preserve"> před bod 1 se vkládá nový bod, který zní:</w:t>
      </w:r>
    </w:p>
    <w:p w:rsidR="006854A2" w:rsidRPr="002C5F86" w:rsidRDefault="00D67510" w:rsidP="00D67510">
      <w:pPr>
        <w:pStyle w:val="Normln1"/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854A2" w:rsidRPr="002C5F86">
        <w:rPr>
          <w:rFonts w:ascii="Times New Roman" w:hAnsi="Times New Roman" w:cs="Times New Roman"/>
          <w:sz w:val="24"/>
          <w:szCs w:val="24"/>
        </w:rPr>
        <w:t>1. V § 11 odst. 1 a 2 písmeno c) zní:</w:t>
      </w:r>
    </w:p>
    <w:p w:rsidR="006854A2" w:rsidRPr="002C5F86" w:rsidRDefault="00D67510" w:rsidP="00D67510">
      <w:pPr>
        <w:pStyle w:val="Normln1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854A2" w:rsidRPr="002C5F86">
        <w:rPr>
          <w:rFonts w:ascii="Times New Roman" w:hAnsi="Times New Roman" w:cs="Times New Roman"/>
          <w:sz w:val="24"/>
          <w:szCs w:val="24"/>
        </w:rPr>
        <w:t>c) 12 200 Kč, jde-li o stupeň III (těžká závislost)</w:t>
      </w:r>
      <w:r>
        <w:rPr>
          <w:rFonts w:ascii="Times New Roman" w:hAnsi="Times New Roman" w:cs="Times New Roman"/>
          <w:sz w:val="24"/>
          <w:szCs w:val="24"/>
        </w:rPr>
        <w:t>.“.“.</w:t>
      </w:r>
    </w:p>
    <w:p w:rsidR="00D67510" w:rsidRDefault="00D67510" w:rsidP="00BA549B">
      <w:pPr>
        <w:pStyle w:val="Normln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4A2" w:rsidRPr="002C5F86" w:rsidRDefault="00D67510" w:rsidP="00BA549B">
      <w:pPr>
        <w:pStyle w:val="Normln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6854A2" w:rsidRPr="002C5F86">
        <w:rPr>
          <w:rFonts w:ascii="Times New Roman" w:hAnsi="Times New Roman" w:cs="Times New Roman"/>
          <w:sz w:val="24"/>
          <w:szCs w:val="24"/>
        </w:rPr>
        <w:t>ásledující body se přečíslují.</w:t>
      </w:r>
    </w:p>
    <w:p w:rsidR="006854A2" w:rsidRPr="002C5F86" w:rsidRDefault="006854A2" w:rsidP="00BA549B">
      <w:pPr>
        <w:suppressAutoHyphens w:val="0"/>
        <w:jc w:val="both"/>
        <w:rPr>
          <w:rFonts w:eastAsia="Arial" w:cs="Times New Roman"/>
          <w:kern w:val="0"/>
          <w:lang w:val="cs"/>
        </w:rPr>
      </w:pPr>
    </w:p>
    <w:p w:rsidR="00096637" w:rsidRPr="002C5F86" w:rsidRDefault="00096637" w:rsidP="006854A2">
      <w:pPr>
        <w:jc w:val="both"/>
        <w:rPr>
          <w:rFonts w:cs="Times New Roman"/>
        </w:rPr>
      </w:pPr>
    </w:p>
    <w:p w:rsidR="00096637" w:rsidRPr="002C5F86" w:rsidRDefault="006854A2" w:rsidP="006854A2">
      <w:pPr>
        <w:jc w:val="both"/>
        <w:rPr>
          <w:rFonts w:cs="Times New Roman"/>
          <w:b/>
        </w:rPr>
      </w:pPr>
      <w:r w:rsidRPr="002C5F86">
        <w:rPr>
          <w:rFonts w:cs="Times New Roman"/>
          <w:b/>
        </w:rPr>
        <w:t>B</w:t>
      </w:r>
      <w:r w:rsidRPr="002C5F86">
        <w:rPr>
          <w:rFonts w:cs="Times New Roman"/>
          <w:b/>
        </w:rPr>
        <w:tab/>
        <w:t>Poslanec Petr Třešňák</w:t>
      </w:r>
    </w:p>
    <w:p w:rsidR="006854A2" w:rsidRPr="002C5F86" w:rsidRDefault="006854A2" w:rsidP="006854A2">
      <w:pPr>
        <w:jc w:val="both"/>
        <w:rPr>
          <w:rFonts w:cs="Times New Roman"/>
        </w:rPr>
      </w:pPr>
      <w:r w:rsidRPr="002C5F86">
        <w:rPr>
          <w:rFonts w:cs="Times New Roman"/>
        </w:rPr>
        <w:t>(SD 1646)</w:t>
      </w:r>
    </w:p>
    <w:p w:rsidR="006854A2" w:rsidRPr="002C5F86" w:rsidRDefault="006854A2" w:rsidP="006854A2">
      <w:pPr>
        <w:jc w:val="both"/>
        <w:rPr>
          <w:rFonts w:cs="Times New Roman"/>
        </w:rPr>
      </w:pPr>
    </w:p>
    <w:p w:rsidR="006854A2" w:rsidRPr="006B22DC" w:rsidRDefault="006B22DC" w:rsidP="006B22DC">
      <w:pPr>
        <w:widowControl/>
        <w:suppressAutoHyphens w:val="0"/>
        <w:ind w:left="-76"/>
        <w:contextualSpacing/>
        <w:jc w:val="both"/>
        <w:rPr>
          <w:rFonts w:eastAsia="Roboto" w:cs="Times New Roman"/>
        </w:rPr>
      </w:pPr>
      <w:r>
        <w:rPr>
          <w:rFonts w:eastAsia="Roboto" w:cs="Times New Roman"/>
          <w:b/>
        </w:rPr>
        <w:t>B. 1</w:t>
      </w:r>
      <w:r w:rsidRPr="006B22DC">
        <w:rPr>
          <w:rFonts w:eastAsia="Roboto" w:cs="Times New Roman"/>
        </w:rPr>
        <w:t xml:space="preserve">. </w:t>
      </w:r>
      <w:r w:rsidR="006854A2" w:rsidRPr="006B22DC">
        <w:rPr>
          <w:rFonts w:eastAsia="Roboto" w:cs="Times New Roman"/>
        </w:rPr>
        <w:t>V Čl. I novelizační bod 1 zní:</w:t>
      </w:r>
    </w:p>
    <w:p w:rsidR="006854A2" w:rsidRPr="006B22DC" w:rsidRDefault="006854A2" w:rsidP="006854A2">
      <w:pPr>
        <w:ind w:left="284" w:hanging="720"/>
        <w:jc w:val="both"/>
        <w:rPr>
          <w:rFonts w:eastAsia="Roboto" w:cs="Times New Roman"/>
        </w:rPr>
      </w:pPr>
    </w:p>
    <w:p w:rsidR="006854A2" w:rsidRPr="002C5F86" w:rsidRDefault="006854A2" w:rsidP="006B22DC">
      <w:pPr>
        <w:ind w:left="284" w:hanging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„1. V § 11 odst. 1 písmena c) a d) znějí:</w:t>
      </w:r>
    </w:p>
    <w:p w:rsidR="006854A2" w:rsidRPr="002C5F86" w:rsidRDefault="006854A2" w:rsidP="006854A2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„c) jde-li o stupeň III (těžká závislost)</w:t>
      </w:r>
    </w:p>
    <w:p w:rsidR="006854A2" w:rsidRPr="002C5F86" w:rsidRDefault="006854A2" w:rsidP="006B22DC">
      <w:pPr>
        <w:ind w:left="709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9 900 Kč, pokud osobě poskytuje pomoc poskytovatel pobytových sociálních služeb podle § 48, 49, 50, 51, 52 nebo dětský domov anebo speciální lůžkové zdravotnické zařízení hospicového typu,</w:t>
      </w:r>
    </w:p>
    <w:p w:rsidR="006854A2" w:rsidRPr="002C5F86" w:rsidRDefault="006854A2" w:rsidP="006B22DC">
      <w:pPr>
        <w:ind w:left="284" w:firstLine="425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11 000 Kč v ostatních případech,</w:t>
      </w:r>
    </w:p>
    <w:p w:rsidR="006854A2" w:rsidRPr="002C5F86" w:rsidRDefault="006854A2" w:rsidP="006854A2">
      <w:pPr>
        <w:ind w:left="284"/>
        <w:jc w:val="both"/>
        <w:rPr>
          <w:rFonts w:eastAsia="Roboto" w:cs="Times New Roman"/>
        </w:rPr>
      </w:pPr>
    </w:p>
    <w:p w:rsidR="006854A2" w:rsidRPr="002C5F86" w:rsidRDefault="006854A2" w:rsidP="006854A2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d) jde-li o stupeň IV (úplná závislost)</w:t>
      </w:r>
    </w:p>
    <w:p w:rsidR="006854A2" w:rsidRPr="002C5F86" w:rsidRDefault="006854A2" w:rsidP="006B22DC">
      <w:pPr>
        <w:ind w:left="709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13 200 Kč, pokud osobě poskytuje pomoc poskytovatel pobytových sociálních služeb podle §</w:t>
      </w:r>
      <w:r w:rsidR="002C5F86">
        <w:rPr>
          <w:rFonts w:eastAsia="Roboto" w:cs="Times New Roman"/>
        </w:rPr>
        <w:t> </w:t>
      </w:r>
      <w:r w:rsidRPr="002C5F86">
        <w:rPr>
          <w:rFonts w:eastAsia="Roboto" w:cs="Times New Roman"/>
        </w:rPr>
        <w:t>48, 49, 50, 51, 52 nebo dětský domov anebo speciální lůžkové zdravotnické zařízení hospicového typu,</w:t>
      </w:r>
    </w:p>
    <w:p w:rsidR="006854A2" w:rsidRPr="002C5F86" w:rsidRDefault="006854A2" w:rsidP="006B22DC">
      <w:pPr>
        <w:ind w:left="284" w:firstLine="425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19 200 Kč v ostatních případech.“.“.</w:t>
      </w:r>
    </w:p>
    <w:p w:rsidR="006854A2" w:rsidRPr="002C5F86" w:rsidRDefault="006854A2" w:rsidP="006854A2">
      <w:pPr>
        <w:ind w:left="284"/>
        <w:jc w:val="both"/>
        <w:rPr>
          <w:rFonts w:eastAsia="Roboto" w:cs="Times New Roman"/>
        </w:rPr>
      </w:pPr>
    </w:p>
    <w:p w:rsidR="006854A2" w:rsidRPr="006B22DC" w:rsidRDefault="006B22DC" w:rsidP="006B22DC">
      <w:pPr>
        <w:widowControl/>
        <w:suppressAutoHyphens w:val="0"/>
        <w:ind w:left="-76"/>
        <w:contextualSpacing/>
        <w:jc w:val="both"/>
        <w:rPr>
          <w:rFonts w:eastAsia="Roboto" w:cs="Times New Roman"/>
        </w:rPr>
      </w:pPr>
      <w:r>
        <w:rPr>
          <w:rFonts w:eastAsia="Roboto" w:cs="Times New Roman"/>
          <w:b/>
        </w:rPr>
        <w:t xml:space="preserve">B. 2. </w:t>
      </w:r>
      <w:r w:rsidR="006854A2" w:rsidRPr="006B22DC">
        <w:rPr>
          <w:rFonts w:eastAsia="Roboto" w:cs="Times New Roman"/>
        </w:rPr>
        <w:t>V Čl. I se vkládá novelizační bod 2, který zní:</w:t>
      </w:r>
    </w:p>
    <w:p w:rsidR="006854A2" w:rsidRPr="002C5F86" w:rsidRDefault="006854A2" w:rsidP="006854A2">
      <w:pPr>
        <w:ind w:left="284" w:hanging="720"/>
        <w:jc w:val="both"/>
        <w:rPr>
          <w:rFonts w:eastAsia="Roboto" w:cs="Times New Roman"/>
          <w:b/>
        </w:rPr>
      </w:pPr>
    </w:p>
    <w:p w:rsidR="006854A2" w:rsidRPr="002C5F86" w:rsidRDefault="006854A2" w:rsidP="006B22DC">
      <w:pPr>
        <w:ind w:left="284" w:hanging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„2. V § 11 odst. 2 písmena c) a d) znějí:</w:t>
      </w:r>
    </w:p>
    <w:p w:rsidR="006854A2" w:rsidRPr="002C5F86" w:rsidRDefault="006854A2" w:rsidP="006854A2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„c) jde-li o stupeň III (těžká závislost)</w:t>
      </w:r>
    </w:p>
    <w:p w:rsidR="006854A2" w:rsidRPr="002C5F86" w:rsidRDefault="006854A2" w:rsidP="006B22DC">
      <w:pPr>
        <w:ind w:left="709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8 800 Kč, pokud osobě poskytuje pomoc poskytovatel pobytových sociálních služeb podle §</w:t>
      </w:r>
      <w:r w:rsidR="002C5F86">
        <w:rPr>
          <w:rFonts w:eastAsia="Roboto" w:cs="Times New Roman"/>
        </w:rPr>
        <w:t> </w:t>
      </w:r>
      <w:r w:rsidRPr="002C5F86">
        <w:rPr>
          <w:rFonts w:eastAsia="Roboto" w:cs="Times New Roman"/>
        </w:rPr>
        <w:t>48, 49, 50, 51, 52 nebo dětský domov anebo speciální lůžkové zdravotnické zařízení hospicového typu,</w:t>
      </w:r>
    </w:p>
    <w:p w:rsidR="006854A2" w:rsidRPr="002C5F86" w:rsidRDefault="006854A2" w:rsidP="006B22DC">
      <w:pPr>
        <w:ind w:left="284" w:firstLine="425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11 000 Kč v ostatních případech,</w:t>
      </w:r>
    </w:p>
    <w:p w:rsidR="006854A2" w:rsidRPr="002C5F86" w:rsidRDefault="006854A2" w:rsidP="006854A2">
      <w:pPr>
        <w:ind w:left="284"/>
        <w:jc w:val="both"/>
        <w:rPr>
          <w:rFonts w:eastAsia="Roboto" w:cs="Times New Roman"/>
        </w:rPr>
      </w:pPr>
    </w:p>
    <w:p w:rsidR="006854A2" w:rsidRPr="002C5F86" w:rsidRDefault="006854A2" w:rsidP="006854A2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d) jde-li o stupeň IV (úplná závislost)</w:t>
      </w:r>
    </w:p>
    <w:p w:rsidR="006854A2" w:rsidRPr="002C5F86" w:rsidRDefault="006854A2" w:rsidP="006B22DC">
      <w:pPr>
        <w:tabs>
          <w:tab w:val="left" w:pos="284"/>
        </w:tabs>
        <w:ind w:left="709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13 200 Kč, pokud osobě poskytuje pomoc poskytovatel pobytových sociálních služeb podle §</w:t>
      </w:r>
      <w:r w:rsidR="002C5F86">
        <w:rPr>
          <w:rFonts w:eastAsia="Roboto" w:cs="Times New Roman"/>
        </w:rPr>
        <w:t> </w:t>
      </w:r>
      <w:r w:rsidRPr="002C5F86">
        <w:rPr>
          <w:rFonts w:eastAsia="Roboto" w:cs="Times New Roman"/>
        </w:rPr>
        <w:t>48, 49, 50, 51, 52 nebo dětský domov anebo speciální lůžkové zdravotnické zařízení hospicového typu,</w:t>
      </w:r>
    </w:p>
    <w:p w:rsidR="006854A2" w:rsidRPr="002C5F86" w:rsidRDefault="006854A2" w:rsidP="006B22DC">
      <w:pPr>
        <w:ind w:left="284" w:firstLine="425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19 200 Kč v ostatních případech.“.“.</w:t>
      </w:r>
    </w:p>
    <w:p w:rsidR="006854A2" w:rsidRPr="002C5F86" w:rsidRDefault="006854A2" w:rsidP="006854A2">
      <w:pPr>
        <w:jc w:val="both"/>
        <w:rPr>
          <w:rFonts w:eastAsia="Roboto" w:cs="Times New Roman"/>
        </w:rPr>
      </w:pPr>
    </w:p>
    <w:p w:rsidR="006854A2" w:rsidRPr="006B22DC" w:rsidRDefault="006854A2" w:rsidP="006854A2">
      <w:pPr>
        <w:jc w:val="both"/>
        <w:rPr>
          <w:rFonts w:eastAsia="Roboto" w:cs="Times New Roman"/>
        </w:rPr>
      </w:pPr>
      <w:r w:rsidRPr="006B22DC">
        <w:rPr>
          <w:rFonts w:eastAsia="Roboto" w:cs="Times New Roman"/>
        </w:rPr>
        <w:t>Dosavadní novelizační body 2 a 3 se označují jako body 3 a 4.</w:t>
      </w:r>
    </w:p>
    <w:p w:rsidR="006854A2" w:rsidRPr="002C5F86" w:rsidRDefault="006854A2" w:rsidP="006854A2">
      <w:pPr>
        <w:jc w:val="both"/>
        <w:rPr>
          <w:rFonts w:eastAsia="Roboto" w:cs="Times New Roman"/>
          <w:b/>
        </w:rPr>
      </w:pPr>
    </w:p>
    <w:p w:rsidR="006854A2" w:rsidRPr="002C5F86" w:rsidRDefault="006B22DC" w:rsidP="006854A2">
      <w:pPr>
        <w:jc w:val="both"/>
        <w:rPr>
          <w:rFonts w:eastAsia="Roboto" w:cs="Times New Roman"/>
          <w:b/>
        </w:rPr>
      </w:pPr>
      <w:r>
        <w:rPr>
          <w:rFonts w:eastAsia="Roboto" w:cs="Times New Roman"/>
          <w:b/>
        </w:rPr>
        <w:t xml:space="preserve">B. </w:t>
      </w:r>
      <w:r w:rsidR="006854A2" w:rsidRPr="002C5F86">
        <w:rPr>
          <w:rFonts w:eastAsia="Roboto" w:cs="Times New Roman"/>
          <w:b/>
        </w:rPr>
        <w:t xml:space="preserve">3. </w:t>
      </w:r>
      <w:r w:rsidR="006854A2" w:rsidRPr="006B22DC">
        <w:rPr>
          <w:rFonts w:eastAsia="Roboto" w:cs="Times New Roman"/>
        </w:rPr>
        <w:t>V Čl. I novelizační bod 3 zní:</w:t>
      </w:r>
    </w:p>
    <w:p w:rsidR="006854A2" w:rsidRPr="002C5F86" w:rsidRDefault="006854A2" w:rsidP="006854A2">
      <w:pPr>
        <w:jc w:val="both"/>
        <w:rPr>
          <w:rFonts w:eastAsia="Roboto" w:cs="Times New Roman"/>
          <w:b/>
        </w:rPr>
      </w:pPr>
    </w:p>
    <w:p w:rsidR="006854A2" w:rsidRPr="002C5F86" w:rsidRDefault="006854A2" w:rsidP="006854A2">
      <w:pPr>
        <w:jc w:val="both"/>
        <w:rPr>
          <w:rFonts w:eastAsia="Times" w:cs="Times New Roman"/>
        </w:rPr>
      </w:pPr>
      <w:r w:rsidRPr="002C5F86">
        <w:rPr>
          <w:rFonts w:eastAsia="Roboto" w:cs="Times New Roman"/>
        </w:rPr>
        <w:t>„3.</w:t>
      </w:r>
      <w:r w:rsidRPr="002C5F86">
        <w:rPr>
          <w:rFonts w:eastAsia="Times" w:cs="Times New Roman"/>
        </w:rPr>
        <w:t xml:space="preserve"> V § 12 odst. 2 větě první se slova „nebo stupni IV (úplná závislost)“ zrušují.</w:t>
      </w:r>
    </w:p>
    <w:p w:rsidR="006854A2" w:rsidRDefault="006854A2" w:rsidP="006854A2">
      <w:pPr>
        <w:jc w:val="both"/>
        <w:rPr>
          <w:rFonts w:eastAsia="Roboto" w:cs="Times New Roman"/>
          <w:b/>
        </w:rPr>
      </w:pPr>
    </w:p>
    <w:p w:rsidR="007320D2" w:rsidRDefault="007320D2" w:rsidP="006854A2">
      <w:pPr>
        <w:jc w:val="both"/>
        <w:rPr>
          <w:rFonts w:eastAsia="Roboto" w:cs="Times New Roman"/>
          <w:b/>
        </w:rPr>
      </w:pPr>
    </w:p>
    <w:p w:rsidR="007320D2" w:rsidRPr="002C5F86" w:rsidRDefault="007320D2" w:rsidP="006854A2">
      <w:pPr>
        <w:jc w:val="both"/>
        <w:rPr>
          <w:rFonts w:eastAsia="Roboto" w:cs="Times New Roman"/>
          <w:b/>
        </w:rPr>
      </w:pPr>
    </w:p>
    <w:p w:rsidR="006854A2" w:rsidRPr="006B22DC" w:rsidRDefault="006B22DC" w:rsidP="006854A2">
      <w:pPr>
        <w:jc w:val="both"/>
        <w:rPr>
          <w:rFonts w:eastAsia="Roboto" w:cs="Times New Roman"/>
        </w:rPr>
      </w:pPr>
      <w:r>
        <w:rPr>
          <w:rFonts w:eastAsia="Roboto" w:cs="Times New Roman"/>
          <w:b/>
        </w:rPr>
        <w:lastRenderedPageBreak/>
        <w:t xml:space="preserve">B. </w:t>
      </w:r>
      <w:r w:rsidR="006854A2" w:rsidRPr="002C5F86">
        <w:rPr>
          <w:rFonts w:eastAsia="Roboto" w:cs="Times New Roman"/>
          <w:b/>
        </w:rPr>
        <w:t xml:space="preserve">4. </w:t>
      </w:r>
      <w:r w:rsidR="006854A2" w:rsidRPr="006B22DC">
        <w:rPr>
          <w:rFonts w:eastAsia="Roboto" w:cs="Times New Roman"/>
        </w:rPr>
        <w:t>V Čl. II se v novelizačních bodech 2 a 3 slova „podle § 11 odst. 1 písm. d) bodu 2 a § 11 odst. 2 písm. d) bodu 2“ nahrazují slovy „podle § 11 odst. 1 písm. c) bodu 2 a písm. d) bodu 2 a § 11 odst. 2 písm. c) bodu 2 a písm. d) bodu 2“.</w:t>
      </w:r>
    </w:p>
    <w:p w:rsidR="006854A2" w:rsidRDefault="006854A2" w:rsidP="006854A2">
      <w:pPr>
        <w:jc w:val="both"/>
        <w:rPr>
          <w:rFonts w:eastAsia="Roboto" w:cs="Times New Roman"/>
          <w:b/>
        </w:rPr>
      </w:pPr>
    </w:p>
    <w:p w:rsidR="007320D2" w:rsidRPr="002C5F86" w:rsidRDefault="007320D2" w:rsidP="006854A2">
      <w:pPr>
        <w:jc w:val="both"/>
        <w:rPr>
          <w:rFonts w:eastAsia="Roboto" w:cs="Times New Roman"/>
          <w:b/>
        </w:rPr>
      </w:pPr>
    </w:p>
    <w:p w:rsidR="006854A2" w:rsidRPr="002C5F86" w:rsidRDefault="006854A2" w:rsidP="006854A2">
      <w:pPr>
        <w:jc w:val="both"/>
        <w:rPr>
          <w:rFonts w:cs="Times New Roman"/>
          <w:b/>
        </w:rPr>
      </w:pPr>
      <w:r w:rsidRPr="002C5F86">
        <w:rPr>
          <w:rFonts w:cs="Times New Roman"/>
          <w:b/>
        </w:rPr>
        <w:t>C</w:t>
      </w:r>
      <w:r w:rsidRPr="002C5F86">
        <w:rPr>
          <w:rFonts w:cs="Times New Roman"/>
          <w:b/>
        </w:rPr>
        <w:tab/>
        <w:t>Poslankyně Olga Richterová</w:t>
      </w:r>
    </w:p>
    <w:p w:rsidR="006854A2" w:rsidRPr="002C5F86" w:rsidRDefault="00C9227F" w:rsidP="006854A2">
      <w:pPr>
        <w:jc w:val="both"/>
        <w:rPr>
          <w:rFonts w:cs="Times New Roman"/>
        </w:rPr>
      </w:pPr>
      <w:r w:rsidRPr="002C5F86">
        <w:rPr>
          <w:rFonts w:cs="Times New Roman"/>
        </w:rPr>
        <w:t>(SD 1650)</w:t>
      </w:r>
    </w:p>
    <w:p w:rsidR="00C9227F" w:rsidRPr="002C5F86" w:rsidRDefault="00C9227F" w:rsidP="006854A2">
      <w:pPr>
        <w:jc w:val="both"/>
        <w:rPr>
          <w:rFonts w:cs="Times New Roman"/>
        </w:rPr>
      </w:pPr>
    </w:p>
    <w:p w:rsidR="0032236E" w:rsidRPr="006B22DC" w:rsidRDefault="006B22DC" w:rsidP="00D67510">
      <w:pPr>
        <w:widowControl/>
        <w:suppressAutoHyphens w:val="0"/>
        <w:ind w:left="-76"/>
        <w:contextualSpacing/>
        <w:jc w:val="both"/>
        <w:rPr>
          <w:rFonts w:eastAsia="Roboto" w:cs="Times New Roman"/>
        </w:rPr>
      </w:pPr>
      <w:r>
        <w:rPr>
          <w:rFonts w:eastAsia="Roboto" w:cs="Times New Roman"/>
          <w:b/>
        </w:rPr>
        <w:t xml:space="preserve">C. 1. </w:t>
      </w:r>
      <w:r w:rsidR="0032236E" w:rsidRPr="006B22DC">
        <w:rPr>
          <w:rFonts w:eastAsia="Roboto" w:cs="Times New Roman"/>
        </w:rPr>
        <w:t>V Čl. I novelizační bod 1 se mění takto:</w:t>
      </w:r>
    </w:p>
    <w:p w:rsidR="0032236E" w:rsidRPr="006B22DC" w:rsidRDefault="0032236E" w:rsidP="00D67510">
      <w:pPr>
        <w:ind w:left="284" w:hanging="284"/>
        <w:jc w:val="both"/>
        <w:rPr>
          <w:rFonts w:eastAsia="Roboto" w:cs="Times New Roman"/>
        </w:rPr>
      </w:pPr>
    </w:p>
    <w:p w:rsidR="0032236E" w:rsidRPr="002C5F86" w:rsidRDefault="0032236E" w:rsidP="00D67510">
      <w:pPr>
        <w:ind w:left="284" w:hanging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„1. V § 11 odst. 1 a 2 písmeno d) zní:</w:t>
      </w:r>
    </w:p>
    <w:p w:rsidR="0032236E" w:rsidRPr="002C5F86" w:rsidRDefault="0032236E" w:rsidP="00D67510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„d) jde-li o stupeň IV (úplná závislost)</w:t>
      </w:r>
    </w:p>
    <w:p w:rsidR="0032236E" w:rsidRPr="002C5F86" w:rsidRDefault="0032236E" w:rsidP="00D67510">
      <w:pPr>
        <w:ind w:left="709"/>
        <w:jc w:val="both"/>
        <w:rPr>
          <w:rFonts w:eastAsia="Roboto" w:cs="Times New Roman"/>
          <w:highlight w:val="red"/>
        </w:rPr>
      </w:pPr>
      <w:r w:rsidRPr="002C5F86">
        <w:rPr>
          <w:rFonts w:eastAsia="Roboto" w:cs="Times New Roman"/>
        </w:rPr>
        <w:t>1. 16 200 Kč, pokud osobě poskytuje pomoc poskytovatel pobytových sociálních služeb podle §</w:t>
      </w:r>
      <w:r w:rsidR="002C5F86">
        <w:rPr>
          <w:rFonts w:eastAsia="Roboto" w:cs="Times New Roman"/>
        </w:rPr>
        <w:t> </w:t>
      </w:r>
      <w:r w:rsidRPr="002C5F86">
        <w:rPr>
          <w:rFonts w:eastAsia="Roboto" w:cs="Times New Roman"/>
        </w:rPr>
        <w:t>48, 49, 50, 51, 52 nebo dětský domov anebo speciální lůžkové zdravotnické zařízení hospicového typu.</w:t>
      </w:r>
    </w:p>
    <w:p w:rsidR="0032236E" w:rsidRPr="002C5F86" w:rsidRDefault="0032236E" w:rsidP="00D67510">
      <w:pPr>
        <w:ind w:left="284" w:firstLine="425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19 200 Kč v ostatních případech.“.</w:t>
      </w:r>
    </w:p>
    <w:p w:rsidR="0032236E" w:rsidRPr="002C5F86" w:rsidRDefault="0032236E" w:rsidP="00D67510">
      <w:pPr>
        <w:ind w:left="284"/>
        <w:jc w:val="both"/>
        <w:rPr>
          <w:rFonts w:eastAsia="Roboto" w:cs="Times New Roman"/>
        </w:rPr>
      </w:pPr>
    </w:p>
    <w:p w:rsidR="0032236E" w:rsidRPr="002C5F86" w:rsidRDefault="006B22DC" w:rsidP="00D67510">
      <w:pPr>
        <w:ind w:left="284" w:hanging="284"/>
        <w:jc w:val="both"/>
        <w:rPr>
          <w:rFonts w:eastAsia="Roboto" w:cs="Times New Roman"/>
        </w:rPr>
      </w:pPr>
      <w:r w:rsidRPr="006B22DC">
        <w:rPr>
          <w:rFonts w:eastAsia="Roboto" w:cs="Times New Roman"/>
          <w:b/>
        </w:rPr>
        <w:t xml:space="preserve">C. </w:t>
      </w:r>
      <w:r w:rsidR="0032236E" w:rsidRPr="006B22DC">
        <w:rPr>
          <w:rFonts w:eastAsia="Roboto" w:cs="Times New Roman"/>
          <w:b/>
        </w:rPr>
        <w:t>2.</w:t>
      </w:r>
      <w:r w:rsidR="0032236E" w:rsidRPr="002C5F86">
        <w:rPr>
          <w:rFonts w:eastAsia="Roboto" w:cs="Times New Roman"/>
        </w:rPr>
        <w:t xml:space="preserve"> Článek II nově zní:</w:t>
      </w:r>
    </w:p>
    <w:p w:rsidR="0032236E" w:rsidRPr="002C5F86" w:rsidRDefault="0032236E" w:rsidP="00D67510">
      <w:pPr>
        <w:ind w:left="284"/>
        <w:jc w:val="center"/>
        <w:rPr>
          <w:rFonts w:eastAsia="Roboto" w:cs="Times New Roman"/>
        </w:rPr>
      </w:pPr>
      <w:r w:rsidRPr="002C5F86">
        <w:rPr>
          <w:rFonts w:eastAsia="Roboto" w:cs="Times New Roman"/>
        </w:rPr>
        <w:t>„Čl. II</w:t>
      </w:r>
    </w:p>
    <w:p w:rsidR="0032236E" w:rsidRPr="00D67510" w:rsidRDefault="0032236E" w:rsidP="00D67510">
      <w:pPr>
        <w:ind w:left="284"/>
        <w:jc w:val="center"/>
        <w:rPr>
          <w:rFonts w:eastAsia="Roboto" w:cs="Times New Roman"/>
          <w:b/>
        </w:rPr>
      </w:pPr>
      <w:r w:rsidRPr="00D67510">
        <w:rPr>
          <w:rFonts w:eastAsia="Roboto" w:cs="Times New Roman"/>
          <w:b/>
        </w:rPr>
        <w:t>Přechodná ustanovení</w:t>
      </w:r>
    </w:p>
    <w:p w:rsidR="00D67510" w:rsidRPr="002C5F86" w:rsidRDefault="00D67510" w:rsidP="00D67510">
      <w:pPr>
        <w:ind w:left="284"/>
        <w:jc w:val="center"/>
        <w:rPr>
          <w:rFonts w:eastAsia="Roboto" w:cs="Times New Roman"/>
        </w:rPr>
      </w:pPr>
    </w:p>
    <w:p w:rsidR="0032236E" w:rsidRDefault="0032236E" w:rsidP="00D67510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Řízení o příspěvku na péči zahájená a pravomocně neskončená přede dnem nabytí účinnosti tohoto zákona, se dokončí podle zákona č. 108/2006 Sb., ve znění účinném ode dne nabytí účinnosti tohoto zákona.</w:t>
      </w:r>
    </w:p>
    <w:p w:rsidR="00D67510" w:rsidRPr="002C5F86" w:rsidRDefault="00D67510" w:rsidP="00D67510">
      <w:pPr>
        <w:ind w:left="284"/>
        <w:jc w:val="both"/>
        <w:rPr>
          <w:rFonts w:eastAsia="Roboto" w:cs="Times New Roman"/>
        </w:rPr>
      </w:pPr>
    </w:p>
    <w:p w:rsidR="0032236E" w:rsidRDefault="0032236E" w:rsidP="00D67510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Úřad práce České republiky – krajské pobočky a pobočka pro hlavní město Prahu upraví částky příspěvku na péči podle tohoto zákona bez žádosti. O změně výše příspěvku na péči se učiní záznam do spisu.</w:t>
      </w:r>
    </w:p>
    <w:p w:rsidR="00D67510" w:rsidRPr="002C5F86" w:rsidRDefault="00D67510" w:rsidP="00D67510">
      <w:pPr>
        <w:ind w:left="284"/>
        <w:jc w:val="both"/>
        <w:rPr>
          <w:rFonts w:eastAsia="Roboto" w:cs="Times New Roman"/>
        </w:rPr>
      </w:pPr>
    </w:p>
    <w:p w:rsidR="0032236E" w:rsidRDefault="0032236E" w:rsidP="00D67510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3. Příspěvek na péči ve výši podle § 11 odst. 1 písm. d) bodu 1 a § 11 odst. 2 písm. d) bodu 1 zákona č. 108/2006 Sb., ve znění účinném ode dne nabytí účinnosti tohoto zákona, náleží poprvé od splátky náležející za leden 2020.</w:t>
      </w:r>
    </w:p>
    <w:p w:rsidR="00D67510" w:rsidRPr="002C5F86" w:rsidRDefault="00D67510" w:rsidP="00D67510">
      <w:pPr>
        <w:ind w:left="284"/>
        <w:jc w:val="both"/>
        <w:rPr>
          <w:rFonts w:eastAsia="Roboto" w:cs="Times New Roman"/>
        </w:rPr>
      </w:pPr>
    </w:p>
    <w:p w:rsidR="0032236E" w:rsidRDefault="0032236E" w:rsidP="00D67510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4. Příspěvek na péči ve výši podle § 11 odst. 1 písm. d) bodu 2 a § 11 odst. 2 písm. d) bodu 2 zákona č. 108/2006 Sb., ve znění účinném ode dne nabytí účinnosti tohoto zákona, náleží poprvé od splátky náležející za kalendářní měsíc následující po třetím kalendářním měsíci po dni nabytí účinnosti tohoto zákona.</w:t>
      </w:r>
    </w:p>
    <w:p w:rsidR="00D67510" w:rsidRPr="002C5F86" w:rsidRDefault="00D67510" w:rsidP="00D67510">
      <w:pPr>
        <w:ind w:left="284"/>
        <w:jc w:val="both"/>
        <w:rPr>
          <w:rFonts w:eastAsia="Roboto" w:cs="Times New Roman"/>
        </w:rPr>
      </w:pPr>
    </w:p>
    <w:p w:rsidR="0032236E" w:rsidRDefault="0032236E" w:rsidP="00D67510">
      <w:pPr>
        <w:ind w:left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5. Úřad práce České republiky – krajské pobočky a pobočka pro hlavní město Prahu doručí příjemcům příspěvku na péči nejpozději do dne výplaty příspěvku na péči ve výši upravené podle tohoto zákona písemné sdělení o změně výše příspěvku na péči podle bodu 2 věty první; toto sdělení se nedoručuje do vlastních rukou.</w:t>
      </w:r>
    </w:p>
    <w:p w:rsidR="00D67510" w:rsidRPr="002C5F86" w:rsidRDefault="00D67510" w:rsidP="00D67510">
      <w:pPr>
        <w:ind w:left="284"/>
        <w:jc w:val="both"/>
        <w:rPr>
          <w:rFonts w:eastAsia="Roboto" w:cs="Times New Roman"/>
        </w:rPr>
      </w:pPr>
    </w:p>
    <w:p w:rsidR="0032236E" w:rsidRPr="002C5F86" w:rsidRDefault="0032236E" w:rsidP="00D67510">
      <w:pPr>
        <w:ind w:left="284"/>
        <w:jc w:val="both"/>
        <w:rPr>
          <w:rFonts w:eastAsia="Roboto" w:cs="Times New Roman"/>
        </w:rPr>
      </w:pPr>
      <w:bookmarkStart w:id="0" w:name="_30j0zll" w:colFirst="0" w:colLast="0"/>
      <w:bookmarkEnd w:id="0"/>
      <w:r w:rsidRPr="002C5F86">
        <w:rPr>
          <w:rFonts w:eastAsia="Roboto" w:cs="Times New Roman"/>
        </w:rPr>
        <w:t>6. Nárok na zvýšení příspěvku na péči ve stupni IV (úplná závislost), které náleží nezaopatřenému dítěti od 4 do 7 let věku podle § 12 odst. 2 zákona č. 108/2006 Sb., ve znění účinném přede dnem nabytí účinnosti tohoto zákona, zaniká v kalendářním měsíci následujícím po třetím kalendářním měsíci po dni nabytí účinnosti tohoto zákona. Úřad práce České republiky – krajské pobočky a pobočka pro hlavní město Prahu doručí příjemcům zvýšení příspěvku na péči písemné sdělení o zániku nároku na zvýšení příspěvku na péči podle věty první; toto sdělení se nedoručuje do vlastních rukou.“.</w:t>
      </w:r>
    </w:p>
    <w:p w:rsidR="0032236E" w:rsidRPr="002C5F86" w:rsidRDefault="0032236E" w:rsidP="00D67510">
      <w:pPr>
        <w:ind w:left="284"/>
        <w:jc w:val="both"/>
        <w:rPr>
          <w:rFonts w:eastAsia="Roboto" w:cs="Times New Roman"/>
        </w:rPr>
      </w:pPr>
    </w:p>
    <w:p w:rsidR="0032236E" w:rsidRPr="002C5F86" w:rsidRDefault="0032236E" w:rsidP="00D67510">
      <w:pPr>
        <w:ind w:left="284"/>
        <w:jc w:val="both"/>
        <w:rPr>
          <w:rFonts w:eastAsia="Roboto" w:cs="Times New Roman"/>
        </w:rPr>
      </w:pPr>
    </w:p>
    <w:p w:rsidR="0032236E" w:rsidRPr="002C5F86" w:rsidRDefault="0032236E" w:rsidP="0032236E">
      <w:pPr>
        <w:ind w:left="284" w:hanging="720"/>
        <w:jc w:val="both"/>
        <w:rPr>
          <w:rFonts w:eastAsia="Roboto" w:cs="Times New Roman"/>
        </w:rPr>
      </w:pPr>
    </w:p>
    <w:p w:rsidR="00C9227F" w:rsidRPr="002C5F86" w:rsidRDefault="0032236E" w:rsidP="006854A2">
      <w:pPr>
        <w:jc w:val="both"/>
        <w:rPr>
          <w:rFonts w:cs="Times New Roman"/>
          <w:b/>
        </w:rPr>
      </w:pPr>
      <w:r w:rsidRPr="002C5F86">
        <w:rPr>
          <w:rFonts w:cs="Times New Roman"/>
          <w:b/>
        </w:rPr>
        <w:t>D</w:t>
      </w:r>
      <w:r w:rsidRPr="002C5F86">
        <w:rPr>
          <w:rFonts w:cs="Times New Roman"/>
          <w:b/>
        </w:rPr>
        <w:tab/>
        <w:t>Poslanec Jan Bauer</w:t>
      </w:r>
    </w:p>
    <w:p w:rsidR="0032236E" w:rsidRPr="002C5F86" w:rsidRDefault="0032236E" w:rsidP="006854A2">
      <w:pPr>
        <w:jc w:val="both"/>
        <w:rPr>
          <w:rFonts w:cs="Times New Roman"/>
        </w:rPr>
      </w:pPr>
      <w:r w:rsidRPr="002C5F86">
        <w:rPr>
          <w:rFonts w:cs="Times New Roman"/>
        </w:rPr>
        <w:t>(SD 1530)</w:t>
      </w:r>
    </w:p>
    <w:p w:rsidR="0032236E" w:rsidRPr="002C5F86" w:rsidRDefault="0032236E" w:rsidP="006854A2">
      <w:pPr>
        <w:jc w:val="both"/>
        <w:rPr>
          <w:rFonts w:cs="Times New Roman"/>
        </w:rPr>
      </w:pPr>
    </w:p>
    <w:p w:rsidR="0032236E" w:rsidRPr="006B22DC" w:rsidRDefault="006B22DC" w:rsidP="006B22DC">
      <w:pPr>
        <w:jc w:val="both"/>
      </w:pPr>
      <w:r>
        <w:rPr>
          <w:b/>
        </w:rPr>
        <w:t xml:space="preserve">D. 1. </w:t>
      </w:r>
      <w:r w:rsidR="0032236E" w:rsidRPr="006B22DC">
        <w:t>V Čl. I novelizační bod 1 zní:</w:t>
      </w:r>
    </w:p>
    <w:p w:rsidR="0032236E" w:rsidRPr="002C5F86" w:rsidRDefault="0032236E" w:rsidP="0032236E">
      <w:pPr>
        <w:pStyle w:val="Odstavecseseznamem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32236E" w:rsidRPr="002C5F86" w:rsidRDefault="0032236E" w:rsidP="0032236E">
      <w:pPr>
        <w:pStyle w:val="Odstavecseseznamem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2C5F86">
        <w:rPr>
          <w:rFonts w:ascii="Times New Roman" w:hAnsi="Times New Roman"/>
          <w:sz w:val="24"/>
          <w:szCs w:val="24"/>
        </w:rPr>
        <w:t>„1. V § 11 odst. 1 písmena c) a d) znějí:</w:t>
      </w:r>
    </w:p>
    <w:p w:rsidR="0032236E" w:rsidRPr="002C5F86" w:rsidRDefault="0032236E" w:rsidP="006B22DC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c) 15 900 Kč, jde-li o stupeň III (těžká závislost)</w:t>
      </w:r>
    </w:p>
    <w:p w:rsidR="0032236E" w:rsidRPr="002C5F86" w:rsidRDefault="0032236E" w:rsidP="006B22DC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d) 19 200 Kč, jde-li o stupeň IV (úplná závislost)“</w:t>
      </w:r>
    </w:p>
    <w:p w:rsidR="0032236E" w:rsidRPr="002C5F86" w:rsidRDefault="0032236E" w:rsidP="0032236E">
      <w:pPr>
        <w:ind w:left="284"/>
        <w:jc w:val="both"/>
        <w:rPr>
          <w:rFonts w:cs="Times New Roman"/>
        </w:rPr>
      </w:pPr>
    </w:p>
    <w:p w:rsidR="0032236E" w:rsidRPr="006B22DC" w:rsidRDefault="006B22DC" w:rsidP="0032236E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D. </w:t>
      </w:r>
      <w:r w:rsidR="0032236E" w:rsidRPr="002C5F86">
        <w:rPr>
          <w:rFonts w:cs="Times New Roman"/>
          <w:b/>
        </w:rPr>
        <w:t>2</w:t>
      </w:r>
      <w:r w:rsidR="0032236E" w:rsidRPr="002C5F86">
        <w:rPr>
          <w:rFonts w:cs="Times New Roman"/>
        </w:rPr>
        <w:t xml:space="preserve">. </w:t>
      </w:r>
      <w:r w:rsidR="0032236E" w:rsidRPr="006B22DC">
        <w:rPr>
          <w:rFonts w:cs="Times New Roman"/>
        </w:rPr>
        <w:t>Čl. I novelizační bod 2 zní:</w:t>
      </w:r>
    </w:p>
    <w:p w:rsidR="0032236E" w:rsidRPr="002C5F86" w:rsidRDefault="0032236E" w:rsidP="00D67510">
      <w:pPr>
        <w:ind w:firstLine="284"/>
        <w:jc w:val="both"/>
        <w:rPr>
          <w:rFonts w:cs="Times New Roman"/>
        </w:rPr>
      </w:pPr>
      <w:r w:rsidRPr="002C5F86">
        <w:rPr>
          <w:rFonts w:cs="Times New Roman"/>
        </w:rPr>
        <w:t>„2. V § 11 odst. 2 písmena c) a d) znějí:</w:t>
      </w:r>
    </w:p>
    <w:p w:rsidR="0032236E" w:rsidRPr="002C5F86" w:rsidRDefault="0032236E" w:rsidP="006B22DC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c) 14 800 Kč, jde-li o stupeň III (těžká závislost)</w:t>
      </w:r>
    </w:p>
    <w:p w:rsidR="0032236E" w:rsidRPr="002C5F86" w:rsidRDefault="0032236E" w:rsidP="006B22DC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d) 19 200 Kč, jde-li o stupeň IV (úplná závislost)“</w:t>
      </w:r>
    </w:p>
    <w:p w:rsidR="0032236E" w:rsidRPr="002C5F86" w:rsidRDefault="0032236E" w:rsidP="0032236E">
      <w:pPr>
        <w:ind w:left="284"/>
        <w:jc w:val="both"/>
        <w:rPr>
          <w:rFonts w:cs="Times New Roman"/>
        </w:rPr>
      </w:pPr>
    </w:p>
    <w:p w:rsidR="0032236E" w:rsidRPr="006B22DC" w:rsidRDefault="0032236E" w:rsidP="0032236E">
      <w:pPr>
        <w:jc w:val="both"/>
        <w:rPr>
          <w:rFonts w:cs="Times New Roman"/>
        </w:rPr>
      </w:pPr>
      <w:r w:rsidRPr="006B22DC">
        <w:rPr>
          <w:rFonts w:cs="Times New Roman"/>
        </w:rPr>
        <w:t>Dosavadní novelizační body v čl. I 2 a 3 se označí jako body 3 a 4.</w:t>
      </w:r>
    </w:p>
    <w:p w:rsidR="0032236E" w:rsidRPr="002C5F86" w:rsidRDefault="0032236E" w:rsidP="0032236E">
      <w:pPr>
        <w:spacing w:after="120"/>
        <w:jc w:val="both"/>
        <w:rPr>
          <w:rFonts w:cs="Times New Roman"/>
        </w:rPr>
      </w:pPr>
    </w:p>
    <w:p w:rsidR="0032236E" w:rsidRPr="006B22DC" w:rsidRDefault="006B22DC" w:rsidP="00D67510">
      <w:pPr>
        <w:ind w:left="357" w:hanging="360"/>
        <w:jc w:val="both"/>
      </w:pPr>
      <w:r>
        <w:rPr>
          <w:b/>
        </w:rPr>
        <w:t xml:space="preserve">D. 3.  </w:t>
      </w:r>
      <w:r w:rsidRPr="006B22DC">
        <w:t>Článek</w:t>
      </w:r>
      <w:r w:rsidR="0032236E" w:rsidRPr="006B22DC">
        <w:t xml:space="preserve">. III </w:t>
      </w:r>
      <w:r>
        <w:t>zní</w:t>
      </w:r>
      <w:r w:rsidR="0032236E" w:rsidRPr="006B22DC">
        <w:t>:</w:t>
      </w:r>
    </w:p>
    <w:p w:rsidR="0032236E" w:rsidRPr="002C5F86" w:rsidRDefault="0032236E" w:rsidP="00D67510">
      <w:pPr>
        <w:pStyle w:val="Default"/>
        <w:ind w:left="357"/>
        <w:jc w:val="both"/>
      </w:pPr>
      <w:r w:rsidRPr="002C5F86">
        <w:t>„Tento zákon nabývá účinnosti dnem 1. července 2019.“</w:t>
      </w:r>
    </w:p>
    <w:p w:rsidR="0032236E" w:rsidRPr="002C5F86" w:rsidRDefault="0032236E" w:rsidP="0032236E">
      <w:pPr>
        <w:pStyle w:val="Odstavecseseznamem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2236E" w:rsidRPr="002C5F86" w:rsidRDefault="0032236E" w:rsidP="0032236E">
      <w:pPr>
        <w:jc w:val="both"/>
        <w:rPr>
          <w:rFonts w:cs="Times New Roman"/>
        </w:rPr>
      </w:pPr>
    </w:p>
    <w:p w:rsidR="0032236E" w:rsidRPr="002C5F86" w:rsidRDefault="0032236E" w:rsidP="0032236E">
      <w:pPr>
        <w:jc w:val="both"/>
        <w:rPr>
          <w:rFonts w:cs="Times New Roman"/>
          <w:b/>
        </w:rPr>
      </w:pPr>
      <w:r w:rsidRPr="002C5F86">
        <w:rPr>
          <w:rFonts w:cs="Times New Roman"/>
          <w:b/>
        </w:rPr>
        <w:t>E</w:t>
      </w:r>
      <w:r w:rsidRPr="002C5F86">
        <w:rPr>
          <w:rFonts w:cs="Times New Roman"/>
          <w:b/>
        </w:rPr>
        <w:tab/>
        <w:t xml:space="preserve">Poslanec Roman </w:t>
      </w:r>
      <w:proofErr w:type="spellStart"/>
      <w:r w:rsidRPr="002C5F86">
        <w:rPr>
          <w:rFonts w:cs="Times New Roman"/>
          <w:b/>
        </w:rPr>
        <w:t>Sklenák</w:t>
      </w:r>
      <w:proofErr w:type="spellEnd"/>
    </w:p>
    <w:p w:rsidR="0032236E" w:rsidRPr="002C5F86" w:rsidRDefault="0032236E" w:rsidP="0032236E">
      <w:pPr>
        <w:jc w:val="both"/>
        <w:rPr>
          <w:rFonts w:cs="Times New Roman"/>
        </w:rPr>
      </w:pPr>
      <w:r w:rsidRPr="002C5F86">
        <w:rPr>
          <w:rFonts w:cs="Times New Roman"/>
        </w:rPr>
        <w:t>(SD 1648)</w:t>
      </w:r>
    </w:p>
    <w:p w:rsidR="0032236E" w:rsidRPr="002C5F86" w:rsidRDefault="0032236E" w:rsidP="0032236E">
      <w:pPr>
        <w:jc w:val="both"/>
        <w:rPr>
          <w:rFonts w:cs="Times New Roman"/>
          <w:b/>
        </w:rPr>
      </w:pPr>
    </w:p>
    <w:p w:rsidR="0032236E" w:rsidRPr="006B22DC" w:rsidRDefault="006B22DC" w:rsidP="00BE7343">
      <w:pPr>
        <w:ind w:left="284" w:hanging="284"/>
        <w:jc w:val="both"/>
        <w:rPr>
          <w:rFonts w:cs="Times New Roman"/>
        </w:rPr>
      </w:pPr>
      <w:r>
        <w:rPr>
          <w:rFonts w:cs="Times New Roman"/>
          <w:b/>
        </w:rPr>
        <w:t xml:space="preserve">E. </w:t>
      </w:r>
      <w:r w:rsidR="00BE7343" w:rsidRPr="002C5F86">
        <w:rPr>
          <w:rFonts w:cs="Times New Roman"/>
          <w:b/>
        </w:rPr>
        <w:t xml:space="preserve">1. </w:t>
      </w:r>
      <w:r w:rsidR="0032236E" w:rsidRPr="006B22DC">
        <w:rPr>
          <w:rFonts w:cs="Times New Roman"/>
        </w:rPr>
        <w:t>V Čl. I novelizační bod 1 zní:</w:t>
      </w:r>
    </w:p>
    <w:p w:rsidR="0032236E" w:rsidRPr="002C5F86" w:rsidRDefault="0032236E" w:rsidP="00BE7343">
      <w:pPr>
        <w:pStyle w:val="Odstavecseseznamem"/>
        <w:spacing w:after="0"/>
        <w:ind w:left="142" w:hanging="142"/>
        <w:jc w:val="both"/>
        <w:rPr>
          <w:rFonts w:ascii="Times New Roman" w:hAnsi="Times New Roman"/>
          <w:sz w:val="24"/>
          <w:szCs w:val="24"/>
        </w:rPr>
      </w:pPr>
    </w:p>
    <w:p w:rsidR="0032236E" w:rsidRPr="002C5F86" w:rsidRDefault="0032236E" w:rsidP="00BE7343">
      <w:pPr>
        <w:pStyle w:val="Odstavecseseznamem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C5F86">
        <w:rPr>
          <w:rFonts w:ascii="Times New Roman" w:hAnsi="Times New Roman"/>
          <w:sz w:val="24"/>
          <w:szCs w:val="24"/>
        </w:rPr>
        <w:t>„1. V § 11 odst. 1 písmeno c) zní:</w:t>
      </w:r>
    </w:p>
    <w:p w:rsidR="0032236E" w:rsidRPr="002C5F86" w:rsidRDefault="0032236E" w:rsidP="00BE7343">
      <w:pPr>
        <w:jc w:val="both"/>
        <w:rPr>
          <w:rFonts w:cs="Times New Roman"/>
        </w:rPr>
      </w:pPr>
      <w:r w:rsidRPr="002C5F86">
        <w:rPr>
          <w:rFonts w:cs="Times New Roman"/>
        </w:rPr>
        <w:t>„c) jde-li o stupeň III (těžká závislost)</w:t>
      </w:r>
    </w:p>
    <w:p w:rsidR="0032236E" w:rsidRPr="002C5F86" w:rsidRDefault="0032236E" w:rsidP="006B22DC">
      <w:pPr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9 900 Kč, pokud osobě poskytuje pomoc poskytovatel pobytových sociálních služeb podle § 48, 49, 50, 51, 52 nebo dětský domov anebo speciální lůžkové zdravotnické zařízení hospicového typu,</w:t>
      </w:r>
    </w:p>
    <w:p w:rsidR="0032236E" w:rsidRPr="002C5F86" w:rsidRDefault="0032236E" w:rsidP="006B22DC">
      <w:pPr>
        <w:ind w:firstLine="709"/>
        <w:jc w:val="both"/>
        <w:rPr>
          <w:rFonts w:cs="Times New Roman"/>
        </w:rPr>
      </w:pPr>
      <w:r w:rsidRPr="002C5F86">
        <w:rPr>
          <w:rFonts w:cs="Times New Roman"/>
        </w:rPr>
        <w:t>2. 13 900 Kč v ostatních případech.“.“.</w:t>
      </w:r>
    </w:p>
    <w:p w:rsidR="0032236E" w:rsidRPr="002C5F86" w:rsidRDefault="0032236E" w:rsidP="00BE7343">
      <w:pPr>
        <w:jc w:val="both"/>
        <w:rPr>
          <w:rFonts w:cs="Times New Roman"/>
        </w:rPr>
      </w:pPr>
    </w:p>
    <w:p w:rsidR="0032236E" w:rsidRPr="006B22DC" w:rsidRDefault="006B22DC" w:rsidP="006B22DC">
      <w:pPr>
        <w:jc w:val="both"/>
      </w:pPr>
      <w:r>
        <w:rPr>
          <w:b/>
        </w:rPr>
        <w:t xml:space="preserve">E. 2. </w:t>
      </w:r>
      <w:r w:rsidR="0032236E" w:rsidRPr="006B22DC">
        <w:t>V Čl. I se vkládá novelizační bod 2, který zní:</w:t>
      </w:r>
    </w:p>
    <w:p w:rsidR="0032236E" w:rsidRPr="002C5F86" w:rsidRDefault="0032236E" w:rsidP="00BE7343">
      <w:pPr>
        <w:jc w:val="both"/>
        <w:rPr>
          <w:rFonts w:cs="Times New Roman"/>
        </w:rPr>
      </w:pPr>
    </w:p>
    <w:p w:rsidR="0032236E" w:rsidRPr="002C5F86" w:rsidRDefault="0032236E" w:rsidP="00BE7343">
      <w:pPr>
        <w:jc w:val="both"/>
        <w:rPr>
          <w:rFonts w:cs="Times New Roman"/>
        </w:rPr>
      </w:pPr>
      <w:r w:rsidRPr="002C5F86">
        <w:rPr>
          <w:rFonts w:cs="Times New Roman"/>
        </w:rPr>
        <w:t>„2. V § 11 odst. 1 písmeno d) zní:</w:t>
      </w:r>
    </w:p>
    <w:p w:rsidR="0032236E" w:rsidRPr="002C5F86" w:rsidRDefault="0032236E" w:rsidP="00BE7343">
      <w:pPr>
        <w:jc w:val="both"/>
        <w:rPr>
          <w:rFonts w:cs="Times New Roman"/>
        </w:rPr>
      </w:pPr>
      <w:r w:rsidRPr="002C5F86">
        <w:rPr>
          <w:rFonts w:cs="Times New Roman"/>
        </w:rPr>
        <w:t>„d) jde-li o stupeň IV (úplná závislost)</w:t>
      </w:r>
    </w:p>
    <w:p w:rsidR="0032236E" w:rsidRPr="002C5F86" w:rsidRDefault="0032236E" w:rsidP="006B22DC">
      <w:pPr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13 200 Kč, pokud osobě poskytuje pomoc poskytovatel pobytových sociálních služeb podle § 48, 49, 50, 51, 52 nebo dětský domov anebo speciální lůžkové zdravotnické zařízení hospicového typu,</w:t>
      </w:r>
    </w:p>
    <w:p w:rsidR="0032236E" w:rsidRPr="002C5F86" w:rsidRDefault="0032236E" w:rsidP="006B22DC">
      <w:pPr>
        <w:ind w:firstLine="709"/>
        <w:jc w:val="both"/>
        <w:rPr>
          <w:rFonts w:cs="Times New Roman"/>
        </w:rPr>
      </w:pPr>
      <w:r w:rsidRPr="002C5F86">
        <w:rPr>
          <w:rFonts w:cs="Times New Roman"/>
        </w:rPr>
        <w:t>2. 19 200 Kč v ostatních případech.“.“.</w:t>
      </w:r>
    </w:p>
    <w:p w:rsidR="0032236E" w:rsidRPr="002C5F86" w:rsidRDefault="0032236E" w:rsidP="00BE7343">
      <w:pPr>
        <w:pStyle w:val="Odstavecseseznamem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2236E" w:rsidRPr="006B22DC" w:rsidRDefault="006B22DC" w:rsidP="006B22DC">
      <w:pPr>
        <w:jc w:val="both"/>
      </w:pPr>
      <w:r>
        <w:rPr>
          <w:b/>
        </w:rPr>
        <w:t xml:space="preserve">E. 3. </w:t>
      </w:r>
      <w:r w:rsidR="0032236E" w:rsidRPr="006B22DC">
        <w:t>V Čl. I se vkládá novelizační bod 3, který zní:</w:t>
      </w:r>
    </w:p>
    <w:p w:rsidR="0032236E" w:rsidRPr="002C5F86" w:rsidRDefault="0032236E" w:rsidP="00BE7343">
      <w:pPr>
        <w:pStyle w:val="Odstavecseseznamem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2236E" w:rsidRPr="002C5F86" w:rsidRDefault="0032236E" w:rsidP="00BE7343">
      <w:pPr>
        <w:pStyle w:val="Odstavecseseznamem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C5F86">
        <w:rPr>
          <w:rFonts w:ascii="Times New Roman" w:hAnsi="Times New Roman"/>
          <w:sz w:val="24"/>
          <w:szCs w:val="24"/>
        </w:rPr>
        <w:t>„3. V § 11 odst. 2 písmeno c) zní:</w:t>
      </w:r>
    </w:p>
    <w:p w:rsidR="0032236E" w:rsidRPr="002C5F86" w:rsidRDefault="0032236E" w:rsidP="00BE7343">
      <w:pPr>
        <w:jc w:val="both"/>
        <w:rPr>
          <w:rFonts w:cs="Times New Roman"/>
        </w:rPr>
      </w:pPr>
      <w:r w:rsidRPr="002C5F86">
        <w:rPr>
          <w:rFonts w:cs="Times New Roman"/>
        </w:rPr>
        <w:t>„c) jde-li o stupeň III (těžká závislost)</w:t>
      </w:r>
    </w:p>
    <w:p w:rsidR="0032236E" w:rsidRPr="002C5F86" w:rsidRDefault="0032236E" w:rsidP="006B22DC">
      <w:pPr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8 800 Kč, pokud osobě poskytuje pomoc poskytovatel pobytových sociálních služeb podle § 48, 49, 50, 51, 52 nebo dětský domov anebo speciální lůžkové zdravotnické zařízení hospicového typu,</w:t>
      </w:r>
    </w:p>
    <w:p w:rsidR="0032236E" w:rsidRPr="002C5F86" w:rsidRDefault="0032236E" w:rsidP="006B22DC">
      <w:pPr>
        <w:ind w:firstLine="709"/>
        <w:jc w:val="both"/>
        <w:rPr>
          <w:rFonts w:cs="Times New Roman"/>
        </w:rPr>
      </w:pPr>
      <w:r w:rsidRPr="002C5F86">
        <w:rPr>
          <w:rFonts w:cs="Times New Roman"/>
        </w:rPr>
        <w:t>2. 12 800 Kč v ostatních případech.“.“.</w:t>
      </w:r>
    </w:p>
    <w:p w:rsidR="0032236E" w:rsidRPr="002C5F86" w:rsidRDefault="0032236E" w:rsidP="00BE7343">
      <w:pPr>
        <w:jc w:val="both"/>
        <w:rPr>
          <w:rFonts w:cs="Times New Roman"/>
        </w:rPr>
      </w:pPr>
    </w:p>
    <w:p w:rsidR="0032236E" w:rsidRPr="006B22DC" w:rsidRDefault="006B22DC" w:rsidP="006B22DC">
      <w:pPr>
        <w:jc w:val="both"/>
      </w:pPr>
      <w:r>
        <w:rPr>
          <w:b/>
        </w:rPr>
        <w:lastRenderedPageBreak/>
        <w:t xml:space="preserve">E. 4. </w:t>
      </w:r>
      <w:r w:rsidR="0032236E" w:rsidRPr="006B22DC">
        <w:t>V Čl. I se vkládá novelizační bod 4, který zní:</w:t>
      </w:r>
    </w:p>
    <w:p w:rsidR="0032236E" w:rsidRPr="002C5F86" w:rsidRDefault="0032236E" w:rsidP="00BE7343">
      <w:pPr>
        <w:pStyle w:val="Odstavecseseznamem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2236E" w:rsidRPr="002C5F86" w:rsidRDefault="0032236E" w:rsidP="00BE7343">
      <w:pPr>
        <w:jc w:val="both"/>
        <w:rPr>
          <w:rFonts w:cs="Times New Roman"/>
        </w:rPr>
      </w:pPr>
      <w:r w:rsidRPr="002C5F86">
        <w:rPr>
          <w:rFonts w:cs="Times New Roman"/>
        </w:rPr>
        <w:t>„4. V § 11 odst. 2 písmeno d) zní:</w:t>
      </w:r>
    </w:p>
    <w:p w:rsidR="0032236E" w:rsidRPr="002C5F86" w:rsidRDefault="0032236E" w:rsidP="00BE7343">
      <w:pPr>
        <w:jc w:val="both"/>
        <w:rPr>
          <w:rFonts w:cs="Times New Roman"/>
        </w:rPr>
      </w:pPr>
      <w:r w:rsidRPr="002C5F86">
        <w:rPr>
          <w:rFonts w:cs="Times New Roman"/>
        </w:rPr>
        <w:t>„d) jde-li o stupeň IV (úplná závislost)</w:t>
      </w:r>
    </w:p>
    <w:p w:rsidR="0032236E" w:rsidRPr="002C5F86" w:rsidRDefault="0032236E" w:rsidP="00383030">
      <w:pPr>
        <w:tabs>
          <w:tab w:val="left" w:pos="284"/>
        </w:tabs>
        <w:ind w:left="284"/>
        <w:jc w:val="both"/>
        <w:rPr>
          <w:rFonts w:cs="Times New Roman"/>
        </w:rPr>
      </w:pPr>
      <w:r w:rsidRPr="002C5F86">
        <w:rPr>
          <w:rFonts w:cs="Times New Roman"/>
        </w:rPr>
        <w:t>1. 13 200 Kč, pokud osobě poskytuje pomoc poskytovatel pobytových sociálních služeb podle §</w:t>
      </w:r>
      <w:r w:rsidR="00505867">
        <w:rPr>
          <w:rFonts w:cs="Times New Roman"/>
        </w:rPr>
        <w:t> </w:t>
      </w:r>
      <w:r w:rsidRPr="002C5F86">
        <w:rPr>
          <w:rFonts w:cs="Times New Roman"/>
        </w:rPr>
        <w:t>48, 49, 50, 51, 52 nebo dětský domov anebo speciální lůžkové zdravotnické zařízení hospicového typu,</w:t>
      </w:r>
    </w:p>
    <w:p w:rsidR="0032236E" w:rsidRPr="002C5F86" w:rsidRDefault="0032236E" w:rsidP="00383030">
      <w:pPr>
        <w:ind w:firstLine="284"/>
        <w:jc w:val="both"/>
        <w:rPr>
          <w:rFonts w:cs="Times New Roman"/>
        </w:rPr>
      </w:pPr>
      <w:r w:rsidRPr="002C5F86">
        <w:rPr>
          <w:rFonts w:cs="Times New Roman"/>
        </w:rPr>
        <w:t>2. 19 200 Kč v ostatních případech.“.“.</w:t>
      </w:r>
    </w:p>
    <w:p w:rsidR="0032236E" w:rsidRPr="002C5F86" w:rsidRDefault="0032236E" w:rsidP="00BE7343">
      <w:pPr>
        <w:jc w:val="both"/>
        <w:rPr>
          <w:rFonts w:cs="Times New Roman"/>
        </w:rPr>
      </w:pPr>
    </w:p>
    <w:p w:rsidR="0032236E" w:rsidRPr="00383030" w:rsidRDefault="0032236E" w:rsidP="00BE7343">
      <w:pPr>
        <w:jc w:val="both"/>
        <w:rPr>
          <w:rFonts w:cs="Times New Roman"/>
        </w:rPr>
      </w:pPr>
      <w:r w:rsidRPr="00383030">
        <w:rPr>
          <w:rFonts w:cs="Times New Roman"/>
        </w:rPr>
        <w:t>Dosavadní novelizační body 2 a 3 se označují jako body 5 a 6.</w:t>
      </w:r>
    </w:p>
    <w:p w:rsidR="0032236E" w:rsidRPr="002C5F86" w:rsidRDefault="0032236E" w:rsidP="00BE7343">
      <w:pPr>
        <w:jc w:val="both"/>
        <w:rPr>
          <w:rFonts w:cs="Times New Roman"/>
          <w:b/>
        </w:rPr>
      </w:pPr>
    </w:p>
    <w:p w:rsidR="0032236E" w:rsidRPr="00383030" w:rsidRDefault="00383030" w:rsidP="00383030">
      <w:pPr>
        <w:jc w:val="both"/>
      </w:pPr>
      <w:r>
        <w:rPr>
          <w:b/>
        </w:rPr>
        <w:t xml:space="preserve">E. 5. </w:t>
      </w:r>
      <w:r w:rsidR="0032236E" w:rsidRPr="00383030">
        <w:t>V Čl. I se vkládá novelizační bod 6, který zní:</w:t>
      </w:r>
    </w:p>
    <w:p w:rsidR="0032236E" w:rsidRPr="002C5F86" w:rsidRDefault="0032236E" w:rsidP="00BE7343">
      <w:pPr>
        <w:jc w:val="both"/>
        <w:rPr>
          <w:rFonts w:cs="Times New Roman"/>
        </w:rPr>
      </w:pPr>
    </w:p>
    <w:p w:rsidR="0032236E" w:rsidRPr="002C5F86" w:rsidRDefault="0032236E" w:rsidP="00BE7343">
      <w:pPr>
        <w:jc w:val="both"/>
        <w:rPr>
          <w:rFonts w:cs="Times New Roman"/>
        </w:rPr>
      </w:pPr>
      <w:r w:rsidRPr="002C5F86">
        <w:rPr>
          <w:rFonts w:cs="Times New Roman"/>
        </w:rPr>
        <w:t>„6. V § 12 se odstavce 2 a 3 zrušují.</w:t>
      </w:r>
    </w:p>
    <w:p w:rsidR="0032236E" w:rsidRPr="002C5F86" w:rsidRDefault="0032236E" w:rsidP="00BE7343">
      <w:pPr>
        <w:jc w:val="both"/>
        <w:rPr>
          <w:rFonts w:cs="Times New Roman"/>
        </w:rPr>
      </w:pPr>
      <w:r w:rsidRPr="002C5F86">
        <w:rPr>
          <w:rFonts w:cs="Times New Roman"/>
        </w:rPr>
        <w:t>Dosavadní odstavce 4 až 6 se označují jako 2 až 4.“.</w:t>
      </w:r>
    </w:p>
    <w:p w:rsidR="0032236E" w:rsidRPr="002C5F86" w:rsidRDefault="0032236E" w:rsidP="00BE7343">
      <w:pPr>
        <w:jc w:val="both"/>
        <w:rPr>
          <w:rFonts w:cs="Times New Roman"/>
        </w:rPr>
      </w:pPr>
    </w:p>
    <w:p w:rsidR="0032236E" w:rsidRPr="00383030" w:rsidRDefault="0032236E" w:rsidP="00BE7343">
      <w:pPr>
        <w:jc w:val="both"/>
        <w:rPr>
          <w:rFonts w:cs="Times New Roman"/>
        </w:rPr>
      </w:pPr>
      <w:r w:rsidRPr="00383030">
        <w:rPr>
          <w:rFonts w:cs="Times New Roman"/>
        </w:rPr>
        <w:t>Dosavadní novelizační bod 6 se označuje jako bod 7.</w:t>
      </w:r>
    </w:p>
    <w:p w:rsidR="0032236E" w:rsidRPr="002C5F86" w:rsidRDefault="0032236E" w:rsidP="00BE7343">
      <w:pPr>
        <w:jc w:val="both"/>
        <w:rPr>
          <w:rFonts w:cs="Times New Roman"/>
        </w:rPr>
      </w:pPr>
    </w:p>
    <w:p w:rsidR="0032236E" w:rsidRPr="00383030" w:rsidRDefault="00383030" w:rsidP="00BE7343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E. </w:t>
      </w:r>
      <w:r w:rsidR="0032236E" w:rsidRPr="002C5F86">
        <w:rPr>
          <w:rFonts w:cs="Times New Roman"/>
          <w:b/>
        </w:rPr>
        <w:t xml:space="preserve">6. </w:t>
      </w:r>
      <w:r w:rsidR="0032236E" w:rsidRPr="00383030">
        <w:rPr>
          <w:rFonts w:cs="Times New Roman"/>
        </w:rPr>
        <w:t>V Čl. II se v bodu 2 slova „podle § 11 odst. 1 písm. d) bodu 2 a § 11 odst. 2 písm. d) bodu 2“ nahrazují slovy „podle § 11 odst. 1 písm. c) bodu 2 a písm. d) bodu 2 a § 11 odst. 2 písm. c) bodu 2 a písm. d) bodu 2“.</w:t>
      </w:r>
    </w:p>
    <w:p w:rsidR="0032236E" w:rsidRPr="002C5F86" w:rsidRDefault="0032236E" w:rsidP="00BE7343">
      <w:pPr>
        <w:jc w:val="both"/>
        <w:rPr>
          <w:rFonts w:cs="Times New Roman"/>
          <w:b/>
        </w:rPr>
      </w:pPr>
    </w:p>
    <w:p w:rsidR="0032236E" w:rsidRPr="00383030" w:rsidRDefault="00383030" w:rsidP="00BE7343">
      <w:pPr>
        <w:ind w:left="142" w:hanging="142"/>
        <w:jc w:val="both"/>
        <w:rPr>
          <w:rFonts w:cs="Times New Roman"/>
        </w:rPr>
      </w:pPr>
      <w:r>
        <w:rPr>
          <w:rFonts w:cs="Times New Roman"/>
          <w:b/>
        </w:rPr>
        <w:t xml:space="preserve">E. </w:t>
      </w:r>
      <w:r w:rsidR="0032236E" w:rsidRPr="002C5F86">
        <w:rPr>
          <w:rFonts w:cs="Times New Roman"/>
          <w:b/>
        </w:rPr>
        <w:t xml:space="preserve">7. </w:t>
      </w:r>
      <w:r w:rsidR="0032236E" w:rsidRPr="00383030">
        <w:rPr>
          <w:rFonts w:cs="Times New Roman"/>
        </w:rPr>
        <w:t>V Čl. II se bod 3 zrušuje.</w:t>
      </w:r>
    </w:p>
    <w:p w:rsidR="0032236E" w:rsidRPr="00383030" w:rsidRDefault="0032236E" w:rsidP="00BE7343">
      <w:pPr>
        <w:ind w:hanging="284"/>
        <w:jc w:val="both"/>
        <w:rPr>
          <w:rFonts w:cs="Times New Roman"/>
        </w:rPr>
      </w:pPr>
    </w:p>
    <w:p w:rsidR="0032236E" w:rsidRPr="00383030" w:rsidRDefault="0032236E" w:rsidP="00BE7343">
      <w:pPr>
        <w:jc w:val="both"/>
        <w:rPr>
          <w:rFonts w:cs="Times New Roman"/>
        </w:rPr>
      </w:pPr>
      <w:r w:rsidRPr="00383030">
        <w:rPr>
          <w:rFonts w:cs="Times New Roman"/>
        </w:rPr>
        <w:t>Dosavadní body 4 a 5 se označují jako body 3 a 4.</w:t>
      </w:r>
    </w:p>
    <w:p w:rsidR="0032236E" w:rsidRPr="002C5F86" w:rsidRDefault="0032236E" w:rsidP="00BE7343">
      <w:pPr>
        <w:jc w:val="both"/>
        <w:rPr>
          <w:rFonts w:cs="Times New Roman"/>
          <w:b/>
        </w:rPr>
      </w:pPr>
    </w:p>
    <w:p w:rsidR="0032236E" w:rsidRPr="00383030" w:rsidRDefault="00383030" w:rsidP="00383030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E. </w:t>
      </w:r>
      <w:r w:rsidR="0032236E" w:rsidRPr="002C5F86">
        <w:rPr>
          <w:rFonts w:cs="Times New Roman"/>
          <w:b/>
        </w:rPr>
        <w:t xml:space="preserve">8. </w:t>
      </w:r>
      <w:r w:rsidR="0032236E" w:rsidRPr="00383030">
        <w:rPr>
          <w:rFonts w:cs="Times New Roman"/>
        </w:rPr>
        <w:t>V Čl. II se v bodu 3 vypouštějí slova „za kalendářní měsíc následující po třetím kalendářním měsíci po dni nabytí účinnosti tohoto zákona“.</w:t>
      </w:r>
    </w:p>
    <w:p w:rsidR="0032236E" w:rsidRPr="002C5F86" w:rsidRDefault="0032236E" w:rsidP="00BE7343">
      <w:pPr>
        <w:jc w:val="both"/>
        <w:rPr>
          <w:rFonts w:cs="Times New Roman"/>
          <w:b/>
        </w:rPr>
      </w:pPr>
      <w:r w:rsidRPr="002C5F86">
        <w:rPr>
          <w:rFonts w:cs="Times New Roman"/>
          <w:b/>
        </w:rPr>
        <w:t xml:space="preserve"> </w:t>
      </w:r>
    </w:p>
    <w:p w:rsidR="0032236E" w:rsidRPr="00383030" w:rsidRDefault="00383030" w:rsidP="00383030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E. </w:t>
      </w:r>
      <w:r w:rsidR="0032236E" w:rsidRPr="002C5F86">
        <w:rPr>
          <w:rFonts w:cs="Times New Roman"/>
          <w:b/>
        </w:rPr>
        <w:t xml:space="preserve">9. </w:t>
      </w:r>
      <w:r w:rsidR="0032236E" w:rsidRPr="00383030">
        <w:rPr>
          <w:rFonts w:cs="Times New Roman"/>
        </w:rPr>
        <w:t>V Čl. II se v bodu 4 ve větě první za slova „příspěvku na péči“ vkládají slova „ve stupni III (těžká závislost) a“, slova „po třetím kalendářním měsíci“ se zrušují a na konec věty se doplňují slova „vztahující se ke zvýšení příspěvku na péči v daném stupni závislosti“.</w:t>
      </w:r>
    </w:p>
    <w:p w:rsidR="0032236E" w:rsidRPr="002C5F86" w:rsidRDefault="0032236E" w:rsidP="00505867">
      <w:pPr>
        <w:jc w:val="both"/>
        <w:rPr>
          <w:rFonts w:cs="Times New Roman"/>
          <w:b/>
        </w:rPr>
      </w:pPr>
    </w:p>
    <w:p w:rsidR="0032236E" w:rsidRPr="00383030" w:rsidRDefault="00383030" w:rsidP="00383030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E. </w:t>
      </w:r>
      <w:r w:rsidR="0032236E" w:rsidRPr="002C5F86">
        <w:rPr>
          <w:rFonts w:cs="Times New Roman"/>
          <w:b/>
        </w:rPr>
        <w:t>10</w:t>
      </w:r>
      <w:r w:rsidR="0032236E" w:rsidRPr="00383030">
        <w:rPr>
          <w:rFonts w:cs="Times New Roman"/>
        </w:rPr>
        <w:t>. Čl. III zní:</w:t>
      </w:r>
    </w:p>
    <w:p w:rsidR="0032236E" w:rsidRPr="002C5F86" w:rsidRDefault="0032236E" w:rsidP="00BE7343">
      <w:pPr>
        <w:ind w:hanging="284"/>
        <w:jc w:val="both"/>
        <w:rPr>
          <w:rFonts w:cs="Times New Roman"/>
          <w:b/>
        </w:rPr>
      </w:pPr>
    </w:p>
    <w:p w:rsidR="0032236E" w:rsidRPr="002C5F86" w:rsidRDefault="0032236E" w:rsidP="00BE7343">
      <w:pPr>
        <w:jc w:val="center"/>
        <w:rPr>
          <w:rFonts w:cs="Times New Roman"/>
          <w:b/>
        </w:rPr>
      </w:pPr>
      <w:r w:rsidRPr="002C5F86">
        <w:rPr>
          <w:rFonts w:cs="Times New Roman"/>
          <w:b/>
        </w:rPr>
        <w:t>Účinnost</w:t>
      </w:r>
    </w:p>
    <w:p w:rsidR="00505867" w:rsidRDefault="00505867" w:rsidP="00BE7343">
      <w:pPr>
        <w:jc w:val="both"/>
        <w:rPr>
          <w:rFonts w:cs="Times New Roman"/>
        </w:rPr>
      </w:pPr>
    </w:p>
    <w:p w:rsidR="0032236E" w:rsidRPr="002C5F86" w:rsidRDefault="0032236E" w:rsidP="00505867">
      <w:pPr>
        <w:ind w:firstLine="709"/>
        <w:jc w:val="both"/>
        <w:rPr>
          <w:rFonts w:cs="Times New Roman"/>
        </w:rPr>
      </w:pPr>
      <w:r w:rsidRPr="002C5F86">
        <w:rPr>
          <w:rFonts w:cs="Times New Roman"/>
        </w:rPr>
        <w:t xml:space="preserve">Tento zákon nabývá účinnosti prvním dnem druhého kalendářního měsíce následujícího po jeho vyhlášení s výjimkou ustanovení Čl. I bodu 1, 3 a 6, které nabývají účinnosti dnem </w:t>
      </w:r>
      <w:r w:rsidRPr="002C5F86">
        <w:rPr>
          <w:rFonts w:cs="Times New Roman"/>
        </w:rPr>
        <w:br/>
        <w:t>1. července 2019.</w:t>
      </w:r>
    </w:p>
    <w:p w:rsidR="0032236E" w:rsidRPr="002C5F86" w:rsidRDefault="0032236E" w:rsidP="00BE7343">
      <w:pPr>
        <w:jc w:val="both"/>
        <w:rPr>
          <w:rFonts w:cs="Times New Roman"/>
          <w:b/>
        </w:rPr>
      </w:pPr>
    </w:p>
    <w:p w:rsidR="0032236E" w:rsidRPr="002C5F86" w:rsidRDefault="0032236E" w:rsidP="00BE7343">
      <w:pPr>
        <w:jc w:val="both"/>
        <w:rPr>
          <w:rFonts w:cs="Times New Roman"/>
          <w:b/>
        </w:rPr>
      </w:pPr>
    </w:p>
    <w:p w:rsidR="0032236E" w:rsidRPr="002C5F86" w:rsidRDefault="00BE7343" w:rsidP="00BE7343">
      <w:pPr>
        <w:jc w:val="both"/>
        <w:rPr>
          <w:rFonts w:cs="Times New Roman"/>
          <w:b/>
        </w:rPr>
      </w:pPr>
      <w:r w:rsidRPr="002C5F86">
        <w:rPr>
          <w:rFonts w:cs="Times New Roman"/>
          <w:b/>
        </w:rPr>
        <w:t>F</w:t>
      </w:r>
      <w:r w:rsidRPr="002C5F86">
        <w:rPr>
          <w:rFonts w:cs="Times New Roman"/>
          <w:b/>
        </w:rPr>
        <w:tab/>
        <w:t>Poslankyně Lenka Dražilová</w:t>
      </w:r>
    </w:p>
    <w:p w:rsidR="00BE7343" w:rsidRPr="002C5F86" w:rsidRDefault="00BE7343" w:rsidP="00BE7343">
      <w:pPr>
        <w:jc w:val="both"/>
        <w:rPr>
          <w:rFonts w:cs="Times New Roman"/>
        </w:rPr>
      </w:pPr>
      <w:r w:rsidRPr="002C5F86">
        <w:rPr>
          <w:rFonts w:cs="Times New Roman"/>
        </w:rPr>
        <w:t>(SD 1642)</w:t>
      </w:r>
    </w:p>
    <w:p w:rsidR="0032236E" w:rsidRPr="002C5F86" w:rsidRDefault="0032236E" w:rsidP="0032236E">
      <w:pPr>
        <w:jc w:val="both"/>
        <w:rPr>
          <w:rFonts w:cs="Times New Roman"/>
        </w:rPr>
      </w:pPr>
    </w:p>
    <w:p w:rsidR="00BE7343" w:rsidRPr="00383030" w:rsidRDefault="00383030" w:rsidP="00BE7343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 xml:space="preserve">1. </w:t>
      </w:r>
      <w:r w:rsidR="00BE7343" w:rsidRPr="00383030">
        <w:rPr>
          <w:rFonts w:cs="Times New Roman"/>
        </w:rPr>
        <w:t>V Čl. I novelizační bod 1 zní:</w:t>
      </w:r>
    </w:p>
    <w:p w:rsidR="00BE7343" w:rsidRPr="002C5F86" w:rsidRDefault="00BE7343" w:rsidP="00BE7343">
      <w:pPr>
        <w:pStyle w:val="Odstavecseseznamem"/>
        <w:ind w:left="284"/>
        <w:jc w:val="both"/>
        <w:rPr>
          <w:rFonts w:ascii="Times New Roman" w:hAnsi="Times New Roman"/>
          <w:sz w:val="24"/>
          <w:szCs w:val="24"/>
        </w:rPr>
      </w:pPr>
    </w:p>
    <w:p w:rsidR="00BE7343" w:rsidRPr="002C5F86" w:rsidRDefault="00BE7343" w:rsidP="00505867">
      <w:pPr>
        <w:pStyle w:val="Odstavecseseznamem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2C5F86">
        <w:rPr>
          <w:rFonts w:ascii="Times New Roman" w:hAnsi="Times New Roman"/>
          <w:sz w:val="24"/>
          <w:szCs w:val="24"/>
        </w:rPr>
        <w:t>„1. V § 11 odst. 1 písmena c) a d) znějí:</w:t>
      </w:r>
    </w:p>
    <w:p w:rsidR="00BE7343" w:rsidRPr="002C5F86" w:rsidRDefault="00BE7343" w:rsidP="00505867">
      <w:pPr>
        <w:ind w:left="284" w:firstLine="283"/>
        <w:jc w:val="both"/>
        <w:rPr>
          <w:rFonts w:cs="Times New Roman"/>
        </w:rPr>
      </w:pPr>
      <w:r w:rsidRPr="002C5F86">
        <w:rPr>
          <w:rFonts w:cs="Times New Roman"/>
        </w:rPr>
        <w:t>„c) jde-li o stupeň III (těžká závislost)</w:t>
      </w:r>
    </w:p>
    <w:p w:rsidR="00BE7343" w:rsidRPr="002C5F86" w:rsidRDefault="00BE7343" w:rsidP="00505867">
      <w:pPr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9 900 Kč, pokud osobě poskytuje pomoc poskytovatel pobytových sociálních služeb podle §</w:t>
      </w:r>
      <w:r w:rsidR="00B44BB2">
        <w:rPr>
          <w:rFonts w:cs="Times New Roman"/>
        </w:rPr>
        <w:t> </w:t>
      </w:r>
      <w:r w:rsidRPr="002C5F86">
        <w:rPr>
          <w:rFonts w:cs="Times New Roman"/>
        </w:rPr>
        <w:t>48, 49, 50, 51, 52 nebo dětský domov anebo speciální lůžkové zdravotnické zařízení hospicového typu,</w:t>
      </w:r>
    </w:p>
    <w:p w:rsidR="00BE7343" w:rsidRPr="002C5F86" w:rsidRDefault="00BE7343" w:rsidP="00505867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lastRenderedPageBreak/>
        <w:t>2. 12 900 Kč v ostatních případech,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</w:p>
    <w:p w:rsidR="00BE7343" w:rsidRPr="002C5F86" w:rsidRDefault="00BE7343" w:rsidP="00505867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d) jde-li o stupeň IV (úplná závislost)</w:t>
      </w:r>
    </w:p>
    <w:p w:rsidR="00BE7343" w:rsidRPr="002C5F86" w:rsidRDefault="00BE7343" w:rsidP="00505867">
      <w:pPr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13 200 Kč, pokud osobě poskytuje pomoc poskytovatel pobytových sociálních služeb podle §</w:t>
      </w:r>
      <w:r w:rsidR="00B44BB2">
        <w:rPr>
          <w:rFonts w:cs="Times New Roman"/>
        </w:rPr>
        <w:t> </w:t>
      </w:r>
      <w:r w:rsidRPr="002C5F86">
        <w:rPr>
          <w:rFonts w:cs="Times New Roman"/>
        </w:rPr>
        <w:t>48, 49, 50, 51, 52 nebo dětský domov anebo speciální lůžkové zdravotnické zařízení hospicového typu,</w:t>
      </w:r>
    </w:p>
    <w:p w:rsidR="00BE7343" w:rsidRPr="002C5F86" w:rsidRDefault="00BE7343" w:rsidP="00505867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2. 17 200 Kč v ostatních případech.“.“.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</w:p>
    <w:p w:rsidR="00BE7343" w:rsidRPr="00383030" w:rsidRDefault="00383030" w:rsidP="00505867">
      <w:pPr>
        <w:ind w:left="360"/>
        <w:jc w:val="both"/>
        <w:rPr>
          <w:rFonts w:cs="Times New Roman"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 xml:space="preserve">2. </w:t>
      </w:r>
      <w:r w:rsidR="00BE7343" w:rsidRPr="00383030">
        <w:rPr>
          <w:rFonts w:cs="Times New Roman"/>
        </w:rPr>
        <w:t>V Čl. I novelizační bod 2 zní:</w:t>
      </w:r>
    </w:p>
    <w:p w:rsidR="00BE7343" w:rsidRPr="002C5F86" w:rsidRDefault="00BE7343" w:rsidP="00505867">
      <w:pPr>
        <w:pStyle w:val="Odstavecseseznamem"/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BE7343" w:rsidRPr="002C5F86" w:rsidRDefault="00BE7343" w:rsidP="00505867">
      <w:pPr>
        <w:pStyle w:val="Odstavecseseznamem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2C5F86">
        <w:rPr>
          <w:rFonts w:ascii="Times New Roman" w:hAnsi="Times New Roman"/>
          <w:sz w:val="24"/>
          <w:szCs w:val="24"/>
        </w:rPr>
        <w:t>„2. V § 11 odst. 2 písmena c) a d) znějí: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„c) jde-li o stupeň III (těžká závislost)</w:t>
      </w:r>
    </w:p>
    <w:p w:rsidR="00BE7343" w:rsidRPr="002C5F86" w:rsidRDefault="00BE7343" w:rsidP="00505867">
      <w:pPr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8 800 Kč, pokud osobě poskytuje pomoc poskytovatel pobytových sociálních služeb podle §</w:t>
      </w:r>
      <w:r w:rsidR="00B44BB2">
        <w:rPr>
          <w:rFonts w:cs="Times New Roman"/>
        </w:rPr>
        <w:t> </w:t>
      </w:r>
      <w:r w:rsidRPr="002C5F86">
        <w:rPr>
          <w:rFonts w:cs="Times New Roman"/>
        </w:rPr>
        <w:t>48, 49, 50, 51, 52 nebo dětský domov anebo speciální lůžkové zdravotnické zařízení hospicového typu,</w:t>
      </w:r>
    </w:p>
    <w:p w:rsidR="00BE7343" w:rsidRPr="002C5F86" w:rsidRDefault="00BE7343" w:rsidP="00505867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2. 11 800 Kč v ostatních případech,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</w:p>
    <w:p w:rsidR="00BE7343" w:rsidRPr="002C5F86" w:rsidRDefault="00BE7343" w:rsidP="00505867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d) jde-li o stupeň IV (úplná závislost)</w:t>
      </w:r>
    </w:p>
    <w:p w:rsidR="00BE7343" w:rsidRPr="002C5F86" w:rsidRDefault="00BE7343" w:rsidP="00505867">
      <w:pPr>
        <w:tabs>
          <w:tab w:val="left" w:pos="284"/>
        </w:tabs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13 200 Kč, pokud osobě poskytuje pomoc poskytovatel pobytových sociálních služeb podle §</w:t>
      </w:r>
      <w:r w:rsidR="00B44BB2">
        <w:rPr>
          <w:rFonts w:cs="Times New Roman"/>
        </w:rPr>
        <w:t> </w:t>
      </w:r>
      <w:r w:rsidRPr="002C5F86">
        <w:rPr>
          <w:rFonts w:cs="Times New Roman"/>
        </w:rPr>
        <w:t>48, 49, 50, 51, 52 nebo dětský domov anebo speciální lůžkové zdravotnické zařízení hospicového typu,</w:t>
      </w:r>
    </w:p>
    <w:p w:rsidR="00BE7343" w:rsidRPr="002C5F86" w:rsidRDefault="00BE7343" w:rsidP="00505867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2. 17 200 Kč v ostatních případech.“.“.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</w:p>
    <w:p w:rsidR="00BE7343" w:rsidRPr="00383030" w:rsidRDefault="00383030" w:rsidP="00505867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 xml:space="preserve">3. </w:t>
      </w:r>
      <w:r w:rsidR="00BE7343" w:rsidRPr="00383030">
        <w:rPr>
          <w:rFonts w:cs="Times New Roman"/>
        </w:rPr>
        <w:t>V Čl. I novelizační bod 3 zní: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„3. V § 12 se odstavce 2 a 3 zrušují.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Dosavadní odstavce 4 až 6 se označují jako 2 až 4.“</w:t>
      </w:r>
    </w:p>
    <w:p w:rsidR="00BE7343" w:rsidRPr="002C5F86" w:rsidRDefault="00BE7343" w:rsidP="00505867">
      <w:pPr>
        <w:jc w:val="both"/>
        <w:rPr>
          <w:rFonts w:cs="Times New Roman"/>
        </w:rPr>
      </w:pPr>
    </w:p>
    <w:p w:rsidR="00BE7343" w:rsidRPr="00383030" w:rsidRDefault="00BE7343" w:rsidP="00505867">
      <w:pPr>
        <w:jc w:val="both"/>
        <w:rPr>
          <w:rFonts w:cs="Times New Roman"/>
        </w:rPr>
      </w:pPr>
      <w:r w:rsidRPr="00383030">
        <w:rPr>
          <w:rFonts w:cs="Times New Roman"/>
        </w:rPr>
        <w:t>Dosavadní novelizační bod 3 se označuje jako bod 4.</w:t>
      </w:r>
    </w:p>
    <w:p w:rsidR="00BE7343" w:rsidRPr="002C5F86" w:rsidRDefault="00BE7343" w:rsidP="00505867">
      <w:pPr>
        <w:jc w:val="both"/>
        <w:rPr>
          <w:rFonts w:cs="Times New Roman"/>
          <w:b/>
        </w:rPr>
      </w:pPr>
    </w:p>
    <w:p w:rsidR="00BE7343" w:rsidRPr="00383030" w:rsidRDefault="00383030" w:rsidP="00505867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 xml:space="preserve">4. </w:t>
      </w:r>
      <w:r w:rsidR="00BE7343" w:rsidRPr="00383030">
        <w:rPr>
          <w:rFonts w:cs="Times New Roman"/>
        </w:rPr>
        <w:t>V Čl. I se v novelizačním bodu 4 text „§ 12 odst. 5“ nahrazuje textem „§ 12 odst. 3“.</w:t>
      </w:r>
    </w:p>
    <w:p w:rsidR="00505867" w:rsidRDefault="00505867" w:rsidP="00505867">
      <w:pPr>
        <w:jc w:val="both"/>
        <w:rPr>
          <w:rFonts w:cs="Times New Roman"/>
          <w:b/>
        </w:rPr>
      </w:pPr>
    </w:p>
    <w:p w:rsidR="00BE7343" w:rsidRPr="00383030" w:rsidRDefault="00383030" w:rsidP="00505867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>5</w:t>
      </w:r>
      <w:r w:rsidR="00BE7343" w:rsidRPr="00383030">
        <w:rPr>
          <w:rFonts w:cs="Times New Roman"/>
        </w:rPr>
        <w:t>. V Čl. I novelizační bod 5 zní: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„5. V § 13 se text „§ 12 odst. 4“ nahrazuje textem „§ 12 odst. 2“.“</w:t>
      </w:r>
    </w:p>
    <w:p w:rsidR="00BE7343" w:rsidRPr="002C5F86" w:rsidRDefault="00BE7343" w:rsidP="00BE7343">
      <w:pPr>
        <w:jc w:val="both"/>
        <w:rPr>
          <w:rFonts w:cs="Times New Roman"/>
          <w:b/>
        </w:rPr>
      </w:pPr>
    </w:p>
    <w:p w:rsidR="00BE7343" w:rsidRPr="002C5F86" w:rsidRDefault="00383030" w:rsidP="00BE7343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>6</w:t>
      </w:r>
      <w:r w:rsidR="00BE7343" w:rsidRPr="004B71AE">
        <w:rPr>
          <w:rFonts w:cs="Times New Roman"/>
        </w:rPr>
        <w:t>. V Čl. I novelizační bod 6 zní: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„6. V § 21 odst. 2 písm. e) se text „§ 12 odst. 6“ nahrazuje textem „§ 12 odst. 4“.“</w:t>
      </w:r>
    </w:p>
    <w:p w:rsidR="00BE7343" w:rsidRPr="002C5F86" w:rsidRDefault="00BE7343" w:rsidP="00BE7343">
      <w:pPr>
        <w:spacing w:after="120"/>
        <w:jc w:val="both"/>
        <w:rPr>
          <w:rFonts w:cs="Times New Roman"/>
          <w:b/>
        </w:rPr>
      </w:pPr>
    </w:p>
    <w:p w:rsidR="00BE7343" w:rsidRPr="004B71AE" w:rsidRDefault="004B71AE" w:rsidP="00BE7343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 xml:space="preserve">7. </w:t>
      </w:r>
      <w:r w:rsidR="00BE7343" w:rsidRPr="004B71AE">
        <w:rPr>
          <w:rFonts w:cs="Times New Roman"/>
        </w:rPr>
        <w:t>V Čl. I novelizační bod 7 zní:</w:t>
      </w:r>
    </w:p>
    <w:p w:rsidR="00BE7343" w:rsidRPr="002C5F86" w:rsidRDefault="00BE7343" w:rsidP="00BE7343">
      <w:pPr>
        <w:spacing w:after="120"/>
        <w:ind w:left="284"/>
        <w:jc w:val="both"/>
        <w:rPr>
          <w:rFonts w:cs="Times New Roman"/>
        </w:rPr>
      </w:pPr>
      <w:r w:rsidRPr="002C5F86">
        <w:rPr>
          <w:rFonts w:cs="Times New Roman"/>
        </w:rPr>
        <w:t>„7. V § 22 se odstavec 3 zrušuje.</w:t>
      </w:r>
    </w:p>
    <w:p w:rsidR="00BE7343" w:rsidRPr="002C5F86" w:rsidRDefault="00BE7343" w:rsidP="00505867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Dosavadní odstavce 4 až 7 se označují jako 3 až 6.“</w:t>
      </w:r>
    </w:p>
    <w:p w:rsidR="00BE7343" w:rsidRPr="002C5F86" w:rsidRDefault="00BE7343" w:rsidP="00BE7343">
      <w:pPr>
        <w:spacing w:after="120"/>
        <w:jc w:val="both"/>
        <w:rPr>
          <w:rFonts w:cs="Times New Roman"/>
          <w:b/>
        </w:rPr>
      </w:pPr>
    </w:p>
    <w:p w:rsidR="00BE7343" w:rsidRPr="004B71AE" w:rsidRDefault="004B71AE" w:rsidP="00505867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 xml:space="preserve">8. </w:t>
      </w:r>
      <w:r w:rsidR="00BE7343" w:rsidRPr="004B71AE">
        <w:rPr>
          <w:rFonts w:cs="Times New Roman"/>
        </w:rPr>
        <w:t>V Čl. II se v novelizačních bodech 2 a 3 slova „podle § 11 odst. 1 písm. d) bodu 2 a § 11 odst. 2 písm. d) bodu 2“ nahrazují slovy „podle § 11 odst. 1 písm. c) bodu 2 a písm. d) bodu 2 a § 11 odst. 2 písm. c) bodu 2 a písm. d) bodu 2“.</w:t>
      </w:r>
    </w:p>
    <w:p w:rsidR="00BE7343" w:rsidRPr="002C5F86" w:rsidRDefault="00BE7343" w:rsidP="00505867">
      <w:pPr>
        <w:jc w:val="both"/>
        <w:rPr>
          <w:rFonts w:cs="Times New Roman"/>
          <w:b/>
        </w:rPr>
      </w:pPr>
    </w:p>
    <w:p w:rsidR="00BE7343" w:rsidRPr="004B71AE" w:rsidRDefault="004B71AE" w:rsidP="00505867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 xml:space="preserve">9. </w:t>
      </w:r>
      <w:r w:rsidR="00BE7343" w:rsidRPr="004B71AE">
        <w:rPr>
          <w:rFonts w:cs="Times New Roman"/>
        </w:rPr>
        <w:t>V Čl. II se v novelizačním bodu 5 ve větě první za slova „příspěvku na péči“ vkládají slova „ve stupni III (těžká závislost) a“.</w:t>
      </w:r>
    </w:p>
    <w:p w:rsidR="00BE7343" w:rsidRPr="002C5F86" w:rsidRDefault="00BE7343" w:rsidP="00505867">
      <w:pPr>
        <w:jc w:val="both"/>
        <w:rPr>
          <w:rFonts w:cs="Times New Roman"/>
          <w:b/>
        </w:rPr>
      </w:pPr>
    </w:p>
    <w:p w:rsidR="00BE7343" w:rsidRPr="004B71AE" w:rsidRDefault="004B71AE" w:rsidP="00505867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F. </w:t>
      </w:r>
      <w:r w:rsidR="00BE7343" w:rsidRPr="002C5F86">
        <w:rPr>
          <w:rFonts w:cs="Times New Roman"/>
          <w:b/>
        </w:rPr>
        <w:t xml:space="preserve">10. </w:t>
      </w:r>
      <w:r w:rsidR="00BE7343" w:rsidRPr="004B71AE">
        <w:rPr>
          <w:rFonts w:cs="Times New Roman"/>
        </w:rPr>
        <w:t>Čl. III zní:</w:t>
      </w:r>
    </w:p>
    <w:p w:rsidR="00BE7343" w:rsidRPr="002C5F86" w:rsidRDefault="00BE7343" w:rsidP="00505867">
      <w:pPr>
        <w:rPr>
          <w:rFonts w:cs="Times New Roman"/>
          <w:b/>
        </w:rPr>
      </w:pPr>
      <w:r w:rsidRPr="002C5F86">
        <w:rPr>
          <w:rFonts w:cs="Times New Roman"/>
          <w:bCs/>
        </w:rPr>
        <w:t>„</w:t>
      </w:r>
      <w:r w:rsidRPr="002C5F86">
        <w:rPr>
          <w:rFonts w:cs="Times New Roman"/>
          <w:b/>
          <w:bCs/>
        </w:rPr>
        <w:t xml:space="preserve">Účinnost </w:t>
      </w:r>
    </w:p>
    <w:p w:rsidR="00BE7343" w:rsidRPr="002C5F86" w:rsidRDefault="00BE7343" w:rsidP="00505867">
      <w:pPr>
        <w:rPr>
          <w:rFonts w:cs="Times New Roman"/>
        </w:rPr>
      </w:pPr>
      <w:r w:rsidRPr="002C5F86">
        <w:rPr>
          <w:rFonts w:cs="Times New Roman"/>
        </w:rPr>
        <w:t>Tento zákon nabývá účinnosti dnem 1. července 2019.“</w:t>
      </w:r>
    </w:p>
    <w:p w:rsidR="00BE7343" w:rsidRPr="002C5F86" w:rsidRDefault="00BE7343" w:rsidP="0032236E">
      <w:pPr>
        <w:jc w:val="both"/>
        <w:rPr>
          <w:rFonts w:cs="Times New Roman"/>
          <w:b/>
        </w:rPr>
      </w:pPr>
      <w:r w:rsidRPr="002C5F86">
        <w:rPr>
          <w:rFonts w:cs="Times New Roman"/>
          <w:b/>
        </w:rPr>
        <w:lastRenderedPageBreak/>
        <w:t>G</w:t>
      </w:r>
      <w:r w:rsidRPr="002C5F86">
        <w:rPr>
          <w:rFonts w:cs="Times New Roman"/>
          <w:b/>
        </w:rPr>
        <w:tab/>
        <w:t>Poslankyně Alena Gajdůšková</w:t>
      </w:r>
    </w:p>
    <w:p w:rsidR="00BE7343" w:rsidRPr="002C5F86" w:rsidRDefault="00BE7343" w:rsidP="0032236E">
      <w:pPr>
        <w:jc w:val="both"/>
        <w:rPr>
          <w:rFonts w:cs="Times New Roman"/>
        </w:rPr>
      </w:pPr>
      <w:r w:rsidRPr="002C5F86">
        <w:rPr>
          <w:rFonts w:cs="Times New Roman"/>
        </w:rPr>
        <w:t>(SD 1539)</w:t>
      </w:r>
    </w:p>
    <w:p w:rsidR="00BE7343" w:rsidRPr="002C5F86" w:rsidRDefault="00BE7343" w:rsidP="0032236E">
      <w:pPr>
        <w:jc w:val="both"/>
        <w:rPr>
          <w:rFonts w:cs="Times New Roman"/>
        </w:rPr>
      </w:pPr>
    </w:p>
    <w:p w:rsidR="007B6E3A" w:rsidRPr="004B71AE" w:rsidRDefault="004B71AE" w:rsidP="0066737F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G. </w:t>
      </w:r>
      <w:r w:rsidR="007B6E3A" w:rsidRPr="002C5F86">
        <w:rPr>
          <w:rFonts w:cs="Times New Roman"/>
          <w:b/>
        </w:rPr>
        <w:t xml:space="preserve">1. </w:t>
      </w:r>
      <w:r w:rsidR="007B6E3A" w:rsidRPr="004B71AE">
        <w:rPr>
          <w:rFonts w:cs="Times New Roman"/>
        </w:rPr>
        <w:t>V Čl. I novelizační bod 1 zní:</w:t>
      </w:r>
    </w:p>
    <w:p w:rsidR="007B6E3A" w:rsidRPr="002C5F86" w:rsidRDefault="007B6E3A" w:rsidP="0066737F">
      <w:pPr>
        <w:pStyle w:val="Odstavecseseznamem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7B6E3A" w:rsidRPr="002C5F86" w:rsidRDefault="007B6E3A" w:rsidP="0066737F">
      <w:pPr>
        <w:pStyle w:val="Odstavecseseznamem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2C5F86">
        <w:rPr>
          <w:rFonts w:ascii="Times New Roman" w:hAnsi="Times New Roman"/>
          <w:sz w:val="24"/>
          <w:szCs w:val="24"/>
        </w:rPr>
        <w:t>„1. V § 11 odst. 1 písmena c) a d) znějí:</w:t>
      </w:r>
    </w:p>
    <w:p w:rsidR="007B6E3A" w:rsidRPr="002C5F86" w:rsidRDefault="007B6E3A" w:rsidP="0066737F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„c) jde-li o stupeň III (těžká závislost)</w:t>
      </w:r>
    </w:p>
    <w:p w:rsidR="007B6E3A" w:rsidRPr="002C5F86" w:rsidRDefault="007B6E3A" w:rsidP="0066737F">
      <w:pPr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9 900 Kč, pokud osobě poskytuje pomoc poskytovatel pobytových sociálních služeb podle §</w:t>
      </w:r>
      <w:r w:rsidR="00B44BB2">
        <w:rPr>
          <w:rFonts w:cs="Times New Roman"/>
        </w:rPr>
        <w:t> </w:t>
      </w:r>
      <w:r w:rsidRPr="002C5F86">
        <w:rPr>
          <w:rFonts w:cs="Times New Roman"/>
        </w:rPr>
        <w:t>48, 49, 50, 51, 52 nebo dětský domov anebo speciální lůžkové zdravotnické zařízení hospicového typu,</w:t>
      </w:r>
    </w:p>
    <w:p w:rsidR="007B6E3A" w:rsidRPr="002C5F86" w:rsidRDefault="007B6E3A" w:rsidP="0066737F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2. 13 900 Kč v ostatních případech,</w:t>
      </w:r>
    </w:p>
    <w:p w:rsidR="007B6E3A" w:rsidRPr="002C5F86" w:rsidRDefault="007B6E3A" w:rsidP="0066737F">
      <w:pPr>
        <w:ind w:left="284"/>
        <w:jc w:val="both"/>
        <w:rPr>
          <w:rFonts w:cs="Times New Roman"/>
        </w:rPr>
      </w:pPr>
    </w:p>
    <w:p w:rsidR="007B6E3A" w:rsidRPr="002C5F86" w:rsidRDefault="007B6E3A" w:rsidP="0066737F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d) jde-li o stupeň IV (úplná závislost)</w:t>
      </w:r>
    </w:p>
    <w:p w:rsidR="007B6E3A" w:rsidRPr="002C5F86" w:rsidRDefault="007B6E3A" w:rsidP="0066737F">
      <w:pPr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13 200 Kč, pokud osobě poskytuje pomoc poskytovatel pobytových sociálních služeb podle §</w:t>
      </w:r>
      <w:r w:rsidR="00B44BB2">
        <w:rPr>
          <w:rFonts w:cs="Times New Roman"/>
        </w:rPr>
        <w:t> </w:t>
      </w:r>
      <w:r w:rsidRPr="002C5F86">
        <w:rPr>
          <w:rFonts w:cs="Times New Roman"/>
        </w:rPr>
        <w:t>48, 49, 50, 51, 52 nebo dětský domov anebo speciální lůžkové zdravotnické zařízení hospicového typu,</w:t>
      </w:r>
    </w:p>
    <w:p w:rsidR="007B6E3A" w:rsidRPr="002C5F86" w:rsidRDefault="007B6E3A" w:rsidP="0066737F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2. 19 200 Kč v ostatních případech.“.“.</w:t>
      </w:r>
    </w:p>
    <w:p w:rsidR="007B6E3A" w:rsidRPr="002C5F86" w:rsidRDefault="007B6E3A" w:rsidP="0066737F">
      <w:pPr>
        <w:pStyle w:val="Odstavecseseznamem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7B6E3A" w:rsidRPr="002C5F86" w:rsidRDefault="004B71AE" w:rsidP="0066737F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G. </w:t>
      </w:r>
      <w:r w:rsidR="002C5F86" w:rsidRPr="002C5F86">
        <w:rPr>
          <w:rFonts w:cs="Times New Roman"/>
          <w:b/>
        </w:rPr>
        <w:t xml:space="preserve">2. </w:t>
      </w:r>
      <w:r w:rsidR="007B6E3A" w:rsidRPr="004B71AE">
        <w:rPr>
          <w:rFonts w:cs="Times New Roman"/>
        </w:rPr>
        <w:t>V Čl. I se vkládá novelizační bod 2, který zní:</w:t>
      </w:r>
    </w:p>
    <w:p w:rsidR="007B6E3A" w:rsidRPr="002C5F86" w:rsidRDefault="007B6E3A" w:rsidP="0066737F">
      <w:pPr>
        <w:pStyle w:val="Odstavecseseznamem"/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7B6E3A" w:rsidRPr="002C5F86" w:rsidRDefault="007B6E3A" w:rsidP="0066737F">
      <w:pPr>
        <w:pStyle w:val="Odstavecseseznamem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2C5F86">
        <w:rPr>
          <w:rFonts w:ascii="Times New Roman" w:hAnsi="Times New Roman"/>
          <w:sz w:val="24"/>
          <w:szCs w:val="24"/>
        </w:rPr>
        <w:t>„2. V § 11 odst. 2 písmena c) a d) znějí:</w:t>
      </w:r>
    </w:p>
    <w:p w:rsidR="007B6E3A" w:rsidRPr="002C5F86" w:rsidRDefault="007B6E3A" w:rsidP="0066737F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„c) jde-li o stupeň III (těžká závislost)</w:t>
      </w:r>
    </w:p>
    <w:p w:rsidR="007B6E3A" w:rsidRPr="002C5F86" w:rsidRDefault="007B6E3A" w:rsidP="0066737F">
      <w:pPr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8 800 Kč, pokud osobě poskytuje pomoc poskytovatel pobytových sociálních služeb podle §</w:t>
      </w:r>
      <w:r w:rsidR="00B44BB2">
        <w:rPr>
          <w:rFonts w:cs="Times New Roman"/>
        </w:rPr>
        <w:t> </w:t>
      </w:r>
      <w:r w:rsidRPr="002C5F86">
        <w:rPr>
          <w:rFonts w:cs="Times New Roman"/>
        </w:rPr>
        <w:t>48, 49, 50, 51, 52 nebo dětský domov anebo speciální lůžkové zdravotnické zařízení hospicového typu,</w:t>
      </w:r>
    </w:p>
    <w:p w:rsidR="007B6E3A" w:rsidRPr="002C5F86" w:rsidRDefault="007B6E3A" w:rsidP="0066737F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2. 12 800 Kč v ostatních případech,</w:t>
      </w:r>
    </w:p>
    <w:p w:rsidR="007B6E3A" w:rsidRPr="002C5F86" w:rsidRDefault="007B6E3A" w:rsidP="0066737F">
      <w:pPr>
        <w:ind w:left="284"/>
        <w:jc w:val="both"/>
        <w:rPr>
          <w:rFonts w:cs="Times New Roman"/>
        </w:rPr>
      </w:pPr>
    </w:p>
    <w:p w:rsidR="007B6E3A" w:rsidRPr="002C5F86" w:rsidRDefault="007B6E3A" w:rsidP="0066737F">
      <w:pPr>
        <w:ind w:left="284"/>
        <w:jc w:val="both"/>
        <w:rPr>
          <w:rFonts w:cs="Times New Roman"/>
        </w:rPr>
      </w:pPr>
      <w:r w:rsidRPr="002C5F86">
        <w:rPr>
          <w:rFonts w:cs="Times New Roman"/>
        </w:rPr>
        <w:t>d) jde-li o stupeň IV (úplná závislost)</w:t>
      </w:r>
    </w:p>
    <w:p w:rsidR="007B6E3A" w:rsidRPr="002C5F86" w:rsidRDefault="007B6E3A" w:rsidP="0066737F">
      <w:pPr>
        <w:tabs>
          <w:tab w:val="left" w:pos="284"/>
        </w:tabs>
        <w:ind w:left="709"/>
        <w:jc w:val="both"/>
        <w:rPr>
          <w:rFonts w:cs="Times New Roman"/>
        </w:rPr>
      </w:pPr>
      <w:r w:rsidRPr="002C5F86">
        <w:rPr>
          <w:rFonts w:cs="Times New Roman"/>
        </w:rPr>
        <w:t>1. 13 200 Kč, pokud osobě poskytuje pomoc poskytovatel pobytových sociálních služeb podle §</w:t>
      </w:r>
      <w:r w:rsidR="00B44BB2">
        <w:rPr>
          <w:rFonts w:cs="Times New Roman"/>
        </w:rPr>
        <w:t> </w:t>
      </w:r>
      <w:r w:rsidRPr="002C5F86">
        <w:rPr>
          <w:rFonts w:cs="Times New Roman"/>
        </w:rPr>
        <w:t>48, 49, 50, 51, 52 nebo dětský domov anebo speciální lůžkové zdravotnické zařízení hospicového typu,</w:t>
      </w:r>
    </w:p>
    <w:p w:rsidR="007B6E3A" w:rsidRPr="002C5F86" w:rsidRDefault="007B6E3A" w:rsidP="0066737F">
      <w:pPr>
        <w:ind w:left="284" w:firstLine="425"/>
        <w:jc w:val="both"/>
        <w:rPr>
          <w:rFonts w:cs="Times New Roman"/>
        </w:rPr>
      </w:pPr>
      <w:r w:rsidRPr="002C5F86">
        <w:rPr>
          <w:rFonts w:cs="Times New Roman"/>
        </w:rPr>
        <w:t>2. 19 200 Kč v ostatních případech.“.“.</w:t>
      </w:r>
    </w:p>
    <w:p w:rsidR="007B6E3A" w:rsidRPr="002C5F86" w:rsidRDefault="007B6E3A" w:rsidP="0066737F">
      <w:pPr>
        <w:jc w:val="both"/>
        <w:rPr>
          <w:rFonts w:cs="Times New Roman"/>
        </w:rPr>
      </w:pPr>
    </w:p>
    <w:p w:rsidR="007B6E3A" w:rsidRPr="004B71AE" w:rsidRDefault="007B6E3A" w:rsidP="0066737F">
      <w:pPr>
        <w:jc w:val="both"/>
        <w:rPr>
          <w:rFonts w:cs="Times New Roman"/>
        </w:rPr>
      </w:pPr>
      <w:r w:rsidRPr="004B71AE">
        <w:rPr>
          <w:rFonts w:cs="Times New Roman"/>
        </w:rPr>
        <w:t>Dosavadní novelizační body 2 a 3 se označují jako body 3 a 4.</w:t>
      </w:r>
    </w:p>
    <w:p w:rsidR="007320D2" w:rsidRDefault="007320D2" w:rsidP="0066737F">
      <w:pPr>
        <w:jc w:val="both"/>
        <w:rPr>
          <w:rFonts w:cs="Times New Roman"/>
          <w:b/>
        </w:rPr>
      </w:pPr>
    </w:p>
    <w:p w:rsidR="007B6E3A" w:rsidRPr="004B71AE" w:rsidRDefault="004B71AE" w:rsidP="0066737F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G. </w:t>
      </w:r>
      <w:r w:rsidR="007B6E3A" w:rsidRPr="002C5F86">
        <w:rPr>
          <w:rFonts w:cs="Times New Roman"/>
          <w:b/>
        </w:rPr>
        <w:t xml:space="preserve">3. </w:t>
      </w:r>
      <w:r w:rsidR="007B6E3A" w:rsidRPr="004B71AE">
        <w:rPr>
          <w:rFonts w:cs="Times New Roman"/>
        </w:rPr>
        <w:t>V Čl. I novelizační bod 3 zní:</w:t>
      </w:r>
    </w:p>
    <w:p w:rsidR="007B6E3A" w:rsidRPr="002C5F86" w:rsidRDefault="007B6E3A" w:rsidP="0066737F">
      <w:pPr>
        <w:jc w:val="both"/>
        <w:rPr>
          <w:rFonts w:cs="Times New Roman"/>
          <w:b/>
        </w:rPr>
      </w:pPr>
    </w:p>
    <w:p w:rsidR="007B6E3A" w:rsidRPr="002C5F86" w:rsidRDefault="007B6E3A" w:rsidP="0066737F">
      <w:pPr>
        <w:jc w:val="both"/>
        <w:rPr>
          <w:rFonts w:cs="Times New Roman"/>
        </w:rPr>
      </w:pPr>
      <w:r w:rsidRPr="002C5F86">
        <w:rPr>
          <w:rFonts w:cs="Times New Roman"/>
        </w:rPr>
        <w:t>„3. V § 12 se odstavce 2 a 3 zrušují.</w:t>
      </w:r>
    </w:p>
    <w:p w:rsidR="007B6E3A" w:rsidRPr="002C5F86" w:rsidRDefault="007B6E3A" w:rsidP="0066737F">
      <w:pPr>
        <w:jc w:val="both"/>
        <w:rPr>
          <w:rFonts w:cs="Times New Roman"/>
        </w:rPr>
      </w:pPr>
      <w:r w:rsidRPr="002C5F86">
        <w:rPr>
          <w:rFonts w:cs="Times New Roman"/>
        </w:rPr>
        <w:t>Dosavadní odstavce 4 až 6 se označují jako 2 až 4.“.</w:t>
      </w:r>
    </w:p>
    <w:p w:rsidR="007B6E3A" w:rsidRPr="002C5F86" w:rsidRDefault="007B6E3A" w:rsidP="0066737F">
      <w:pPr>
        <w:jc w:val="both"/>
        <w:rPr>
          <w:rFonts w:cs="Times New Roman"/>
        </w:rPr>
      </w:pPr>
    </w:p>
    <w:p w:rsidR="007B6E3A" w:rsidRPr="002C5F86" w:rsidRDefault="004B71AE" w:rsidP="0066737F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G. </w:t>
      </w:r>
      <w:r w:rsidR="007B6E3A" w:rsidRPr="002C5F86">
        <w:rPr>
          <w:rFonts w:cs="Times New Roman"/>
          <w:b/>
        </w:rPr>
        <w:t xml:space="preserve">4. </w:t>
      </w:r>
      <w:r w:rsidR="007B6E3A" w:rsidRPr="004B71AE">
        <w:rPr>
          <w:rFonts w:cs="Times New Roman"/>
        </w:rPr>
        <w:t>V Čl. I se v novelizačním bodu 4 text „§ 12 odst. 5“ nahrazuje textem „§ 12 odst. 3“.</w:t>
      </w:r>
    </w:p>
    <w:p w:rsidR="007B6E3A" w:rsidRPr="002C5F86" w:rsidRDefault="007B6E3A" w:rsidP="0066737F">
      <w:pPr>
        <w:jc w:val="both"/>
        <w:rPr>
          <w:rFonts w:cs="Times New Roman"/>
          <w:b/>
        </w:rPr>
      </w:pPr>
    </w:p>
    <w:p w:rsidR="007B6E3A" w:rsidRPr="004B71AE" w:rsidRDefault="004B71AE" w:rsidP="0066737F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G. </w:t>
      </w:r>
      <w:r w:rsidR="007B6E3A" w:rsidRPr="002C5F86">
        <w:rPr>
          <w:rFonts w:cs="Times New Roman"/>
          <w:b/>
        </w:rPr>
        <w:t xml:space="preserve">5. </w:t>
      </w:r>
      <w:r w:rsidR="007B6E3A" w:rsidRPr="004B71AE">
        <w:rPr>
          <w:rFonts w:cs="Times New Roman"/>
        </w:rPr>
        <w:t>V Čl. II se v novelizačních bodech 2 a 3 slova „podle § 11 odst. 1 písm. d) bodu 2 a § 11 odst. 2 písm. d) bodu 2“ nahrazují slovy „podle § 11 odst. 1 písm. c) bodu 2 a písm. d) bodu 2 a § 11 odst. 2 písm. c) bodu 2 a písm. d) bodu 2“.</w:t>
      </w:r>
    </w:p>
    <w:p w:rsidR="007B6E3A" w:rsidRPr="002C5F86" w:rsidRDefault="007B6E3A" w:rsidP="0066737F">
      <w:pPr>
        <w:jc w:val="both"/>
        <w:rPr>
          <w:rFonts w:cs="Times New Roman"/>
          <w:b/>
        </w:rPr>
      </w:pPr>
    </w:p>
    <w:p w:rsidR="007B6E3A" w:rsidRPr="004B71AE" w:rsidRDefault="004B71AE" w:rsidP="0066737F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G. </w:t>
      </w:r>
      <w:r w:rsidR="007B6E3A" w:rsidRPr="002C5F86">
        <w:rPr>
          <w:rFonts w:cs="Times New Roman"/>
          <w:b/>
        </w:rPr>
        <w:t xml:space="preserve">6. </w:t>
      </w:r>
      <w:r w:rsidR="007B6E3A" w:rsidRPr="004B71AE">
        <w:rPr>
          <w:rFonts w:cs="Times New Roman"/>
        </w:rPr>
        <w:t>V Čl. II se v novelizačním bodu 5 ve větě první za slova „příspěvku na péči“ vkládají slova „ve stupni III (těžká závislost) a“.</w:t>
      </w:r>
    </w:p>
    <w:p w:rsidR="007B6E3A" w:rsidRPr="002C5F86" w:rsidRDefault="007B6E3A" w:rsidP="0066737F">
      <w:pPr>
        <w:jc w:val="both"/>
        <w:rPr>
          <w:rFonts w:cs="Times New Roman"/>
          <w:b/>
        </w:rPr>
      </w:pPr>
    </w:p>
    <w:p w:rsidR="007B6E3A" w:rsidRDefault="004B71AE" w:rsidP="0066737F">
      <w:pPr>
        <w:jc w:val="both"/>
        <w:rPr>
          <w:rFonts w:cs="Times New Roman"/>
        </w:rPr>
      </w:pPr>
      <w:r>
        <w:rPr>
          <w:rFonts w:cs="Times New Roman"/>
          <w:b/>
        </w:rPr>
        <w:t xml:space="preserve">G. </w:t>
      </w:r>
      <w:r w:rsidR="007B6E3A" w:rsidRPr="002C5F86">
        <w:rPr>
          <w:rFonts w:cs="Times New Roman"/>
          <w:b/>
        </w:rPr>
        <w:t xml:space="preserve">7. </w:t>
      </w:r>
      <w:r w:rsidR="007B6E3A" w:rsidRPr="004B71AE">
        <w:rPr>
          <w:rFonts w:cs="Times New Roman"/>
        </w:rPr>
        <w:t>V Čl. III se slova „1.</w:t>
      </w:r>
      <w:r w:rsidR="00505867">
        <w:rPr>
          <w:rFonts w:cs="Times New Roman"/>
        </w:rPr>
        <w:t xml:space="preserve"> </w:t>
      </w:r>
      <w:r w:rsidR="007B6E3A" w:rsidRPr="004B71AE">
        <w:rPr>
          <w:rFonts w:cs="Times New Roman"/>
        </w:rPr>
        <w:t>ledna 2019“ nahrazují slovy „1. července 2019“.</w:t>
      </w:r>
    </w:p>
    <w:p w:rsidR="0066737F" w:rsidRPr="004B71AE" w:rsidRDefault="0066737F" w:rsidP="0066737F">
      <w:pPr>
        <w:jc w:val="both"/>
        <w:rPr>
          <w:rFonts w:cs="Times New Roman"/>
        </w:rPr>
      </w:pPr>
    </w:p>
    <w:p w:rsidR="00AF67DA" w:rsidRDefault="00AF67DA">
      <w:pPr>
        <w:widowControl/>
        <w:suppressAutoHyphens w:val="0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4B71AE" w:rsidRDefault="004B71AE" w:rsidP="0066737F">
      <w:pPr>
        <w:jc w:val="both"/>
        <w:rPr>
          <w:rFonts w:cs="Times New Roman"/>
        </w:rPr>
      </w:pPr>
      <w:r>
        <w:rPr>
          <w:rFonts w:cs="Times New Roman"/>
          <w:b/>
        </w:rPr>
        <w:lastRenderedPageBreak/>
        <w:t xml:space="preserve">G. 8. </w:t>
      </w:r>
      <w:r w:rsidRPr="004B71AE">
        <w:rPr>
          <w:rFonts w:cs="Times New Roman"/>
        </w:rPr>
        <w:t>V</w:t>
      </w:r>
      <w:r>
        <w:rPr>
          <w:rFonts w:cs="Times New Roman"/>
        </w:rPr>
        <w:t> čl. I se vkládá nový bod x, který zní:</w:t>
      </w:r>
    </w:p>
    <w:p w:rsidR="007B6E3A" w:rsidRDefault="004B71AE" w:rsidP="0066737F">
      <w:pPr>
        <w:jc w:val="both"/>
        <w:rPr>
          <w:rFonts w:cs="Times New Roman"/>
        </w:rPr>
      </w:pPr>
      <w:r>
        <w:rPr>
          <w:rFonts w:cs="Times New Roman"/>
        </w:rPr>
        <w:t xml:space="preserve">„x. V </w:t>
      </w:r>
      <w:r w:rsidRPr="004B71AE">
        <w:rPr>
          <w:rFonts w:cs="Times New Roman"/>
        </w:rPr>
        <w:t xml:space="preserve">§ 22 </w:t>
      </w:r>
      <w:r>
        <w:rPr>
          <w:rFonts w:cs="Times New Roman"/>
        </w:rPr>
        <w:t>odstavec 3 zní:</w:t>
      </w:r>
    </w:p>
    <w:p w:rsidR="004B71AE" w:rsidRDefault="004B71AE" w:rsidP="0066737F">
      <w:pPr>
        <w:ind w:firstLine="567"/>
        <w:jc w:val="both"/>
        <w:rPr>
          <w:rFonts w:cs="Times New Roman"/>
        </w:rPr>
      </w:pPr>
      <w:r>
        <w:rPr>
          <w:rFonts w:cs="Times New Roman"/>
        </w:rPr>
        <w:t>„(3) Přeplatek na vyplacených částkách zvýšení příspěvku podle § 12 odst. 2 nevzniká za kalendářní měsíce, za které nárok na toto zvýšení příspěvku zanikl, pokud příjemce příspěvku prokáže, že za tyto kalendářní měsíce vznikl témuž dítěti nárok na zvýšení příspěvku podle § 12 odst. 1 písm. a). Obdobně to platí pro přeplatek na zvýšení příspěvku podle § 12 odst. 1 písm. a), je-li prokázáno, že vznikl nárok na zvýšení příspěvku podle § 12 odst. 2.</w:t>
      </w:r>
      <w:r w:rsidR="0066737F">
        <w:rPr>
          <w:rFonts w:cs="Times New Roman"/>
        </w:rPr>
        <w:t>“.“.</w:t>
      </w:r>
    </w:p>
    <w:p w:rsidR="0066737F" w:rsidRDefault="0066737F" w:rsidP="007320D2">
      <w:pPr>
        <w:jc w:val="both"/>
        <w:rPr>
          <w:rFonts w:cs="Times New Roman"/>
        </w:rPr>
      </w:pPr>
    </w:p>
    <w:p w:rsidR="007320D2" w:rsidRPr="004B71AE" w:rsidRDefault="007320D2" w:rsidP="007320D2">
      <w:pPr>
        <w:jc w:val="both"/>
        <w:rPr>
          <w:rFonts w:cs="Times New Roman"/>
        </w:rPr>
      </w:pPr>
    </w:p>
    <w:p w:rsidR="00BE7343" w:rsidRPr="002C5F86" w:rsidRDefault="002C5F86" w:rsidP="0066737F">
      <w:pPr>
        <w:jc w:val="both"/>
        <w:rPr>
          <w:rFonts w:cs="Times New Roman"/>
          <w:b/>
        </w:rPr>
      </w:pPr>
      <w:r w:rsidRPr="002C5F86">
        <w:rPr>
          <w:rFonts w:cs="Times New Roman"/>
          <w:b/>
        </w:rPr>
        <w:t>H</w:t>
      </w:r>
      <w:r w:rsidRPr="002C5F86">
        <w:rPr>
          <w:rFonts w:cs="Times New Roman"/>
          <w:b/>
        </w:rPr>
        <w:tab/>
        <w:t>Poslanec Vít Kaňkovský</w:t>
      </w:r>
    </w:p>
    <w:p w:rsidR="002C5F86" w:rsidRPr="002C5F86" w:rsidRDefault="002C5F86" w:rsidP="0066737F">
      <w:pPr>
        <w:jc w:val="both"/>
        <w:rPr>
          <w:rFonts w:cs="Times New Roman"/>
        </w:rPr>
      </w:pPr>
      <w:r w:rsidRPr="002C5F86">
        <w:rPr>
          <w:rFonts w:cs="Times New Roman"/>
        </w:rPr>
        <w:t>(SD 1365)</w:t>
      </w:r>
    </w:p>
    <w:p w:rsidR="002C5F86" w:rsidRPr="002C5F86" w:rsidRDefault="002C5F86" w:rsidP="0066737F">
      <w:pPr>
        <w:jc w:val="both"/>
        <w:rPr>
          <w:rFonts w:cs="Times New Roman"/>
        </w:rPr>
      </w:pPr>
    </w:p>
    <w:p w:rsidR="002C5F86" w:rsidRPr="002C5F86" w:rsidRDefault="002C5F86" w:rsidP="0066737F">
      <w:pPr>
        <w:jc w:val="both"/>
        <w:rPr>
          <w:rFonts w:eastAsia="Roboto" w:cs="Times New Roman"/>
          <w:b/>
        </w:rPr>
      </w:pPr>
      <w:r w:rsidRPr="002C5F86">
        <w:rPr>
          <w:rFonts w:eastAsia="Roboto" w:cs="Times New Roman"/>
          <w:b/>
        </w:rPr>
        <w:t>Varianta A</w:t>
      </w:r>
    </w:p>
    <w:p w:rsidR="002C5F86" w:rsidRPr="002C5F86" w:rsidRDefault="0066737F" w:rsidP="0066737F">
      <w:pPr>
        <w:jc w:val="both"/>
        <w:rPr>
          <w:rFonts w:eastAsia="Roboto" w:cs="Times New Roman"/>
        </w:rPr>
      </w:pPr>
      <w:r w:rsidRPr="0066737F">
        <w:rPr>
          <w:rFonts w:eastAsia="Roboto" w:cs="Times New Roman"/>
          <w:b/>
        </w:rPr>
        <w:t>H. 1.</w:t>
      </w:r>
      <w:r>
        <w:rPr>
          <w:rFonts w:eastAsia="Roboto" w:cs="Times New Roman"/>
        </w:rPr>
        <w:t xml:space="preserve"> </w:t>
      </w:r>
      <w:r w:rsidR="002C5F86" w:rsidRPr="002C5F86">
        <w:rPr>
          <w:rFonts w:eastAsia="Roboto" w:cs="Times New Roman"/>
        </w:rPr>
        <w:t>V § 11 odst. (1) písmeno c) zní:</w:t>
      </w:r>
    </w:p>
    <w:p w:rsidR="002C5F86" w:rsidRPr="002C5F86" w:rsidRDefault="002C5F86" w:rsidP="0066737F">
      <w:pPr>
        <w:ind w:left="720" w:hanging="436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„c) jde-li o stupeň III (těžká závislost)</w:t>
      </w:r>
    </w:p>
    <w:p w:rsidR="002C5F86" w:rsidRPr="002C5F86" w:rsidRDefault="002C5F86" w:rsidP="0066737F">
      <w:pPr>
        <w:ind w:left="567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9 900 Kč, pokud osobě poskytuje pomoc poskytovatel pobytových sociálních služeb podle §</w:t>
      </w:r>
      <w:r w:rsidR="0066737F">
        <w:rPr>
          <w:rFonts w:eastAsia="Roboto" w:cs="Times New Roman"/>
        </w:rPr>
        <w:t> </w:t>
      </w:r>
      <w:r w:rsidRPr="002C5F86">
        <w:rPr>
          <w:rFonts w:eastAsia="Roboto" w:cs="Times New Roman"/>
        </w:rPr>
        <w:t>48, 49, 50, 51, 52 nebo dětský domov anebo speciální lůžkové zdravotnické zařízení hospicového typu,</w:t>
      </w:r>
    </w:p>
    <w:p w:rsidR="002C5F86" w:rsidRDefault="002C5F86" w:rsidP="0066737F">
      <w:pPr>
        <w:ind w:left="567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12 900 Kč v ostatních případech.“.“</w:t>
      </w:r>
    </w:p>
    <w:p w:rsidR="0066737F" w:rsidRPr="002C5F86" w:rsidRDefault="0066737F" w:rsidP="0066737F">
      <w:pPr>
        <w:ind w:left="567"/>
        <w:jc w:val="both"/>
        <w:rPr>
          <w:rFonts w:eastAsia="Roboto" w:cs="Times New Roman"/>
        </w:rPr>
      </w:pPr>
    </w:p>
    <w:p w:rsidR="002C5F86" w:rsidRPr="002C5F86" w:rsidRDefault="0066737F" w:rsidP="0066737F">
      <w:pPr>
        <w:jc w:val="both"/>
        <w:rPr>
          <w:rFonts w:eastAsia="Roboto" w:cs="Times New Roman"/>
        </w:rPr>
      </w:pPr>
      <w:r w:rsidRPr="0066737F">
        <w:rPr>
          <w:rFonts w:eastAsia="Roboto" w:cs="Times New Roman"/>
          <w:b/>
        </w:rPr>
        <w:t>H. 2.</w:t>
      </w:r>
      <w:r>
        <w:rPr>
          <w:rFonts w:eastAsia="Roboto" w:cs="Times New Roman"/>
        </w:rPr>
        <w:t xml:space="preserve"> </w:t>
      </w:r>
      <w:r w:rsidR="002C5F86" w:rsidRPr="002C5F86">
        <w:rPr>
          <w:rFonts w:eastAsia="Roboto" w:cs="Times New Roman"/>
        </w:rPr>
        <w:t>V § 11 odst. (2) písmeno c) zní:</w:t>
      </w:r>
    </w:p>
    <w:p w:rsidR="002C5F86" w:rsidRPr="002C5F86" w:rsidRDefault="002C5F86" w:rsidP="0066737F">
      <w:pPr>
        <w:ind w:left="993" w:hanging="709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„c) jde-li o stupeň III (těžká závislost)</w:t>
      </w:r>
    </w:p>
    <w:p w:rsidR="002C5F86" w:rsidRPr="002C5F86" w:rsidRDefault="002C5F86" w:rsidP="0066737F">
      <w:pPr>
        <w:ind w:left="851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8 800 Kč, pokud osobě poskytuje pomoc poskytovatel pobytových sociálních služeb podle § 48, 49, 50, 51, 52 nebo dětský domov anebo speciální lůžkové zdravotnické zařízení hospicového typu,</w:t>
      </w:r>
    </w:p>
    <w:p w:rsidR="002C5F86" w:rsidRPr="002C5F86" w:rsidRDefault="002C5F86" w:rsidP="0066737F">
      <w:pPr>
        <w:ind w:left="567" w:firstLine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11 800 Kč v ostatních případech.“.“</w:t>
      </w:r>
    </w:p>
    <w:p w:rsidR="002C5F86" w:rsidRPr="002C5F86" w:rsidRDefault="002C5F86" w:rsidP="0066737F">
      <w:pPr>
        <w:jc w:val="both"/>
        <w:rPr>
          <w:rFonts w:eastAsia="Roboto" w:cs="Times New Roman"/>
        </w:rPr>
      </w:pPr>
    </w:p>
    <w:p w:rsidR="002C5F86" w:rsidRPr="002C5F86" w:rsidRDefault="0066737F" w:rsidP="0066737F">
      <w:pPr>
        <w:jc w:val="both"/>
        <w:rPr>
          <w:rFonts w:eastAsia="Roboto" w:cs="Times New Roman"/>
        </w:rPr>
      </w:pPr>
      <w:r w:rsidRPr="0066737F">
        <w:rPr>
          <w:rFonts w:eastAsia="Roboto" w:cs="Times New Roman"/>
          <w:b/>
        </w:rPr>
        <w:t>H. 3.</w:t>
      </w:r>
      <w:r>
        <w:rPr>
          <w:rFonts w:eastAsia="Roboto" w:cs="Times New Roman"/>
        </w:rPr>
        <w:t xml:space="preserve"> </w:t>
      </w:r>
      <w:r w:rsidR="002C5F86" w:rsidRPr="002C5F86">
        <w:rPr>
          <w:rFonts w:eastAsia="Roboto" w:cs="Times New Roman"/>
        </w:rPr>
        <w:t>V § 12 se odstavce (2) a (3) zrušují.</w:t>
      </w:r>
    </w:p>
    <w:p w:rsidR="002C5F86" w:rsidRPr="002C5F86" w:rsidRDefault="002C5F86" w:rsidP="0066737F">
      <w:pPr>
        <w:ind w:firstLine="284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Dosavadní odstavce 4 až 6 se označují jako odstavce 2 až 4.</w:t>
      </w:r>
    </w:p>
    <w:p w:rsidR="002C5F86" w:rsidRPr="002C5F86" w:rsidRDefault="002C5F86" w:rsidP="0066737F">
      <w:pPr>
        <w:jc w:val="both"/>
        <w:rPr>
          <w:rFonts w:eastAsia="Roboto" w:cs="Times New Roman"/>
        </w:rPr>
      </w:pPr>
    </w:p>
    <w:p w:rsidR="002C5F86" w:rsidRPr="002C5F86" w:rsidRDefault="002C5F86" w:rsidP="0066737F">
      <w:pPr>
        <w:jc w:val="both"/>
        <w:rPr>
          <w:rFonts w:eastAsia="Roboto" w:cs="Times New Roman"/>
          <w:b/>
        </w:rPr>
      </w:pPr>
      <w:r w:rsidRPr="002C5F86">
        <w:rPr>
          <w:rFonts w:eastAsia="Roboto" w:cs="Times New Roman"/>
          <w:b/>
        </w:rPr>
        <w:t>Varianta B</w:t>
      </w:r>
    </w:p>
    <w:p w:rsidR="002C5F86" w:rsidRPr="002C5F86" w:rsidRDefault="0066737F" w:rsidP="0066737F">
      <w:pPr>
        <w:jc w:val="both"/>
        <w:rPr>
          <w:rFonts w:eastAsia="Roboto" w:cs="Times New Roman"/>
        </w:rPr>
      </w:pPr>
      <w:r w:rsidRPr="0066737F">
        <w:rPr>
          <w:rFonts w:eastAsia="Roboto" w:cs="Times New Roman"/>
          <w:b/>
        </w:rPr>
        <w:t>H. 4.</w:t>
      </w:r>
      <w:r>
        <w:rPr>
          <w:rFonts w:eastAsia="Roboto" w:cs="Times New Roman"/>
        </w:rPr>
        <w:t xml:space="preserve"> </w:t>
      </w:r>
      <w:r w:rsidR="002C5F86" w:rsidRPr="002C5F86">
        <w:rPr>
          <w:rFonts w:eastAsia="Roboto" w:cs="Times New Roman"/>
        </w:rPr>
        <w:t>V § 11 odst. (1) písmeno c) zní:</w:t>
      </w:r>
    </w:p>
    <w:p w:rsidR="002C5F86" w:rsidRPr="002C5F86" w:rsidRDefault="002C5F86" w:rsidP="0066737F">
      <w:pPr>
        <w:ind w:left="720" w:hanging="720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„c) jde-li o stupeň III (těžká závislost)</w:t>
      </w:r>
    </w:p>
    <w:p w:rsidR="002C5F86" w:rsidRPr="002C5F86" w:rsidRDefault="002C5F86" w:rsidP="0066737F">
      <w:pPr>
        <w:ind w:left="567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9 900 Kč, pokud osobě poskytuje pomoc poskytovatel pobytových sociálních služeb podle §</w:t>
      </w:r>
      <w:r w:rsidR="0066737F">
        <w:rPr>
          <w:rFonts w:eastAsia="Roboto" w:cs="Times New Roman"/>
        </w:rPr>
        <w:t> </w:t>
      </w:r>
      <w:r w:rsidRPr="002C5F86">
        <w:rPr>
          <w:rFonts w:eastAsia="Roboto" w:cs="Times New Roman"/>
        </w:rPr>
        <w:t>48, 49, 50, 51, 52 nebo dětský domov anebo speciální lůžkové zdravotnické zařízení hospicového typu,</w:t>
      </w:r>
    </w:p>
    <w:p w:rsidR="002C5F86" w:rsidRPr="002C5F86" w:rsidRDefault="002C5F86" w:rsidP="0066737F">
      <w:pPr>
        <w:ind w:left="567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13 400 Kč v ostatních případech.“.“</w:t>
      </w:r>
    </w:p>
    <w:p w:rsidR="0066737F" w:rsidRDefault="0066737F" w:rsidP="002C5F86">
      <w:pPr>
        <w:spacing w:after="160" w:line="252" w:lineRule="auto"/>
        <w:rPr>
          <w:rFonts w:eastAsia="Roboto" w:cs="Times New Roman"/>
        </w:rPr>
      </w:pPr>
    </w:p>
    <w:p w:rsidR="002C5F86" w:rsidRPr="002C5F86" w:rsidRDefault="0066737F" w:rsidP="0066737F">
      <w:pPr>
        <w:rPr>
          <w:rFonts w:eastAsia="Roboto" w:cs="Times New Roman"/>
        </w:rPr>
      </w:pPr>
      <w:r w:rsidRPr="0066737F">
        <w:rPr>
          <w:rFonts w:eastAsia="Roboto" w:cs="Times New Roman"/>
          <w:b/>
        </w:rPr>
        <w:t>H. 5.</w:t>
      </w:r>
      <w:r>
        <w:rPr>
          <w:rFonts w:eastAsia="Roboto" w:cs="Times New Roman"/>
        </w:rPr>
        <w:t xml:space="preserve"> </w:t>
      </w:r>
      <w:r w:rsidR="002C5F86" w:rsidRPr="002C5F86">
        <w:rPr>
          <w:rFonts w:eastAsia="Roboto" w:cs="Times New Roman"/>
        </w:rPr>
        <w:t>V § 11 odst. (2) písmeno c) zní:</w:t>
      </w:r>
    </w:p>
    <w:p w:rsidR="002C5F86" w:rsidRPr="002C5F86" w:rsidRDefault="002C5F86" w:rsidP="0066737F">
      <w:pPr>
        <w:ind w:left="720" w:hanging="720"/>
        <w:rPr>
          <w:rFonts w:eastAsia="Roboto" w:cs="Times New Roman"/>
        </w:rPr>
      </w:pPr>
      <w:r w:rsidRPr="002C5F86">
        <w:rPr>
          <w:rFonts w:eastAsia="Roboto" w:cs="Times New Roman"/>
        </w:rPr>
        <w:t>„c) jde-li o stupeň III (těžká závislost)</w:t>
      </w:r>
    </w:p>
    <w:p w:rsidR="002C5F86" w:rsidRPr="002C5F86" w:rsidRDefault="002C5F86" w:rsidP="0066737F">
      <w:pPr>
        <w:ind w:left="567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8 800 Kč, pokud osobě poskytuje pomoc poskytovatel pobytových sociálních služeb podle §</w:t>
      </w:r>
      <w:r w:rsidR="0066737F">
        <w:rPr>
          <w:rFonts w:eastAsia="Roboto" w:cs="Times New Roman"/>
        </w:rPr>
        <w:t> </w:t>
      </w:r>
      <w:r w:rsidRPr="002C5F86">
        <w:rPr>
          <w:rFonts w:eastAsia="Roboto" w:cs="Times New Roman"/>
        </w:rPr>
        <w:t>48, 49, 50, 51, 52 nebo dětský domov anebo speciální lůžkové zdravotnické zařízení hospicového typu,</w:t>
      </w:r>
    </w:p>
    <w:p w:rsidR="002C5F86" w:rsidRPr="002C5F86" w:rsidRDefault="002C5F86" w:rsidP="0066737F">
      <w:pPr>
        <w:ind w:left="567"/>
        <w:rPr>
          <w:rFonts w:eastAsia="Roboto" w:cs="Times New Roman"/>
        </w:rPr>
      </w:pPr>
      <w:r w:rsidRPr="002C5F86">
        <w:rPr>
          <w:rFonts w:eastAsia="Roboto" w:cs="Times New Roman"/>
        </w:rPr>
        <w:t>2. 12 300 Kč v ostatních případech.“.“</w:t>
      </w:r>
    </w:p>
    <w:p w:rsidR="002C5F86" w:rsidRPr="002C5F86" w:rsidRDefault="002C5F86" w:rsidP="0066737F">
      <w:pPr>
        <w:ind w:left="1440"/>
        <w:rPr>
          <w:rFonts w:eastAsia="Roboto" w:cs="Times New Roman"/>
        </w:rPr>
      </w:pPr>
    </w:p>
    <w:p w:rsidR="002C5F86" w:rsidRPr="002C5F86" w:rsidRDefault="0066737F" w:rsidP="0066737F">
      <w:pPr>
        <w:rPr>
          <w:rFonts w:eastAsia="Roboto" w:cs="Times New Roman"/>
        </w:rPr>
      </w:pPr>
      <w:r w:rsidRPr="0066737F">
        <w:rPr>
          <w:rFonts w:eastAsia="Roboto" w:cs="Times New Roman"/>
          <w:b/>
        </w:rPr>
        <w:t>H. 6.</w:t>
      </w:r>
      <w:r>
        <w:rPr>
          <w:rFonts w:eastAsia="Roboto" w:cs="Times New Roman"/>
        </w:rPr>
        <w:t xml:space="preserve"> </w:t>
      </w:r>
      <w:r w:rsidR="002C5F86" w:rsidRPr="002C5F86">
        <w:rPr>
          <w:rFonts w:eastAsia="Roboto" w:cs="Times New Roman"/>
        </w:rPr>
        <w:t>V § 12 se odstavce (2) a (3) zrušují.</w:t>
      </w:r>
    </w:p>
    <w:p w:rsidR="002C5F86" w:rsidRPr="002C5F86" w:rsidRDefault="002C5F86" w:rsidP="0066737F">
      <w:pPr>
        <w:rPr>
          <w:rFonts w:eastAsia="Roboto" w:cs="Times New Roman"/>
          <w:b/>
        </w:rPr>
      </w:pPr>
      <w:r w:rsidRPr="002C5F86">
        <w:rPr>
          <w:rFonts w:eastAsia="Roboto" w:cs="Times New Roman"/>
        </w:rPr>
        <w:t>Dosavadní odstavce 4 až 6 se označují jako odstavce 2 až 4.</w:t>
      </w:r>
    </w:p>
    <w:p w:rsidR="002C5F86" w:rsidRPr="002C5F86" w:rsidRDefault="002C5F86" w:rsidP="0066737F">
      <w:pPr>
        <w:rPr>
          <w:rFonts w:eastAsia="Roboto" w:cs="Times New Roman"/>
          <w:b/>
        </w:rPr>
      </w:pPr>
    </w:p>
    <w:p w:rsidR="00AF67DA" w:rsidRDefault="00AF67DA">
      <w:pPr>
        <w:widowControl/>
        <w:suppressAutoHyphens w:val="0"/>
        <w:rPr>
          <w:rFonts w:eastAsia="Roboto" w:cs="Times New Roman"/>
          <w:b/>
        </w:rPr>
      </w:pPr>
      <w:r>
        <w:rPr>
          <w:rFonts w:eastAsia="Roboto" w:cs="Times New Roman"/>
          <w:b/>
        </w:rPr>
        <w:br w:type="page"/>
      </w:r>
    </w:p>
    <w:p w:rsidR="002C5F86" w:rsidRPr="002C5F86" w:rsidRDefault="002C5F86" w:rsidP="0066737F">
      <w:pPr>
        <w:rPr>
          <w:rFonts w:eastAsia="Roboto" w:cs="Times New Roman"/>
          <w:b/>
        </w:rPr>
      </w:pPr>
      <w:r w:rsidRPr="002C5F86">
        <w:rPr>
          <w:rFonts w:eastAsia="Roboto" w:cs="Times New Roman"/>
          <w:b/>
        </w:rPr>
        <w:lastRenderedPageBreak/>
        <w:t>Varianta C</w:t>
      </w:r>
    </w:p>
    <w:p w:rsidR="002C5F86" w:rsidRPr="002C5F86" w:rsidRDefault="00F46394" w:rsidP="00F46394">
      <w:pPr>
        <w:rPr>
          <w:rFonts w:eastAsia="Roboto" w:cs="Times New Roman"/>
        </w:rPr>
      </w:pPr>
      <w:r w:rsidRPr="00F46394">
        <w:rPr>
          <w:rFonts w:eastAsia="Roboto" w:cs="Times New Roman"/>
          <w:b/>
        </w:rPr>
        <w:t>H. 7</w:t>
      </w:r>
      <w:r>
        <w:rPr>
          <w:rFonts w:eastAsia="Roboto" w:cs="Times New Roman"/>
        </w:rPr>
        <w:t xml:space="preserve"> </w:t>
      </w:r>
      <w:r w:rsidR="002C5F86" w:rsidRPr="002C5F86">
        <w:rPr>
          <w:rFonts w:eastAsia="Roboto" w:cs="Times New Roman"/>
        </w:rPr>
        <w:t>V § 11 odst. (1) písmeno c) zní:</w:t>
      </w:r>
    </w:p>
    <w:p w:rsidR="002C5F86" w:rsidRPr="002C5F86" w:rsidRDefault="002C5F86" w:rsidP="00F46394">
      <w:pPr>
        <w:ind w:left="720" w:hanging="153"/>
        <w:rPr>
          <w:rFonts w:eastAsia="Roboto" w:cs="Times New Roman"/>
        </w:rPr>
      </w:pPr>
      <w:r w:rsidRPr="002C5F86">
        <w:rPr>
          <w:rFonts w:eastAsia="Roboto" w:cs="Times New Roman"/>
        </w:rPr>
        <w:t>„c) jde-li o stupeň III (těžká závislost)</w:t>
      </w:r>
    </w:p>
    <w:p w:rsidR="002C5F86" w:rsidRPr="002C5F86" w:rsidRDefault="002C5F86" w:rsidP="00F46394">
      <w:pPr>
        <w:ind w:left="993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9 900 Kč, pokud osobě poskytuje pomoc poskytovatel pobytových sociálních služeb podle § 48, 49, 50, 51, 52 nebo dětský domov anebo speciální lůžkové zdravotnické zařízení hospicového typu,</w:t>
      </w:r>
    </w:p>
    <w:p w:rsidR="002C5F86" w:rsidRPr="002C5F86" w:rsidRDefault="002C5F86" w:rsidP="00F46394">
      <w:pPr>
        <w:ind w:left="993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13 900 Kč v ostatních případech.“.“</w:t>
      </w:r>
    </w:p>
    <w:p w:rsidR="002C5F86" w:rsidRPr="002C5F86" w:rsidRDefault="002C5F86" w:rsidP="0066737F">
      <w:pPr>
        <w:rPr>
          <w:rFonts w:eastAsia="Roboto" w:cs="Times New Roman"/>
        </w:rPr>
      </w:pPr>
    </w:p>
    <w:p w:rsidR="002C5F86" w:rsidRPr="002C5F86" w:rsidRDefault="00F46394" w:rsidP="0066737F">
      <w:pPr>
        <w:rPr>
          <w:rFonts w:eastAsia="Roboto" w:cs="Times New Roman"/>
        </w:rPr>
      </w:pPr>
      <w:r w:rsidRPr="00F46394">
        <w:rPr>
          <w:rFonts w:eastAsia="Roboto" w:cs="Times New Roman"/>
          <w:b/>
        </w:rPr>
        <w:t>H. 8.</w:t>
      </w:r>
      <w:r>
        <w:rPr>
          <w:rFonts w:eastAsia="Roboto" w:cs="Times New Roman"/>
        </w:rPr>
        <w:t xml:space="preserve"> </w:t>
      </w:r>
      <w:r w:rsidR="002C5F86" w:rsidRPr="002C5F86">
        <w:rPr>
          <w:rFonts w:eastAsia="Roboto" w:cs="Times New Roman"/>
        </w:rPr>
        <w:t>V § 11 odst. (2) písmeno c) zní:</w:t>
      </w:r>
    </w:p>
    <w:p w:rsidR="002C5F86" w:rsidRPr="002C5F86" w:rsidRDefault="002C5F86" w:rsidP="00F46394">
      <w:pPr>
        <w:ind w:left="720" w:hanging="153"/>
        <w:rPr>
          <w:rFonts w:eastAsia="Roboto" w:cs="Times New Roman"/>
        </w:rPr>
      </w:pPr>
      <w:r w:rsidRPr="002C5F86">
        <w:rPr>
          <w:rFonts w:eastAsia="Roboto" w:cs="Times New Roman"/>
        </w:rPr>
        <w:t>„c) jde-li o stupeň III (těžká závislost)</w:t>
      </w:r>
    </w:p>
    <w:p w:rsidR="002C5F86" w:rsidRPr="002C5F86" w:rsidRDefault="002C5F86" w:rsidP="00F46394">
      <w:pPr>
        <w:ind w:left="851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1. 8 800 Kč, pokud osobě poskytuje pomoc poskytovatel pobytových sociálních služeb podle § 48, 49, 50, 51, 52 nebo dětský domov anebo speciální lůžkové zdravotnické zařízení hospicového typu,</w:t>
      </w:r>
    </w:p>
    <w:p w:rsidR="002C5F86" w:rsidRPr="002C5F86" w:rsidRDefault="002C5F86" w:rsidP="00F46394">
      <w:pPr>
        <w:ind w:left="851"/>
        <w:jc w:val="both"/>
        <w:rPr>
          <w:rFonts w:eastAsia="Roboto" w:cs="Times New Roman"/>
        </w:rPr>
      </w:pPr>
      <w:r w:rsidRPr="002C5F86">
        <w:rPr>
          <w:rFonts w:eastAsia="Roboto" w:cs="Times New Roman"/>
        </w:rPr>
        <w:t>2. 12 800 Kč v ostatních případech.“.“</w:t>
      </w:r>
      <w:r w:rsidR="00F46394">
        <w:rPr>
          <w:rFonts w:eastAsia="Roboto" w:cs="Times New Roman"/>
        </w:rPr>
        <w:t>.</w:t>
      </w:r>
    </w:p>
    <w:p w:rsidR="002C5F86" w:rsidRPr="002C5F86" w:rsidRDefault="002C5F86" w:rsidP="00F46394">
      <w:pPr>
        <w:ind w:left="851"/>
        <w:jc w:val="both"/>
        <w:rPr>
          <w:rFonts w:eastAsia="Roboto" w:cs="Times New Roman"/>
        </w:rPr>
      </w:pPr>
    </w:p>
    <w:p w:rsidR="002C5F86" w:rsidRPr="002C5F86" w:rsidRDefault="00F46394" w:rsidP="00F46394">
      <w:pPr>
        <w:rPr>
          <w:rFonts w:eastAsia="Roboto" w:cs="Times New Roman"/>
        </w:rPr>
      </w:pPr>
      <w:r w:rsidRPr="00F46394">
        <w:rPr>
          <w:rFonts w:eastAsia="Roboto" w:cs="Times New Roman"/>
          <w:b/>
        </w:rPr>
        <w:t>H. 9.</w:t>
      </w:r>
      <w:r>
        <w:rPr>
          <w:rFonts w:eastAsia="Roboto" w:cs="Times New Roman"/>
        </w:rPr>
        <w:t xml:space="preserve"> </w:t>
      </w:r>
      <w:r w:rsidR="002C5F86" w:rsidRPr="002C5F86">
        <w:rPr>
          <w:rFonts w:eastAsia="Roboto" w:cs="Times New Roman"/>
        </w:rPr>
        <w:t>V § 12 se odstavce (2) a (3) zrušují.</w:t>
      </w:r>
    </w:p>
    <w:p w:rsidR="002C5F86" w:rsidRPr="002C5F86" w:rsidRDefault="002C5F86" w:rsidP="00F46394">
      <w:pPr>
        <w:ind w:firstLine="284"/>
        <w:rPr>
          <w:rFonts w:eastAsia="Roboto" w:cs="Times New Roman"/>
        </w:rPr>
      </w:pPr>
      <w:r w:rsidRPr="002C5F86">
        <w:rPr>
          <w:rFonts w:eastAsia="Roboto" w:cs="Times New Roman"/>
        </w:rPr>
        <w:t>Dosavadní odstavce 4 až 6 se označují jako odstavce 2 až 4.</w:t>
      </w:r>
    </w:p>
    <w:p w:rsidR="002C5F86" w:rsidRPr="002C5F86" w:rsidRDefault="002C5F86" w:rsidP="0066737F">
      <w:pPr>
        <w:rPr>
          <w:rFonts w:eastAsia="Roboto" w:cs="Times New Roman"/>
          <w:b/>
          <w:u w:val="single"/>
        </w:rPr>
      </w:pPr>
    </w:p>
    <w:p w:rsidR="002C5F86" w:rsidRPr="002C5F86" w:rsidRDefault="002C5F86" w:rsidP="0066737F">
      <w:pPr>
        <w:jc w:val="both"/>
        <w:rPr>
          <w:rFonts w:cs="Times New Roman"/>
        </w:rPr>
      </w:pPr>
    </w:p>
    <w:p w:rsidR="002C5F86" w:rsidRPr="002C5F86" w:rsidRDefault="002C5F86" w:rsidP="0066737F">
      <w:pPr>
        <w:jc w:val="both"/>
        <w:rPr>
          <w:rFonts w:cs="Times New Roman"/>
        </w:rPr>
      </w:pPr>
      <w:r w:rsidRPr="002C5F86">
        <w:rPr>
          <w:rFonts w:cs="Times New Roman"/>
        </w:rPr>
        <w:t>(SD 1647)</w:t>
      </w:r>
    </w:p>
    <w:p w:rsidR="002C5F86" w:rsidRPr="002C5F86" w:rsidRDefault="00F46394" w:rsidP="0066737F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H. 10. </w:t>
      </w:r>
      <w:r w:rsidR="002C5F86" w:rsidRPr="00F46394">
        <w:rPr>
          <w:rFonts w:cs="Times New Roman"/>
        </w:rPr>
        <w:t>V Čl. I novelizační bod 1 zní:</w:t>
      </w:r>
    </w:p>
    <w:p w:rsidR="002C5F86" w:rsidRPr="002C5F86" w:rsidRDefault="002C5F86" w:rsidP="0066737F">
      <w:pPr>
        <w:jc w:val="both"/>
        <w:rPr>
          <w:rFonts w:cs="Times New Roman"/>
        </w:rPr>
      </w:pPr>
    </w:p>
    <w:p w:rsidR="002C5F86" w:rsidRPr="002C5F86" w:rsidRDefault="00F46394" w:rsidP="0066737F">
      <w:pPr>
        <w:jc w:val="both"/>
        <w:rPr>
          <w:rFonts w:cs="Times New Roman"/>
        </w:rPr>
      </w:pPr>
      <w:r>
        <w:rPr>
          <w:rFonts w:cs="Times New Roman"/>
        </w:rPr>
        <w:t>„1</w:t>
      </w:r>
      <w:r w:rsidR="002C5F86" w:rsidRPr="002C5F86">
        <w:rPr>
          <w:rFonts w:cs="Times New Roman"/>
        </w:rPr>
        <w:t xml:space="preserve">. </w:t>
      </w:r>
      <w:r>
        <w:rPr>
          <w:rFonts w:cs="Times New Roman"/>
        </w:rPr>
        <w:t>V</w:t>
      </w:r>
      <w:r w:rsidR="002C5F86" w:rsidRPr="002C5F86">
        <w:rPr>
          <w:rFonts w:cs="Times New Roman"/>
        </w:rPr>
        <w:t xml:space="preserve"> § 11 odst. 1 a 2 písmeno d) zní: </w:t>
      </w:r>
    </w:p>
    <w:p w:rsidR="002C5F86" w:rsidRPr="002C5F86" w:rsidRDefault="002C5F86" w:rsidP="0066737F">
      <w:pPr>
        <w:pStyle w:val="Default"/>
      </w:pPr>
      <w:r w:rsidRPr="002C5F86">
        <w:t xml:space="preserve">„d) </w:t>
      </w:r>
      <w:r w:rsidRPr="002C5F86">
        <w:rPr>
          <w:color w:val="auto"/>
        </w:rPr>
        <w:t xml:space="preserve">19 </w:t>
      </w:r>
      <w:r w:rsidRPr="002C5F86">
        <w:t>200 Kč, jde-li o stupeň IV (úplná závislost)“.</w:t>
      </w:r>
      <w:r w:rsidR="00F46394">
        <w:t>“.</w:t>
      </w:r>
    </w:p>
    <w:p w:rsidR="002C5F86" w:rsidRDefault="002C5F86" w:rsidP="0066737F">
      <w:pPr>
        <w:jc w:val="both"/>
        <w:rPr>
          <w:rFonts w:cs="Times New Roman"/>
        </w:rPr>
      </w:pPr>
    </w:p>
    <w:p w:rsidR="00F46394" w:rsidRDefault="00F46394" w:rsidP="00F46394">
      <w:pPr>
        <w:jc w:val="both"/>
        <w:rPr>
          <w:rFonts w:cs="Times New Roman"/>
        </w:rPr>
      </w:pPr>
      <w:r>
        <w:rPr>
          <w:rFonts w:cs="Times New Roman"/>
        </w:rPr>
        <w:t xml:space="preserve">K článku III </w:t>
      </w:r>
      <w:r w:rsidR="007320D2">
        <w:rPr>
          <w:rFonts w:cs="Times New Roman"/>
        </w:rPr>
        <w:t>- Účinnost</w:t>
      </w:r>
    </w:p>
    <w:p w:rsidR="00F46394" w:rsidRDefault="007320D2" w:rsidP="00F46394">
      <w:pPr>
        <w:jc w:val="both"/>
        <w:rPr>
          <w:rFonts w:cs="Times New Roman"/>
        </w:rPr>
      </w:pPr>
      <w:r>
        <w:rPr>
          <w:rFonts w:cs="Times New Roman"/>
        </w:rPr>
        <w:t>V článku III se doplňuje tato věta: „</w:t>
      </w:r>
      <w:r w:rsidR="00F46394">
        <w:rPr>
          <w:rFonts w:cs="Times New Roman"/>
        </w:rPr>
        <w:t xml:space="preserve">V čl. I bod 1 nabývá účinnosti </w:t>
      </w:r>
      <w:r w:rsidR="00F46394" w:rsidRPr="002C5F86">
        <w:rPr>
          <w:rFonts w:cs="Times New Roman"/>
        </w:rPr>
        <w:t>1.</w:t>
      </w:r>
      <w:r w:rsidR="00F46394">
        <w:rPr>
          <w:rFonts w:cs="Times New Roman"/>
        </w:rPr>
        <w:t xml:space="preserve"> </w:t>
      </w:r>
      <w:r w:rsidR="00F46394" w:rsidRPr="002C5F86">
        <w:rPr>
          <w:rFonts w:cs="Times New Roman"/>
        </w:rPr>
        <w:t>ledna 2021</w:t>
      </w:r>
      <w:r>
        <w:rPr>
          <w:rFonts w:cs="Times New Roman"/>
        </w:rPr>
        <w:t>.“.</w:t>
      </w:r>
    </w:p>
    <w:p w:rsidR="00F46394" w:rsidRDefault="00F46394" w:rsidP="0066737F">
      <w:pPr>
        <w:jc w:val="both"/>
        <w:rPr>
          <w:rFonts w:cs="Times New Roman"/>
        </w:rPr>
      </w:pPr>
    </w:p>
    <w:p w:rsidR="00F46394" w:rsidRDefault="00F46394" w:rsidP="0066737F">
      <w:pPr>
        <w:jc w:val="both"/>
        <w:rPr>
          <w:rFonts w:cs="Times New Roman"/>
        </w:rPr>
      </w:pPr>
    </w:p>
    <w:p w:rsidR="00505867" w:rsidRDefault="00505867" w:rsidP="0066737F">
      <w:pPr>
        <w:jc w:val="both"/>
        <w:rPr>
          <w:rFonts w:cs="Times New Roman"/>
        </w:rPr>
      </w:pPr>
    </w:p>
    <w:p w:rsidR="00505867" w:rsidRDefault="00505867" w:rsidP="0066737F">
      <w:pPr>
        <w:jc w:val="both"/>
        <w:rPr>
          <w:rFonts w:cs="Times New Roman"/>
        </w:rPr>
      </w:pPr>
    </w:p>
    <w:p w:rsidR="00505867" w:rsidRPr="002C5F86" w:rsidRDefault="00505867" w:rsidP="0066737F">
      <w:pPr>
        <w:jc w:val="both"/>
        <w:rPr>
          <w:rFonts w:cs="Times New Roman"/>
        </w:rPr>
      </w:pPr>
    </w:p>
    <w:p w:rsidR="000C6893" w:rsidRPr="002C5F86" w:rsidRDefault="000C6893">
      <w:pPr>
        <w:jc w:val="center"/>
        <w:rPr>
          <w:rFonts w:cs="Times New Roman"/>
        </w:rPr>
      </w:pPr>
      <w:r w:rsidRPr="002C5F86">
        <w:rPr>
          <w:rFonts w:cs="Times New Roman"/>
        </w:rPr>
        <w:t xml:space="preserve">V </w:t>
      </w:r>
      <w:proofErr w:type="gramStart"/>
      <w:r w:rsidRPr="002C5F86">
        <w:rPr>
          <w:rFonts w:cs="Times New Roman"/>
        </w:rPr>
        <w:t xml:space="preserve">Praze </w:t>
      </w:r>
      <w:r w:rsidR="007320D2">
        <w:rPr>
          <w:rFonts w:cs="Times New Roman"/>
        </w:rPr>
        <w:t xml:space="preserve"> </w:t>
      </w:r>
      <w:r w:rsidR="00AF67DA">
        <w:rPr>
          <w:rFonts w:cs="Times New Roman"/>
        </w:rPr>
        <w:t>14</w:t>
      </w:r>
      <w:proofErr w:type="gramEnd"/>
      <w:r w:rsidR="00AF67DA">
        <w:rPr>
          <w:rFonts w:cs="Times New Roman"/>
        </w:rPr>
        <w:t>.</w:t>
      </w:r>
      <w:r w:rsidR="007320D2">
        <w:rPr>
          <w:rFonts w:cs="Times New Roman"/>
        </w:rPr>
        <w:t xml:space="preserve"> listopadu 2018</w:t>
      </w:r>
    </w:p>
    <w:p w:rsidR="000C6893" w:rsidRPr="002C5F86" w:rsidRDefault="000C6893">
      <w:pPr>
        <w:jc w:val="center"/>
        <w:rPr>
          <w:rFonts w:cs="Times New Roman"/>
        </w:rPr>
      </w:pPr>
    </w:p>
    <w:p w:rsidR="000C6893" w:rsidRPr="002C5F86" w:rsidRDefault="000C6893">
      <w:pPr>
        <w:jc w:val="center"/>
        <w:rPr>
          <w:rFonts w:cs="Times New Roman"/>
        </w:rPr>
      </w:pPr>
    </w:p>
    <w:p w:rsidR="000C6893" w:rsidRPr="002C5F86" w:rsidRDefault="000C6893">
      <w:pPr>
        <w:jc w:val="center"/>
        <w:rPr>
          <w:rFonts w:cs="Times New Roman"/>
        </w:rPr>
      </w:pPr>
    </w:p>
    <w:p w:rsidR="000C6893" w:rsidRPr="002C5F86" w:rsidRDefault="00505867" w:rsidP="00E32D49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Mgr. </w:t>
      </w:r>
      <w:r w:rsidR="00E32D49" w:rsidRPr="002C5F86">
        <w:rPr>
          <w:rFonts w:cs="Times New Roman"/>
          <w:b/>
        </w:rPr>
        <w:t>Lenka Dražilová</w:t>
      </w:r>
      <w:r w:rsidR="007320D2">
        <w:rPr>
          <w:rFonts w:cs="Times New Roman"/>
          <w:b/>
        </w:rPr>
        <w:t>,</w:t>
      </w:r>
      <w:r>
        <w:rPr>
          <w:rFonts w:cs="Times New Roman"/>
          <w:b/>
        </w:rPr>
        <w:t xml:space="preserve"> MBA</w:t>
      </w:r>
      <w:r w:rsidR="00AF67DA" w:rsidRPr="00AF67DA">
        <w:rPr>
          <w:rFonts w:cs="Times New Roman"/>
        </w:rPr>
        <w:t xml:space="preserve">, </w:t>
      </w:r>
      <w:proofErr w:type="gramStart"/>
      <w:r w:rsidR="00AF67DA" w:rsidRPr="00AF67DA">
        <w:rPr>
          <w:rFonts w:cs="Times New Roman"/>
        </w:rPr>
        <w:t>v.r.</w:t>
      </w:r>
      <w:proofErr w:type="gramEnd"/>
    </w:p>
    <w:p w:rsidR="000C6893" w:rsidRPr="002C5F86" w:rsidRDefault="000C6893">
      <w:pPr>
        <w:jc w:val="center"/>
        <w:rPr>
          <w:rFonts w:cs="Times New Roman"/>
        </w:rPr>
      </w:pPr>
      <w:r w:rsidRPr="002C5F86">
        <w:rPr>
          <w:rFonts w:cs="Times New Roman"/>
        </w:rPr>
        <w:t>zpravodaj</w:t>
      </w:r>
      <w:r w:rsidR="00E32D49" w:rsidRPr="002C5F86">
        <w:rPr>
          <w:rFonts w:cs="Times New Roman"/>
        </w:rPr>
        <w:t>ka</w:t>
      </w:r>
      <w:r w:rsidRPr="002C5F86">
        <w:rPr>
          <w:rFonts w:cs="Times New Roman"/>
        </w:rPr>
        <w:t xml:space="preserve"> garančního výboru</w:t>
      </w:r>
      <w:r w:rsidR="00E32D49" w:rsidRPr="002C5F86">
        <w:rPr>
          <w:rFonts w:cs="Times New Roman"/>
        </w:rPr>
        <w:t xml:space="preserve"> pro sociální politiku</w:t>
      </w:r>
      <w:bookmarkStart w:id="1" w:name="_GoBack"/>
      <w:bookmarkEnd w:id="1"/>
    </w:p>
    <w:p w:rsidR="00E32D49" w:rsidRDefault="00E32D49">
      <w:pPr>
        <w:jc w:val="center"/>
        <w:rPr>
          <w:rFonts w:cs="Times New Roman"/>
        </w:rPr>
      </w:pPr>
    </w:p>
    <w:p w:rsidR="00505867" w:rsidRDefault="00505867">
      <w:pPr>
        <w:jc w:val="center"/>
        <w:rPr>
          <w:rFonts w:cs="Times New Roman"/>
        </w:rPr>
      </w:pPr>
    </w:p>
    <w:p w:rsidR="00505867" w:rsidRDefault="00505867">
      <w:pPr>
        <w:jc w:val="center"/>
        <w:rPr>
          <w:rFonts w:cs="Times New Roman"/>
        </w:rPr>
      </w:pPr>
    </w:p>
    <w:p w:rsidR="00505867" w:rsidRPr="002C5F86" w:rsidRDefault="00505867">
      <w:pPr>
        <w:jc w:val="center"/>
        <w:rPr>
          <w:rFonts w:cs="Times New Roman"/>
        </w:rPr>
      </w:pPr>
    </w:p>
    <w:p w:rsidR="00E32D49" w:rsidRPr="002C5F86" w:rsidRDefault="00E32D49">
      <w:pPr>
        <w:jc w:val="center"/>
        <w:rPr>
          <w:rFonts w:cs="Times New Roman"/>
        </w:rPr>
      </w:pPr>
    </w:p>
    <w:p w:rsidR="00E32D49" w:rsidRPr="002C5F86" w:rsidRDefault="00505867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Ing. </w:t>
      </w:r>
      <w:r w:rsidR="00E32D49" w:rsidRPr="002C5F86">
        <w:rPr>
          <w:rFonts w:cs="Times New Roman"/>
          <w:b/>
        </w:rPr>
        <w:t>Hana Aulická Jírovcová</w:t>
      </w:r>
      <w:r w:rsidR="00AF67DA" w:rsidRPr="00AF67DA">
        <w:rPr>
          <w:rFonts w:cs="Times New Roman"/>
        </w:rPr>
        <w:t xml:space="preserve">, </w:t>
      </w:r>
      <w:proofErr w:type="gramStart"/>
      <w:r w:rsidR="00AF67DA" w:rsidRPr="00AF67DA">
        <w:rPr>
          <w:rFonts w:cs="Times New Roman"/>
        </w:rPr>
        <w:t>v.r.</w:t>
      </w:r>
      <w:proofErr w:type="gramEnd"/>
    </w:p>
    <w:p w:rsidR="00E32D49" w:rsidRPr="002C5F86" w:rsidRDefault="00E32D49">
      <w:pPr>
        <w:jc w:val="center"/>
        <w:rPr>
          <w:rFonts w:cs="Times New Roman"/>
        </w:rPr>
      </w:pPr>
      <w:r w:rsidRPr="002C5F86">
        <w:rPr>
          <w:rFonts w:cs="Times New Roman"/>
        </w:rPr>
        <w:t>zpravodajka výboru pro zdravotnictví</w:t>
      </w:r>
    </w:p>
    <w:p w:rsidR="002C5F86" w:rsidRPr="002C5F86" w:rsidRDefault="002C5F86">
      <w:pPr>
        <w:jc w:val="center"/>
        <w:rPr>
          <w:rFonts w:cs="Times New Roman"/>
        </w:rPr>
      </w:pPr>
    </w:p>
    <w:p w:rsidR="002C5F86" w:rsidRPr="002C5F86" w:rsidRDefault="002C5F86">
      <w:pPr>
        <w:jc w:val="center"/>
        <w:rPr>
          <w:rFonts w:cs="Times New Roman"/>
        </w:rPr>
      </w:pPr>
    </w:p>
    <w:p w:rsidR="002C5F86" w:rsidRDefault="002C5F86">
      <w:pPr>
        <w:jc w:val="center"/>
        <w:rPr>
          <w:rFonts w:cs="Times New Roman"/>
        </w:rPr>
      </w:pPr>
    </w:p>
    <w:p w:rsidR="00505867" w:rsidRDefault="00505867">
      <w:pPr>
        <w:jc w:val="center"/>
        <w:rPr>
          <w:rFonts w:cs="Times New Roman"/>
        </w:rPr>
      </w:pPr>
    </w:p>
    <w:p w:rsidR="00505867" w:rsidRDefault="00505867">
      <w:pPr>
        <w:jc w:val="center"/>
        <w:rPr>
          <w:rFonts w:cs="Times New Roman"/>
        </w:rPr>
      </w:pPr>
    </w:p>
    <w:p w:rsidR="00505867" w:rsidRDefault="00505867">
      <w:pPr>
        <w:jc w:val="center"/>
        <w:rPr>
          <w:rFonts w:cs="Times New Roman"/>
        </w:rPr>
      </w:pPr>
    </w:p>
    <w:p w:rsidR="00505867" w:rsidRDefault="00505867">
      <w:pPr>
        <w:jc w:val="center"/>
        <w:rPr>
          <w:rFonts w:cs="Times New Roman"/>
        </w:rPr>
      </w:pPr>
    </w:p>
    <w:p w:rsidR="00505867" w:rsidRDefault="00505867">
      <w:pPr>
        <w:jc w:val="center"/>
        <w:rPr>
          <w:rFonts w:cs="Times New Roman"/>
        </w:rPr>
      </w:pPr>
    </w:p>
    <w:p w:rsidR="00505867" w:rsidRPr="002C5F86" w:rsidRDefault="00505867">
      <w:pPr>
        <w:jc w:val="center"/>
        <w:rPr>
          <w:rFonts w:cs="Times New Roman"/>
        </w:rPr>
      </w:pPr>
    </w:p>
    <w:p w:rsidR="002C5F86" w:rsidRPr="00B44BB2" w:rsidRDefault="002C5F86" w:rsidP="002C5F86">
      <w:pPr>
        <w:jc w:val="both"/>
        <w:rPr>
          <w:rFonts w:cs="Times New Roman"/>
          <w:b/>
          <w:i/>
        </w:rPr>
      </w:pPr>
      <w:r w:rsidRPr="00B44BB2">
        <w:rPr>
          <w:rFonts w:cs="Times New Roman"/>
          <w:b/>
          <w:i/>
        </w:rPr>
        <w:t>Návrh doprovodného usnesení</w:t>
      </w:r>
      <w:r w:rsidR="00BA549B">
        <w:rPr>
          <w:rFonts w:cs="Times New Roman"/>
          <w:b/>
          <w:i/>
        </w:rPr>
        <w:t xml:space="preserve"> </w:t>
      </w:r>
      <w:r w:rsidR="007320D2">
        <w:rPr>
          <w:rFonts w:cs="Times New Roman"/>
          <w:b/>
          <w:i/>
        </w:rPr>
        <w:t xml:space="preserve">Poslanecké sněmovny přednesený </w:t>
      </w:r>
      <w:r w:rsidR="00BA549B">
        <w:rPr>
          <w:rFonts w:cs="Times New Roman"/>
          <w:b/>
          <w:i/>
        </w:rPr>
        <w:t>poslankyn</w:t>
      </w:r>
      <w:r w:rsidR="007320D2">
        <w:rPr>
          <w:rFonts w:cs="Times New Roman"/>
          <w:b/>
          <w:i/>
        </w:rPr>
        <w:t>í</w:t>
      </w:r>
      <w:r w:rsidR="00BA549B">
        <w:rPr>
          <w:rFonts w:cs="Times New Roman"/>
          <w:b/>
          <w:i/>
        </w:rPr>
        <w:t xml:space="preserve"> Markét</w:t>
      </w:r>
      <w:r w:rsidR="007320D2">
        <w:rPr>
          <w:rFonts w:cs="Times New Roman"/>
          <w:b/>
          <w:i/>
        </w:rPr>
        <w:t>ou</w:t>
      </w:r>
      <w:r w:rsidR="00BA549B">
        <w:rPr>
          <w:rFonts w:cs="Times New Roman"/>
          <w:b/>
          <w:i/>
        </w:rPr>
        <w:t xml:space="preserve"> </w:t>
      </w:r>
      <w:proofErr w:type="spellStart"/>
      <w:r w:rsidR="00BA549B">
        <w:rPr>
          <w:rFonts w:cs="Times New Roman"/>
          <w:b/>
          <w:i/>
        </w:rPr>
        <w:t>Pekarov</w:t>
      </w:r>
      <w:r w:rsidR="007320D2">
        <w:rPr>
          <w:rFonts w:cs="Times New Roman"/>
          <w:b/>
          <w:i/>
        </w:rPr>
        <w:t>ou</w:t>
      </w:r>
      <w:proofErr w:type="spellEnd"/>
      <w:r w:rsidR="00BA549B">
        <w:rPr>
          <w:rFonts w:cs="Times New Roman"/>
          <w:b/>
          <w:i/>
        </w:rPr>
        <w:t xml:space="preserve"> Adamov</w:t>
      </w:r>
      <w:r w:rsidR="007320D2">
        <w:rPr>
          <w:rFonts w:cs="Times New Roman"/>
          <w:b/>
          <w:i/>
        </w:rPr>
        <w:t>ou</w:t>
      </w:r>
      <w:r w:rsidR="00BA549B">
        <w:rPr>
          <w:rFonts w:cs="Times New Roman"/>
          <w:b/>
          <w:i/>
        </w:rPr>
        <w:t xml:space="preserve"> ve druhém čtení dne 13. listopadu 2018</w:t>
      </w:r>
    </w:p>
    <w:p w:rsidR="002C5F86" w:rsidRDefault="002C5F86" w:rsidP="002C5F86">
      <w:pPr>
        <w:jc w:val="both"/>
        <w:rPr>
          <w:rFonts w:cs="Times New Roman"/>
        </w:rPr>
      </w:pPr>
    </w:p>
    <w:p w:rsidR="00BA549B" w:rsidRDefault="00BA549B" w:rsidP="002C5F86">
      <w:pPr>
        <w:jc w:val="both"/>
        <w:rPr>
          <w:rFonts w:cs="Times New Roman"/>
        </w:rPr>
      </w:pPr>
    </w:p>
    <w:p w:rsidR="00BA549B" w:rsidRPr="002C5F86" w:rsidRDefault="00BA549B" w:rsidP="002C5F86">
      <w:pPr>
        <w:jc w:val="both"/>
        <w:rPr>
          <w:rFonts w:cs="Times New Roman"/>
        </w:rPr>
      </w:pPr>
    </w:p>
    <w:p w:rsidR="002C5F86" w:rsidRPr="002C5F86" w:rsidRDefault="002C5F86" w:rsidP="00BA549B">
      <w:pPr>
        <w:jc w:val="both"/>
      </w:pPr>
      <w:r w:rsidRPr="002C5F86">
        <w:rPr>
          <w:rFonts w:cs="Times New Roman"/>
        </w:rPr>
        <w:t>Poslanecká sněmovna</w:t>
      </w:r>
      <w:r w:rsidR="00BA549B">
        <w:rPr>
          <w:rFonts w:cs="Times New Roman"/>
        </w:rPr>
        <w:t xml:space="preserve"> </w:t>
      </w:r>
      <w:r w:rsidRPr="002C5F86">
        <w:t>žádá vládu, aby do 1. září 2019 připravila předvídatelný valorizační mechanismus navyšování příspěvku na péči ve všech stupních závislosti s navázáním na pevně daný ekonomický ukazatel.</w:t>
      </w:r>
    </w:p>
    <w:sectPr w:rsidR="002C5F86" w:rsidRPr="002C5F86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D49" w:rsidRDefault="00E32D49" w:rsidP="00087102">
      <w:r>
        <w:separator/>
      </w:r>
    </w:p>
  </w:endnote>
  <w:endnote w:type="continuationSeparator" w:id="0">
    <w:p w:rsidR="00E32D49" w:rsidRDefault="00E32D49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Times">
    <w:panose1 w:val="020206030504050203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D49" w:rsidRDefault="00E32D49" w:rsidP="00087102">
      <w:r>
        <w:separator/>
      </w:r>
    </w:p>
  </w:footnote>
  <w:footnote w:type="continuationSeparator" w:id="0">
    <w:p w:rsidR="00E32D49" w:rsidRDefault="00E32D49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AF67DA">
      <w:rPr>
        <w:noProof/>
      </w:rPr>
      <w:t>10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1D6F07"/>
    <w:multiLevelType w:val="multilevel"/>
    <w:tmpl w:val="40C40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514B"/>
    <w:multiLevelType w:val="hybridMultilevel"/>
    <w:tmpl w:val="58C2A2D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FF5305"/>
    <w:multiLevelType w:val="hybridMultilevel"/>
    <w:tmpl w:val="22382344"/>
    <w:lvl w:ilvl="0" w:tplc="FC4CAE82">
      <w:start w:val="3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F430BFB"/>
    <w:multiLevelType w:val="multilevel"/>
    <w:tmpl w:val="A2226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F2F38"/>
    <w:multiLevelType w:val="hybridMultilevel"/>
    <w:tmpl w:val="4CD265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622D84"/>
    <w:multiLevelType w:val="hybridMultilevel"/>
    <w:tmpl w:val="0EC052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54D8A"/>
    <w:multiLevelType w:val="hybridMultilevel"/>
    <w:tmpl w:val="498499D6"/>
    <w:lvl w:ilvl="0" w:tplc="15246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914A2"/>
    <w:multiLevelType w:val="hybridMultilevel"/>
    <w:tmpl w:val="64044B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9"/>
  </w:num>
  <w:num w:numId="6">
    <w:abstractNumId w:val="4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49"/>
    <w:rsid w:val="00087102"/>
    <w:rsid w:val="00096637"/>
    <w:rsid w:val="000C6893"/>
    <w:rsid w:val="002C5F86"/>
    <w:rsid w:val="0032236E"/>
    <w:rsid w:val="00350BA8"/>
    <w:rsid w:val="00383030"/>
    <w:rsid w:val="004B71AE"/>
    <w:rsid w:val="00505867"/>
    <w:rsid w:val="00511F8C"/>
    <w:rsid w:val="0066737F"/>
    <w:rsid w:val="006706ED"/>
    <w:rsid w:val="006854A2"/>
    <w:rsid w:val="006B22DC"/>
    <w:rsid w:val="007320D2"/>
    <w:rsid w:val="007B6E3A"/>
    <w:rsid w:val="007F1BDE"/>
    <w:rsid w:val="00A81E66"/>
    <w:rsid w:val="00AF67DA"/>
    <w:rsid w:val="00B15DED"/>
    <w:rsid w:val="00B44BB2"/>
    <w:rsid w:val="00B57506"/>
    <w:rsid w:val="00BA549B"/>
    <w:rsid w:val="00BE7343"/>
    <w:rsid w:val="00C9227F"/>
    <w:rsid w:val="00D67510"/>
    <w:rsid w:val="00E32D49"/>
    <w:rsid w:val="00F4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8FE300"/>
  <w15:chartTrackingRefBased/>
  <w15:docId w15:val="{E801F0C2-B188-4F10-9F2E-5219A2610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qFormat/>
    <w:locked/>
    <w:rsid w:val="00350BA8"/>
    <w:rPr>
      <w:rFonts w:ascii="Calibri" w:eastAsia="Calibri" w:hAnsi="Calibri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350BA8"/>
    <w:pPr>
      <w:widowControl/>
      <w:suppressAutoHyphens w:val="0"/>
      <w:spacing w:after="200"/>
      <w:ind w:left="720"/>
      <w:contextualSpacing/>
    </w:pPr>
    <w:rPr>
      <w:rFonts w:ascii="Calibri" w:eastAsia="Calibri" w:hAnsi="Calibri" w:cs="Times New Roman"/>
      <w:kern w:val="0"/>
      <w:sz w:val="20"/>
      <w:szCs w:val="20"/>
      <w:lang w:eastAsia="cs-CZ" w:bidi="ar-SA"/>
    </w:rPr>
  </w:style>
  <w:style w:type="paragraph" w:customStyle="1" w:styleId="Normln1">
    <w:name w:val="Normální1"/>
    <w:rsid w:val="00096637"/>
    <w:pPr>
      <w:spacing w:line="276" w:lineRule="auto"/>
    </w:pPr>
    <w:rPr>
      <w:rFonts w:ascii="Arial" w:eastAsia="Arial" w:hAnsi="Arial" w:cs="Arial"/>
      <w:sz w:val="22"/>
      <w:szCs w:val="22"/>
      <w:lang w:val="cs" w:eastAsia="en-US"/>
    </w:rPr>
  </w:style>
  <w:style w:type="paragraph" w:customStyle="1" w:styleId="Default">
    <w:name w:val="Default"/>
    <w:rsid w:val="0009663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132</TotalTime>
  <Pages>10</Pages>
  <Words>2545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15</cp:revision>
  <cp:lastPrinted>1899-12-31T23:00:00Z</cp:lastPrinted>
  <dcterms:created xsi:type="dcterms:W3CDTF">2018-10-30T14:36:00Z</dcterms:created>
  <dcterms:modified xsi:type="dcterms:W3CDTF">2018-11-14T14:52:00Z</dcterms:modified>
</cp:coreProperties>
</file>