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C0078A" w:rsidRPr="0041789C" w:rsidRDefault="00C0078A" w:rsidP="00C0078A">
      <w:pPr>
        <w:pStyle w:val="nadpiszkona"/>
      </w:pPr>
      <w:r>
        <w:t>k ná</w:t>
      </w:r>
      <w:r w:rsidR="00A92050">
        <w:t xml:space="preserve">vrhu </w:t>
      </w:r>
      <w:r>
        <w:t xml:space="preserve">zákona, </w:t>
      </w:r>
      <w:r w:rsidRPr="0041789C">
        <w:t xml:space="preserve">kterým se mění zákon č. </w:t>
      </w:r>
      <w:r>
        <w:t>561</w:t>
      </w:r>
      <w:r w:rsidRPr="0041789C">
        <w:t>/20</w:t>
      </w:r>
      <w:r>
        <w:t>04</w:t>
      </w:r>
      <w:r w:rsidRPr="0041789C">
        <w:t xml:space="preserve"> Sb., o</w:t>
      </w:r>
      <w:r>
        <w:t xml:space="preserve"> předškolním, základním, středním, vyšším odborném a jiném vzdělávání (školský zákon), ve znění pozdějších předpisů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966A14">
        <w:rPr>
          <w:b/>
        </w:rPr>
        <w:t>115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Pr="00F03E24" w:rsidRDefault="00FF7B43" w:rsidP="000268B6">
      <w:pPr>
        <w:jc w:val="left"/>
        <w:rPr>
          <w:b/>
        </w:rPr>
      </w:pPr>
      <w:r w:rsidRPr="00F03E24">
        <w:rPr>
          <w:b/>
          <w:u w:val="single"/>
        </w:rPr>
        <w:t>Návrh na zamítnutí</w:t>
      </w:r>
      <w:r w:rsidRPr="00F03E24">
        <w:rPr>
          <w:b/>
        </w:rPr>
        <w:t xml:space="preserve"> návrhu zákona přednesl </w:t>
      </w:r>
      <w:r w:rsidR="00F03E24" w:rsidRPr="00F03E24">
        <w:rPr>
          <w:b/>
        </w:rPr>
        <w:t xml:space="preserve">ve druhém čtení </w:t>
      </w:r>
      <w:r w:rsidR="00117E66" w:rsidRPr="00F03E24">
        <w:rPr>
          <w:b/>
        </w:rPr>
        <w:t>dne 14.</w:t>
      </w:r>
      <w:r w:rsidR="00F03E24" w:rsidRPr="00F03E24">
        <w:rPr>
          <w:b/>
        </w:rPr>
        <w:t xml:space="preserve"> </w:t>
      </w:r>
      <w:r w:rsidR="00117E66" w:rsidRPr="00F03E24">
        <w:rPr>
          <w:b/>
        </w:rPr>
        <w:t xml:space="preserve">listopadu 2018 </w:t>
      </w:r>
      <w:r w:rsidRPr="00F03E24">
        <w:rPr>
          <w:b/>
        </w:rPr>
        <w:t>poslanec Ing. Roman Kubíče</w:t>
      </w:r>
      <w:r w:rsidR="000268B6">
        <w:rPr>
          <w:b/>
        </w:rPr>
        <w:t>k</w:t>
      </w:r>
      <w:r w:rsidRPr="00F03E24">
        <w:rPr>
          <w:b/>
        </w:rPr>
        <w:t>, Ph.D.</w:t>
      </w:r>
    </w:p>
    <w:p w:rsidR="00A92050" w:rsidRPr="00A92050" w:rsidRDefault="00A92050" w:rsidP="00F03E24">
      <w:pPr>
        <w:jc w:val="left"/>
      </w:pPr>
    </w:p>
    <w:p w:rsidR="00A92050" w:rsidRPr="00A92050" w:rsidRDefault="00A92050" w:rsidP="00A92050"/>
    <w:p w:rsidR="00A92050" w:rsidRPr="00A92050" w:rsidRDefault="00A92050" w:rsidP="00A92050"/>
    <w:p w:rsidR="00A92050" w:rsidRPr="00A92050" w:rsidRDefault="00180A23" w:rsidP="00A920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Pozměňovací návrh</w:t>
      </w:r>
      <w:r w:rsidR="00A92050" w:rsidRPr="00A92050">
        <w:rPr>
          <w:b/>
          <w:sz w:val="28"/>
          <w:szCs w:val="28"/>
        </w:rPr>
        <w:t xml:space="preserve"> přednesen</w:t>
      </w:r>
      <w:r>
        <w:rPr>
          <w:b/>
          <w:sz w:val="28"/>
          <w:szCs w:val="28"/>
        </w:rPr>
        <w:t>ý</w:t>
      </w:r>
      <w:r w:rsidR="00A92050" w:rsidRPr="00A92050">
        <w:rPr>
          <w:b/>
          <w:sz w:val="28"/>
          <w:szCs w:val="28"/>
        </w:rPr>
        <w:t xml:space="preserve"> ve druhém čtení dne </w:t>
      </w:r>
      <w:r w:rsidR="00117E66">
        <w:rPr>
          <w:b/>
          <w:sz w:val="28"/>
          <w:szCs w:val="28"/>
        </w:rPr>
        <w:t>14</w:t>
      </w:r>
      <w:r w:rsidR="00A92050" w:rsidRPr="00A92050">
        <w:rPr>
          <w:b/>
          <w:sz w:val="28"/>
          <w:szCs w:val="28"/>
        </w:rPr>
        <w:t xml:space="preserve">. </w:t>
      </w:r>
      <w:r w:rsidR="00117E66">
        <w:rPr>
          <w:b/>
          <w:sz w:val="28"/>
          <w:szCs w:val="28"/>
        </w:rPr>
        <w:t>listopadu</w:t>
      </w:r>
      <w:r w:rsidR="00A92050" w:rsidRPr="00A92050">
        <w:rPr>
          <w:b/>
          <w:sz w:val="28"/>
          <w:szCs w:val="28"/>
        </w:rPr>
        <w:t xml:space="preserve"> 201</w:t>
      </w:r>
      <w:r w:rsidR="00AF24B6">
        <w:rPr>
          <w:b/>
          <w:sz w:val="28"/>
          <w:szCs w:val="28"/>
        </w:rPr>
        <w:t>8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180A23">
      <w:pPr>
        <w:pStyle w:val="Oznaenpozmn"/>
        <w:numPr>
          <w:ilvl w:val="0"/>
          <w:numId w:val="0"/>
        </w:numPr>
        <w:ind w:left="425" w:hanging="425"/>
      </w:pPr>
      <w:r>
        <w:t>Poslanec</w:t>
      </w:r>
      <w:r w:rsidR="00966A14">
        <w:t xml:space="preserve"> Václav Klaus</w:t>
      </w:r>
    </w:p>
    <w:p w:rsidR="00966A14" w:rsidRPr="00966A14" w:rsidRDefault="00966A14" w:rsidP="00966A14">
      <w:r>
        <w:t xml:space="preserve">(SD </w:t>
      </w:r>
      <w:r w:rsidR="00C0078A">
        <w:t>1263)</w:t>
      </w:r>
    </w:p>
    <w:p w:rsidR="00A92050" w:rsidRPr="00A92050" w:rsidRDefault="00A92050" w:rsidP="00A92050"/>
    <w:p w:rsidR="00C0078A" w:rsidRPr="006E33E4" w:rsidRDefault="00C0078A" w:rsidP="00C0078A">
      <w:pPr>
        <w:pStyle w:val="Odstavecseseznamem1"/>
        <w:spacing w:after="0" w:line="240" w:lineRule="auto"/>
        <w:ind w:left="2268" w:hanging="226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 části první čl. I se doplňuje bod 1, který zn</w:t>
      </w:r>
      <w:r w:rsidRPr="006E33E4">
        <w:rPr>
          <w:rFonts w:ascii="Times New Roman" w:hAnsi="Times New Roman" w:cs="Times New Roman"/>
          <w:b/>
          <w:sz w:val="24"/>
          <w:szCs w:val="24"/>
        </w:rPr>
        <w:t>í:</w:t>
      </w:r>
    </w:p>
    <w:p w:rsidR="00C0078A" w:rsidRPr="006E33E4" w:rsidRDefault="00C0078A" w:rsidP="00C0078A">
      <w:pPr>
        <w:pStyle w:val="Odstavecseseznamem1"/>
        <w:spacing w:after="0" w:line="240" w:lineRule="auto"/>
        <w:ind w:left="2268" w:hanging="2268"/>
        <w:rPr>
          <w:rFonts w:ascii="Times New Roman" w:hAnsi="Times New Roman" w:cs="Times New Roman"/>
          <w:b/>
          <w:sz w:val="24"/>
          <w:szCs w:val="24"/>
        </w:rPr>
      </w:pPr>
    </w:p>
    <w:p w:rsidR="00C0078A" w:rsidRPr="006E33E4" w:rsidRDefault="00C0078A" w:rsidP="00C0078A">
      <w:r>
        <w:t>„1. V § 2 odst. 2 písm. f</w:t>
      </w:r>
      <w:r w:rsidRPr="006E33E4">
        <w:t>) se</w:t>
      </w:r>
      <w:r>
        <w:t xml:space="preserve"> slova </w:t>
      </w:r>
      <w:r w:rsidRPr="00C313ED">
        <w:t>„</w:t>
      </w:r>
      <w:r w:rsidRPr="00C313ED">
        <w:rPr>
          <w:bCs/>
          <w:iCs/>
        </w:rPr>
        <w:t>pochopení a osvojení zásad a pravidel vycházejících z evropské integrace jako základu pro soužití v národním a mezinárodním měřítku</w:t>
      </w:r>
      <w:r>
        <w:rPr>
          <w:bCs/>
          <w:iCs/>
        </w:rPr>
        <w:t>,“</w:t>
      </w:r>
      <w:r>
        <w:t xml:space="preserve"> zrušují.“.</w:t>
      </w:r>
    </w:p>
    <w:p w:rsidR="00C0078A" w:rsidRPr="006E33E4" w:rsidRDefault="00C0078A" w:rsidP="00C0078A">
      <w:pPr>
        <w:rPr>
          <w:bCs/>
          <w:iCs/>
        </w:rPr>
      </w:pPr>
    </w:p>
    <w:p w:rsidR="00C0078A" w:rsidRPr="006E33E4" w:rsidRDefault="00C0078A" w:rsidP="00C0078A">
      <w:pPr>
        <w:rPr>
          <w:spacing w:val="-3"/>
        </w:rPr>
      </w:pPr>
      <w:r w:rsidRPr="006E33E4">
        <w:rPr>
          <w:bCs/>
          <w:iCs/>
        </w:rPr>
        <w:t>Dosava</w:t>
      </w:r>
      <w:r>
        <w:rPr>
          <w:bCs/>
          <w:iCs/>
        </w:rPr>
        <w:t>dní bod 1 se označuje jako bod 2</w:t>
      </w:r>
      <w:r w:rsidRPr="006E33E4">
        <w:rPr>
          <w:bCs/>
          <w:iCs/>
        </w:rPr>
        <w:t>.</w:t>
      </w:r>
    </w:p>
    <w:p w:rsidR="00A92050" w:rsidRPr="00A92050" w:rsidRDefault="00A92050" w:rsidP="00A92050"/>
    <w:p w:rsidR="00A92050" w:rsidRDefault="00A92050" w:rsidP="00A92050"/>
    <w:p w:rsidR="000268B6" w:rsidRDefault="000268B6" w:rsidP="00A92050"/>
    <w:p w:rsidR="000268B6" w:rsidRPr="00A92050" w:rsidRDefault="000268B6" w:rsidP="00A92050"/>
    <w:p w:rsidR="00A92050" w:rsidRPr="00A92050" w:rsidRDefault="00A92050" w:rsidP="00A92050"/>
    <w:p w:rsidR="00A92050" w:rsidRDefault="00A92050" w:rsidP="00A92050">
      <w:pPr>
        <w:jc w:val="center"/>
      </w:pPr>
      <w:r w:rsidRPr="00A92050">
        <w:t>V Praze dne</w:t>
      </w:r>
      <w:r w:rsidR="00F31B9E">
        <w:t xml:space="preserve"> </w:t>
      </w:r>
      <w:r w:rsidR="000D522E">
        <w:t>14.</w:t>
      </w:r>
      <w:r w:rsidR="00117E66">
        <w:t xml:space="preserve"> listopadu</w:t>
      </w:r>
      <w:r w:rsidR="00F31B9E">
        <w:t xml:space="preserve"> 2018</w:t>
      </w:r>
    </w:p>
    <w:p w:rsidR="00117E66" w:rsidRDefault="00117E66" w:rsidP="00A92050">
      <w:pPr>
        <w:jc w:val="center"/>
      </w:pPr>
    </w:p>
    <w:p w:rsidR="00117E66" w:rsidRDefault="00117E66" w:rsidP="00A92050">
      <w:pPr>
        <w:jc w:val="center"/>
      </w:pPr>
    </w:p>
    <w:p w:rsidR="00117E66" w:rsidRPr="00A92050" w:rsidRDefault="00117E66" w:rsidP="00A92050">
      <w:pPr>
        <w:jc w:val="center"/>
      </w:pPr>
    </w:p>
    <w:p w:rsidR="00A92050" w:rsidRPr="00A92050" w:rsidRDefault="00A92050" w:rsidP="00A92050">
      <w:pPr>
        <w:jc w:val="center"/>
      </w:pPr>
    </w:p>
    <w:p w:rsidR="00A92050" w:rsidRPr="002E25CD" w:rsidRDefault="00117E66" w:rsidP="00A92050">
      <w:pPr>
        <w:jc w:val="center"/>
        <w:rPr>
          <w:b/>
        </w:rPr>
      </w:pPr>
      <w:r>
        <w:rPr>
          <w:b/>
        </w:rPr>
        <w:t>Zuzana Majerová Zahradníková</w:t>
      </w:r>
      <w:bookmarkStart w:id="0" w:name="_GoBack"/>
      <w:r w:rsidR="000D522E" w:rsidRPr="000D522E">
        <w:t>, v.r.</w:t>
      </w:r>
      <w:bookmarkEnd w:id="0"/>
    </w:p>
    <w:p w:rsidR="00A92050" w:rsidRPr="00A92050" w:rsidRDefault="00A92050" w:rsidP="00A92050">
      <w:pPr>
        <w:jc w:val="center"/>
      </w:pPr>
      <w:r w:rsidRPr="00A92050">
        <w:t>zpravodaj</w:t>
      </w:r>
      <w:r w:rsidR="00117E66">
        <w:t>ka</w:t>
      </w:r>
      <w:r w:rsidRPr="00A92050">
        <w:t xml:space="preserve"> garančního výboru</w:t>
      </w:r>
      <w:r w:rsidR="00AF24B6">
        <w:t xml:space="preserve"> </w:t>
      </w:r>
      <w:r w:rsidR="00F31B9E">
        <w:t>pro vědu, vzdělání, kulturu, mládež a tělovýchovu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E9F" w:rsidRDefault="00D90E9F">
      <w:r>
        <w:separator/>
      </w:r>
    </w:p>
  </w:endnote>
  <w:endnote w:type="continuationSeparator" w:id="0">
    <w:p w:rsidR="00D90E9F" w:rsidRDefault="00D9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E9F" w:rsidRDefault="00D90E9F">
      <w:r>
        <w:separator/>
      </w:r>
    </w:p>
  </w:footnote>
  <w:footnote w:type="continuationSeparator" w:id="0">
    <w:p w:rsidR="00D90E9F" w:rsidRDefault="00D90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647C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268B6"/>
    <w:rsid w:val="000D522E"/>
    <w:rsid w:val="00117E66"/>
    <w:rsid w:val="00180A23"/>
    <w:rsid w:val="00266D0A"/>
    <w:rsid w:val="002E25CD"/>
    <w:rsid w:val="00331254"/>
    <w:rsid w:val="00381BC1"/>
    <w:rsid w:val="009647CA"/>
    <w:rsid w:val="00966A14"/>
    <w:rsid w:val="00A73D85"/>
    <w:rsid w:val="00A92050"/>
    <w:rsid w:val="00AF24B6"/>
    <w:rsid w:val="00C0078A"/>
    <w:rsid w:val="00D867F4"/>
    <w:rsid w:val="00D90E9F"/>
    <w:rsid w:val="00F03E24"/>
    <w:rsid w:val="00F31B9E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F0EA3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customStyle="1" w:styleId="Odstavecseseznamem1">
    <w:name w:val="Odstavec se seznamem1"/>
    <w:basedOn w:val="Normln"/>
    <w:rsid w:val="00C0078A"/>
    <w:pPr>
      <w:suppressAutoHyphens/>
      <w:spacing w:after="160" w:line="256" w:lineRule="auto"/>
      <w:ind w:left="720"/>
      <w:contextualSpacing/>
      <w:jc w:val="left"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68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68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2</cp:revision>
  <cp:lastPrinted>2018-11-14T10:57:00Z</cp:lastPrinted>
  <dcterms:created xsi:type="dcterms:W3CDTF">2018-11-14T14:34:00Z</dcterms:created>
  <dcterms:modified xsi:type="dcterms:W3CDTF">2018-11-14T14:34:00Z</dcterms:modified>
  <cp:category/>
</cp:coreProperties>
</file>