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5D344C" w:rsidRDefault="005D344C" w:rsidP="00A92050">
      <w:pPr>
        <w:jc w:val="center"/>
        <w:rPr>
          <w:b/>
        </w:rPr>
      </w:pPr>
    </w:p>
    <w:p w:rsidR="006C6119" w:rsidRDefault="00A92050" w:rsidP="008A0664">
      <w:pPr>
        <w:pStyle w:val="Tlotextu"/>
        <w:jc w:val="center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 w:rsidRPr="006C6119">
        <w:rPr>
          <w:b/>
        </w:rPr>
        <w:t xml:space="preserve">návrhu </w:t>
      </w:r>
      <w:r w:rsidR="006C6119" w:rsidRPr="006C6119">
        <w:rPr>
          <w:b/>
        </w:rPr>
        <w:t>zákona, kterým se mění zákon č. 277/2013 Sb., o směnárenské činnosti, ve znění zákona č. 183/2017 Sb., a zákon č. 370/2017 Sb., o platebním styku</w:t>
      </w:r>
    </w:p>
    <w:p w:rsidR="006C6119" w:rsidRDefault="006C6119" w:rsidP="008A0664">
      <w:pPr>
        <w:pStyle w:val="Tlotextu"/>
        <w:jc w:val="center"/>
        <w:rPr>
          <w:b/>
        </w:rPr>
      </w:pPr>
    </w:p>
    <w:p w:rsidR="00A92050" w:rsidRDefault="00A92050" w:rsidP="008A0664">
      <w:pPr>
        <w:pStyle w:val="Tlotextu"/>
        <w:jc w:val="center"/>
        <w:rPr>
          <w:b/>
        </w:rPr>
      </w:pPr>
      <w:r>
        <w:rPr>
          <w:b/>
        </w:rPr>
        <w:t xml:space="preserve">(tisk </w:t>
      </w:r>
      <w:r w:rsidR="006C6119">
        <w:rPr>
          <w:b/>
        </w:rPr>
        <w:t>188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6C6119">
        <w:t xml:space="preserve">rozpočtového </w:t>
      </w:r>
      <w:r>
        <w:t xml:space="preserve">výboru č. </w:t>
      </w:r>
      <w:r w:rsidR="006C6119">
        <w:t>154</w:t>
      </w:r>
      <w:r w:rsidR="00AF24B6">
        <w:t xml:space="preserve"> z</w:t>
      </w:r>
      <w:r w:rsidR="008A0664">
        <w:t> </w:t>
      </w:r>
      <w:r w:rsidR="006C6119">
        <w:t>13</w:t>
      </w:r>
      <w:r>
        <w:t xml:space="preserve">. schůze konané dne </w:t>
      </w:r>
      <w:r w:rsidR="006C6119">
        <w:t xml:space="preserve">10. října </w:t>
      </w:r>
      <w:r>
        <w:t>201</w:t>
      </w:r>
      <w:r w:rsidR="00AF24B6">
        <w:t>8</w:t>
      </w:r>
      <w:r>
        <w:t xml:space="preserve"> (tisk </w:t>
      </w:r>
      <w:r w:rsidR="006C6119">
        <w:t>188</w:t>
      </w:r>
      <w:r>
        <w:t>/</w:t>
      </w:r>
      <w:r w:rsidR="006C6119">
        <w:t>2</w:t>
      </w:r>
      <w:r>
        <w:t>)</w:t>
      </w:r>
    </w:p>
    <w:p w:rsidR="00A92050" w:rsidRPr="00A92050" w:rsidRDefault="00A92050" w:rsidP="00A92050"/>
    <w:p w:rsidR="008B172A" w:rsidRPr="000E6B7A" w:rsidRDefault="008B172A" w:rsidP="008B172A">
      <w:pPr>
        <w:spacing w:after="240"/>
        <w:rPr>
          <w:rFonts w:eastAsia="EB Garamond"/>
        </w:rPr>
      </w:pPr>
      <w:r w:rsidRPr="000E6B7A">
        <w:rPr>
          <w:rFonts w:eastAsia="EB Garamond"/>
        </w:rPr>
        <w:t>1. V části první čl. I bodu 18 § 13 odst. 1 se slova „bodech 3 a 4“ nahrazují slovem „bodu 1“.</w:t>
      </w:r>
    </w:p>
    <w:p w:rsidR="008B172A" w:rsidRPr="000E6B7A" w:rsidRDefault="008B172A" w:rsidP="008B172A">
      <w:pPr>
        <w:spacing w:after="240"/>
        <w:rPr>
          <w:rFonts w:eastAsia="EB Garamond"/>
        </w:rPr>
      </w:pPr>
      <w:r w:rsidRPr="000E6B7A">
        <w:rPr>
          <w:rFonts w:eastAsia="EB Garamond"/>
        </w:rPr>
        <w:t>2. V části první čl. I bodu 18 § 14 odst. 2 písm. c) se dosavadní bod 3 označuje jako bod 1, dosavadní bod 1 jako bod 2 a dosavadní bod 2 jako bod 3.</w:t>
      </w:r>
    </w:p>
    <w:p w:rsidR="008B172A" w:rsidRPr="000E6B7A" w:rsidRDefault="008B172A" w:rsidP="008B172A">
      <w:pPr>
        <w:spacing w:before="200"/>
        <w:rPr>
          <w:rFonts w:eastAsia="EB Garamond"/>
        </w:rPr>
      </w:pPr>
      <w:r w:rsidRPr="000E6B7A">
        <w:rPr>
          <w:rFonts w:eastAsia="EB Garamond"/>
        </w:rPr>
        <w:t>3. V části první čl. I bodu 18 § 14 odst. 2 písm. c) bodu 2 se za slovo „orgánu“ vkládají slova „, včetně adresy jeho internetové stránky obsahující informace o právech zákazníka“.</w:t>
      </w:r>
    </w:p>
    <w:p w:rsidR="008B172A" w:rsidRPr="000E6B7A" w:rsidRDefault="008B172A" w:rsidP="008B172A">
      <w:pPr>
        <w:spacing w:before="200"/>
        <w:rPr>
          <w:rFonts w:eastAsia="EB Garamond"/>
        </w:rPr>
      </w:pPr>
      <w:r w:rsidRPr="000E6B7A">
        <w:rPr>
          <w:rFonts w:eastAsia="EB Garamond"/>
        </w:rPr>
        <w:t>4. V části první čl. I bodu 18 § 14 se za odstavec 2 vkládá nový odstavec 3, který zní:</w:t>
      </w:r>
    </w:p>
    <w:p w:rsidR="008B172A" w:rsidRPr="000E6B7A" w:rsidRDefault="008B172A" w:rsidP="008B172A">
      <w:pPr>
        <w:spacing w:before="200"/>
        <w:rPr>
          <w:rFonts w:eastAsia="EB Garamond"/>
        </w:rPr>
      </w:pPr>
      <w:r w:rsidRPr="000E6B7A">
        <w:rPr>
          <w:rFonts w:eastAsia="EB Garamond"/>
        </w:rPr>
        <w:t>„(3) Česká národní banka uveřejní adresu internetové stránky podle odstavce 2 písm. c) bodu 2 formou úředního sdělení České národní banky ve Věstníku České národní banky.“</w:t>
      </w:r>
    </w:p>
    <w:p w:rsidR="008B172A" w:rsidRPr="000E6B7A" w:rsidRDefault="008B172A" w:rsidP="008B172A">
      <w:pPr>
        <w:spacing w:before="200" w:after="240"/>
        <w:rPr>
          <w:rFonts w:eastAsia="EB Garamond"/>
        </w:rPr>
      </w:pPr>
      <w:r w:rsidRPr="000E6B7A">
        <w:rPr>
          <w:rFonts w:eastAsia="EB Garamond"/>
        </w:rPr>
        <w:t>Dosavadní odstavce 3 a 4 se označují jako odstavce 4 a 5.</w:t>
      </w:r>
    </w:p>
    <w:p w:rsidR="008B172A" w:rsidRPr="000E6B7A" w:rsidRDefault="008B172A" w:rsidP="008B172A">
      <w:pPr>
        <w:spacing w:after="240"/>
        <w:rPr>
          <w:rFonts w:eastAsia="EB Garamond"/>
        </w:rPr>
      </w:pPr>
      <w:r w:rsidRPr="000E6B7A">
        <w:rPr>
          <w:rFonts w:eastAsia="EB Garamond"/>
        </w:rPr>
        <w:t>5. V části první čl. I bodu 20 § 16c odst. 1 se doplňuje věta „V takovém případě zákazník přijaté peněžní prostředky nevrací.“.</w:t>
      </w:r>
    </w:p>
    <w:p w:rsidR="008B172A" w:rsidRPr="000E6B7A" w:rsidRDefault="008B172A" w:rsidP="008B172A">
      <w:pPr>
        <w:spacing w:after="240"/>
        <w:rPr>
          <w:rFonts w:eastAsia="EB Garamond"/>
        </w:rPr>
      </w:pPr>
      <w:r w:rsidRPr="000E6B7A">
        <w:rPr>
          <w:rFonts w:eastAsia="EB Garamond"/>
        </w:rPr>
        <w:t>6. V části první čl. I bodu 20 § 16d odst. 2 se text „3 nebo 4“ nahrazuje číslem „1“.</w:t>
      </w:r>
    </w:p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8B172A">
        <w:rPr>
          <w:b/>
          <w:sz w:val="28"/>
          <w:szCs w:val="28"/>
        </w:rPr>
        <w:t>30. října</w:t>
      </w:r>
      <w:r w:rsidRPr="00A92050">
        <w:rPr>
          <w:b/>
          <w:sz w:val="28"/>
          <w:szCs w:val="28"/>
        </w:rPr>
        <w:t xml:space="preserve"> 201</w:t>
      </w:r>
      <w:r w:rsidR="00AF24B6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8B172A">
        <w:t xml:space="preserve"> V</w:t>
      </w:r>
      <w:r w:rsidR="009C167F">
        <w:t>í</w:t>
      </w:r>
      <w:r w:rsidR="008B172A">
        <w:t>t Rakušan</w:t>
      </w:r>
    </w:p>
    <w:p w:rsidR="008B172A" w:rsidRPr="008B172A" w:rsidRDefault="008B172A" w:rsidP="008B172A">
      <w:r>
        <w:t>(SD 1267)</w:t>
      </w:r>
    </w:p>
    <w:p w:rsidR="00A92050" w:rsidRPr="00A92050" w:rsidRDefault="00A92050" w:rsidP="00A92050"/>
    <w:p w:rsidR="00310BD2" w:rsidRDefault="00310BD2" w:rsidP="00310BD2">
      <w:pPr>
        <w:autoSpaceDE w:val="0"/>
        <w:autoSpaceDN w:val="0"/>
        <w:adjustRightInd w:val="0"/>
        <w:spacing w:before="120" w:after="120" w:line="360" w:lineRule="auto"/>
        <w:ind w:left="360"/>
        <w:rPr>
          <w:bCs/>
          <w:lang w:eastAsia="en-US"/>
        </w:rPr>
      </w:pPr>
      <w:r>
        <w:t>V části první čl. I bodu 18 § 13 odst. 1 se slova „</w:t>
      </w:r>
      <w:r w:rsidR="008B172A" w:rsidRPr="00310BD2">
        <w:rPr>
          <w:bCs/>
          <w:lang w:eastAsia="en-US"/>
        </w:rPr>
        <w:t>Převyšuje-li částka složená zájemcem k provedení směny částku odpovídající 1 000 EUR</w:t>
      </w:r>
      <w:r w:rsidRPr="00310BD2">
        <w:rPr>
          <w:bCs/>
          <w:lang w:eastAsia="en-US"/>
        </w:rPr>
        <w:t xml:space="preserve">“ zrušují. </w:t>
      </w:r>
    </w:p>
    <w:p w:rsidR="00A92050" w:rsidRDefault="00A92050" w:rsidP="00A92050"/>
    <w:p w:rsidR="00310BD2" w:rsidRPr="00A92050" w:rsidRDefault="00310BD2" w:rsidP="00A92050"/>
    <w:p w:rsidR="00A92050" w:rsidRPr="008B172A" w:rsidRDefault="008B172A" w:rsidP="00A92050">
      <w:pPr>
        <w:rPr>
          <w:b/>
        </w:rPr>
      </w:pPr>
      <w:r w:rsidRPr="008B172A">
        <w:rPr>
          <w:b/>
        </w:rPr>
        <w:t>C</w:t>
      </w:r>
      <w:r w:rsidRPr="008B172A">
        <w:rPr>
          <w:b/>
        </w:rPr>
        <w:tab/>
        <w:t xml:space="preserve">Poslanec Patrik </w:t>
      </w:r>
      <w:proofErr w:type="spellStart"/>
      <w:r w:rsidRPr="008B172A">
        <w:rPr>
          <w:b/>
        </w:rPr>
        <w:t>Nacher</w:t>
      </w:r>
      <w:proofErr w:type="spellEnd"/>
    </w:p>
    <w:p w:rsidR="008B172A" w:rsidRDefault="008B172A" w:rsidP="00A92050">
      <w:r>
        <w:t>(SD 1318)</w:t>
      </w:r>
    </w:p>
    <w:p w:rsidR="008B172A" w:rsidRDefault="008B172A" w:rsidP="00A92050"/>
    <w:p w:rsidR="008B172A" w:rsidRPr="008B172A" w:rsidRDefault="008B172A" w:rsidP="008B172A">
      <w:pPr>
        <w:spacing w:after="240"/>
      </w:pPr>
      <w:r w:rsidRPr="008B172A">
        <w:t>V části první čl. I bodu 20 § 16a odst. 1 se číslo „2“ nahrazuje číslem „3“.</w:t>
      </w:r>
    </w:p>
    <w:p w:rsidR="008B172A" w:rsidRPr="00A92050" w:rsidRDefault="008B172A" w:rsidP="00A92050"/>
    <w:p w:rsidR="00A92050" w:rsidRPr="00545856" w:rsidRDefault="00310BD2" w:rsidP="00A92050">
      <w:pPr>
        <w:rPr>
          <w:b/>
        </w:rPr>
      </w:pPr>
      <w:r w:rsidRPr="00545856">
        <w:rPr>
          <w:b/>
        </w:rPr>
        <w:t>D</w:t>
      </w:r>
      <w:r w:rsidRPr="00545856">
        <w:rPr>
          <w:b/>
        </w:rPr>
        <w:tab/>
        <w:t xml:space="preserve"> Poslanec Jakub Michálek</w:t>
      </w:r>
    </w:p>
    <w:p w:rsidR="00310BD2" w:rsidRDefault="00310BD2" w:rsidP="00A92050"/>
    <w:p w:rsidR="00310BD2" w:rsidRDefault="00310BD2" w:rsidP="00A92050">
      <w:r>
        <w:t>Pozměňo</w:t>
      </w:r>
      <w:r w:rsidR="00545856">
        <w:t>v</w:t>
      </w:r>
      <w:r>
        <w:t xml:space="preserve">ací návrh k pozměňovacímu návrhu poslance </w:t>
      </w:r>
      <w:proofErr w:type="spellStart"/>
      <w:r>
        <w:t>Nachera</w:t>
      </w:r>
      <w:proofErr w:type="spellEnd"/>
      <w:r>
        <w:t>.</w:t>
      </w:r>
    </w:p>
    <w:p w:rsidR="00545856" w:rsidRDefault="00545856" w:rsidP="00A92050"/>
    <w:p w:rsidR="00310BD2" w:rsidRDefault="00310BD2" w:rsidP="00A92050">
      <w:r>
        <w:t>V části první čl. I bodu 20 § 16a odst. 1 se číslo „3“ nahrazuje číslem „4“.</w:t>
      </w:r>
    </w:p>
    <w:p w:rsidR="006A6508" w:rsidRDefault="006A6508" w:rsidP="00A92050"/>
    <w:p w:rsidR="006A6508" w:rsidRDefault="006A6508" w:rsidP="00A92050"/>
    <w:p w:rsidR="008A0664" w:rsidRDefault="008A0664" w:rsidP="00A92050"/>
    <w:p w:rsidR="008A0664" w:rsidRDefault="008A0664" w:rsidP="00A92050"/>
    <w:p w:rsidR="006A6508" w:rsidRPr="00A92050" w:rsidRDefault="006A6508" w:rsidP="00A92050"/>
    <w:p w:rsidR="00A92050" w:rsidRPr="00A92050" w:rsidRDefault="00A92050" w:rsidP="00A92050">
      <w:pPr>
        <w:jc w:val="center"/>
      </w:pPr>
      <w:r w:rsidRPr="00A92050">
        <w:t>V Praze dne</w:t>
      </w:r>
      <w:r w:rsidR="00360F1B">
        <w:t xml:space="preserve"> 30.</w:t>
      </w:r>
      <w:r w:rsidR="008B172A">
        <w:t xml:space="preserve"> října 2018</w:t>
      </w:r>
    </w:p>
    <w:p w:rsidR="00A92050" w:rsidRDefault="00A92050" w:rsidP="00A92050">
      <w:pPr>
        <w:jc w:val="center"/>
      </w:pPr>
    </w:p>
    <w:p w:rsidR="00142064" w:rsidRDefault="00142064" w:rsidP="00A92050">
      <w:pPr>
        <w:jc w:val="center"/>
      </w:pPr>
    </w:p>
    <w:p w:rsidR="00142064" w:rsidRPr="00A92050" w:rsidRDefault="00142064" w:rsidP="00A92050">
      <w:pPr>
        <w:jc w:val="center"/>
      </w:pPr>
      <w:bookmarkStart w:id="0" w:name="_GoBack"/>
      <w:bookmarkEnd w:id="0"/>
    </w:p>
    <w:p w:rsidR="00A92050" w:rsidRPr="008B172A" w:rsidRDefault="006A6508" w:rsidP="00A92050">
      <w:pPr>
        <w:jc w:val="center"/>
        <w:rPr>
          <w:b/>
        </w:rPr>
      </w:pPr>
      <w:r>
        <w:rPr>
          <w:b/>
        </w:rPr>
        <w:t xml:space="preserve">Bc. </w:t>
      </w:r>
      <w:r w:rsidR="008B172A" w:rsidRPr="008B172A">
        <w:rPr>
          <w:b/>
        </w:rPr>
        <w:t>Mikuláš    F e r j e n č í k</w:t>
      </w:r>
      <w:r w:rsidR="00142064" w:rsidRPr="00142064">
        <w:t xml:space="preserve">, </w:t>
      </w:r>
      <w:proofErr w:type="gramStart"/>
      <w:r w:rsidR="00142064" w:rsidRPr="00142064">
        <w:t>v.r.</w:t>
      </w:r>
      <w:proofErr w:type="gramEnd"/>
    </w:p>
    <w:p w:rsidR="00A92050" w:rsidRPr="00A92050" w:rsidRDefault="00A92050" w:rsidP="00A92050">
      <w:pPr>
        <w:jc w:val="center"/>
      </w:pPr>
      <w:r w:rsidRPr="00A92050">
        <w:t>zpravodaj garančního</w:t>
      </w:r>
      <w:r w:rsidR="008B172A">
        <w:t xml:space="preserve"> rozpočtového</w:t>
      </w:r>
      <w:r w:rsidRPr="00A92050">
        <w:t xml:space="preserve"> 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206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F8C1FF8"/>
    <w:multiLevelType w:val="hybridMultilevel"/>
    <w:tmpl w:val="DA3E2E22"/>
    <w:lvl w:ilvl="0" w:tplc="4A0AB7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42064"/>
    <w:rsid w:val="00266D0A"/>
    <w:rsid w:val="00310BD2"/>
    <w:rsid w:val="00331254"/>
    <w:rsid w:val="00360F1B"/>
    <w:rsid w:val="00381BC1"/>
    <w:rsid w:val="00545856"/>
    <w:rsid w:val="005D344C"/>
    <w:rsid w:val="006A6508"/>
    <w:rsid w:val="006C6119"/>
    <w:rsid w:val="008A0664"/>
    <w:rsid w:val="008B172A"/>
    <w:rsid w:val="009647CA"/>
    <w:rsid w:val="009C167F"/>
    <w:rsid w:val="00A73D85"/>
    <w:rsid w:val="00A92050"/>
    <w:rsid w:val="00AF24B6"/>
    <w:rsid w:val="00C0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A4112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Tlotextu">
    <w:name w:val="Tělo textu"/>
    <w:basedOn w:val="Normln"/>
    <w:rsid w:val="006C6119"/>
    <w:pPr>
      <w:tabs>
        <w:tab w:val="left" w:pos="0"/>
      </w:tabs>
      <w:suppressAutoHyphens/>
    </w:pPr>
    <w:rPr>
      <w:spacing w:val="-3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8B172A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75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2018-10-30T16:26:00Z</cp:lastPrinted>
  <dcterms:created xsi:type="dcterms:W3CDTF">2018-10-30T14:03:00Z</dcterms:created>
  <dcterms:modified xsi:type="dcterms:W3CDTF">2018-10-30T16:40:00Z</dcterms:modified>
  <cp:category/>
</cp:coreProperties>
</file>