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BC9" w:rsidRDefault="00BE6BC9" w:rsidP="00BE6BC9">
      <w:pPr>
        <w:pStyle w:val="ZKON"/>
      </w:pPr>
      <w:r>
        <w:t>ZÁKON</w:t>
      </w:r>
    </w:p>
    <w:p w:rsidR="002C1804" w:rsidRPr="008C1494" w:rsidRDefault="00BE6BC9" w:rsidP="00BE6BC9">
      <w:pPr>
        <w:pStyle w:val="nadpiszkona"/>
        <w:rPr>
          <w:b w:val="0"/>
        </w:rPr>
      </w:pPr>
      <w:r w:rsidRPr="008C1494">
        <w:rPr>
          <w:b w:val="0"/>
        </w:rPr>
        <w:t xml:space="preserve">ze dne </w:t>
      </w:r>
      <w:r w:rsidR="002C1804" w:rsidRPr="008C1494">
        <w:rPr>
          <w:b w:val="0"/>
        </w:rPr>
        <w:t>……… 2018,</w:t>
      </w:r>
    </w:p>
    <w:p w:rsidR="002C1804" w:rsidRPr="002C1804" w:rsidRDefault="002C1804" w:rsidP="00BE6BC9">
      <w:pPr>
        <w:pStyle w:val="nadpiszkona"/>
      </w:pPr>
      <w:bookmarkStart w:id="0" w:name="_GoBack"/>
      <w:r w:rsidRPr="002C1804">
        <w:t>kterým se mění zákon č. 121/2000 Sb., o právu autorském, o právech souvisejících</w:t>
      </w:r>
      <w:r w:rsidRPr="002C1804">
        <w:br/>
        <w:t>s právem autorským a o změně některých zákonů (autorský zákon),</w:t>
      </w:r>
      <w:r w:rsidRPr="002C1804">
        <w:br/>
        <w:t>ve znění pozdějších předpisů</w:t>
      </w:r>
    </w:p>
    <w:bookmarkEnd w:id="0"/>
    <w:p w:rsidR="002C1804" w:rsidRDefault="00BE6BC9" w:rsidP="00BE6BC9">
      <w:pPr>
        <w:pStyle w:val="Parlament"/>
      </w:pPr>
      <w:r>
        <w:t>Parlament se usnesl na tomto zákoně České republiky:</w:t>
      </w:r>
    </w:p>
    <w:p w:rsidR="002C1804" w:rsidRPr="002C1804" w:rsidRDefault="00BE6BC9" w:rsidP="00BE6BC9">
      <w:pPr>
        <w:pStyle w:val="lnek"/>
      </w:pPr>
      <w:r>
        <w:t xml:space="preserve">Čl. </w:t>
      </w:r>
      <w:r w:rsidR="002C1804" w:rsidRPr="002C1804">
        <w:t>I</w:t>
      </w:r>
    </w:p>
    <w:p w:rsidR="002C1804" w:rsidRPr="002C1804" w:rsidRDefault="002C1804" w:rsidP="00BE6BC9">
      <w:pPr>
        <w:pStyle w:val="Textlnku"/>
      </w:pPr>
      <w:r w:rsidRPr="002C1804">
        <w:t>Zákon č. 121/2000 Sb., o právu autorském, o právech souvisejících s právem autorským a o změně některých zákonů (autorský zákon), ve znění zákona č. 81/2005 Sb., zákona č. 61/2006 Sb., zákona č. 186/2006 Sb., zákona č. 216/2006 Sb., zákona č. 168/2008 Sb., zákona č. 41/2009 Sb., zákona č. 227/2009 Sb., zákona č. 153/2010 Sb., zákona č. 424/2010 Sb., zákona č. 375/2011 Sb., zákona č. 420/2011 Sb., zákona č. 18/2012 Sb., zákona č. 496/2012 Sb., zákona č. 156/2013 Sb., zákona č. 303/2013 Sb., zákona č. 64/2014 Sb., zákona č. 228/2014 Sb., zákona č. 355/2014 Sb., zákona č. 356/2014 Sb., zákona č. 250/2016 Sb., zákona č. 298/2016 Sb., zákona č. 102/2017 Sb. a zákona č. 183/2017 Sb., se mění takto:</w:t>
      </w:r>
    </w:p>
    <w:p w:rsidR="002C1804" w:rsidRPr="002C1804" w:rsidRDefault="002C1804" w:rsidP="00BE6BC9">
      <w:pPr>
        <w:pStyle w:val="Novelizanbod"/>
      </w:pPr>
      <w:r w:rsidRPr="002C1804">
        <w:t>Na konci poznámky pod čarou č. 1 se na samostatný řádek doplňuje věta „Směrnice Evropského parlamentu a Rady (EU) 2017/1564 ze dne 13. září 2017 o některých povolených způsobech užití některých děl a jiných předmětů chráněných autorským právem a právy s ním souvisejícími ve prospěch osob nevidomých, osob se zrakovým postižením nebo osob s jinými poruchami čtení a o změně směrnice 2001/29/ES o</w:t>
      </w:r>
      <w:r w:rsidR="00FB40BE">
        <w:t> </w:t>
      </w:r>
      <w:r w:rsidRPr="002C1804">
        <w:t>harmonizaci určitých aspektů autorského práva a práv s ním souvisejících v informační společnosti.“.</w:t>
      </w:r>
    </w:p>
    <w:p w:rsidR="002C1804" w:rsidRPr="002C1804" w:rsidRDefault="002C1804" w:rsidP="00BE6BC9">
      <w:pPr>
        <w:pStyle w:val="Novelizanbod"/>
      </w:pPr>
      <w:r w:rsidRPr="002C1804">
        <w:t>V § 1 úvodní části ustanovení se za slovo „unie</w:t>
      </w:r>
      <w:r w:rsidRPr="002C1804">
        <w:rPr>
          <w:vertAlign w:val="superscript"/>
        </w:rPr>
        <w:t>1)</w:t>
      </w:r>
      <w:r w:rsidRPr="002C1804">
        <w:t xml:space="preserve">“ vkládají </w:t>
      </w:r>
      <w:proofErr w:type="gramStart"/>
      <w:r w:rsidRPr="002C1804">
        <w:t>slova „</w:t>
      </w:r>
      <w:r w:rsidR="00FB40BE">
        <w:t xml:space="preserve"> </w:t>
      </w:r>
      <w:r w:rsidRPr="002C1804">
        <w:t>, zároveň</w:t>
      </w:r>
      <w:proofErr w:type="gramEnd"/>
      <w:r w:rsidRPr="002C1804">
        <w:t xml:space="preserve"> navazuje na přímo použitelný předpis Evropské unie</w:t>
      </w:r>
      <w:r w:rsidRPr="002C1804">
        <w:rPr>
          <w:vertAlign w:val="superscript"/>
        </w:rPr>
        <w:t>28)</w:t>
      </w:r>
      <w:r w:rsidRPr="002C1804">
        <w:t xml:space="preserve">“. </w:t>
      </w:r>
    </w:p>
    <w:p w:rsidR="002C1804" w:rsidRPr="002C1804" w:rsidRDefault="002C1804" w:rsidP="002C1804">
      <w:pPr>
        <w:ind w:left="426"/>
        <w:contextualSpacing/>
      </w:pPr>
      <w:r w:rsidRPr="002C1804">
        <w:t xml:space="preserve">Poznámka pod čarou č. 28 zní: </w:t>
      </w:r>
    </w:p>
    <w:p w:rsidR="002C1804" w:rsidRPr="002C1804" w:rsidRDefault="002C1804" w:rsidP="002C1804">
      <w:pPr>
        <w:ind w:left="426"/>
        <w:contextualSpacing/>
      </w:pPr>
      <w:r w:rsidRPr="002C1804">
        <w:t>„</w:t>
      </w:r>
      <w:r w:rsidRPr="002C1804">
        <w:rPr>
          <w:vertAlign w:val="superscript"/>
        </w:rPr>
        <w:t>28)</w:t>
      </w:r>
      <w:r w:rsidRPr="002C1804">
        <w:t xml:space="preserve"> Nařízení Evropského parlamentu a Rady (EU) č. 2017/1563 ze dne 13. září 2017 o</w:t>
      </w:r>
      <w:r w:rsidR="00FB40BE">
        <w:t> </w:t>
      </w:r>
      <w:r w:rsidRPr="002C1804">
        <w:t>přeshraniční výměně formátově přístupných rozmnoženin některých děl a jiných předmětů chráněných autorským právem a právy s ním souvisejícími mezi Unií a třetími zeměmi ve prospěch osob nevidomých, osob se zrakovým postižením nebo osob s jinými poruchami čtení.“.</w:t>
      </w:r>
    </w:p>
    <w:p w:rsidR="002C1804" w:rsidRPr="002C1804" w:rsidRDefault="002C1804" w:rsidP="00BE6BC9">
      <w:pPr>
        <w:pStyle w:val="Novelizanbod"/>
      </w:pPr>
      <w:r w:rsidRPr="002C1804">
        <w:t>§ 38 včetně nadpisu zní:</w:t>
      </w:r>
    </w:p>
    <w:p w:rsidR="002C1804" w:rsidRPr="002C1804" w:rsidRDefault="002C1804" w:rsidP="00BE6BC9">
      <w:pPr>
        <w:pStyle w:val="Paragraf"/>
      </w:pPr>
      <w:r w:rsidRPr="002C1804">
        <w:t>„</w:t>
      </w:r>
      <w:r w:rsidR="00BE6BC9">
        <w:t>§</w:t>
      </w:r>
      <w:r w:rsidRPr="002C1804">
        <w:t xml:space="preserve"> 38</w:t>
      </w:r>
    </w:p>
    <w:p w:rsidR="002C1804" w:rsidRPr="002C1804" w:rsidRDefault="002C1804" w:rsidP="00BE6BC9">
      <w:pPr>
        <w:pStyle w:val="Nadpisparagrafu"/>
      </w:pPr>
      <w:r w:rsidRPr="002C1804">
        <w:t xml:space="preserve">Užití originálu nebo rozmnoženiny díla výtvarného, fotografie nebo díla vyjádřeného postupem podobným fotografii jeho vystavením </w:t>
      </w:r>
    </w:p>
    <w:p w:rsidR="002C1804" w:rsidRPr="002C1804" w:rsidRDefault="002C1804" w:rsidP="00BE6BC9">
      <w:pPr>
        <w:pStyle w:val="Textlnku"/>
      </w:pPr>
      <w:r w:rsidRPr="002C1804">
        <w:rPr>
          <w:szCs w:val="22"/>
        </w:rPr>
        <w:t xml:space="preserve">Do práva autorského nezasahuje vlastník ani osoba, která si od vlastníka vypůjčí originál či rozmnoženinu díla </w:t>
      </w:r>
      <w:r w:rsidRPr="002C1804">
        <w:t xml:space="preserve">výtvarného, fotografie nebo díla vyjádřeného postupem podobným </w:t>
      </w:r>
      <w:r w:rsidRPr="002C1804">
        <w:lastRenderedPageBreak/>
        <w:t>fotografii, vystavuje-li takové dílo nebo je k vystavení bezplatně poskytne, ledaže to autor při převodu vlastnictví k takovému originálu nebo takové rozmnoženině zapověděl a vlastníkovi nebo vypůjčiteli to bylo známo nebo známo být muselo, zejména proto, že zapovězení je zapsáno v seznamu vedeném za tím účelem kolektivním správcem.“.</w:t>
      </w:r>
    </w:p>
    <w:p w:rsidR="002C1804" w:rsidRPr="002C1804" w:rsidRDefault="002C1804" w:rsidP="00BE6BC9">
      <w:pPr>
        <w:widowControl w:val="0"/>
        <w:tabs>
          <w:tab w:val="left" w:pos="284"/>
        </w:tabs>
        <w:autoSpaceDE w:val="0"/>
        <w:autoSpaceDN w:val="0"/>
        <w:adjustRightInd w:val="0"/>
        <w:spacing w:before="120" w:after="120"/>
      </w:pPr>
      <w:r w:rsidRPr="002C1804">
        <w:t>Poznámka pod čarou č. 15 se zrušuje.</w:t>
      </w:r>
    </w:p>
    <w:p w:rsidR="002C1804" w:rsidRPr="002C1804" w:rsidRDefault="002C1804" w:rsidP="00BE6BC9">
      <w:pPr>
        <w:pStyle w:val="Novelizanbod"/>
      </w:pPr>
      <w:r w:rsidRPr="002C1804">
        <w:t>§ 39 včetně nadpisu a poznámky pod čarou č. 29 zní:</w:t>
      </w:r>
    </w:p>
    <w:p w:rsidR="002C1804" w:rsidRPr="002C1804" w:rsidRDefault="002C1804" w:rsidP="00BE6BC9">
      <w:pPr>
        <w:pStyle w:val="Paragraf"/>
      </w:pPr>
      <w:r w:rsidRPr="002C1804">
        <w:t>„</w:t>
      </w:r>
      <w:r w:rsidR="00BE6BC9">
        <w:t>§</w:t>
      </w:r>
      <w:r w:rsidRPr="002C1804">
        <w:t xml:space="preserve"> 39</w:t>
      </w:r>
    </w:p>
    <w:p w:rsidR="002C1804" w:rsidRPr="002C1804" w:rsidRDefault="002C1804" w:rsidP="00BE6BC9">
      <w:pPr>
        <w:pStyle w:val="Nadpisparagrafu"/>
      </w:pPr>
      <w:r w:rsidRPr="002C1804">
        <w:t>Licence pro osoby se zdravotním postižením</w:t>
      </w:r>
    </w:p>
    <w:p w:rsidR="002C1804" w:rsidRPr="002C1804" w:rsidRDefault="002C1804" w:rsidP="00BE6BC9">
      <w:pPr>
        <w:pStyle w:val="Textodstavce"/>
      </w:pPr>
      <w:r w:rsidRPr="002C1804">
        <w:t xml:space="preserve">Do práva autorského nezasahuje ten, kdo  </w:t>
      </w:r>
    </w:p>
    <w:p w:rsidR="002C1804" w:rsidRPr="002C1804" w:rsidRDefault="002C1804" w:rsidP="00BE6BC9">
      <w:pPr>
        <w:pStyle w:val="Textpsmene"/>
      </w:pPr>
      <w:r w:rsidRPr="002C1804">
        <w:t>výhradně pro potřeby osob se zdravotním postižením, v rozsahu odpovídajícím jejich zdravotnímu postižení a nikoliv za účelem přímého nebo nepřímého hospodářského nebo obchodního prospěchu zhotoví nebo dá zhotovit rozmnoženinu díla; takto zhotovená rozmnoženina díla jím může být také rozšiřována a sdělována, pokud se tak neděje za účelem přímého nebo nepřímého hospodářského nebo obchodního prospěchu, nebo</w:t>
      </w:r>
    </w:p>
    <w:p w:rsidR="002C1804" w:rsidRPr="002C1804" w:rsidRDefault="002C1804" w:rsidP="00BE6BC9">
      <w:pPr>
        <w:pStyle w:val="Textpsmene"/>
      </w:pPr>
      <w:r w:rsidRPr="002C1804">
        <w:t xml:space="preserve">výhradně pro potřeby osob se zrakovým nebo sluchovým postižením a nikoliv za účelem přímého nebo nepřímého hospodářského nebo obchodního prospěchu opatří rozmnoženinu zvukově obrazového záznamu audiovizuálního díla slovním vyjádřením obrazové složky nebo doplněním obrazových nebo textových prostředků nezbytných ke zpřístupnění díla těmto osobám; takto doplněné audiovizuální dílo jím může být také rozmnožováno, rozšiřováno a sdělováno, neděje-li se tak za účelem přímého nebo nepřímého hospodářského nebo obchodního prospěchu. </w:t>
      </w:r>
    </w:p>
    <w:p w:rsidR="002C1804" w:rsidRPr="002C1804" w:rsidRDefault="002C1804" w:rsidP="00BE6BC9">
      <w:pPr>
        <w:pStyle w:val="Textodstavce"/>
      </w:pPr>
      <w:r w:rsidRPr="002C1804">
        <w:t xml:space="preserve">Odstavec 1 se vztahuje na dílo audiovizuální pouze v případě, bylo-li vydáno. </w:t>
      </w:r>
    </w:p>
    <w:p w:rsidR="002C1804" w:rsidRPr="002C1804" w:rsidRDefault="002C1804" w:rsidP="00BE6BC9">
      <w:pPr>
        <w:pStyle w:val="Textodstavce"/>
      </w:pPr>
      <w:r w:rsidRPr="002C1804">
        <w:t>Do práva autorského nezasahuje osoba, která provozuje televizní vysílání a v souladu se zákonem vysílá pořad</w:t>
      </w:r>
      <w:r w:rsidRPr="002C1804">
        <w:rPr>
          <w:vertAlign w:val="superscript"/>
        </w:rPr>
        <w:t>29)</w:t>
      </w:r>
      <w:r w:rsidRPr="002C1804">
        <w:t xml:space="preserve"> doplněný zvukovým popisem, jenž slouží ke zpřístupnění pořadu osobám se zrakovým postižením, pokud tato služba není zpoplatněna, nebo neděje-li se tak za účelem přímého nebo nepřímého hospodářského nebo obchodního prospěchu. </w:t>
      </w:r>
    </w:p>
    <w:p w:rsidR="002C1804" w:rsidRPr="002C1804" w:rsidRDefault="002C1804" w:rsidP="00BE6BC9">
      <w:pPr>
        <w:pStyle w:val="Textodstavce"/>
      </w:pPr>
      <w:r w:rsidRPr="002C1804">
        <w:t xml:space="preserve">Do práva autorského nezasahuje také osoba uvedená v </w:t>
      </w:r>
      <w:hyperlink r:id="rId7" w:history="1">
        <w:r w:rsidRPr="002C1804">
          <w:t>§ 37 odst. 1</w:t>
        </w:r>
      </w:hyperlink>
      <w:r w:rsidRPr="002C1804">
        <w:t xml:space="preserve">, půjčuje-li originály či rozmnoženiny vydaných děl pro potřeby osob se zdravotním postižením v souvislosti s jejich postižením. </w:t>
      </w:r>
    </w:p>
    <w:p w:rsidR="002C1804" w:rsidRPr="002C1804" w:rsidRDefault="002C1804" w:rsidP="00BE6BC9">
      <w:pPr>
        <w:pStyle w:val="Textodstavce"/>
        <w:spacing w:before="0" w:after="0"/>
      </w:pPr>
      <w:r w:rsidRPr="002C1804">
        <w:t xml:space="preserve">Ustanovení </w:t>
      </w:r>
      <w:hyperlink r:id="rId8" w:history="1">
        <w:r w:rsidRPr="002C1804">
          <w:t>§ 30 odst. 5</w:t>
        </w:r>
      </w:hyperlink>
      <w:r w:rsidRPr="002C1804">
        <w:t xml:space="preserve"> se použije přiměřeně.</w:t>
      </w:r>
    </w:p>
    <w:p w:rsidR="002C1804" w:rsidRPr="002C1804" w:rsidRDefault="002C1804" w:rsidP="002C1804">
      <w:pPr>
        <w:widowControl w:val="0"/>
        <w:autoSpaceDE w:val="0"/>
        <w:autoSpaceDN w:val="0"/>
        <w:adjustRightInd w:val="0"/>
        <w:ind w:left="284"/>
        <w:rPr>
          <w:szCs w:val="22"/>
        </w:rPr>
      </w:pPr>
      <w:r w:rsidRPr="002C1804">
        <w:rPr>
          <w:szCs w:val="22"/>
        </w:rPr>
        <w:t>_________________</w:t>
      </w:r>
    </w:p>
    <w:p w:rsidR="002C1804" w:rsidRPr="00FB40BE" w:rsidRDefault="002C1804" w:rsidP="002C1804">
      <w:pPr>
        <w:widowControl w:val="0"/>
        <w:autoSpaceDE w:val="0"/>
        <w:autoSpaceDN w:val="0"/>
        <w:adjustRightInd w:val="0"/>
        <w:ind w:left="284"/>
      </w:pPr>
      <w:r w:rsidRPr="00FB40BE">
        <w:rPr>
          <w:vertAlign w:val="superscript"/>
        </w:rPr>
        <w:t>29)</w:t>
      </w:r>
      <w:r w:rsidRPr="00FB40BE">
        <w:t xml:space="preserve"> § 2 odst. 1 písm. l) zákona č. 231/2001 Sb., o provozování rozhlasového a televizního vysílání a o změně dalších zákonů, ve znění pozdějších předpisů.“. </w:t>
      </w:r>
    </w:p>
    <w:p w:rsidR="002C1804" w:rsidRPr="002C1804" w:rsidRDefault="002C1804" w:rsidP="00BE6BC9">
      <w:pPr>
        <w:pStyle w:val="Novelizanbod"/>
      </w:pPr>
      <w:r w:rsidRPr="002C1804">
        <w:t>Za § 39 se vkládají nové § 39a a 39b, které včetně nadpisů znějí:</w:t>
      </w:r>
    </w:p>
    <w:p w:rsidR="002C1804" w:rsidRPr="002C1804" w:rsidRDefault="002C1804" w:rsidP="00BE6BC9">
      <w:pPr>
        <w:pStyle w:val="Paragraf"/>
      </w:pPr>
      <w:r w:rsidRPr="002C1804">
        <w:t>„</w:t>
      </w:r>
      <w:r w:rsidR="00BE6BC9">
        <w:t xml:space="preserve">§ </w:t>
      </w:r>
      <w:r w:rsidRPr="002C1804">
        <w:t>39a</w:t>
      </w:r>
    </w:p>
    <w:p w:rsidR="002C1804" w:rsidRPr="002C1804" w:rsidRDefault="002C1804" w:rsidP="00BE6BC9">
      <w:pPr>
        <w:pStyle w:val="Nadpisparagrafu"/>
      </w:pPr>
      <w:r w:rsidRPr="002C1804">
        <w:t>Licence pro určitá užití díla ve prospěch osob se zrakovým postižením nebo osob s jinými poruchami čtení</w:t>
      </w:r>
    </w:p>
    <w:p w:rsidR="002C1804" w:rsidRPr="002C1804" w:rsidRDefault="002C1804" w:rsidP="00BE6BC9">
      <w:pPr>
        <w:pStyle w:val="Textodstavce"/>
        <w:numPr>
          <w:ilvl w:val="6"/>
          <w:numId w:val="7"/>
        </w:numPr>
      </w:pPr>
      <w:r w:rsidRPr="002C1804">
        <w:t xml:space="preserve">Oprávněným příjemcem se pro účely tohoto paragrafu a § 39b rozumí osoba, která </w:t>
      </w:r>
    </w:p>
    <w:p w:rsidR="002C1804" w:rsidRPr="002C1804" w:rsidRDefault="002C1804" w:rsidP="00BE6BC9">
      <w:pPr>
        <w:pStyle w:val="Textpsmene"/>
      </w:pPr>
      <w:r w:rsidRPr="002C1804">
        <w:t>je nevidomá nebo má jiné zrakové postižení, které nelze běžně dostupnými prostředky kompenzovat nebo zmírnit tak, aby byla schopna číst v podstatě stejným způsobem jako osoba bez tohoto postižení,</w:t>
      </w:r>
    </w:p>
    <w:p w:rsidR="002C1804" w:rsidRPr="002C1804" w:rsidRDefault="002C1804" w:rsidP="00BE6BC9">
      <w:pPr>
        <w:pStyle w:val="Textpsmene"/>
      </w:pPr>
      <w:r w:rsidRPr="002C1804">
        <w:t>má poruchu vnímání nebo čtení, která jí znemožňuje číst v podstatě stejným způsobem jako osoba bez takové poruchy, nebo</w:t>
      </w:r>
    </w:p>
    <w:p w:rsidR="002C1804" w:rsidRPr="002C1804" w:rsidRDefault="002C1804" w:rsidP="00BE6BC9">
      <w:pPr>
        <w:pStyle w:val="Textpsmene"/>
      </w:pPr>
      <w:r w:rsidRPr="002C1804">
        <w:t>není kvůli tělesnému postižení schopna držet knihu, časopis, noviny nebo obdobnou písemnost nebo s ní manipulovat nebo zaostřit zrak či pohybovat očima v míře normálně přijatelné pro čtení.</w:t>
      </w:r>
    </w:p>
    <w:p w:rsidR="002C1804" w:rsidRPr="002C1804" w:rsidRDefault="002C1804" w:rsidP="00BE6BC9">
      <w:pPr>
        <w:pStyle w:val="Textodstavce"/>
      </w:pPr>
      <w:r w:rsidRPr="002C1804">
        <w:t xml:space="preserve">Formátově přístupnou rozmnoženinou se pro účely tohoto paragrafu a § 39b rozumí rozmnoženina originálu nebo rozmnoženiny díla v podobě knihy, odborného periodika, novin, časopisu, jiné písemnosti, včetně souvisejících ilustrací, nebo notového záznamu, a to na jakémkoli nosiči, zhotovená v alternativním provedení nebo formátu, které umožňují oprávněnému příjemci číst nebo jinak vnímat dílo stejným nebo v podstatě stejným způsobem jako osobě bez postižení nebo poruchy podle odstavce 1. </w:t>
      </w:r>
    </w:p>
    <w:p w:rsidR="002C1804" w:rsidRPr="002C1804" w:rsidRDefault="002C1804" w:rsidP="00BE6BC9">
      <w:pPr>
        <w:pStyle w:val="Textodstavce"/>
      </w:pPr>
      <w:r w:rsidRPr="002C1804">
        <w:t>Oprávněným poskytovatelem se pro účely tohoto paragrafu a § 39b rozumí ten, kdo poskytuje jako jednu ze svých hlavních činností nebo jako součást svého poslání ve veřejném zájmu, nikoli za účelem přímého nebo nepřímého hospodářského nebo obchodního prospěchu, oprávněným příjemcům vzdělávání, instruktážní výuku, adaptivní četbu nebo přístup k</w:t>
      </w:r>
      <w:r w:rsidR="00FB40BE">
        <w:t> </w:t>
      </w:r>
      <w:r w:rsidRPr="002C1804">
        <w:t>informacím.</w:t>
      </w:r>
    </w:p>
    <w:p w:rsidR="002C1804" w:rsidRPr="002C1804" w:rsidRDefault="002C1804" w:rsidP="00BE6BC9">
      <w:pPr>
        <w:pStyle w:val="Textodstavce"/>
      </w:pPr>
      <w:r w:rsidRPr="002C1804">
        <w:t>Do práva autorského nezasahuje</w:t>
      </w:r>
    </w:p>
    <w:p w:rsidR="002C1804" w:rsidRPr="002C1804" w:rsidRDefault="002C1804" w:rsidP="00BE6BC9">
      <w:pPr>
        <w:pStyle w:val="Textpsmene"/>
      </w:pPr>
      <w:r w:rsidRPr="002C1804">
        <w:t xml:space="preserve">oprávněný příjemce nebo osoba jednající v jeho zájmu, zhotoví-li výhradně pro potřebu tohoto oprávněného příjemce formátově přístupnou rozmnoženinu, </w:t>
      </w:r>
    </w:p>
    <w:p w:rsidR="002C1804" w:rsidRPr="002C1804" w:rsidRDefault="002C1804" w:rsidP="00BE6BC9">
      <w:pPr>
        <w:pStyle w:val="Textpsmene"/>
      </w:pPr>
      <w:r w:rsidRPr="002C1804">
        <w:t>oprávněný poskytovatel s bydlištěm nebo se sídlem na území České republiky, který nikoli za účelem přímého nebo nepřímého hospodářského nebo obchodního prospěchu zhotoví formátově přístupnou rozmnoženinu a tuto rozmnoženinu výhradně pro potřebu oprávněného příjemce rozšiřuje, půjčuje nebo sděluje oprávněnému příjemci nebo jinému oprávněnému poskytovateli s bydlištěm nebo se sídlem na území České republiky,</w:t>
      </w:r>
    </w:p>
    <w:p w:rsidR="002C1804" w:rsidRPr="002C1804" w:rsidRDefault="002C1804" w:rsidP="00BE6BC9">
      <w:pPr>
        <w:pStyle w:val="Textpsmene"/>
      </w:pPr>
      <w:r w:rsidRPr="002C1804">
        <w:t>oprávněný poskytovatel s bydlištěm nebo se sídlem na území České republiky, který nikoli za účelem přímého nebo nepřímého hospodářského nebo obchodního prospěchu zhotoví formátově přístupnou rozmnoženinu a tuto rozmnoženinu výhradně pro potřebu oprávněného příjemce rozšiřuje, půjčuje nebo sděluje oprávněnému příjemci nebo jinému oprávněnému poskytovateli s bydlištěm nebo se sídlem na území jiného členského státu Evropské unie nebo na území jiného státu podle přímo použitelného předpisu Evropské unie</w:t>
      </w:r>
      <w:r w:rsidRPr="002C1804">
        <w:rPr>
          <w:vertAlign w:val="superscript"/>
        </w:rPr>
        <w:t>28)</w:t>
      </w:r>
      <w:r w:rsidRPr="002C1804">
        <w:t>,</w:t>
      </w:r>
      <w:r w:rsidRPr="002C1804">
        <w:rPr>
          <w:szCs w:val="22"/>
        </w:rPr>
        <w:t xml:space="preserve"> nebo</w:t>
      </w:r>
    </w:p>
    <w:p w:rsidR="002C1804" w:rsidRPr="002C1804" w:rsidRDefault="002C1804" w:rsidP="00BE6BC9">
      <w:pPr>
        <w:pStyle w:val="Textpsmene"/>
      </w:pPr>
      <w:r w:rsidRPr="002C1804">
        <w:t>oprávněný příjemce nebo oprávněný poskytovatel s bydlištěm nebo se sídlem na území České republiky, který nikoli za účelem přímého nebo nepřímého hospodářského nebo obchodního prospěchu dováží nebo přijímá nebo jinak získává formátově přístupnou rozmnoženinu rozšiřovanou nebo sdělovanou oprávněným příjemcům nebo oprávněným poskytovatelům oprávněným poskytovatelem s bydlištěm nebo se sídlem na území jiného členského státu Evropské unie nebo na území jiného státu podle přímo použitelného předpisu Evropské unie</w:t>
      </w:r>
      <w:r w:rsidRPr="002C1804">
        <w:rPr>
          <w:vertAlign w:val="superscript"/>
        </w:rPr>
        <w:t>28)</w:t>
      </w:r>
      <w:r w:rsidRPr="002C1804">
        <w:t>.</w:t>
      </w:r>
    </w:p>
    <w:p w:rsidR="002C1804" w:rsidRPr="002C1804" w:rsidRDefault="002C1804" w:rsidP="00BE6BC9">
      <w:pPr>
        <w:pStyle w:val="Textodstavce"/>
      </w:pPr>
      <w:r w:rsidRPr="002C1804">
        <w:t>Uplatnění zákonné licence podle odstavce 4 nelze smluvně vyloučit ani omezit.</w:t>
      </w:r>
    </w:p>
    <w:p w:rsidR="002C1804" w:rsidRPr="002C1804" w:rsidRDefault="00BE6BC9" w:rsidP="00BE6BC9">
      <w:pPr>
        <w:pStyle w:val="Paragraf"/>
      </w:pPr>
      <w:r>
        <w:t xml:space="preserve">§ </w:t>
      </w:r>
      <w:r w:rsidR="002C1804" w:rsidRPr="002C1804">
        <w:t>39b</w:t>
      </w:r>
    </w:p>
    <w:p w:rsidR="002C1804" w:rsidRPr="002C1804" w:rsidRDefault="002C1804" w:rsidP="00BE6BC9">
      <w:pPr>
        <w:pStyle w:val="Nadpisparagrafu"/>
      </w:pPr>
      <w:r w:rsidRPr="002C1804">
        <w:t>Povinnosti oprávněného poskytovatele</w:t>
      </w:r>
    </w:p>
    <w:p w:rsidR="002C1804" w:rsidRPr="002C1804" w:rsidRDefault="002C1804" w:rsidP="00BE6BC9">
      <w:pPr>
        <w:pStyle w:val="Textodstavce"/>
        <w:numPr>
          <w:ilvl w:val="6"/>
          <w:numId w:val="8"/>
        </w:numPr>
      </w:pPr>
      <w:r w:rsidRPr="002C1804">
        <w:t>Oprávněný poskytovatel s bydlištěm nebo se sídlem na území České republiky, který využívá zákonné licence podle § 39a odst. 4 písm. c) nebo d), je povinen</w:t>
      </w:r>
    </w:p>
    <w:p w:rsidR="002C1804" w:rsidRPr="002C1804" w:rsidRDefault="002C1804" w:rsidP="00BE6BC9">
      <w:pPr>
        <w:pStyle w:val="Textpsmene"/>
      </w:pPr>
      <w:r w:rsidRPr="002C1804">
        <w:t>formátově přístupnou rozmnoženinu rozšiřovat, půjčovat nebo sdělovat výhradně oprávněnému příjemci nebo jinému oprávněnému poskytovateli,</w:t>
      </w:r>
    </w:p>
    <w:p w:rsidR="002C1804" w:rsidRPr="002C1804" w:rsidRDefault="002C1804" w:rsidP="00BE6BC9">
      <w:pPr>
        <w:pStyle w:val="Textpsmene"/>
      </w:pPr>
      <w:r w:rsidRPr="002C1804">
        <w:t>přijmout opatření k zamezení nedovolenému rozmnožování, rozšiřování, půjčování nebo sdělování formátově přístupné rozmnoženiny veřejnosti,</w:t>
      </w:r>
    </w:p>
    <w:p w:rsidR="002C1804" w:rsidRPr="002C1804" w:rsidRDefault="002C1804" w:rsidP="00BE6BC9">
      <w:pPr>
        <w:pStyle w:val="Textpsmene"/>
      </w:pPr>
      <w:r w:rsidRPr="002C1804">
        <w:t>věnovat náležitou péči nakládání s dílem a jeho formátově přístupnou rozmnoženinou a vést o tom záznamy a</w:t>
      </w:r>
    </w:p>
    <w:p w:rsidR="002C1804" w:rsidRPr="002C1804" w:rsidRDefault="002C1804" w:rsidP="00BE6BC9">
      <w:pPr>
        <w:pStyle w:val="Textpsmene"/>
      </w:pPr>
      <w:r w:rsidRPr="002C1804">
        <w:t xml:space="preserve">informace o tom, jak dodržuje povinnosti uvedené v písmenech a) až c), zveřejňovat a průběžně aktualizovat na svých internetových stránkách a současně je oprávněným příjemcům poskytovat i jiným vhodným způsobem. </w:t>
      </w:r>
    </w:p>
    <w:p w:rsidR="002C1804" w:rsidRPr="002C1804" w:rsidRDefault="002C1804" w:rsidP="00BE6BC9">
      <w:pPr>
        <w:pStyle w:val="Textodstavce"/>
      </w:pPr>
      <w:r w:rsidRPr="002C1804">
        <w:t>Oprávněný poskytovatel s bydlištěm nebo se sídlem na území České republiky, který využívá zákonné licence podle § 39a odst. 4 písm. c) nebo d), na vyžádání poskytne vhodným způsobem oprávněnému příjemci, jinému oprávněnému poskytovateli nebo autorovi</w:t>
      </w:r>
    </w:p>
    <w:p w:rsidR="002C1804" w:rsidRPr="002C1804" w:rsidRDefault="002C1804" w:rsidP="00BE6BC9">
      <w:pPr>
        <w:pStyle w:val="Textpsmene"/>
      </w:pPr>
      <w:r w:rsidRPr="002C1804">
        <w:t>seznam děl, jejichž formátově přístupné rozmnoženiny má k dispozici, včetně uvedení dostupných formátů a</w:t>
      </w:r>
    </w:p>
    <w:p w:rsidR="002C1804" w:rsidRPr="002C1804" w:rsidRDefault="002C1804" w:rsidP="00BE6BC9">
      <w:pPr>
        <w:pStyle w:val="Textpsmene"/>
      </w:pPr>
      <w:r w:rsidRPr="002C1804">
        <w:t>názvy a kontaktní údaje oprávněných poskytovatelů, s nimiž spolupracuje při výměně a poskytování formátově přístupných rozmnoženin.“.</w:t>
      </w:r>
    </w:p>
    <w:p w:rsidR="002C1804" w:rsidRPr="002C1804" w:rsidRDefault="002C1804" w:rsidP="00BE6BC9">
      <w:pPr>
        <w:pStyle w:val="Novelizanbod"/>
      </w:pPr>
      <w:r w:rsidRPr="002C1804">
        <w:t xml:space="preserve">V § 43 odst. 4 se text „§ 38,“ zrušuje a slova „a § 38e“ se nahrazují </w:t>
      </w:r>
      <w:proofErr w:type="gramStart"/>
      <w:r w:rsidRPr="002C1804">
        <w:t>slovy „</w:t>
      </w:r>
      <w:r w:rsidR="00FB40BE">
        <w:t xml:space="preserve"> </w:t>
      </w:r>
      <w:r w:rsidRPr="002C1804">
        <w:t>, § 38e</w:t>
      </w:r>
      <w:proofErr w:type="gramEnd"/>
      <w:r w:rsidRPr="002C1804">
        <w:t>, § 39 a § 39a odst. 4“.</w:t>
      </w:r>
    </w:p>
    <w:p w:rsidR="002C1804" w:rsidRPr="002C1804" w:rsidRDefault="002C1804" w:rsidP="00BE6BC9">
      <w:pPr>
        <w:pStyle w:val="Novelizanbod"/>
      </w:pPr>
      <w:r w:rsidRPr="002C1804">
        <w:t>V § 74, 78 a v § 82 se slova „§ 37 až 38a“ nahrazují textem „§ 37, § 37a, § 38a“ a slova „§ 40 až 44“ se nahrazují slovy „§ 39 až 44“.</w:t>
      </w:r>
    </w:p>
    <w:p w:rsidR="002C1804" w:rsidRPr="002C1804" w:rsidRDefault="002C1804" w:rsidP="00BE6BC9">
      <w:pPr>
        <w:pStyle w:val="Novelizanbod"/>
      </w:pPr>
      <w:r w:rsidRPr="002C1804">
        <w:t>V § 86 se text „§ 38 odst. 1 písm. a),“ zrušuje a slova „§ 40 až 44“ se nahrazují slovy „§</w:t>
      </w:r>
      <w:r w:rsidR="00FB40BE">
        <w:t> </w:t>
      </w:r>
      <w:r w:rsidRPr="002C1804">
        <w:t>39 odst. 1 písm. a), § 39a až 44“.</w:t>
      </w:r>
      <w:r w:rsidRPr="002C1804">
        <w:rPr>
          <w:b/>
          <w:i/>
        </w:rPr>
        <w:t xml:space="preserve"> </w:t>
      </w:r>
    </w:p>
    <w:p w:rsidR="002C1804" w:rsidRPr="002C1804" w:rsidRDefault="002C1804" w:rsidP="00BE6BC9">
      <w:pPr>
        <w:pStyle w:val="Novelizanbod"/>
      </w:pPr>
      <w:r w:rsidRPr="002C1804">
        <w:t>V § 94 se slova „§ 40 až 44“ nahrazují slovy „§ 39a až 44“.</w:t>
      </w:r>
    </w:p>
    <w:p w:rsidR="002C1804" w:rsidRPr="002C1804" w:rsidRDefault="00BE6BC9" w:rsidP="00BE6BC9">
      <w:pPr>
        <w:pStyle w:val="lnek"/>
      </w:pPr>
      <w:r>
        <w:t xml:space="preserve">Čl. </w:t>
      </w:r>
      <w:r w:rsidR="002C1804" w:rsidRPr="002C1804">
        <w:t>II</w:t>
      </w:r>
    </w:p>
    <w:p w:rsidR="002C1804" w:rsidRPr="002C1804" w:rsidRDefault="002C1804" w:rsidP="00BE6BC9">
      <w:pPr>
        <w:pStyle w:val="Nadpislnku"/>
      </w:pPr>
      <w:r w:rsidRPr="002C1804">
        <w:t>Účinnost</w:t>
      </w:r>
    </w:p>
    <w:p w:rsidR="002C1804" w:rsidRDefault="002C1804" w:rsidP="00BE6BC9">
      <w:pPr>
        <w:pStyle w:val="Textlnku"/>
      </w:pPr>
      <w:r w:rsidRPr="002C1804">
        <w:t xml:space="preserve">Tento zákon nabývá účinnosti dnem </w:t>
      </w:r>
      <w:r w:rsidR="00C002CA">
        <w:t>jeho vyhlášení.</w:t>
      </w:r>
    </w:p>
    <w:sectPr w:rsidR="002C1804">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804" w:rsidRDefault="002C1804">
      <w:r>
        <w:separator/>
      </w:r>
    </w:p>
  </w:endnote>
  <w:endnote w:type="continuationSeparator" w:id="0">
    <w:p w:rsidR="002C1804" w:rsidRDefault="002C1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804" w:rsidRDefault="002C1804">
      <w:r>
        <w:separator/>
      </w:r>
    </w:p>
  </w:footnote>
  <w:footnote w:type="continuationSeparator" w:id="0">
    <w:p w:rsidR="002C1804" w:rsidRDefault="002C1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26D" w:rsidRDefault="00FB40B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B126D" w:rsidRDefault="00FB12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26D" w:rsidRDefault="00FB40BE">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3482D">
      <w:rPr>
        <w:rStyle w:val="slostrnky"/>
        <w:noProof/>
      </w:rPr>
      <w:t>4</w:t>
    </w:r>
    <w:r>
      <w:rPr>
        <w:rStyle w:val="slostrnky"/>
      </w:rPr>
      <w:fldChar w:fldCharType="end"/>
    </w:r>
    <w:r>
      <w:rPr>
        <w:rStyle w:val="slostrnky"/>
      </w:rPr>
      <w:t xml:space="preserve"> -</w:t>
    </w:r>
  </w:p>
  <w:p w:rsidR="00FB126D" w:rsidRDefault="00FB12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3"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6"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15:restartNumberingAfterBreak="0">
    <w:nsid w:val="6B630698"/>
    <w:multiLevelType w:val="hybridMultilevel"/>
    <w:tmpl w:val="E0829CBE"/>
    <w:lvl w:ilvl="0" w:tplc="49A001DE">
      <w:start w:val="1"/>
      <w:numFmt w:val="decimal"/>
      <w:lvlText w:val="%1."/>
      <w:lvlJc w:val="left"/>
      <w:pPr>
        <w:ind w:left="786" w:hanging="360"/>
      </w:pPr>
      <w:rPr>
        <w:rFonts w:ascii="Times New Roman" w:eastAsiaTheme="minorHAnsi" w:hAnsi="Times New Roman" w:cs="Times New Roman"/>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1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2"/>
  </w:num>
  <w:num w:numId="12">
    <w:abstractNumId w:val="7"/>
  </w:num>
  <w:num w:numId="13">
    <w:abstractNumId w:val="20"/>
  </w:num>
  <w:num w:numId="14">
    <w:abstractNumId w:val="10"/>
  </w:num>
  <w:num w:numId="15">
    <w:abstractNumId w:val="16"/>
  </w:num>
  <w:num w:numId="16">
    <w:abstractNumId w:val="9"/>
  </w:num>
  <w:num w:numId="17">
    <w:abstractNumId w:val="15"/>
  </w:num>
  <w:num w:numId="18">
    <w:abstractNumId w:val="4"/>
  </w:num>
  <w:num w:numId="19">
    <w:abstractNumId w:val="12"/>
  </w:num>
  <w:num w:numId="20">
    <w:abstractNumId w:val="19"/>
  </w:num>
  <w:num w:numId="21">
    <w:abstractNumId w:val="13"/>
  </w:num>
  <w:num w:numId="22">
    <w:abstractNumId w:val="11"/>
  </w:num>
  <w:num w:numId="23">
    <w:abstractNumId w:val="13"/>
    <w:lvlOverride w:ilvl="0">
      <w:startOverride w:val="1"/>
    </w:lvlOverride>
  </w:num>
  <w:num w:numId="2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2C1804"/>
    <w:rsid w:val="002C1804"/>
    <w:rsid w:val="00363B60"/>
    <w:rsid w:val="008C1494"/>
    <w:rsid w:val="00A3482D"/>
    <w:rsid w:val="00BE6BC9"/>
    <w:rsid w:val="00C002CA"/>
    <w:rsid w:val="00FB126D"/>
    <w:rsid w:val="00FB40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B4340D-4AF8-4075-BFDC-B406A16F4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482D"/>
    <w:pPr>
      <w:jc w:val="both"/>
    </w:pPr>
    <w:rPr>
      <w:sz w:val="24"/>
    </w:rPr>
  </w:style>
  <w:style w:type="paragraph" w:styleId="Nadpis1">
    <w:name w:val="heading 1"/>
    <w:basedOn w:val="Normln"/>
    <w:next w:val="Normln"/>
    <w:qFormat/>
    <w:rsid w:val="00A3482D"/>
    <w:pPr>
      <w:keepNext/>
      <w:spacing w:before="240" w:after="60"/>
      <w:outlineLvl w:val="0"/>
    </w:pPr>
    <w:rPr>
      <w:rFonts w:ascii="Arial" w:hAnsi="Arial"/>
      <w:b/>
      <w:kern w:val="28"/>
      <w:sz w:val="28"/>
    </w:rPr>
  </w:style>
  <w:style w:type="character" w:default="1" w:styleId="Standardnpsmoodstavce">
    <w:name w:val="Default Paragraph Font"/>
    <w:semiHidden/>
    <w:rsid w:val="00A3482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3482D"/>
  </w:style>
  <w:style w:type="paragraph" w:styleId="Zhlav">
    <w:name w:val="header"/>
    <w:basedOn w:val="Normln"/>
    <w:semiHidden/>
    <w:rsid w:val="00A3482D"/>
    <w:pPr>
      <w:tabs>
        <w:tab w:val="center" w:pos="4536"/>
        <w:tab w:val="right" w:pos="9072"/>
      </w:tabs>
    </w:pPr>
  </w:style>
  <w:style w:type="paragraph" w:customStyle="1" w:styleId="Textparagrafu">
    <w:name w:val="Text paragrafu"/>
    <w:basedOn w:val="Normln"/>
    <w:rsid w:val="00A3482D"/>
    <w:pPr>
      <w:spacing w:before="240"/>
      <w:ind w:firstLine="425"/>
      <w:outlineLvl w:val="5"/>
    </w:pPr>
  </w:style>
  <w:style w:type="paragraph" w:customStyle="1" w:styleId="Paragraf">
    <w:name w:val="Paragraf"/>
    <w:basedOn w:val="Normln"/>
    <w:next w:val="Textodstavce"/>
    <w:rsid w:val="00A3482D"/>
    <w:pPr>
      <w:keepNext/>
      <w:keepLines/>
      <w:spacing w:before="240"/>
      <w:jc w:val="center"/>
      <w:outlineLvl w:val="5"/>
    </w:pPr>
  </w:style>
  <w:style w:type="paragraph" w:customStyle="1" w:styleId="Oddl">
    <w:name w:val="Oddíl"/>
    <w:basedOn w:val="Normln"/>
    <w:next w:val="Nadpisoddlu"/>
    <w:rsid w:val="00A3482D"/>
    <w:pPr>
      <w:keepNext/>
      <w:keepLines/>
      <w:spacing w:before="240"/>
      <w:jc w:val="center"/>
      <w:outlineLvl w:val="4"/>
    </w:pPr>
  </w:style>
  <w:style w:type="paragraph" w:customStyle="1" w:styleId="Nadpisoddlu">
    <w:name w:val="Nadpis oddílu"/>
    <w:basedOn w:val="Normln"/>
    <w:next w:val="Paragraf"/>
    <w:rsid w:val="00A3482D"/>
    <w:pPr>
      <w:keepNext/>
      <w:keepLines/>
      <w:jc w:val="center"/>
      <w:outlineLvl w:val="4"/>
    </w:pPr>
    <w:rPr>
      <w:b/>
    </w:rPr>
  </w:style>
  <w:style w:type="paragraph" w:customStyle="1" w:styleId="Dl">
    <w:name w:val="Díl"/>
    <w:basedOn w:val="Normln"/>
    <w:next w:val="Nadpisdlu"/>
    <w:rsid w:val="00A3482D"/>
    <w:pPr>
      <w:keepNext/>
      <w:keepLines/>
      <w:spacing w:before="240"/>
      <w:jc w:val="center"/>
      <w:outlineLvl w:val="3"/>
    </w:pPr>
  </w:style>
  <w:style w:type="paragraph" w:customStyle="1" w:styleId="Nadpisdlu">
    <w:name w:val="Nadpis dílu"/>
    <w:basedOn w:val="Normln"/>
    <w:next w:val="Oddl"/>
    <w:rsid w:val="00A3482D"/>
    <w:pPr>
      <w:keepNext/>
      <w:keepLines/>
      <w:jc w:val="center"/>
      <w:outlineLvl w:val="3"/>
    </w:pPr>
    <w:rPr>
      <w:b/>
    </w:rPr>
  </w:style>
  <w:style w:type="paragraph" w:customStyle="1" w:styleId="Hlava">
    <w:name w:val="Hlava"/>
    <w:basedOn w:val="Normln"/>
    <w:next w:val="Nadpishlavy"/>
    <w:rsid w:val="00A3482D"/>
    <w:pPr>
      <w:keepNext/>
      <w:keepLines/>
      <w:spacing w:before="240"/>
      <w:jc w:val="center"/>
      <w:outlineLvl w:val="2"/>
    </w:pPr>
  </w:style>
  <w:style w:type="paragraph" w:customStyle="1" w:styleId="Nadpishlavy">
    <w:name w:val="Nadpis hlavy"/>
    <w:basedOn w:val="Normln"/>
    <w:next w:val="Dl"/>
    <w:rsid w:val="00A3482D"/>
    <w:pPr>
      <w:keepNext/>
      <w:keepLines/>
      <w:jc w:val="center"/>
      <w:outlineLvl w:val="2"/>
    </w:pPr>
    <w:rPr>
      <w:b/>
    </w:rPr>
  </w:style>
  <w:style w:type="paragraph" w:customStyle="1" w:styleId="ST">
    <w:name w:val="ČÁST"/>
    <w:basedOn w:val="Normln"/>
    <w:next w:val="NADPISSTI"/>
    <w:rsid w:val="00A3482D"/>
    <w:pPr>
      <w:keepNext/>
      <w:keepLines/>
      <w:spacing w:before="240" w:after="120"/>
      <w:jc w:val="center"/>
      <w:outlineLvl w:val="1"/>
    </w:pPr>
    <w:rPr>
      <w:caps/>
    </w:rPr>
  </w:style>
  <w:style w:type="paragraph" w:customStyle="1" w:styleId="NADPISSTI">
    <w:name w:val="NADPIS ČÁSTI"/>
    <w:basedOn w:val="Normln"/>
    <w:next w:val="Hlava"/>
    <w:rsid w:val="00A3482D"/>
    <w:pPr>
      <w:keepNext/>
      <w:keepLines/>
      <w:jc w:val="center"/>
      <w:outlineLvl w:val="1"/>
    </w:pPr>
    <w:rPr>
      <w:b/>
    </w:rPr>
  </w:style>
  <w:style w:type="paragraph" w:customStyle="1" w:styleId="ZKON">
    <w:name w:val="ZÁKON"/>
    <w:basedOn w:val="Normln"/>
    <w:next w:val="nadpiszkona"/>
    <w:rsid w:val="00A3482D"/>
    <w:pPr>
      <w:keepNext/>
      <w:keepLines/>
      <w:jc w:val="center"/>
      <w:outlineLvl w:val="0"/>
    </w:pPr>
    <w:rPr>
      <w:b/>
      <w:caps/>
    </w:rPr>
  </w:style>
  <w:style w:type="paragraph" w:customStyle="1" w:styleId="nadpiszkona">
    <w:name w:val="nadpis zákona"/>
    <w:basedOn w:val="Normln"/>
    <w:next w:val="Parlament"/>
    <w:rsid w:val="00A3482D"/>
    <w:pPr>
      <w:keepNext/>
      <w:keepLines/>
      <w:spacing w:before="120"/>
      <w:jc w:val="center"/>
      <w:outlineLvl w:val="0"/>
    </w:pPr>
    <w:rPr>
      <w:b/>
    </w:rPr>
  </w:style>
  <w:style w:type="paragraph" w:customStyle="1" w:styleId="Parlament">
    <w:name w:val="Parlament"/>
    <w:basedOn w:val="Normln"/>
    <w:next w:val="ST"/>
    <w:rsid w:val="00A3482D"/>
    <w:pPr>
      <w:keepNext/>
      <w:keepLines/>
      <w:spacing w:before="360" w:after="240"/>
    </w:pPr>
  </w:style>
  <w:style w:type="paragraph" w:customStyle="1" w:styleId="Textlnku">
    <w:name w:val="Text článku"/>
    <w:basedOn w:val="Normln"/>
    <w:rsid w:val="00A3482D"/>
    <w:pPr>
      <w:spacing w:before="240"/>
      <w:ind w:firstLine="425"/>
      <w:outlineLvl w:val="5"/>
    </w:pPr>
  </w:style>
  <w:style w:type="paragraph" w:customStyle="1" w:styleId="lnek">
    <w:name w:val="Článek"/>
    <w:basedOn w:val="Normln"/>
    <w:next w:val="Textodstavce"/>
    <w:rsid w:val="00A3482D"/>
    <w:pPr>
      <w:keepNext/>
      <w:keepLines/>
      <w:spacing w:before="240"/>
      <w:jc w:val="center"/>
      <w:outlineLvl w:val="5"/>
    </w:pPr>
  </w:style>
  <w:style w:type="paragraph" w:customStyle="1" w:styleId="CELEX">
    <w:name w:val="CELEX"/>
    <w:basedOn w:val="Normln"/>
    <w:next w:val="Normln"/>
    <w:rsid w:val="00A3482D"/>
    <w:pPr>
      <w:spacing w:before="60"/>
    </w:pPr>
    <w:rPr>
      <w:i/>
      <w:sz w:val="20"/>
    </w:rPr>
  </w:style>
  <w:style w:type="paragraph" w:customStyle="1" w:styleId="funkce">
    <w:name w:val="funkce"/>
    <w:basedOn w:val="Normln"/>
    <w:rsid w:val="00A3482D"/>
    <w:pPr>
      <w:keepLines/>
      <w:jc w:val="center"/>
    </w:pPr>
  </w:style>
  <w:style w:type="paragraph" w:customStyle="1" w:styleId="Psmeno">
    <w:name w:val="&quot;Písmeno&quot;"/>
    <w:basedOn w:val="Normln"/>
    <w:next w:val="Normln"/>
    <w:rsid w:val="00A3482D"/>
    <w:pPr>
      <w:keepNext/>
      <w:keepLines/>
      <w:ind w:left="425" w:hanging="425"/>
    </w:pPr>
  </w:style>
  <w:style w:type="paragraph" w:customStyle="1" w:styleId="Oznaenpozmn">
    <w:name w:val="Označení pozm.n."/>
    <w:basedOn w:val="Normln"/>
    <w:next w:val="Normln"/>
    <w:rsid w:val="00A3482D"/>
    <w:pPr>
      <w:numPr>
        <w:numId w:val="1"/>
      </w:numPr>
      <w:spacing w:after="120"/>
    </w:pPr>
    <w:rPr>
      <w:b/>
    </w:rPr>
  </w:style>
  <w:style w:type="paragraph" w:customStyle="1" w:styleId="Textpozmn">
    <w:name w:val="Text pozm.n."/>
    <w:basedOn w:val="Normln"/>
    <w:next w:val="Normln"/>
    <w:rsid w:val="00A3482D"/>
    <w:pPr>
      <w:numPr>
        <w:numId w:val="2"/>
      </w:numPr>
      <w:tabs>
        <w:tab w:val="clear" w:pos="425"/>
        <w:tab w:val="left" w:pos="851"/>
      </w:tabs>
      <w:spacing w:after="120"/>
      <w:ind w:left="850"/>
    </w:pPr>
  </w:style>
  <w:style w:type="paragraph" w:customStyle="1" w:styleId="Novelizanbod">
    <w:name w:val="Novelizační bod"/>
    <w:basedOn w:val="Normln"/>
    <w:next w:val="Normln"/>
    <w:rsid w:val="00A3482D"/>
    <w:pPr>
      <w:keepNext/>
      <w:keepLines/>
      <w:numPr>
        <w:numId w:val="3"/>
      </w:numPr>
      <w:tabs>
        <w:tab w:val="left" w:pos="851"/>
      </w:tabs>
      <w:spacing w:before="480" w:after="120"/>
    </w:pPr>
  </w:style>
  <w:style w:type="paragraph" w:customStyle="1" w:styleId="Novelizanbodvpozmn">
    <w:name w:val="Novelizační bod v pozm.n."/>
    <w:basedOn w:val="Normln"/>
    <w:next w:val="Normln"/>
    <w:rsid w:val="00A3482D"/>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3482D"/>
    <w:pPr>
      <w:keepNext/>
      <w:keepLines/>
      <w:spacing w:after="120"/>
      <w:jc w:val="center"/>
    </w:pPr>
    <w:rPr>
      <w:b/>
      <w:sz w:val="32"/>
    </w:rPr>
  </w:style>
  <w:style w:type="paragraph" w:customStyle="1" w:styleId="Textbodu">
    <w:name w:val="Text bodu"/>
    <w:basedOn w:val="Normln"/>
    <w:rsid w:val="00A3482D"/>
    <w:pPr>
      <w:numPr>
        <w:ilvl w:val="8"/>
        <w:numId w:val="5"/>
      </w:numPr>
      <w:outlineLvl w:val="8"/>
    </w:pPr>
  </w:style>
  <w:style w:type="paragraph" w:customStyle="1" w:styleId="Textpsmene">
    <w:name w:val="Text písmene"/>
    <w:basedOn w:val="Normln"/>
    <w:rsid w:val="00A3482D"/>
    <w:pPr>
      <w:numPr>
        <w:ilvl w:val="7"/>
        <w:numId w:val="5"/>
      </w:numPr>
      <w:outlineLvl w:val="7"/>
    </w:pPr>
  </w:style>
  <w:style w:type="character" w:customStyle="1" w:styleId="Odkaznapoznpodarou">
    <w:name w:val="Odkaz na pozn. pod čarou"/>
    <w:basedOn w:val="Standardnpsmoodstavce"/>
    <w:rsid w:val="00A3482D"/>
    <w:rPr>
      <w:vertAlign w:val="superscript"/>
    </w:rPr>
  </w:style>
  <w:style w:type="paragraph" w:customStyle="1" w:styleId="Textodstavce">
    <w:name w:val="Text odstavce"/>
    <w:basedOn w:val="Normln"/>
    <w:rsid w:val="00A3482D"/>
    <w:pPr>
      <w:numPr>
        <w:ilvl w:val="6"/>
        <w:numId w:val="5"/>
      </w:numPr>
      <w:tabs>
        <w:tab w:val="left" w:pos="851"/>
      </w:tabs>
      <w:spacing w:before="120" w:after="120"/>
      <w:outlineLvl w:val="6"/>
    </w:pPr>
  </w:style>
  <w:style w:type="paragraph" w:customStyle="1" w:styleId="Textbodunovely">
    <w:name w:val="Text bodu novely"/>
    <w:basedOn w:val="Normln"/>
    <w:next w:val="Normln"/>
    <w:rsid w:val="00A3482D"/>
    <w:pPr>
      <w:ind w:left="567" w:hanging="567"/>
    </w:pPr>
  </w:style>
  <w:style w:type="character" w:styleId="slostrnky">
    <w:name w:val="page number"/>
    <w:basedOn w:val="Standardnpsmoodstavce"/>
    <w:semiHidden/>
    <w:rsid w:val="00A3482D"/>
  </w:style>
  <w:style w:type="paragraph" w:styleId="Zpat">
    <w:name w:val="footer"/>
    <w:basedOn w:val="Normln"/>
    <w:semiHidden/>
    <w:rsid w:val="00A3482D"/>
    <w:pPr>
      <w:tabs>
        <w:tab w:val="center" w:pos="4536"/>
        <w:tab w:val="right" w:pos="9072"/>
      </w:tabs>
    </w:pPr>
  </w:style>
  <w:style w:type="paragraph" w:styleId="Textpoznpodarou">
    <w:name w:val="footnote text"/>
    <w:basedOn w:val="Normln"/>
    <w:semiHidden/>
    <w:rsid w:val="00A3482D"/>
    <w:pPr>
      <w:tabs>
        <w:tab w:val="left" w:pos="425"/>
      </w:tabs>
      <w:ind w:left="425" w:hanging="425"/>
    </w:pPr>
    <w:rPr>
      <w:sz w:val="20"/>
    </w:rPr>
  </w:style>
  <w:style w:type="character" w:styleId="Znakapoznpodarou">
    <w:name w:val="footnote reference"/>
    <w:basedOn w:val="Standardnpsmoodstavce"/>
    <w:semiHidden/>
    <w:rsid w:val="00A3482D"/>
    <w:rPr>
      <w:vertAlign w:val="superscript"/>
    </w:rPr>
  </w:style>
  <w:style w:type="paragraph" w:styleId="Titulek">
    <w:name w:val="caption"/>
    <w:basedOn w:val="Normln"/>
    <w:next w:val="Normln"/>
    <w:qFormat/>
    <w:rsid w:val="00A3482D"/>
    <w:pPr>
      <w:spacing w:before="120" w:after="120"/>
    </w:pPr>
    <w:rPr>
      <w:b/>
    </w:rPr>
  </w:style>
  <w:style w:type="paragraph" w:customStyle="1" w:styleId="Nvrh">
    <w:name w:val="Návrh"/>
    <w:basedOn w:val="Normln"/>
    <w:next w:val="ZKON"/>
    <w:rsid w:val="00A3482D"/>
    <w:pPr>
      <w:keepNext/>
      <w:keepLines/>
      <w:spacing w:after="240"/>
      <w:jc w:val="center"/>
      <w:outlineLvl w:val="0"/>
    </w:pPr>
    <w:rPr>
      <w:spacing w:val="40"/>
    </w:rPr>
  </w:style>
  <w:style w:type="paragraph" w:customStyle="1" w:styleId="Podpis">
    <w:name w:val="Podpis_"/>
    <w:basedOn w:val="Normln"/>
    <w:next w:val="funkce"/>
    <w:rsid w:val="00A3482D"/>
    <w:pPr>
      <w:keepNext/>
      <w:keepLines/>
      <w:spacing w:before="720"/>
      <w:jc w:val="center"/>
    </w:pPr>
  </w:style>
  <w:style w:type="paragraph" w:customStyle="1" w:styleId="VARIANTA">
    <w:name w:val="VARIANTA"/>
    <w:basedOn w:val="Normln"/>
    <w:next w:val="Normln"/>
    <w:rsid w:val="00A3482D"/>
    <w:pPr>
      <w:keepNext/>
      <w:spacing w:before="120" w:after="120"/>
    </w:pPr>
    <w:rPr>
      <w:caps/>
      <w:spacing w:val="60"/>
    </w:rPr>
  </w:style>
  <w:style w:type="paragraph" w:customStyle="1" w:styleId="VARIANTA-konec">
    <w:name w:val="VARIANTA - konec"/>
    <w:basedOn w:val="Normln"/>
    <w:next w:val="Normln"/>
    <w:rsid w:val="00A3482D"/>
    <w:rPr>
      <w:caps/>
      <w:spacing w:val="60"/>
    </w:rPr>
  </w:style>
  <w:style w:type="paragraph" w:customStyle="1" w:styleId="Nadpisparagrafu">
    <w:name w:val="Nadpis paragrafu"/>
    <w:basedOn w:val="Paragraf"/>
    <w:next w:val="Textodstavce"/>
    <w:rsid w:val="00A3482D"/>
    <w:rPr>
      <w:b/>
    </w:rPr>
  </w:style>
  <w:style w:type="paragraph" w:customStyle="1" w:styleId="Nadpislnku">
    <w:name w:val="Nadpis článku"/>
    <w:basedOn w:val="lnek"/>
    <w:next w:val="Textodstavce"/>
    <w:rsid w:val="00A3482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21/2000%20Sb.%252330'&amp;ucin-k-dni='30.12.9999'" TargetMode="External"/><Relationship Id="rId3" Type="http://schemas.openxmlformats.org/officeDocument/2006/relationships/settings" Target="settings.xml"/><Relationship Id="rId7" Type="http://schemas.openxmlformats.org/officeDocument/2006/relationships/hyperlink" Target="aspi://module='ASPI'&amp;link='121/2000%20Sb.%252337'&amp;ucin-k-dni='30.12.999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4</Pages>
  <Words>1472</Words>
  <Characters>8395</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Fialova Marcela</cp:lastModifiedBy>
  <cp:revision>3</cp:revision>
  <dcterms:created xsi:type="dcterms:W3CDTF">2018-11-14T08:37:00Z</dcterms:created>
  <dcterms:modified xsi:type="dcterms:W3CDTF">2018-11-14T08:39:00Z</dcterms:modified>
  <cp:category/>
</cp:coreProperties>
</file>