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755527" w:rsidRDefault="000C6893" w:rsidP="00755527">
      <w:pPr>
        <w:pStyle w:val="Nadpis"/>
        <w:spacing w:before="0" w:after="0"/>
        <w:jc w:val="center"/>
        <w:rPr>
          <w:b/>
          <w:bCs/>
          <w:sz w:val="24"/>
          <w:szCs w:val="24"/>
        </w:rPr>
      </w:pPr>
      <w:r w:rsidRPr="00755527">
        <w:rPr>
          <w:b/>
          <w:bCs/>
          <w:sz w:val="24"/>
          <w:szCs w:val="24"/>
        </w:rPr>
        <w:t xml:space="preserve">k </w:t>
      </w:r>
      <w:r w:rsidR="00755527" w:rsidRPr="00755527">
        <w:rPr>
          <w:b/>
          <w:bCs/>
          <w:sz w:val="24"/>
          <w:szCs w:val="24"/>
        </w:rPr>
        <w:t>v</w:t>
      </w:r>
      <w:r w:rsidR="00755527" w:rsidRPr="00755527">
        <w:rPr>
          <w:b/>
          <w:sz w:val="24"/>
          <w:szCs w:val="24"/>
        </w:rPr>
        <w:t>ládní</w:t>
      </w:r>
      <w:r w:rsidR="00755527" w:rsidRPr="00755527">
        <w:rPr>
          <w:b/>
          <w:sz w:val="24"/>
          <w:szCs w:val="24"/>
        </w:rPr>
        <w:t>mu</w:t>
      </w:r>
      <w:r w:rsidR="00755527" w:rsidRPr="00755527">
        <w:rPr>
          <w:b/>
          <w:sz w:val="24"/>
          <w:szCs w:val="24"/>
        </w:rPr>
        <w:t xml:space="preserve"> návrh</w:t>
      </w:r>
      <w:r w:rsidR="00755527" w:rsidRPr="00755527">
        <w:rPr>
          <w:b/>
          <w:sz w:val="24"/>
          <w:szCs w:val="24"/>
        </w:rPr>
        <w:t>u</w:t>
      </w:r>
      <w:r w:rsidR="00755527" w:rsidRPr="00755527">
        <w:rPr>
          <w:b/>
          <w:sz w:val="24"/>
          <w:szCs w:val="24"/>
        </w:rPr>
        <w:t xml:space="preserve"> zákona, kterým se mění zákon č. 167/2008 Sb., o předcházení ekologické újmě a o její nápravě a o změně některých zákonů, ve znění pozdějších předpisů</w:t>
      </w:r>
    </w:p>
    <w:p w:rsidR="000C6893" w:rsidRPr="00755527" w:rsidRDefault="000C6893">
      <w:pPr>
        <w:pStyle w:val="Nadpis"/>
        <w:spacing w:before="0" w:after="0"/>
        <w:jc w:val="center"/>
        <w:rPr>
          <w:b/>
          <w:bCs/>
          <w:sz w:val="24"/>
          <w:szCs w:val="24"/>
        </w:rPr>
      </w:pPr>
      <w:r w:rsidRPr="00755527">
        <w:rPr>
          <w:b/>
          <w:bCs/>
          <w:sz w:val="24"/>
          <w:szCs w:val="24"/>
        </w:rPr>
        <w:t xml:space="preserve">(tisk </w:t>
      </w:r>
      <w:r w:rsidR="00755527" w:rsidRPr="00755527">
        <w:rPr>
          <w:b/>
          <w:bCs/>
          <w:sz w:val="24"/>
          <w:szCs w:val="24"/>
        </w:rPr>
        <w:t>173)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 xml:space="preserve">Návrh na zamítnutí návrhu zákona </w:t>
      </w:r>
      <w:r w:rsidR="00C97CAD">
        <w:rPr>
          <w:b/>
        </w:rPr>
        <w:t>předložil ve druhém čtení dne 7. prosince 2018 posla</w:t>
      </w:r>
      <w:r>
        <w:rPr>
          <w:b/>
        </w:rPr>
        <w:t>ne</w:t>
      </w:r>
      <w:r w:rsidR="00C97CAD">
        <w:rPr>
          <w:b/>
        </w:rPr>
        <w:t>c Jan Zahradník</w:t>
      </w:r>
      <w:r>
        <w:rPr>
          <w:b/>
        </w:rPr>
        <w:t>.</w:t>
      </w:r>
    </w:p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755527">
        <w:rPr>
          <w:b/>
        </w:rPr>
        <w:t>7. prosince 2018</w:t>
      </w:r>
    </w:p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755527">
        <w:t xml:space="preserve"> Jan Zahradník</w:t>
      </w:r>
    </w:p>
    <w:p w:rsidR="000C6893" w:rsidRPr="00DF2C43" w:rsidRDefault="00755527">
      <w:pPr>
        <w:rPr>
          <w:b/>
          <w:i/>
        </w:rPr>
      </w:pPr>
      <w:r w:rsidRPr="00DF2C43">
        <w:rPr>
          <w:b/>
          <w:i/>
        </w:rPr>
        <w:t>SD 1810</w:t>
      </w:r>
    </w:p>
    <w:p w:rsidR="00755527" w:rsidRDefault="00755527"/>
    <w:p w:rsidR="00D44525" w:rsidRDefault="00362D87" w:rsidP="00D44525">
      <w:pPr>
        <w:pStyle w:val="Odstavecseseznamem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362D87">
        <w:rPr>
          <w:rFonts w:ascii="Times New Roman" w:hAnsi="Times New Roman"/>
          <w:b/>
          <w:sz w:val="24"/>
          <w:szCs w:val="24"/>
        </w:rPr>
        <w:t>A1.</w:t>
      </w:r>
      <w:r>
        <w:rPr>
          <w:rFonts w:ascii="Times New Roman" w:hAnsi="Times New Roman"/>
          <w:b/>
          <w:sz w:val="24"/>
          <w:szCs w:val="24"/>
        </w:rPr>
        <w:tab/>
      </w:r>
      <w:r w:rsidR="00D44525" w:rsidRPr="00D44525">
        <w:rPr>
          <w:rFonts w:ascii="Times New Roman" w:hAnsi="Times New Roman"/>
          <w:sz w:val="24"/>
          <w:szCs w:val="24"/>
        </w:rPr>
        <w:t xml:space="preserve">V čl. I § 8 odst. 2 se na konci textu písmene b) doplňují </w:t>
      </w:r>
      <w:proofErr w:type="gramStart"/>
      <w:r w:rsidR="00D44525" w:rsidRPr="00D44525">
        <w:rPr>
          <w:rFonts w:ascii="Times New Roman" w:hAnsi="Times New Roman"/>
          <w:sz w:val="24"/>
          <w:szCs w:val="24"/>
        </w:rPr>
        <w:t>slova „</w:t>
      </w:r>
      <w:bookmarkStart w:id="0" w:name="_Hlk529264244"/>
      <w:r w:rsidR="00D44525" w:rsidRPr="00D44525">
        <w:rPr>
          <w:rFonts w:ascii="Times New Roman" w:hAnsi="Times New Roman"/>
          <w:sz w:val="24"/>
          <w:szCs w:val="24"/>
        </w:rPr>
        <w:t xml:space="preserve"> , která</w:t>
      </w:r>
      <w:proofErr w:type="gramEnd"/>
      <w:r w:rsidR="00D44525" w:rsidRPr="00D44525">
        <w:rPr>
          <w:rFonts w:ascii="Times New Roman" w:hAnsi="Times New Roman"/>
          <w:sz w:val="24"/>
          <w:szCs w:val="24"/>
        </w:rPr>
        <w:t xml:space="preserve"> vznikla alespoň 3 roky před dnem podání žádosti podle § 8 odst. 1 písm. a) a která veškeré své bezhotovostní příjmy a výdaje zveřejňuje na bankovním účtu umožňujícím dálkový bezplatný a nepřetržitý přístup prostřednictvím internetových stráne</w:t>
      </w:r>
      <w:bookmarkEnd w:id="0"/>
      <w:r w:rsidR="00D44525" w:rsidRPr="00D44525">
        <w:rPr>
          <w:rFonts w:ascii="Times New Roman" w:hAnsi="Times New Roman"/>
          <w:sz w:val="24"/>
          <w:szCs w:val="24"/>
        </w:rPr>
        <w:t>k“.</w:t>
      </w:r>
    </w:p>
    <w:p w:rsidR="00755527" w:rsidRPr="00DF2C43" w:rsidRDefault="00755527" w:rsidP="00362D87">
      <w:pPr>
        <w:pStyle w:val="Odstavecseseznamem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0C6893" w:rsidRPr="00A2420F" w:rsidRDefault="00755527">
      <w:pPr>
        <w:rPr>
          <w:b/>
          <w:i/>
        </w:rPr>
      </w:pPr>
      <w:r w:rsidRPr="00A2420F">
        <w:rPr>
          <w:b/>
          <w:i/>
        </w:rPr>
        <w:t>SD 1811</w:t>
      </w:r>
    </w:p>
    <w:p w:rsidR="00755527" w:rsidRDefault="00755527"/>
    <w:p w:rsidR="00D44525" w:rsidRPr="00D44525" w:rsidRDefault="00362D87" w:rsidP="00D44525">
      <w:pPr>
        <w:pStyle w:val="Odstavecseseznamem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62D87">
        <w:rPr>
          <w:rFonts w:ascii="Times New Roman" w:hAnsi="Times New Roman"/>
          <w:b/>
          <w:sz w:val="24"/>
          <w:szCs w:val="24"/>
        </w:rPr>
        <w:t>A2.</w:t>
      </w:r>
      <w:r>
        <w:rPr>
          <w:rFonts w:ascii="Times New Roman" w:hAnsi="Times New Roman"/>
          <w:b/>
          <w:sz w:val="24"/>
          <w:szCs w:val="24"/>
        </w:rPr>
        <w:tab/>
      </w:r>
      <w:r w:rsidR="00D44525" w:rsidRPr="00D44525">
        <w:rPr>
          <w:rFonts w:ascii="Times New Roman" w:hAnsi="Times New Roman"/>
          <w:sz w:val="24"/>
          <w:szCs w:val="24"/>
        </w:rPr>
        <w:t>V čl. I § 8 odst. 6 se slova „o uložení preventivních opatření nebo nápravných opatření“ nahrazují slovy „o preventivních opatřeních nebo nápravných opatřeních, uložených na základě žádosti dané osoby“.</w:t>
      </w:r>
    </w:p>
    <w:p w:rsidR="00755527" w:rsidRPr="00A2420F" w:rsidRDefault="00755527" w:rsidP="00362D87">
      <w:pPr>
        <w:pStyle w:val="Odstavecseseznamem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0C6893" w:rsidRDefault="000C6893"/>
    <w:p w:rsidR="000C6893" w:rsidRDefault="00755527">
      <w:pPr>
        <w:rPr>
          <w:b/>
          <w:i/>
        </w:rPr>
      </w:pPr>
      <w:r w:rsidRPr="00A2420F">
        <w:rPr>
          <w:b/>
          <w:i/>
        </w:rPr>
        <w:t>SD 1812</w:t>
      </w:r>
    </w:p>
    <w:p w:rsidR="00A2420F" w:rsidRPr="00A2420F" w:rsidRDefault="00A2420F">
      <w:pPr>
        <w:rPr>
          <w:b/>
          <w:i/>
        </w:rPr>
      </w:pPr>
    </w:p>
    <w:p w:rsidR="00D44525" w:rsidRPr="00D44525" w:rsidRDefault="00362D87" w:rsidP="00D44525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2D87">
        <w:rPr>
          <w:rFonts w:ascii="Times New Roman" w:hAnsi="Times New Roman"/>
          <w:b/>
          <w:sz w:val="24"/>
          <w:szCs w:val="24"/>
        </w:rPr>
        <w:t>A3.</w:t>
      </w:r>
      <w:r>
        <w:rPr>
          <w:rFonts w:ascii="Times New Roman" w:hAnsi="Times New Roman"/>
          <w:b/>
          <w:sz w:val="24"/>
          <w:szCs w:val="24"/>
        </w:rPr>
        <w:tab/>
      </w:r>
      <w:r w:rsidR="00D44525" w:rsidRPr="00D44525">
        <w:rPr>
          <w:rFonts w:ascii="Times New Roman" w:hAnsi="Times New Roman"/>
          <w:sz w:val="24"/>
          <w:szCs w:val="24"/>
        </w:rPr>
        <w:t>V čl. I § 8 se odstavec 7 zrušuje.</w:t>
      </w:r>
    </w:p>
    <w:p w:rsidR="00755527" w:rsidRPr="00D44525" w:rsidRDefault="00D44525" w:rsidP="00D44525">
      <w:pPr>
        <w:pStyle w:val="Odstavecseseznamem"/>
        <w:spacing w:after="0" w:line="240" w:lineRule="auto"/>
        <w:ind w:left="0"/>
        <w:contextualSpacing w:val="0"/>
        <w:jc w:val="both"/>
        <w:rPr>
          <w:sz w:val="24"/>
          <w:szCs w:val="24"/>
        </w:rPr>
      </w:pPr>
      <w:r w:rsidRPr="00D44525">
        <w:rPr>
          <w:rFonts w:ascii="Times New Roman" w:hAnsi="Times New Roman"/>
          <w:sz w:val="24"/>
          <w:szCs w:val="24"/>
        </w:rPr>
        <w:t>Dosavadní odstavec 8 se označuje jako odstavec 7.</w:t>
      </w:r>
    </w:p>
    <w:p w:rsidR="000C6893" w:rsidRDefault="000C6893"/>
    <w:p w:rsidR="00D44525" w:rsidRDefault="00D44525"/>
    <w:p w:rsidR="000C6893" w:rsidRDefault="00755527" w:rsidP="00755527">
      <w:pPr>
        <w:pStyle w:val="PNposlanec"/>
      </w:pPr>
      <w:r>
        <w:t>Poslankyně Dana Balcarová</w:t>
      </w:r>
    </w:p>
    <w:p w:rsidR="000C6893" w:rsidRPr="00C97CAD" w:rsidRDefault="00755527">
      <w:pPr>
        <w:rPr>
          <w:b/>
          <w:i/>
        </w:rPr>
      </w:pPr>
      <w:r w:rsidRPr="00C97CAD">
        <w:rPr>
          <w:b/>
          <w:i/>
        </w:rPr>
        <w:t>SD 1829</w:t>
      </w:r>
    </w:p>
    <w:p w:rsidR="00755527" w:rsidRDefault="00755527"/>
    <w:p w:rsidR="00755527" w:rsidRDefault="00362D87" w:rsidP="00755527">
      <w:pPr>
        <w:jc w:val="both"/>
        <w:rPr>
          <w:rFonts w:eastAsia="Times New Roman" w:cs="Times New Roman"/>
        </w:rPr>
      </w:pPr>
      <w:r w:rsidRPr="00362D87">
        <w:rPr>
          <w:rFonts w:eastAsia="Times New Roman" w:cs="Times New Roman"/>
          <w:b/>
        </w:rPr>
        <w:t>B1.</w:t>
      </w:r>
      <w:r>
        <w:rPr>
          <w:rFonts w:eastAsia="Times New Roman" w:cs="Times New Roman"/>
          <w:b/>
        </w:rPr>
        <w:tab/>
      </w:r>
      <w:r w:rsidR="00755527">
        <w:rPr>
          <w:rFonts w:eastAsia="Times New Roman" w:cs="Times New Roman"/>
        </w:rPr>
        <w:t>V čl. I se vkládá nový bod 1, který zní:</w:t>
      </w:r>
    </w:p>
    <w:p w:rsidR="00755527" w:rsidRDefault="00755527" w:rsidP="00362D87">
      <w:pPr>
        <w:spacing w:before="120"/>
        <w:rPr>
          <w:rFonts w:eastAsia="Times New Roman" w:cs="Times New Roman"/>
        </w:rPr>
      </w:pPr>
      <w:r>
        <w:rPr>
          <w:rFonts w:eastAsia="Times New Roman" w:cs="Times New Roman"/>
        </w:rPr>
        <w:t>„1. V § 2 písm. a) bodu 3 se za slovo „zdraví“ vkládají slova „nebo na půdní vlastnosti“.“.</w:t>
      </w:r>
    </w:p>
    <w:p w:rsidR="00755527" w:rsidRDefault="00755527" w:rsidP="00362D87">
      <w:p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Následující body se přečíslují.</w:t>
      </w:r>
    </w:p>
    <w:p w:rsidR="00755527" w:rsidRDefault="00755527"/>
    <w:p w:rsidR="000C6893" w:rsidRPr="00C97CAD" w:rsidRDefault="00755527">
      <w:pPr>
        <w:rPr>
          <w:b/>
          <w:i/>
        </w:rPr>
      </w:pPr>
      <w:r w:rsidRPr="00C97CAD">
        <w:rPr>
          <w:b/>
          <w:i/>
        </w:rPr>
        <w:t>SD 1832</w:t>
      </w:r>
    </w:p>
    <w:p w:rsidR="00C97CAD" w:rsidRDefault="00C97CAD" w:rsidP="00755527">
      <w:pPr>
        <w:jc w:val="both"/>
        <w:rPr>
          <w:rFonts w:eastAsia="Times New Roman" w:cs="Times New Roman"/>
        </w:rPr>
      </w:pPr>
    </w:p>
    <w:p w:rsidR="00755527" w:rsidRDefault="00362D87" w:rsidP="00C97CAD">
      <w:pPr>
        <w:jc w:val="both"/>
        <w:rPr>
          <w:rFonts w:eastAsia="Times New Roman" w:cs="Times New Roman"/>
        </w:rPr>
      </w:pPr>
      <w:r w:rsidRPr="00362D87">
        <w:rPr>
          <w:rFonts w:eastAsia="Times New Roman" w:cs="Times New Roman"/>
          <w:b/>
        </w:rPr>
        <w:t>B2.</w:t>
      </w:r>
      <w:r>
        <w:rPr>
          <w:rFonts w:eastAsia="Times New Roman" w:cs="Times New Roman"/>
          <w:b/>
        </w:rPr>
        <w:tab/>
      </w:r>
      <w:r w:rsidR="00755527">
        <w:rPr>
          <w:rFonts w:eastAsia="Times New Roman" w:cs="Times New Roman"/>
        </w:rPr>
        <w:t>V čl. I se vkládají nové body 1 a 2, které znějí:</w:t>
      </w:r>
    </w:p>
    <w:p w:rsidR="00C97CAD" w:rsidRDefault="00C97CAD" w:rsidP="00C97CAD">
      <w:pPr>
        <w:jc w:val="both"/>
        <w:rPr>
          <w:rFonts w:eastAsia="Times New Roman" w:cs="Times New Roman"/>
        </w:rPr>
      </w:pPr>
    </w:p>
    <w:p w:rsidR="00755527" w:rsidRDefault="00755527" w:rsidP="00C97CAD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„1. V § 2 písm. b) se za bod 2 vkládá nový bod 3, který zní: </w:t>
      </w:r>
    </w:p>
    <w:p w:rsidR="00755527" w:rsidRDefault="00755527" w:rsidP="00C97CAD">
      <w:pPr>
        <w:ind w:left="794" w:hanging="3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„3. druhy stanovené přílohami č. II a III vyhlášky Ministerstva životního prostředí č. 395/1992 Sb., ve znění pozdějších předpisů,“.</w:t>
      </w:r>
    </w:p>
    <w:p w:rsidR="00755527" w:rsidRDefault="00755527" w:rsidP="00C97CAD">
      <w:pPr>
        <w:rPr>
          <w:rFonts w:eastAsia="Times New Roman" w:cs="Times New Roman"/>
        </w:rPr>
      </w:pPr>
      <w:r>
        <w:rPr>
          <w:rFonts w:eastAsia="Times New Roman" w:cs="Times New Roman"/>
        </w:rPr>
        <w:t>Dosavadní bod 3 se označuje jako bod 4.</w:t>
      </w:r>
    </w:p>
    <w:p w:rsidR="00C97CAD" w:rsidRDefault="00C97CAD" w:rsidP="00C97CAD">
      <w:pPr>
        <w:rPr>
          <w:rFonts w:eastAsia="Times New Roman" w:cs="Times New Roman"/>
        </w:rPr>
      </w:pPr>
    </w:p>
    <w:p w:rsidR="00755527" w:rsidRDefault="00755527" w:rsidP="00C97CAD">
      <w:pPr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2. V</w:t>
      </w:r>
      <w:r w:rsidR="00C97CAD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§ 2 písm. c) se za bod 3 vkládá nový bod 4, který zní:</w:t>
      </w:r>
    </w:p>
    <w:p w:rsidR="00755527" w:rsidRDefault="00755527" w:rsidP="00C97CAD">
      <w:pPr>
        <w:ind w:left="794" w:hanging="3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„4. území, jež je biotopem pro druhy stanovené přílohami č. II a III vyhlášky Ministerstva životního prostředí č. 395/1992 Sb., ve znění pozdějších předpisů,“.</w:t>
      </w:r>
    </w:p>
    <w:p w:rsidR="00755527" w:rsidRDefault="00755527" w:rsidP="00C97CAD">
      <w:pPr>
        <w:rPr>
          <w:rFonts w:eastAsia="Times New Roman" w:cs="Times New Roman"/>
        </w:rPr>
      </w:pPr>
      <w:r>
        <w:rPr>
          <w:rFonts w:eastAsia="Times New Roman" w:cs="Times New Roman"/>
        </w:rPr>
        <w:t>Dosavadní bod 4 se označuje jako bod 5.“.“.</w:t>
      </w:r>
    </w:p>
    <w:p w:rsidR="00C97CAD" w:rsidRDefault="00C97CAD" w:rsidP="00755527">
      <w:pPr>
        <w:jc w:val="both"/>
        <w:rPr>
          <w:rFonts w:eastAsia="Times New Roman" w:cs="Times New Roman"/>
        </w:rPr>
      </w:pPr>
    </w:p>
    <w:p w:rsidR="00755527" w:rsidRDefault="00755527" w:rsidP="00755527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Následující body se přečíslují.</w:t>
      </w:r>
    </w:p>
    <w:p w:rsidR="00755527" w:rsidRDefault="00755527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6B1102">
        <w:t>7</w:t>
      </w:r>
      <w:r w:rsidR="00C97CAD">
        <w:t>. prosince 2018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C97CAD" w:rsidRDefault="00C97CAD">
      <w:pPr>
        <w:jc w:val="center"/>
      </w:pPr>
    </w:p>
    <w:p w:rsidR="00C97CAD" w:rsidRDefault="00C97CAD">
      <w:pPr>
        <w:jc w:val="center"/>
      </w:pPr>
    </w:p>
    <w:p w:rsidR="000C6893" w:rsidRDefault="000C6893">
      <w:pPr>
        <w:jc w:val="center"/>
      </w:pPr>
    </w:p>
    <w:p w:rsidR="000C6893" w:rsidRDefault="00755527" w:rsidP="00755527">
      <w:pPr>
        <w:jc w:val="center"/>
      </w:pPr>
      <w:r>
        <w:t>Ing. Dana B</w:t>
      </w:r>
      <w:r>
        <w:t>alcarová</w:t>
      </w:r>
      <w:r w:rsidR="006B1102">
        <w:t xml:space="preserve">, v. </w:t>
      </w:r>
      <w:bookmarkStart w:id="1" w:name="_GoBack"/>
      <w:bookmarkEnd w:id="1"/>
      <w:r w:rsidR="006B1102">
        <w:t>r.</w:t>
      </w:r>
    </w:p>
    <w:p w:rsidR="000C6893" w:rsidRDefault="000C6893" w:rsidP="00755527">
      <w:pPr>
        <w:jc w:val="center"/>
      </w:pPr>
      <w:r>
        <w:t>z</w:t>
      </w:r>
      <w:r>
        <w:t>pravodaj garančního výboru</w:t>
      </w:r>
      <w:r w:rsidR="00755527">
        <w:t xml:space="preserve"> pro životní prostředí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527" w:rsidRDefault="00755527" w:rsidP="00087102">
      <w:r>
        <w:separator/>
      </w:r>
    </w:p>
  </w:endnote>
  <w:endnote w:type="continuationSeparator" w:id="0">
    <w:p w:rsidR="00755527" w:rsidRDefault="00755527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527" w:rsidRDefault="00755527" w:rsidP="00087102">
      <w:r>
        <w:separator/>
      </w:r>
    </w:p>
  </w:footnote>
  <w:footnote w:type="continuationSeparator" w:id="0">
    <w:p w:rsidR="00755527" w:rsidRDefault="00755527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6B1102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527"/>
    <w:rsid w:val="00087102"/>
    <w:rsid w:val="000C6893"/>
    <w:rsid w:val="001829FD"/>
    <w:rsid w:val="00362D87"/>
    <w:rsid w:val="00511F8C"/>
    <w:rsid w:val="006706ED"/>
    <w:rsid w:val="006B1102"/>
    <w:rsid w:val="00755527"/>
    <w:rsid w:val="00A2420F"/>
    <w:rsid w:val="00C97CAD"/>
    <w:rsid w:val="00D44525"/>
    <w:rsid w:val="00DF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0B027F"/>
  <w15:chartTrackingRefBased/>
  <w15:docId w15:val="{2199BC12-78D9-4693-9A0B-A7C78BBC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proloenChar">
    <w:name w:val="proložení Char"/>
    <w:qFormat/>
    <w:rsid w:val="00755527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755527"/>
    <w:pPr>
      <w:widowControl/>
      <w:suppressAutoHyphens w:val="0"/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4525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4525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41</TotalTime>
  <Pages>2</Pages>
  <Words>286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4</cp:revision>
  <cp:lastPrinted>2018-12-07T12:37:00Z</cp:lastPrinted>
  <dcterms:created xsi:type="dcterms:W3CDTF">2018-12-07T12:08:00Z</dcterms:created>
  <dcterms:modified xsi:type="dcterms:W3CDTF">2018-12-07T12:58:00Z</dcterms:modified>
</cp:coreProperties>
</file>