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CB7" w:rsidRDefault="00BD7CB7" w:rsidP="00BD7CB7">
      <w:pPr>
        <w:pStyle w:val="ZKON"/>
      </w:pPr>
      <w:r>
        <w:t>ZÁKON</w:t>
      </w:r>
    </w:p>
    <w:p w:rsidR="001E64D8" w:rsidRPr="00BD7CB7" w:rsidRDefault="00BD7CB7" w:rsidP="00BD7CB7">
      <w:pPr>
        <w:pStyle w:val="nadpiszkona"/>
        <w:rPr>
          <w:b w:val="0"/>
        </w:rPr>
      </w:pPr>
      <w:r w:rsidRPr="00BD7CB7">
        <w:rPr>
          <w:b w:val="0"/>
        </w:rPr>
        <w:t xml:space="preserve">ze </w:t>
      </w:r>
      <w:proofErr w:type="gramStart"/>
      <w:r w:rsidRPr="00BD7CB7">
        <w:rPr>
          <w:b w:val="0"/>
        </w:rPr>
        <w:t>dne                2018</w:t>
      </w:r>
      <w:proofErr w:type="gramEnd"/>
      <w:r w:rsidRPr="00BD7CB7">
        <w:rPr>
          <w:b w:val="0"/>
        </w:rPr>
        <w:t>,</w:t>
      </w:r>
    </w:p>
    <w:p w:rsidR="001E64D8" w:rsidRPr="00935D5C" w:rsidRDefault="001E64D8" w:rsidP="00BD7CB7">
      <w:pPr>
        <w:pStyle w:val="nadpiszkona"/>
      </w:pPr>
      <w:r w:rsidRPr="00935D5C">
        <w:t>kterým se mění volební zákony</w:t>
      </w:r>
      <w:r w:rsidR="003A0512">
        <w:t>, zákon o místním referendu, zákon o krajském referendu</w:t>
      </w:r>
      <w:r>
        <w:t xml:space="preserve"> </w:t>
      </w:r>
      <w:r w:rsidR="00A93B6A">
        <w:t>a s</w:t>
      </w:r>
      <w:r>
        <w:t>oudní řád správní</w:t>
      </w:r>
    </w:p>
    <w:p w:rsidR="00BD7CB7" w:rsidRDefault="00BD7CB7" w:rsidP="00BD7CB7">
      <w:pPr>
        <w:pStyle w:val="Parlament"/>
      </w:pPr>
      <w:r>
        <w:t>Parlament se usnesl na tomto zákoně České republiky:</w:t>
      </w:r>
    </w:p>
    <w:p w:rsidR="001E64D8" w:rsidRPr="00935D5C" w:rsidRDefault="00BD7CB7" w:rsidP="00BD7CB7">
      <w:pPr>
        <w:pStyle w:val="ST"/>
      </w:pPr>
      <w:r>
        <w:t xml:space="preserve">ČÁST </w:t>
      </w:r>
      <w:r w:rsidR="001E64D8" w:rsidRPr="00935D5C">
        <w:t>PRVNÍ</w:t>
      </w:r>
    </w:p>
    <w:p w:rsidR="001E64D8" w:rsidRPr="00935D5C" w:rsidRDefault="001E64D8" w:rsidP="00BD7CB7">
      <w:pPr>
        <w:pStyle w:val="NADPISSTI"/>
      </w:pPr>
      <w:r w:rsidRPr="00935D5C">
        <w:t xml:space="preserve">Změna zákona </w:t>
      </w:r>
      <w:r w:rsidR="00A93B6A" w:rsidRPr="00935D5C">
        <w:t>o</w:t>
      </w:r>
      <w:r w:rsidR="00A93B6A">
        <w:t> </w:t>
      </w:r>
      <w:r w:rsidR="00A93B6A" w:rsidRPr="00935D5C">
        <w:t>v</w:t>
      </w:r>
      <w:r w:rsidRPr="00935D5C">
        <w:t xml:space="preserve">olbách do Parlamentu České republiky </w:t>
      </w:r>
    </w:p>
    <w:p w:rsidR="001E64D8" w:rsidRPr="00935D5C" w:rsidRDefault="00BD7CB7" w:rsidP="00BD7CB7">
      <w:pPr>
        <w:pStyle w:val="lnek"/>
      </w:pPr>
      <w:r>
        <w:t xml:space="preserve">Čl. </w:t>
      </w:r>
      <w:r w:rsidR="001E64D8" w:rsidRPr="00935D5C">
        <w:t>I</w:t>
      </w:r>
    </w:p>
    <w:p w:rsidR="001E64D8" w:rsidRPr="00935D5C" w:rsidRDefault="001E64D8" w:rsidP="00BD7CB7">
      <w:pPr>
        <w:pStyle w:val="Textlnku"/>
      </w:pPr>
      <w:r w:rsidRPr="00935D5C">
        <w:t xml:space="preserve">Zákon </w:t>
      </w:r>
      <w:r w:rsidR="00A93B6A">
        <w:t>č. </w:t>
      </w:r>
      <w:r w:rsidRPr="00935D5C">
        <w:t xml:space="preserve">247/1995 Sb., </w:t>
      </w:r>
      <w:r w:rsidR="00A93B6A" w:rsidRPr="00935D5C">
        <w:t>o</w:t>
      </w:r>
      <w:r w:rsidR="00A93B6A">
        <w:t> </w:t>
      </w:r>
      <w:r w:rsidR="00A93B6A" w:rsidRPr="00935D5C">
        <w:t>v</w:t>
      </w:r>
      <w:r w:rsidRPr="00935D5C">
        <w:t xml:space="preserve">olbách do Parlamentu České republiky </w:t>
      </w:r>
      <w:r w:rsidR="00A93B6A" w:rsidRPr="00935D5C">
        <w:t>a</w:t>
      </w:r>
      <w:r w:rsidR="00A93B6A">
        <w:t> </w:t>
      </w:r>
      <w:r w:rsidR="00A93B6A" w:rsidRPr="00935D5C">
        <w:t>o</w:t>
      </w:r>
      <w:r w:rsidRPr="00935D5C">
        <w:t xml:space="preserve"> změně </w:t>
      </w:r>
      <w:r w:rsidR="00A93B6A" w:rsidRPr="00935D5C">
        <w:t>a</w:t>
      </w:r>
      <w:r w:rsidR="00A93B6A">
        <w:t> </w:t>
      </w:r>
      <w:r w:rsidR="00A93B6A" w:rsidRPr="00935D5C">
        <w:t>d</w:t>
      </w:r>
      <w:r w:rsidRPr="00935D5C">
        <w:t xml:space="preserve">oplnění některých dalších zákonů, ve znění zákona </w:t>
      </w:r>
      <w:r w:rsidR="00A93B6A">
        <w:t>č. </w:t>
      </w:r>
      <w:r w:rsidRPr="00935D5C">
        <w:t xml:space="preserve">212/1996 Sb., nálezu Ústavního soudu, vyhlášeného pod </w:t>
      </w:r>
      <w:r w:rsidR="00A93B6A">
        <w:t>č. </w:t>
      </w:r>
      <w:r w:rsidRPr="00935D5C">
        <w:t xml:space="preserve">243/1999 Sb., zákona </w:t>
      </w:r>
      <w:r w:rsidR="00A93B6A">
        <w:t>č. </w:t>
      </w:r>
      <w:r w:rsidRPr="00935D5C">
        <w:t xml:space="preserve">204/2000 Sb., nálezu Ústavního soudu, vyhlášeného pod </w:t>
      </w:r>
      <w:r w:rsidR="00A93B6A">
        <w:t>č. </w:t>
      </w:r>
      <w:r w:rsidRPr="00935D5C">
        <w:t xml:space="preserve">64/2001 Sb., zákona </w:t>
      </w:r>
      <w:r w:rsidR="00A93B6A">
        <w:t>č. </w:t>
      </w:r>
      <w:r w:rsidRPr="00935D5C">
        <w:t xml:space="preserve">491/2001 Sb., zákona </w:t>
      </w:r>
      <w:r w:rsidR="00A93B6A">
        <w:t>č. </w:t>
      </w:r>
      <w:r w:rsidRPr="00935D5C">
        <w:t xml:space="preserve">37/2002 Sb., zákona </w:t>
      </w:r>
      <w:r w:rsidR="00A93B6A">
        <w:t>č. </w:t>
      </w:r>
      <w:r w:rsidRPr="00935D5C">
        <w:t xml:space="preserve">171/2002 Sb., zákona </w:t>
      </w:r>
      <w:r w:rsidR="00A93B6A">
        <w:t>č. </w:t>
      </w:r>
      <w:r w:rsidRPr="00935D5C">
        <w:t xml:space="preserve">230/2002 Sb., zákona </w:t>
      </w:r>
      <w:r w:rsidR="00A93B6A">
        <w:t>č. </w:t>
      </w:r>
      <w:r w:rsidRPr="00935D5C">
        <w:t xml:space="preserve">62/2003 Sb., zákona </w:t>
      </w:r>
      <w:r w:rsidR="00A93B6A">
        <w:t>č. </w:t>
      </w:r>
      <w:r w:rsidRPr="00935D5C">
        <w:t xml:space="preserve">418/2004 Sb., zákona </w:t>
      </w:r>
      <w:r w:rsidR="00A93B6A">
        <w:t>č. </w:t>
      </w:r>
      <w:r w:rsidRPr="00935D5C">
        <w:t xml:space="preserve">323/2006 Sb., zákona </w:t>
      </w:r>
      <w:r w:rsidR="00A93B6A">
        <w:t>č. </w:t>
      </w:r>
      <w:r w:rsidRPr="00935D5C">
        <w:t xml:space="preserve">480/2006 Sb., zákona </w:t>
      </w:r>
      <w:r w:rsidR="00A93B6A">
        <w:t>č. </w:t>
      </w:r>
      <w:r w:rsidRPr="00935D5C">
        <w:t xml:space="preserve">261/2008 Sb., zákona </w:t>
      </w:r>
      <w:r w:rsidR="00A93B6A">
        <w:t>č. </w:t>
      </w:r>
      <w:r w:rsidRPr="00935D5C">
        <w:t>320/2009</w:t>
      </w:r>
      <w:r>
        <w:t> </w:t>
      </w:r>
      <w:r w:rsidRPr="00935D5C">
        <w:t xml:space="preserve">Sb., zákona </w:t>
      </w:r>
      <w:r w:rsidR="00A93B6A">
        <w:t>č. </w:t>
      </w:r>
      <w:r w:rsidRPr="00935D5C">
        <w:t xml:space="preserve">195/2010 Sb., zákona </w:t>
      </w:r>
      <w:r w:rsidR="00A93B6A">
        <w:t>č. </w:t>
      </w:r>
      <w:r w:rsidRPr="00935D5C">
        <w:t xml:space="preserve">222/2012 Sb., zákona </w:t>
      </w:r>
      <w:r w:rsidR="00A93B6A">
        <w:t>č. </w:t>
      </w:r>
      <w:r w:rsidRPr="00935D5C">
        <w:t>58/2014 Sb.</w:t>
      </w:r>
      <w:r>
        <w:t>,</w:t>
      </w:r>
      <w:r w:rsidRPr="00935D5C">
        <w:t xml:space="preserve"> zákona </w:t>
      </w:r>
      <w:r w:rsidR="00A93B6A">
        <w:t>č. </w:t>
      </w:r>
      <w:r w:rsidRPr="00935D5C">
        <w:t>59/2014 Sb.</w:t>
      </w:r>
      <w:r>
        <w:t xml:space="preserve">, zákona </w:t>
      </w:r>
      <w:r w:rsidR="00A93B6A">
        <w:t>č. </w:t>
      </w:r>
      <w:r>
        <w:t xml:space="preserve">114/2016 Sb., zákona </w:t>
      </w:r>
      <w:r w:rsidR="00A93B6A">
        <w:t>č. </w:t>
      </w:r>
      <w:r w:rsidR="006856C4">
        <w:t>322/2016 Sb.,</w:t>
      </w:r>
      <w:r w:rsidR="00A93B6A">
        <w:t> z</w:t>
      </w:r>
      <w:r>
        <w:t xml:space="preserve">ákona </w:t>
      </w:r>
      <w:r w:rsidR="00A93B6A">
        <w:t>č. </w:t>
      </w:r>
      <w:r>
        <w:t>90/2017 Sb.</w:t>
      </w:r>
      <w:r w:rsidR="006856C4">
        <w:t xml:space="preserve"> a zákona č. 72/2018 Sb.</w:t>
      </w:r>
      <w:r>
        <w:t xml:space="preserve">, </w:t>
      </w:r>
      <w:r w:rsidRPr="00935D5C">
        <w:t>se mění takto:</w:t>
      </w:r>
    </w:p>
    <w:p w:rsidR="001E64D8" w:rsidRDefault="00A93B6A" w:rsidP="00CD64DF">
      <w:pPr>
        <w:pStyle w:val="Novelizanbod"/>
        <w:keepNext w:val="0"/>
      </w:pPr>
      <w:r>
        <w:t>V § </w:t>
      </w:r>
      <w:r w:rsidR="001E64D8">
        <w:t xml:space="preserve">11 odst. 2 písm. f) se slovo „určených“ zrušuje </w:t>
      </w:r>
      <w:r>
        <w:t>a n</w:t>
      </w:r>
      <w:r w:rsidR="001E64D8">
        <w:t xml:space="preserve">a konci textu písmene f) se doplňují </w:t>
      </w:r>
      <w:proofErr w:type="gramStart"/>
      <w:r w:rsidR="001E64D8">
        <w:t>slova „</w:t>
      </w:r>
      <w:r w:rsidR="006856C4">
        <w:t> </w:t>
      </w:r>
      <w:r w:rsidR="001E64D8" w:rsidRPr="00DF329D">
        <w:t xml:space="preserve">, </w:t>
      </w:r>
      <w:r w:rsidRPr="00DF329D">
        <w:t>a</w:t>
      </w:r>
      <w:r>
        <w:t> </w:t>
      </w:r>
      <w:r w:rsidRPr="00DF329D">
        <w:t>t</w:t>
      </w:r>
      <w:r w:rsidR="001E64D8" w:rsidRPr="00DF329D">
        <w:t>o</w:t>
      </w:r>
      <w:proofErr w:type="gramEnd"/>
      <w:r w:rsidR="001E64D8" w:rsidRPr="00DF329D">
        <w:t xml:space="preserve"> alespoň pro osoby, jejichž účast na školení je povinná</w:t>
      </w:r>
      <w:r w:rsidR="001E64D8">
        <w:t>“.</w:t>
      </w:r>
    </w:p>
    <w:p w:rsidR="001E64D8" w:rsidRDefault="00A93B6A" w:rsidP="00CD64DF">
      <w:pPr>
        <w:pStyle w:val="Novelizanbod"/>
        <w:keepNext w:val="0"/>
      </w:pPr>
      <w:r>
        <w:t>V § </w:t>
      </w:r>
      <w:r w:rsidR="001E64D8">
        <w:t xml:space="preserve">12 se na konci odstavce 3 tečka nahrazuje čárkou </w:t>
      </w:r>
      <w:r>
        <w:t>a d</w:t>
      </w:r>
      <w:r w:rsidR="001E64D8">
        <w:t>oplňuje se písmeno e), které zní:</w:t>
      </w:r>
    </w:p>
    <w:p w:rsidR="001E64D8" w:rsidRPr="00D7447D" w:rsidRDefault="001E64D8" w:rsidP="00CD64DF">
      <w:pPr>
        <w:pStyle w:val="Psmeno"/>
        <w:keepNext w:val="0"/>
      </w:pPr>
      <w:r>
        <w:t>„e)</w:t>
      </w:r>
      <w:r>
        <w:tab/>
      </w:r>
      <w:r w:rsidR="00A93B6A" w:rsidRPr="00B83F7D">
        <w:t>v</w:t>
      </w:r>
      <w:r w:rsidR="00A93B6A">
        <w:t> </w:t>
      </w:r>
      <w:r w:rsidR="00A93B6A" w:rsidRPr="00B83F7D">
        <w:t>p</w:t>
      </w:r>
      <w:r w:rsidRPr="00B83F7D">
        <w:t xml:space="preserve">řípadě potřeby poskytuje nezbytnou součinnost při </w:t>
      </w:r>
      <w:r w:rsidRPr="00D7447D">
        <w:t xml:space="preserve">zajištění školení členů okrskových volebních komisí prováděného Českým statistickým úřadem </w:t>
      </w:r>
      <w:r w:rsidR="00A93B6A" w:rsidRPr="00D7447D">
        <w:t>k</w:t>
      </w:r>
      <w:r w:rsidR="00A93B6A">
        <w:t> </w:t>
      </w:r>
      <w:r w:rsidR="00A93B6A" w:rsidRPr="00D7447D">
        <w:t>s</w:t>
      </w:r>
      <w:r w:rsidRPr="00D7447D">
        <w:t>ystému zjišťování a</w:t>
      </w:r>
      <w:r>
        <w:t> </w:t>
      </w:r>
      <w:r w:rsidRPr="00D7447D">
        <w:t xml:space="preserve">zpracování výsledků voleb </w:t>
      </w:r>
      <w:r w:rsidR="00A93B6A" w:rsidRPr="00D7447D">
        <w:t>a</w:t>
      </w:r>
      <w:r w:rsidR="00A93B6A">
        <w:t> </w:t>
      </w:r>
      <w:r w:rsidR="00A93B6A" w:rsidRPr="00D7447D">
        <w:t>p</w:t>
      </w:r>
      <w:r w:rsidRPr="00D7447D">
        <w:t xml:space="preserve">ověřeným obecním úřadem </w:t>
      </w:r>
      <w:r w:rsidR="00A93B6A" w:rsidRPr="00D7447D">
        <w:t>k</w:t>
      </w:r>
      <w:r w:rsidR="00A93B6A">
        <w:t> </w:t>
      </w:r>
      <w:r w:rsidR="00A93B6A" w:rsidRPr="00D7447D">
        <w:t>z</w:t>
      </w:r>
      <w:r w:rsidRPr="00D7447D">
        <w:t>ásadám hlasování.</w:t>
      </w:r>
      <w:r>
        <w:t>“.</w:t>
      </w:r>
    </w:p>
    <w:p w:rsidR="001E64D8" w:rsidRDefault="00A93B6A" w:rsidP="00CD64DF">
      <w:pPr>
        <w:pStyle w:val="Novelizanbod"/>
        <w:keepNext w:val="0"/>
      </w:pPr>
      <w:r>
        <w:t>V § </w:t>
      </w:r>
      <w:r w:rsidR="001E64D8">
        <w:t xml:space="preserve">14a se na konci odstavce 1 tečka nahrazuje čárkou </w:t>
      </w:r>
      <w:r>
        <w:t>a d</w:t>
      </w:r>
      <w:r w:rsidR="001E64D8">
        <w:t>oplňuje se písmeno f), které zní:</w:t>
      </w:r>
    </w:p>
    <w:p w:rsidR="001E64D8" w:rsidRDefault="001E64D8" w:rsidP="00CD64DF">
      <w:pPr>
        <w:pStyle w:val="Psmeno"/>
        <w:keepNext w:val="0"/>
      </w:pPr>
      <w:r>
        <w:t>„f)</w:t>
      </w:r>
      <w:r>
        <w:tab/>
      </w:r>
      <w:r w:rsidRPr="000C48DF">
        <w:t xml:space="preserve">zajišťuje </w:t>
      </w:r>
      <w:r w:rsidR="00A93B6A" w:rsidRPr="000C48DF">
        <w:t>a</w:t>
      </w:r>
      <w:r w:rsidR="00A93B6A">
        <w:t> </w:t>
      </w:r>
      <w:r w:rsidR="00A93B6A" w:rsidRPr="000C48DF">
        <w:t>p</w:t>
      </w:r>
      <w:r w:rsidRPr="000C48DF">
        <w:t xml:space="preserve">rovádí školení členů okrskových volebních komisí </w:t>
      </w:r>
      <w:r w:rsidR="00A93B6A" w:rsidRPr="000C48DF">
        <w:t>k</w:t>
      </w:r>
      <w:r w:rsidR="00A93B6A">
        <w:t> </w:t>
      </w:r>
      <w:r w:rsidR="00A93B6A" w:rsidRPr="000C48DF">
        <w:t>z</w:t>
      </w:r>
      <w:r w:rsidRPr="000C48DF">
        <w:t>ásadám hlasování a</w:t>
      </w:r>
      <w:r>
        <w:t> </w:t>
      </w:r>
      <w:r w:rsidRPr="000C48DF">
        <w:t xml:space="preserve">zajišťuje školení </w:t>
      </w:r>
      <w:r w:rsidR="00A93B6A" w:rsidRPr="000C48DF">
        <w:t>k</w:t>
      </w:r>
      <w:r w:rsidR="00A93B6A">
        <w:t> </w:t>
      </w:r>
      <w:r w:rsidR="00A93B6A" w:rsidRPr="000C48DF">
        <w:t>s</w:t>
      </w:r>
      <w:r w:rsidRPr="000C48DF">
        <w:t xml:space="preserve">ystému zjišťování </w:t>
      </w:r>
      <w:r w:rsidR="00A93B6A" w:rsidRPr="000C48DF">
        <w:t>a</w:t>
      </w:r>
      <w:r w:rsidR="00A93B6A">
        <w:t> </w:t>
      </w:r>
      <w:r w:rsidR="00A93B6A" w:rsidRPr="000C48DF">
        <w:t>z</w:t>
      </w:r>
      <w:r w:rsidRPr="000C48DF">
        <w:t>pracování výsledků voleb, které provádí Český statistický úřad</w:t>
      </w:r>
      <w:r w:rsidRPr="00B83F7D">
        <w:t xml:space="preserve">, </w:t>
      </w:r>
      <w:r w:rsidR="00A93B6A" w:rsidRPr="00B83F7D">
        <w:t>a</w:t>
      </w:r>
      <w:r w:rsidR="00A93B6A">
        <w:t> </w:t>
      </w:r>
      <w:r w:rsidR="00A93B6A" w:rsidRPr="00B83F7D">
        <w:t>i</w:t>
      </w:r>
      <w:r w:rsidRPr="00B83F7D">
        <w:t xml:space="preserve">nformuje obecní úřad </w:t>
      </w:r>
      <w:r w:rsidR="00A93B6A" w:rsidRPr="00B83F7D">
        <w:t>o</w:t>
      </w:r>
      <w:r w:rsidR="00A93B6A">
        <w:t> </w:t>
      </w:r>
      <w:r w:rsidR="00A93B6A" w:rsidRPr="00B83F7D">
        <w:t>ú</w:t>
      </w:r>
      <w:r w:rsidRPr="00B83F7D">
        <w:t>časti na těchto školeních</w:t>
      </w:r>
      <w:r w:rsidRPr="00D7447D">
        <w:t>.</w:t>
      </w:r>
      <w:r>
        <w:t>“.</w:t>
      </w:r>
    </w:p>
    <w:p w:rsidR="001E64D8" w:rsidRPr="0047358A" w:rsidRDefault="00A93B6A" w:rsidP="00CD64DF">
      <w:pPr>
        <w:pStyle w:val="Novelizanbod"/>
        <w:keepNext w:val="0"/>
      </w:pPr>
      <w:r w:rsidRPr="0047358A">
        <w:t>V</w:t>
      </w:r>
      <w:r>
        <w:t> § </w:t>
      </w:r>
      <w:r w:rsidR="001E64D8" w:rsidRPr="0047358A">
        <w:t>14a odst. 2 se slova „</w:t>
      </w:r>
      <w:r w:rsidRPr="0047358A">
        <w:t>a</w:t>
      </w:r>
      <w:r>
        <w:t> </w:t>
      </w:r>
      <w:r w:rsidRPr="0047358A">
        <w:t>e</w:t>
      </w:r>
      <w:r w:rsidR="001E64D8" w:rsidRPr="0047358A">
        <w:t>)“ nahrazují slovy „až f)“.</w:t>
      </w:r>
    </w:p>
    <w:p w:rsidR="001E64D8" w:rsidRDefault="00A93B6A" w:rsidP="00CD64DF">
      <w:pPr>
        <w:pStyle w:val="Novelizanbod"/>
        <w:keepNext w:val="0"/>
      </w:pPr>
      <w:r>
        <w:t>V § </w:t>
      </w:r>
      <w:r w:rsidR="001E64D8">
        <w:t xml:space="preserve">14c odst. 1 se na konci textu písmene d) doplňují </w:t>
      </w:r>
      <w:proofErr w:type="gramStart"/>
      <w:r w:rsidR="001E64D8">
        <w:t>slova „</w:t>
      </w:r>
      <w:r w:rsidR="00CD64DF">
        <w:t xml:space="preserve"> </w:t>
      </w:r>
      <w:r w:rsidR="001E64D8" w:rsidRPr="001103CD">
        <w:t xml:space="preserve">, </w:t>
      </w:r>
      <w:r w:rsidRPr="001103CD">
        <w:t>a</w:t>
      </w:r>
      <w:r>
        <w:t> </w:t>
      </w:r>
      <w:r w:rsidRPr="001103CD">
        <w:t>v</w:t>
      </w:r>
      <w:r w:rsidR="001E64D8" w:rsidRPr="001103CD">
        <w:t>yrozumí</w:t>
      </w:r>
      <w:proofErr w:type="gramEnd"/>
      <w:r w:rsidR="001E64D8" w:rsidRPr="001103CD">
        <w:t xml:space="preserve"> členy okrskové volební komise</w:t>
      </w:r>
      <w:r w:rsidR="001E64D8">
        <w:t>, jejichž účast na školení je povinná,</w:t>
      </w:r>
      <w:r w:rsidR="001E64D8" w:rsidRPr="001103CD">
        <w:t xml:space="preserve"> </w:t>
      </w:r>
      <w:r w:rsidRPr="00B83F7D">
        <w:t>o</w:t>
      </w:r>
      <w:r>
        <w:t> </w:t>
      </w:r>
      <w:r w:rsidRPr="00B83F7D">
        <w:t>t</w:t>
      </w:r>
      <w:r w:rsidR="001E64D8" w:rsidRPr="00B83F7D">
        <w:t xml:space="preserve">ermínech školení </w:t>
      </w:r>
      <w:r w:rsidRPr="00B83F7D">
        <w:t>k</w:t>
      </w:r>
      <w:r>
        <w:t> </w:t>
      </w:r>
      <w:r w:rsidRPr="00B83F7D">
        <w:t>z</w:t>
      </w:r>
      <w:r w:rsidR="001E64D8" w:rsidRPr="00B83F7D">
        <w:t xml:space="preserve">ásadám hlasování </w:t>
      </w:r>
      <w:r w:rsidRPr="00B83F7D">
        <w:t>a</w:t>
      </w:r>
      <w:r>
        <w:t> </w:t>
      </w:r>
      <w:r w:rsidRPr="00B83F7D">
        <w:t>k</w:t>
      </w:r>
      <w:r w:rsidR="001E64D8" w:rsidRPr="00B83F7D">
        <w:t xml:space="preserve"> systému zjišťování </w:t>
      </w:r>
      <w:r w:rsidRPr="00B83F7D">
        <w:t>a</w:t>
      </w:r>
      <w:r>
        <w:t> </w:t>
      </w:r>
      <w:r w:rsidRPr="00B83F7D">
        <w:t>z</w:t>
      </w:r>
      <w:r w:rsidR="001E64D8" w:rsidRPr="00B83F7D">
        <w:t xml:space="preserve">pracování výsledků hlasování </w:t>
      </w:r>
      <w:r w:rsidRPr="00B83F7D">
        <w:t>a</w:t>
      </w:r>
      <w:r>
        <w:t> </w:t>
      </w:r>
      <w:r w:rsidRPr="00B83F7D">
        <w:t>d</w:t>
      </w:r>
      <w:r w:rsidR="001E64D8" w:rsidRPr="00B83F7D">
        <w:t>ůsledcích nesplnění povinnosti se jich účastnit</w:t>
      </w:r>
      <w:r w:rsidR="001E64D8">
        <w:t>“.</w:t>
      </w:r>
    </w:p>
    <w:p w:rsidR="001E64D8" w:rsidRPr="00C20025" w:rsidRDefault="00A93B6A" w:rsidP="00CD64DF">
      <w:pPr>
        <w:pStyle w:val="Novelizanbod"/>
      </w:pPr>
      <w:r w:rsidRPr="00C20025">
        <w:lastRenderedPageBreak/>
        <w:t>V</w:t>
      </w:r>
      <w:r>
        <w:t> § </w:t>
      </w:r>
      <w:r w:rsidR="001E64D8" w:rsidRPr="00C20025">
        <w:t xml:space="preserve">14c se na konci odstavce 2 doplňuje věta „Při vyrozumění členů okrskové volební komise </w:t>
      </w:r>
      <w:r w:rsidRPr="00C20025">
        <w:t>o</w:t>
      </w:r>
      <w:r>
        <w:t> </w:t>
      </w:r>
      <w:r w:rsidRPr="00C20025">
        <w:t>t</w:t>
      </w:r>
      <w:r w:rsidR="001E64D8" w:rsidRPr="00C20025">
        <w:t xml:space="preserve">ermínech školení </w:t>
      </w:r>
      <w:r w:rsidRPr="00C20025">
        <w:t>a</w:t>
      </w:r>
      <w:r>
        <w:t> </w:t>
      </w:r>
      <w:r w:rsidRPr="00C20025">
        <w:t>o</w:t>
      </w:r>
      <w:r w:rsidR="001E64D8" w:rsidRPr="00C20025">
        <w:t xml:space="preserve"> důsledcích nesplnění povinnosti se jich účastnit postupuje starosta obdobně.“.</w:t>
      </w:r>
    </w:p>
    <w:p w:rsidR="001E64D8" w:rsidRDefault="00A93B6A" w:rsidP="00CD64DF">
      <w:pPr>
        <w:pStyle w:val="Novelizanbod"/>
      </w:pPr>
      <w:r>
        <w:t>V § </w:t>
      </w:r>
      <w:r w:rsidR="001E64D8">
        <w:t>14e odst. 6 písm. f) se za slovo „trvá“ vkládá slovo „nepřetržitě“.</w:t>
      </w:r>
    </w:p>
    <w:p w:rsidR="001E64D8" w:rsidRDefault="00A93B6A" w:rsidP="00CD64DF">
      <w:pPr>
        <w:pStyle w:val="Novelizanbod"/>
      </w:pPr>
      <w:r>
        <w:t>V § </w:t>
      </w:r>
      <w:r w:rsidR="001E64D8">
        <w:t xml:space="preserve">14e odst. 7 se věty první </w:t>
      </w:r>
      <w:r>
        <w:t>a d</w:t>
      </w:r>
      <w:r w:rsidR="001E64D8">
        <w:t>ruhá nahrazují větou „</w:t>
      </w:r>
      <w:r w:rsidR="001E64D8" w:rsidRPr="004F15B9">
        <w:t xml:space="preserve">Zapisovatel je členem okrskové volební komise; </w:t>
      </w:r>
      <w:r w:rsidRPr="004F15B9">
        <w:t>z</w:t>
      </w:r>
      <w:r>
        <w:t> </w:t>
      </w:r>
      <w:r w:rsidRPr="004F15B9">
        <w:t>j</w:t>
      </w:r>
      <w:r w:rsidR="001E64D8" w:rsidRPr="004F15B9">
        <w:t>ednání komise pořizuje zápis.</w:t>
      </w:r>
      <w:r w:rsidR="001E64D8">
        <w:t xml:space="preserve">“ </w:t>
      </w:r>
      <w:r>
        <w:t>a v</w:t>
      </w:r>
      <w:r w:rsidR="001E64D8">
        <w:t>ěta poslední se nahrazuje větou „</w:t>
      </w:r>
      <w:r w:rsidR="001E64D8" w:rsidRPr="00B83F7D">
        <w:t xml:space="preserve">Starosta odvolá zapisovatele, který přestane vykonávat svoji funkci nebo ji nevykonává řádně, </w:t>
      </w:r>
      <w:r w:rsidRPr="00B83F7D">
        <w:t>a</w:t>
      </w:r>
      <w:r>
        <w:t> </w:t>
      </w:r>
      <w:r w:rsidRPr="00B83F7D">
        <w:t>n</w:t>
      </w:r>
      <w:r w:rsidR="001E64D8" w:rsidRPr="00B83F7D">
        <w:t>a jeho místo neprodleně jmenuje nového zapisovatele.</w:t>
      </w:r>
      <w:r w:rsidR="001E64D8">
        <w:t>“.</w:t>
      </w:r>
    </w:p>
    <w:p w:rsidR="001E64D8" w:rsidRDefault="00A93B6A" w:rsidP="00CD64DF">
      <w:pPr>
        <w:pStyle w:val="Novelizanbod"/>
      </w:pPr>
      <w:r>
        <w:t>V § </w:t>
      </w:r>
      <w:r w:rsidR="001E64D8">
        <w:t>14f odst. 2 se slova „</w:t>
      </w:r>
      <w:r>
        <w:t>s p</w:t>
      </w:r>
      <w:r w:rsidR="001E64D8">
        <w:t>rávem hlasovat“ zrušují.</w:t>
      </w:r>
    </w:p>
    <w:p w:rsidR="001E64D8" w:rsidRDefault="00A93B6A" w:rsidP="00CD64DF">
      <w:pPr>
        <w:pStyle w:val="Novelizanbod"/>
      </w:pPr>
      <w:r>
        <w:t>V § </w:t>
      </w:r>
      <w:r w:rsidR="001E64D8">
        <w:t xml:space="preserve">14f odst. 3 se na konci textu věty druhé doplňují </w:t>
      </w:r>
      <w:proofErr w:type="gramStart"/>
      <w:r w:rsidR="001E64D8">
        <w:t>slova „</w:t>
      </w:r>
      <w:r w:rsidR="00CD64DF">
        <w:t xml:space="preserve"> </w:t>
      </w:r>
      <w:r w:rsidR="001E64D8" w:rsidRPr="00B6678A">
        <w:t>; zapisovatel</w:t>
      </w:r>
      <w:proofErr w:type="gramEnd"/>
      <w:r w:rsidR="001E64D8" w:rsidRPr="00B6678A">
        <w:t xml:space="preserve"> se do losování nezařazuje</w:t>
      </w:r>
      <w:r w:rsidR="001E64D8">
        <w:t>“.</w:t>
      </w:r>
    </w:p>
    <w:p w:rsidR="001E64D8" w:rsidRDefault="00A93B6A" w:rsidP="00CD64DF">
      <w:pPr>
        <w:pStyle w:val="Novelizanbod"/>
      </w:pPr>
      <w:r>
        <w:t>V § </w:t>
      </w:r>
      <w:r w:rsidR="001E64D8">
        <w:t>14f se doplňují odstavce 4 až 6, které znějí:</w:t>
      </w:r>
    </w:p>
    <w:p w:rsidR="001E64D8" w:rsidRPr="004805CE" w:rsidRDefault="001E64D8" w:rsidP="00CD64DF">
      <w:pPr>
        <w:pStyle w:val="Textparagrafu"/>
      </w:pPr>
      <w:r>
        <w:t>„</w:t>
      </w:r>
      <w:r w:rsidRPr="004805CE">
        <w:t xml:space="preserve">(4) Předsedu okrskové volební komise </w:t>
      </w:r>
      <w:r w:rsidR="00A93B6A" w:rsidRPr="004805CE">
        <w:t>v</w:t>
      </w:r>
      <w:r w:rsidR="00A93B6A">
        <w:t> </w:t>
      </w:r>
      <w:r w:rsidR="00A93B6A" w:rsidRPr="004805CE">
        <w:t>d</w:t>
      </w:r>
      <w:r w:rsidRPr="004805CE">
        <w:t>obě jeho nepřítomnosti zastupuje místopředseda okrskové volební komise.</w:t>
      </w:r>
    </w:p>
    <w:p w:rsidR="001E64D8" w:rsidRPr="004805CE" w:rsidRDefault="001E64D8" w:rsidP="00CD64DF">
      <w:pPr>
        <w:pStyle w:val="Textparagrafu"/>
      </w:pPr>
      <w:r w:rsidRPr="004805CE">
        <w:t xml:space="preserve">(5) Zapisovatel, předseda </w:t>
      </w:r>
      <w:r w:rsidR="00A93B6A" w:rsidRPr="004805CE">
        <w:t>a</w:t>
      </w:r>
      <w:r w:rsidR="00A93B6A">
        <w:t> </w:t>
      </w:r>
      <w:r w:rsidR="00A93B6A" w:rsidRPr="004805CE">
        <w:t>m</w:t>
      </w:r>
      <w:r w:rsidRPr="004805CE">
        <w:t>ístopředseda okrskové volební komise</w:t>
      </w:r>
      <w:r>
        <w:t>, s výjimkou zvláštních okrskových volebních komisí,</w:t>
      </w:r>
      <w:r w:rsidRPr="004805CE">
        <w:t xml:space="preserve"> je povinen zúčastnit se školení </w:t>
      </w:r>
      <w:r w:rsidR="00A93B6A" w:rsidRPr="004805CE">
        <w:t>k</w:t>
      </w:r>
      <w:r w:rsidR="00A93B6A">
        <w:t> </w:t>
      </w:r>
      <w:r w:rsidR="00A93B6A" w:rsidRPr="004805CE">
        <w:t>z</w:t>
      </w:r>
      <w:r w:rsidRPr="004805CE">
        <w:t xml:space="preserve">ásadám hlasování </w:t>
      </w:r>
      <w:r w:rsidR="00A93B6A" w:rsidRPr="004805CE">
        <w:t>a</w:t>
      </w:r>
      <w:r w:rsidR="00A93B6A">
        <w:t> </w:t>
      </w:r>
      <w:r w:rsidR="00A93B6A" w:rsidRPr="004805CE">
        <w:t>k</w:t>
      </w:r>
      <w:r w:rsidRPr="004805CE">
        <w:t xml:space="preserve"> systému zjišťování </w:t>
      </w:r>
      <w:r w:rsidR="00A93B6A" w:rsidRPr="004805CE">
        <w:t>a</w:t>
      </w:r>
      <w:r w:rsidR="00A93B6A">
        <w:t> </w:t>
      </w:r>
      <w:r w:rsidR="00A93B6A" w:rsidRPr="004805CE">
        <w:t>z</w:t>
      </w:r>
      <w:r w:rsidRPr="004805CE">
        <w:t>pracování výsledků hlasování.</w:t>
      </w:r>
    </w:p>
    <w:p w:rsidR="001E64D8" w:rsidRDefault="001E64D8" w:rsidP="00CD64DF">
      <w:pPr>
        <w:pStyle w:val="Textparagrafu"/>
      </w:pPr>
      <w:r w:rsidRPr="004805CE">
        <w:t xml:space="preserve">(6) Obecní úřad ve spolupráci se zapisovatelem zajistí, aby ve volební místnosti </w:t>
      </w:r>
      <w:r w:rsidR="00A93B6A" w:rsidRPr="004805CE">
        <w:t>v</w:t>
      </w:r>
      <w:r w:rsidR="00A93B6A">
        <w:t> </w:t>
      </w:r>
      <w:r w:rsidR="00A93B6A" w:rsidRPr="004805CE">
        <w:t>p</w:t>
      </w:r>
      <w:r w:rsidRPr="004805CE">
        <w:t xml:space="preserve">růběhu hlasování bylo </w:t>
      </w:r>
      <w:r w:rsidR="00A93B6A" w:rsidRPr="004805CE">
        <w:t>u</w:t>
      </w:r>
      <w:r w:rsidR="00A93B6A">
        <w:t> </w:t>
      </w:r>
      <w:r w:rsidR="00A93B6A" w:rsidRPr="004805CE">
        <w:t>k</w:t>
      </w:r>
      <w:r w:rsidRPr="004805CE">
        <w:t xml:space="preserve">aždého člena okrskové volební komise uvedeno jeho jméno, příjmení, funkce </w:t>
      </w:r>
      <w:r w:rsidR="00A93B6A" w:rsidRPr="004805CE">
        <w:t>v</w:t>
      </w:r>
      <w:r w:rsidR="00A93B6A">
        <w:t> </w:t>
      </w:r>
      <w:r w:rsidR="00A93B6A" w:rsidRPr="004805CE">
        <w:t>o</w:t>
      </w:r>
      <w:r w:rsidRPr="004805CE">
        <w:t xml:space="preserve">krskové volební komisi </w:t>
      </w:r>
      <w:r w:rsidR="00A93B6A" w:rsidRPr="004805CE">
        <w:t>a</w:t>
      </w:r>
      <w:r w:rsidR="00A93B6A">
        <w:t> </w:t>
      </w:r>
      <w:r w:rsidR="00A93B6A" w:rsidRPr="004805CE">
        <w:t>ú</w:t>
      </w:r>
      <w:r w:rsidRPr="004805CE">
        <w:t xml:space="preserve">daj </w:t>
      </w:r>
      <w:r w:rsidR="00A93B6A" w:rsidRPr="004805CE">
        <w:t>o</w:t>
      </w:r>
      <w:r w:rsidR="00A93B6A">
        <w:t> </w:t>
      </w:r>
      <w:r w:rsidR="00A93B6A" w:rsidRPr="004805CE">
        <w:t>t</w:t>
      </w:r>
      <w:r w:rsidRPr="004805CE">
        <w:t xml:space="preserve">om, zda je delegován </w:t>
      </w:r>
      <w:r>
        <w:t xml:space="preserve">politickou stranou, politickým hnutím, koalicí nebo nezávislým kandidátem anebo </w:t>
      </w:r>
      <w:r w:rsidRPr="004805CE">
        <w:t>jmenován starostou.</w:t>
      </w:r>
      <w:r>
        <w:t>“.</w:t>
      </w:r>
    </w:p>
    <w:p w:rsidR="001E64D8" w:rsidRDefault="001E64D8" w:rsidP="00CD64DF">
      <w:pPr>
        <w:pStyle w:val="Novelizanbod"/>
        <w:keepNext w:val="0"/>
      </w:pPr>
      <w:r>
        <w:t>V </w:t>
      </w:r>
      <w:r w:rsidR="00A93B6A">
        <w:t>§ </w:t>
      </w:r>
      <w:r>
        <w:t>16 odst. 4 větě první se za slova „</w:t>
      </w:r>
      <w:r w:rsidR="00A93B6A">
        <w:t>a t</w:t>
      </w:r>
      <w:r>
        <w:t xml:space="preserve">o“ vkládá slovo „nejpozději“ </w:t>
      </w:r>
      <w:r w:rsidR="00A93B6A">
        <w:t>a z</w:t>
      </w:r>
      <w:r>
        <w:t>a větu druhou se vkládá věta „</w:t>
      </w:r>
      <w:r w:rsidRPr="00C3169D">
        <w:t xml:space="preserve">Plochu pro vylepení volebních plakátů poskytne obec </w:t>
      </w:r>
      <w:r w:rsidR="00A93B6A" w:rsidRPr="00C3169D">
        <w:t>k</w:t>
      </w:r>
      <w:r w:rsidR="00A93B6A">
        <w:t> </w:t>
      </w:r>
      <w:r w:rsidR="00A93B6A" w:rsidRPr="00C3169D">
        <w:t>v</w:t>
      </w:r>
      <w:r w:rsidRPr="00C3169D">
        <w:t>yužití bezplatně; na</w:t>
      </w:r>
      <w:r>
        <w:t> </w:t>
      </w:r>
      <w:r w:rsidRPr="00C3169D">
        <w:t>takové bezúplatné plnění se nevztahují ustanovení tohoto zákona o</w:t>
      </w:r>
      <w:r w:rsidR="00CD64DF">
        <w:t> </w:t>
      </w:r>
      <w:r w:rsidRPr="00C3169D">
        <w:t xml:space="preserve">financování volební kampaně </w:t>
      </w:r>
      <w:r w:rsidR="00A93B6A" w:rsidRPr="00C3169D">
        <w:t>a</w:t>
      </w:r>
      <w:r w:rsidR="00A93B6A">
        <w:t> </w:t>
      </w:r>
      <w:r w:rsidR="00A93B6A" w:rsidRPr="00C3169D">
        <w:t>u</w:t>
      </w:r>
      <w:r w:rsidRPr="00C3169D">
        <w:t>stanovení zvláštního zákona upravující hospodaření politických stran a</w:t>
      </w:r>
      <w:r>
        <w:t> </w:t>
      </w:r>
      <w:r w:rsidRPr="00C3169D">
        <w:t>politických hnutí.</w:t>
      </w:r>
      <w:r>
        <w:t>“.</w:t>
      </w:r>
    </w:p>
    <w:p w:rsidR="001E64D8" w:rsidRDefault="00A93B6A" w:rsidP="00CD64DF">
      <w:pPr>
        <w:pStyle w:val="Novelizanbod"/>
        <w:keepNext w:val="0"/>
      </w:pPr>
      <w:r>
        <w:t>V § </w:t>
      </w:r>
      <w:r w:rsidR="001E64D8">
        <w:t xml:space="preserve">17 se na konci textu odstavce 5 doplňují </w:t>
      </w:r>
      <w:proofErr w:type="gramStart"/>
      <w:r w:rsidR="001E64D8">
        <w:t>slova „</w:t>
      </w:r>
      <w:r w:rsidR="00CD64DF">
        <w:t xml:space="preserve"> </w:t>
      </w:r>
      <w:r w:rsidR="001E64D8" w:rsidRPr="00DD6EC9">
        <w:t>; stejným</w:t>
      </w:r>
      <w:proofErr w:type="gramEnd"/>
      <w:r w:rsidR="001E64D8" w:rsidRPr="00DD6EC9">
        <w:t xml:space="preserve"> způsobem musejí být odlišeny hlasovací lístky</w:t>
      </w:r>
      <w:r w:rsidR="001E64D8">
        <w:t>“.</w:t>
      </w:r>
    </w:p>
    <w:p w:rsidR="001E64D8" w:rsidRDefault="00A93B6A" w:rsidP="00CD64DF">
      <w:pPr>
        <w:pStyle w:val="Novelizanbod"/>
        <w:keepNext w:val="0"/>
      </w:pPr>
      <w:r w:rsidRPr="00E24B4B">
        <w:t>V</w:t>
      </w:r>
      <w:r>
        <w:t> § </w:t>
      </w:r>
      <w:r w:rsidR="001E64D8" w:rsidRPr="00E24B4B">
        <w:t xml:space="preserve">32 odst. 1 písm. c) </w:t>
      </w:r>
      <w:r w:rsidRPr="00E24B4B">
        <w:t>a</w:t>
      </w:r>
      <w:r>
        <w:t> § </w:t>
      </w:r>
      <w:r w:rsidR="001E64D8" w:rsidRPr="00E24B4B">
        <w:t>61 odst. 1 písm. a) se za slovo „věk“ vkládají slova „ke</w:t>
      </w:r>
      <w:r w:rsidR="001E64D8">
        <w:t> </w:t>
      </w:r>
      <w:r w:rsidR="001E64D8" w:rsidRPr="00E24B4B">
        <w:t>druhému dni voleb“.</w:t>
      </w:r>
    </w:p>
    <w:p w:rsidR="001E64D8" w:rsidRDefault="00A93B6A" w:rsidP="00CD64DF">
      <w:pPr>
        <w:pStyle w:val="Novelizanbod"/>
      </w:pPr>
      <w:r>
        <w:lastRenderedPageBreak/>
        <w:t>V § </w:t>
      </w:r>
      <w:r w:rsidR="001E64D8">
        <w:t xml:space="preserve">38 odst. 3 se na konci textu věty první doplňují </w:t>
      </w:r>
      <w:proofErr w:type="gramStart"/>
      <w:r w:rsidR="001E64D8">
        <w:t>slova „</w:t>
      </w:r>
      <w:r w:rsidR="00CD64DF">
        <w:t xml:space="preserve"> </w:t>
      </w:r>
      <w:r w:rsidR="001E64D8" w:rsidRPr="00991B5E">
        <w:t xml:space="preserve">, </w:t>
      </w:r>
      <w:r w:rsidRPr="00991B5E">
        <w:t>a</w:t>
      </w:r>
      <w:r>
        <w:t> </w:t>
      </w:r>
      <w:r w:rsidRPr="00991B5E">
        <w:t>t</w:t>
      </w:r>
      <w:r w:rsidR="001E64D8" w:rsidRPr="00991B5E">
        <w:t>o</w:t>
      </w:r>
      <w:proofErr w:type="gramEnd"/>
      <w:r w:rsidR="001E64D8" w:rsidRPr="00991B5E">
        <w:t xml:space="preserve"> jednostranně</w:t>
      </w:r>
      <w:r w:rsidR="001E64D8">
        <w:t>“.</w:t>
      </w:r>
    </w:p>
    <w:p w:rsidR="001E64D8" w:rsidRDefault="00A93B6A" w:rsidP="00CD64DF">
      <w:pPr>
        <w:pStyle w:val="Novelizanbod"/>
      </w:pPr>
      <w:r>
        <w:t>V § </w:t>
      </w:r>
      <w:r w:rsidR="001E64D8">
        <w:t xml:space="preserve">61 odst. 2 písm. d) se slova „místa, kde jsou přihlášeni k trvalému pobytu“ nahrazují slovy „adresy místa trvalého pobytu“ </w:t>
      </w:r>
      <w:r>
        <w:t>a s</w:t>
      </w:r>
      <w:r w:rsidR="001E64D8">
        <w:t>lova „</w:t>
      </w:r>
      <w:r w:rsidR="001E64D8" w:rsidRPr="00D51F92">
        <w:t xml:space="preserve">se uvede jméno </w:t>
      </w:r>
      <w:r w:rsidRPr="00D51F92">
        <w:t>a</w:t>
      </w:r>
      <w:r>
        <w:t> </w:t>
      </w:r>
      <w:r w:rsidRPr="00D51F92">
        <w:t>p</w:t>
      </w:r>
      <w:r w:rsidR="001E64D8" w:rsidRPr="00D51F92">
        <w:t xml:space="preserve">říjmení kandidáta, číslo </w:t>
      </w:r>
      <w:r w:rsidRPr="00D51F92">
        <w:t>a</w:t>
      </w:r>
      <w:r>
        <w:t> </w:t>
      </w:r>
      <w:r w:rsidRPr="00D51F92">
        <w:t>s</w:t>
      </w:r>
      <w:r w:rsidR="001E64D8" w:rsidRPr="00D51F92">
        <w:t xml:space="preserve">ídlo volebního obvodu, do kterého kandidát kandiduje, </w:t>
      </w:r>
      <w:r w:rsidRPr="00D51F92">
        <w:t>a</w:t>
      </w:r>
      <w:r>
        <w:t> </w:t>
      </w:r>
      <w:r w:rsidRPr="00D51F92">
        <w:t>r</w:t>
      </w:r>
      <w:r w:rsidR="001E64D8" w:rsidRPr="00D51F92">
        <w:t>ok konání voleb</w:t>
      </w:r>
      <w:r w:rsidR="001E64D8">
        <w:t>“ se nahrazují slovy „</w:t>
      </w:r>
      <w:r>
        <w:t>a v</w:t>
      </w:r>
      <w:r w:rsidR="001E64D8">
        <w:t xml:space="preserve"> záhlaví </w:t>
      </w:r>
      <w:r w:rsidR="001E64D8" w:rsidRPr="004805CE">
        <w:t>na každém jejím očíslovaném podpisovém archu se</w:t>
      </w:r>
      <w:r w:rsidR="001E64D8" w:rsidRPr="00D51F92">
        <w:t xml:space="preserve"> uvede skutečnost, že petice je určena na podporu kandidatury nezávislého kandidáta, jeho jméno </w:t>
      </w:r>
      <w:r w:rsidRPr="00D51F92">
        <w:t>a</w:t>
      </w:r>
      <w:r>
        <w:t> </w:t>
      </w:r>
      <w:r w:rsidRPr="00D51F92">
        <w:t>p</w:t>
      </w:r>
      <w:r w:rsidR="001E64D8" w:rsidRPr="00D51F92">
        <w:t xml:space="preserve">říjmení, rok narození, číslo </w:t>
      </w:r>
      <w:r w:rsidRPr="00D51F92">
        <w:t>a</w:t>
      </w:r>
      <w:r>
        <w:t> </w:t>
      </w:r>
      <w:r w:rsidRPr="00D51F92">
        <w:t>s</w:t>
      </w:r>
      <w:r w:rsidR="001E64D8" w:rsidRPr="00D51F92">
        <w:t xml:space="preserve">ídlo volebního obvodu, do kterého kandidát kandiduje, </w:t>
      </w:r>
      <w:r w:rsidRPr="00D51F92">
        <w:t>a</w:t>
      </w:r>
      <w:r>
        <w:t> </w:t>
      </w:r>
      <w:r w:rsidRPr="00D51F92">
        <w:t>r</w:t>
      </w:r>
      <w:r w:rsidR="001E64D8" w:rsidRPr="00D51F92">
        <w:t>ok konání voleb</w:t>
      </w:r>
      <w:r w:rsidR="001E64D8">
        <w:t>“.</w:t>
      </w:r>
    </w:p>
    <w:p w:rsidR="001E64D8" w:rsidRDefault="00A93B6A" w:rsidP="00CD64DF">
      <w:pPr>
        <w:pStyle w:val="Novelizanbod"/>
      </w:pPr>
      <w:r>
        <w:t>§ </w:t>
      </w:r>
      <w:r w:rsidR="001E64D8">
        <w:t>82 včetně nadpisu zní:</w:t>
      </w:r>
    </w:p>
    <w:p w:rsidR="001E64D8" w:rsidRPr="0060337A" w:rsidRDefault="001E64D8" w:rsidP="001E64D8">
      <w:pPr>
        <w:spacing w:after="120"/>
        <w:jc w:val="center"/>
      </w:pPr>
      <w:r w:rsidRPr="0060337A">
        <w:t>„</w:t>
      </w:r>
      <w:r w:rsidR="00A93B6A">
        <w:t>§ </w:t>
      </w:r>
      <w:r w:rsidRPr="0060337A">
        <w:t>82</w:t>
      </w:r>
    </w:p>
    <w:p w:rsidR="001E64D8" w:rsidRPr="0060337A" w:rsidRDefault="001E64D8" w:rsidP="001E64D8">
      <w:pPr>
        <w:spacing w:after="120"/>
        <w:jc w:val="center"/>
        <w:rPr>
          <w:b/>
        </w:rPr>
      </w:pPr>
      <w:r w:rsidRPr="0060337A">
        <w:rPr>
          <w:b/>
        </w:rPr>
        <w:t>Nároky členů volebních komisí</w:t>
      </w:r>
    </w:p>
    <w:p w:rsidR="001E64D8" w:rsidRPr="0060337A" w:rsidRDefault="001E64D8" w:rsidP="00CD64DF">
      <w:pPr>
        <w:pStyle w:val="Textodstavce"/>
      </w:pPr>
      <w:r w:rsidRPr="0060337A">
        <w:t xml:space="preserve">Člen okrskové volební komise </w:t>
      </w:r>
      <w:r w:rsidR="00A93B6A" w:rsidRPr="0060337A">
        <w:t>a</w:t>
      </w:r>
      <w:r w:rsidR="00A93B6A">
        <w:t> </w:t>
      </w:r>
      <w:r w:rsidR="00A93B6A" w:rsidRPr="0060337A">
        <w:t>z</w:t>
      </w:r>
      <w:r w:rsidRPr="0060337A">
        <w:t>vláštní okrskové volební komise má nárok na</w:t>
      </w:r>
      <w:r>
        <w:t> </w:t>
      </w:r>
      <w:r w:rsidRPr="0060337A">
        <w:t xml:space="preserve">zvláštní odměnu za výkon funkce. Předseda, místopředseda </w:t>
      </w:r>
      <w:r w:rsidR="00A93B6A" w:rsidRPr="0060337A">
        <w:t>a</w:t>
      </w:r>
      <w:r w:rsidR="00A93B6A">
        <w:t> </w:t>
      </w:r>
      <w:r w:rsidR="00A93B6A" w:rsidRPr="0060337A">
        <w:t>z</w:t>
      </w:r>
      <w:r w:rsidRPr="0060337A">
        <w:t xml:space="preserve">apisovatel okrskové volební komise </w:t>
      </w:r>
      <w:r w:rsidR="00A93B6A" w:rsidRPr="0060337A">
        <w:t>a</w:t>
      </w:r>
      <w:r w:rsidR="00A93B6A">
        <w:t> </w:t>
      </w:r>
      <w:r w:rsidR="00A93B6A" w:rsidRPr="0060337A">
        <w:t>z</w:t>
      </w:r>
      <w:r w:rsidRPr="0060337A">
        <w:t xml:space="preserve">vláštní okrskové volební komise mají nárok na vyšší zvláštní odměnu za výkon funkce než ostatní členové okrskové volební komise </w:t>
      </w:r>
      <w:r w:rsidR="00A93B6A" w:rsidRPr="0060337A">
        <w:t>a</w:t>
      </w:r>
      <w:r w:rsidR="00A93B6A">
        <w:t> </w:t>
      </w:r>
      <w:r w:rsidR="00A93B6A" w:rsidRPr="0060337A">
        <w:t>z</w:t>
      </w:r>
      <w:r w:rsidRPr="0060337A">
        <w:t>vláštní okrskové volební komise. Nárok na vyšší zvláštní odměnu za výkon funkce nemá člen okrskové volební komise, který nesplnil povinnost účastnit se školení k zásadám hlasování a</w:t>
      </w:r>
      <w:r>
        <w:t> </w:t>
      </w:r>
      <w:r w:rsidRPr="0060337A">
        <w:t xml:space="preserve">k systému zjišťování </w:t>
      </w:r>
      <w:r w:rsidR="00A93B6A" w:rsidRPr="0060337A">
        <w:t>a</w:t>
      </w:r>
      <w:r w:rsidR="00A93B6A">
        <w:t> </w:t>
      </w:r>
      <w:r w:rsidR="00A93B6A" w:rsidRPr="0060337A">
        <w:t>z</w:t>
      </w:r>
      <w:r w:rsidRPr="0060337A">
        <w:t xml:space="preserve">pracování výsledků hlasování, ledaže byl zapisovatel jmenován nebo předseda </w:t>
      </w:r>
      <w:r w:rsidR="00A93B6A" w:rsidRPr="0060337A">
        <w:t>a</w:t>
      </w:r>
      <w:r w:rsidR="00A93B6A">
        <w:t> </w:t>
      </w:r>
      <w:r w:rsidR="00A93B6A" w:rsidRPr="0060337A">
        <w:t>m</w:t>
      </w:r>
      <w:r w:rsidRPr="0060337A">
        <w:t xml:space="preserve">ístopředseda určen losem </w:t>
      </w:r>
      <w:r w:rsidR="00A93B6A" w:rsidRPr="0060337A">
        <w:t>v</w:t>
      </w:r>
      <w:r w:rsidR="00A93B6A">
        <w:t> </w:t>
      </w:r>
      <w:r w:rsidR="00A93B6A" w:rsidRPr="0060337A">
        <w:t>d</w:t>
      </w:r>
      <w:r w:rsidRPr="0060337A">
        <w:t>obě, kdy již nebylo možné účast na</w:t>
      </w:r>
      <w:r>
        <w:t> </w:t>
      </w:r>
      <w:r w:rsidRPr="0060337A">
        <w:t>školení zajistit.</w:t>
      </w:r>
    </w:p>
    <w:p w:rsidR="001E64D8" w:rsidRPr="005E3A0E" w:rsidRDefault="001E64D8" w:rsidP="00CD64DF">
      <w:pPr>
        <w:pStyle w:val="Textodstavce"/>
      </w:pPr>
      <w:r w:rsidRPr="0060337A">
        <w:t xml:space="preserve">Člen okrskové volební komise </w:t>
      </w:r>
      <w:r w:rsidR="00A93B6A" w:rsidRPr="0060337A">
        <w:t>a</w:t>
      </w:r>
      <w:r w:rsidR="00A93B6A">
        <w:t> </w:t>
      </w:r>
      <w:r w:rsidR="00A93B6A" w:rsidRPr="0060337A">
        <w:t>z</w:t>
      </w:r>
      <w:r w:rsidRPr="0060337A">
        <w:t xml:space="preserve">vláštní okrskové volební komise, který je v pracovním nebo služebním poměru, má nárok na pracovní nebo služební volno v nezbytně nutném rozsahu </w:t>
      </w:r>
      <w:r w:rsidR="00A93B6A" w:rsidRPr="0060337A">
        <w:t>a</w:t>
      </w:r>
      <w:r w:rsidR="00A93B6A">
        <w:t> </w:t>
      </w:r>
      <w:r w:rsidR="00A93B6A" w:rsidRPr="0060337A">
        <w:t>n</w:t>
      </w:r>
      <w:r w:rsidRPr="0060337A">
        <w:t>a náhradu mzdy, platu, služebního příjmu nebo odměny ve</w:t>
      </w:r>
      <w:r>
        <w:t> </w:t>
      </w:r>
      <w:r w:rsidRPr="0060337A">
        <w:t xml:space="preserve">výši průměrného výdělku od uvolňujícího zaměstnavatele. Členovi okrskové volební komise </w:t>
      </w:r>
      <w:r w:rsidR="00A93B6A" w:rsidRPr="0060337A">
        <w:t>a</w:t>
      </w:r>
      <w:r w:rsidR="00A93B6A">
        <w:t> </w:t>
      </w:r>
      <w:r w:rsidR="00A93B6A" w:rsidRPr="0060337A">
        <w:t>z</w:t>
      </w:r>
      <w:r w:rsidRPr="0060337A">
        <w:t xml:space="preserve">vláštní okrskové volební komise, který není </w:t>
      </w:r>
      <w:r w:rsidR="00A93B6A" w:rsidRPr="0060337A">
        <w:t>v</w:t>
      </w:r>
      <w:r w:rsidR="00A93B6A">
        <w:t> </w:t>
      </w:r>
      <w:r w:rsidR="00A93B6A" w:rsidRPr="0060337A">
        <w:t>p</w:t>
      </w:r>
      <w:r w:rsidRPr="0060337A">
        <w:t xml:space="preserve">racovním nebo služebním poměru, avšak je výdělečně činný, přísluší paušální náhrada ušlého výdělku za dobu výkonu funkce člena okrskové volební komise </w:t>
      </w:r>
      <w:r w:rsidR="00A93B6A" w:rsidRPr="0060337A">
        <w:t>a</w:t>
      </w:r>
      <w:r w:rsidR="00A93B6A">
        <w:t> </w:t>
      </w:r>
      <w:r w:rsidR="00A93B6A" w:rsidRPr="0060337A">
        <w:t>z</w:t>
      </w:r>
      <w:r w:rsidRPr="0060337A">
        <w:t>vláštní okrskové volební komise.“.</w:t>
      </w:r>
    </w:p>
    <w:p w:rsidR="001E64D8" w:rsidRPr="00935D5C" w:rsidRDefault="00CD64DF" w:rsidP="00CD64DF">
      <w:pPr>
        <w:pStyle w:val="lnek"/>
      </w:pPr>
      <w:r>
        <w:t xml:space="preserve">Čl. </w:t>
      </w:r>
      <w:r w:rsidR="001E64D8" w:rsidRPr="00935D5C">
        <w:t>II</w:t>
      </w:r>
    </w:p>
    <w:p w:rsidR="001E64D8" w:rsidRPr="00935D5C" w:rsidRDefault="001E64D8" w:rsidP="00CD64DF">
      <w:pPr>
        <w:pStyle w:val="Nadpislnku"/>
      </w:pPr>
      <w:r w:rsidRPr="00935D5C">
        <w:t>Přechodn</w:t>
      </w:r>
      <w:r>
        <w:t>é</w:t>
      </w:r>
      <w:r w:rsidRPr="00935D5C">
        <w:t xml:space="preserve"> ustanovení</w:t>
      </w:r>
    </w:p>
    <w:p w:rsidR="001E64D8" w:rsidRDefault="001E64D8" w:rsidP="00CD64DF">
      <w:pPr>
        <w:pStyle w:val="Textlnku"/>
      </w:pPr>
      <w:r w:rsidRPr="00935D5C">
        <w:t xml:space="preserve">Zákon </w:t>
      </w:r>
      <w:r w:rsidR="00A93B6A">
        <w:t>č. </w:t>
      </w:r>
      <w:r w:rsidRPr="00935D5C">
        <w:t>247/1995 Sb.</w:t>
      </w:r>
      <w:r>
        <w:t xml:space="preserve">, ve znění účinném ode dne nabytí účinnosti tohoto zákona, se poprvé použije ve volbách do Poslanecké sněmovny nebo ve volbách do Senátu vyhlášených po nabytí účinnosti tohoto zákona. Ustanovení </w:t>
      </w:r>
      <w:r w:rsidR="00A93B6A">
        <w:t>§ </w:t>
      </w:r>
      <w:r>
        <w:t xml:space="preserve">61 odst. 2 písm. d) zákona </w:t>
      </w:r>
      <w:r w:rsidR="00A93B6A">
        <w:t>č. </w:t>
      </w:r>
      <w:r>
        <w:t>247/1995 Sb. se pro volby do Senátu vyhlášené v roce 2018 použije ve znění účinném do dne nabytí účinnosti tohoto zákona.</w:t>
      </w:r>
    </w:p>
    <w:p w:rsidR="001E64D8" w:rsidRPr="00935D5C" w:rsidRDefault="001E64D8" w:rsidP="001E64D8">
      <w:pPr>
        <w:tabs>
          <w:tab w:val="left" w:pos="0"/>
        </w:tabs>
        <w:ind w:firstLine="567"/>
      </w:pPr>
    </w:p>
    <w:p w:rsidR="001E64D8" w:rsidRPr="00935D5C" w:rsidRDefault="00CD64DF" w:rsidP="00CD64DF">
      <w:pPr>
        <w:pStyle w:val="ST"/>
      </w:pPr>
      <w:r>
        <w:t xml:space="preserve">ČÁST </w:t>
      </w:r>
      <w:r w:rsidR="001E64D8" w:rsidRPr="00935D5C">
        <w:t>DRUHÁ</w:t>
      </w:r>
    </w:p>
    <w:p w:rsidR="001E64D8" w:rsidRPr="00935D5C" w:rsidRDefault="001E64D8" w:rsidP="00CD64DF">
      <w:pPr>
        <w:pStyle w:val="NADPISSTI"/>
      </w:pPr>
      <w:r w:rsidRPr="00935D5C">
        <w:t xml:space="preserve">Změna zákona </w:t>
      </w:r>
      <w:r w:rsidR="00A93B6A" w:rsidRPr="00935D5C">
        <w:t>o</w:t>
      </w:r>
      <w:r w:rsidR="00A93B6A">
        <w:t> </w:t>
      </w:r>
      <w:r w:rsidR="00A93B6A" w:rsidRPr="00935D5C">
        <w:t>v</w:t>
      </w:r>
      <w:r w:rsidRPr="00935D5C">
        <w:t>olbách do zastupitelstev krajů</w:t>
      </w:r>
    </w:p>
    <w:p w:rsidR="001E64D8" w:rsidRPr="00935D5C" w:rsidRDefault="00CD64DF" w:rsidP="00CD64DF">
      <w:pPr>
        <w:pStyle w:val="lnek"/>
      </w:pPr>
      <w:r>
        <w:t xml:space="preserve">Čl. </w:t>
      </w:r>
      <w:r w:rsidR="001E64D8" w:rsidRPr="00935D5C">
        <w:t>III</w:t>
      </w:r>
    </w:p>
    <w:p w:rsidR="001E64D8" w:rsidRPr="00935D5C" w:rsidRDefault="001E64D8" w:rsidP="00CD64DF">
      <w:pPr>
        <w:pStyle w:val="Textlnku"/>
      </w:pPr>
      <w:r w:rsidRPr="00935D5C">
        <w:t xml:space="preserve">Zákon </w:t>
      </w:r>
      <w:r w:rsidR="00A93B6A">
        <w:t>č. </w:t>
      </w:r>
      <w:r w:rsidRPr="00935D5C">
        <w:t xml:space="preserve">130/2000 Sb., </w:t>
      </w:r>
      <w:r w:rsidR="00A93B6A" w:rsidRPr="00935D5C">
        <w:t>o</w:t>
      </w:r>
      <w:r w:rsidR="00A93B6A">
        <w:t> </w:t>
      </w:r>
      <w:r w:rsidR="00A93B6A" w:rsidRPr="00935D5C">
        <w:t>v</w:t>
      </w:r>
      <w:r w:rsidRPr="00935D5C">
        <w:t xml:space="preserve">olbách do zastupitelstev krajů </w:t>
      </w:r>
      <w:r w:rsidR="00A93B6A" w:rsidRPr="00935D5C">
        <w:t>a</w:t>
      </w:r>
      <w:r w:rsidR="00A93B6A">
        <w:t> </w:t>
      </w:r>
      <w:r w:rsidR="00A93B6A" w:rsidRPr="00935D5C">
        <w:t>o</w:t>
      </w:r>
      <w:r w:rsidRPr="00935D5C">
        <w:t xml:space="preserve"> změně některých zákonů, ve znění zákona </w:t>
      </w:r>
      <w:r w:rsidR="00A93B6A">
        <w:t>č. </w:t>
      </w:r>
      <w:r w:rsidRPr="00935D5C">
        <w:t xml:space="preserve">273/2001 Sb., zákona </w:t>
      </w:r>
      <w:r w:rsidR="00A93B6A">
        <w:t>č. </w:t>
      </w:r>
      <w:r w:rsidRPr="00935D5C">
        <w:t xml:space="preserve">37/2002 Sb., zákona </w:t>
      </w:r>
      <w:r w:rsidR="00A93B6A">
        <w:t>č. </w:t>
      </w:r>
      <w:r w:rsidRPr="00935D5C">
        <w:t xml:space="preserve">230/2002 Sb., zákona </w:t>
      </w:r>
      <w:r w:rsidR="00A93B6A">
        <w:lastRenderedPageBreak/>
        <w:t>č. </w:t>
      </w:r>
      <w:r w:rsidRPr="00935D5C">
        <w:t xml:space="preserve">320/2009 Sb., zákona </w:t>
      </w:r>
      <w:r w:rsidR="00A93B6A">
        <w:t>č. </w:t>
      </w:r>
      <w:r w:rsidRPr="00935D5C">
        <w:t>222/2012 Sb.</w:t>
      </w:r>
      <w:r>
        <w:t>,</w:t>
      </w:r>
      <w:r w:rsidRPr="00935D5C">
        <w:t xml:space="preserve"> zákona </w:t>
      </w:r>
      <w:r w:rsidR="00A93B6A">
        <w:t>č. </w:t>
      </w:r>
      <w:r w:rsidRPr="00935D5C">
        <w:t>58/2014 Sb.</w:t>
      </w:r>
      <w:r>
        <w:t xml:space="preserve">, zákona </w:t>
      </w:r>
      <w:r w:rsidR="00A93B6A">
        <w:t>č. </w:t>
      </w:r>
      <w:r>
        <w:t>114/2016 Sb.,</w:t>
      </w:r>
      <w:r w:rsidRPr="00935D5C">
        <w:t xml:space="preserve"> </w:t>
      </w:r>
      <w:r>
        <w:t xml:space="preserve">zákona </w:t>
      </w:r>
      <w:r w:rsidR="00A93B6A">
        <w:t>č. </w:t>
      </w:r>
      <w:r>
        <w:t xml:space="preserve">322/2016 Sb. </w:t>
      </w:r>
      <w:r w:rsidR="00A93B6A">
        <w:t>a z</w:t>
      </w:r>
      <w:r>
        <w:t xml:space="preserve">ákona </w:t>
      </w:r>
      <w:r w:rsidR="00A93B6A">
        <w:t>č. </w:t>
      </w:r>
      <w:r>
        <w:t xml:space="preserve">90/2017 Sb., </w:t>
      </w:r>
      <w:r w:rsidRPr="00935D5C">
        <w:t>se mění takto:</w:t>
      </w:r>
    </w:p>
    <w:p w:rsidR="001E64D8" w:rsidRDefault="00A93B6A" w:rsidP="00A93B6A">
      <w:pPr>
        <w:pStyle w:val="Novelizanbod"/>
        <w:keepNext w:val="0"/>
        <w:numPr>
          <w:ilvl w:val="0"/>
          <w:numId w:val="12"/>
        </w:numPr>
      </w:pPr>
      <w:r>
        <w:t>V § </w:t>
      </w:r>
      <w:r w:rsidR="001E64D8">
        <w:t xml:space="preserve">10 odst. 2 písm. f) se slovo „určených“ zrušuje </w:t>
      </w:r>
      <w:r>
        <w:t>a n</w:t>
      </w:r>
      <w:r w:rsidR="001E64D8">
        <w:t xml:space="preserve">a konci textu písmene f) se doplňují </w:t>
      </w:r>
      <w:proofErr w:type="gramStart"/>
      <w:r w:rsidR="001E64D8">
        <w:t>slova „</w:t>
      </w:r>
      <w:r w:rsidR="00CD64DF">
        <w:t xml:space="preserve"> </w:t>
      </w:r>
      <w:r w:rsidR="001E64D8" w:rsidRPr="00DF329D">
        <w:t xml:space="preserve">, </w:t>
      </w:r>
      <w:r w:rsidRPr="00DF329D">
        <w:t>a</w:t>
      </w:r>
      <w:r>
        <w:t> </w:t>
      </w:r>
      <w:r w:rsidRPr="00DF329D">
        <w:t>t</w:t>
      </w:r>
      <w:r w:rsidR="001E64D8" w:rsidRPr="00DF329D">
        <w:t>o</w:t>
      </w:r>
      <w:proofErr w:type="gramEnd"/>
      <w:r w:rsidR="001E64D8" w:rsidRPr="00DF329D">
        <w:t xml:space="preserve"> alespoň pro osoby, jejichž účast na školení je povinná</w:t>
      </w:r>
      <w:r w:rsidR="001E64D8">
        <w:t>“.</w:t>
      </w:r>
    </w:p>
    <w:p w:rsidR="001E64D8" w:rsidRDefault="00A93B6A" w:rsidP="00A93B6A">
      <w:pPr>
        <w:pStyle w:val="Novelizanbod"/>
        <w:keepNext w:val="0"/>
      </w:pPr>
      <w:r>
        <w:t>V § </w:t>
      </w:r>
      <w:r w:rsidR="001E64D8">
        <w:t xml:space="preserve">11 se na konci odstavce 1 tečka nahrazuje čárkou </w:t>
      </w:r>
      <w:r>
        <w:t>a d</w:t>
      </w:r>
      <w:r w:rsidR="001E64D8">
        <w:t>oplňuje se písmeno o), které zní:</w:t>
      </w:r>
    </w:p>
    <w:p w:rsidR="001E64D8" w:rsidRDefault="001E64D8" w:rsidP="00A93B6A">
      <w:pPr>
        <w:pStyle w:val="Psmeno"/>
        <w:keepNext w:val="0"/>
      </w:pPr>
      <w:r>
        <w:t>„o)</w:t>
      </w:r>
      <w:r>
        <w:tab/>
      </w:r>
      <w:r w:rsidR="00A93B6A" w:rsidRPr="00975633">
        <w:t>v</w:t>
      </w:r>
      <w:r w:rsidR="00A93B6A">
        <w:t> </w:t>
      </w:r>
      <w:r w:rsidR="00A93B6A" w:rsidRPr="00975633">
        <w:t>p</w:t>
      </w:r>
      <w:r w:rsidRPr="00975633">
        <w:t xml:space="preserve">řípadě potřeby poskytuje nezbytnou součinnost při </w:t>
      </w:r>
      <w:r w:rsidRPr="00AB6A5D">
        <w:t xml:space="preserve">zajištění školení členů okrskových volebních komisí prováděného Českým statistickým úřadem </w:t>
      </w:r>
      <w:r w:rsidR="00A93B6A" w:rsidRPr="00AB6A5D">
        <w:t>k</w:t>
      </w:r>
      <w:r w:rsidR="00A93B6A">
        <w:t> </w:t>
      </w:r>
      <w:r w:rsidR="00A93B6A" w:rsidRPr="00AB6A5D">
        <w:t>s</w:t>
      </w:r>
      <w:r w:rsidRPr="00AB6A5D">
        <w:t>ystému zjišťování a</w:t>
      </w:r>
      <w:r>
        <w:t> </w:t>
      </w:r>
      <w:r w:rsidRPr="00AB6A5D">
        <w:t xml:space="preserve">zpracování výsledků voleb </w:t>
      </w:r>
      <w:r w:rsidR="00A93B6A" w:rsidRPr="00AB6A5D">
        <w:t>a</w:t>
      </w:r>
      <w:r w:rsidR="00A93B6A">
        <w:t> </w:t>
      </w:r>
      <w:r w:rsidR="00A93B6A" w:rsidRPr="00AB6A5D">
        <w:t>p</w:t>
      </w:r>
      <w:r w:rsidRPr="00AB6A5D">
        <w:t xml:space="preserve">ověřeným obecním úřadem </w:t>
      </w:r>
      <w:r w:rsidR="00A93B6A" w:rsidRPr="00AB6A5D">
        <w:t>k</w:t>
      </w:r>
      <w:r w:rsidR="00A93B6A">
        <w:t> </w:t>
      </w:r>
      <w:r w:rsidR="00A93B6A" w:rsidRPr="00AB6A5D">
        <w:t>z</w:t>
      </w:r>
      <w:r w:rsidRPr="00AB6A5D">
        <w:t>ásadám hlasování.</w:t>
      </w:r>
      <w:r>
        <w:t>“.</w:t>
      </w:r>
    </w:p>
    <w:p w:rsidR="001E64D8" w:rsidRDefault="00A93B6A" w:rsidP="00A93B6A">
      <w:pPr>
        <w:pStyle w:val="Novelizanbod"/>
        <w:keepNext w:val="0"/>
      </w:pPr>
      <w:r>
        <w:t>V § </w:t>
      </w:r>
      <w:r w:rsidR="001E64D8">
        <w:t xml:space="preserve">13 se na konci odstavce 1 tečka nahrazuje čárkou </w:t>
      </w:r>
      <w:r>
        <w:t>a d</w:t>
      </w:r>
      <w:r w:rsidR="001E64D8">
        <w:t>oplňuje se písmeno h), které zní:</w:t>
      </w:r>
    </w:p>
    <w:p w:rsidR="001E64D8" w:rsidRDefault="001E64D8" w:rsidP="00A93B6A">
      <w:pPr>
        <w:pStyle w:val="Psmeno"/>
        <w:keepNext w:val="0"/>
      </w:pPr>
      <w:r>
        <w:t>„</w:t>
      </w:r>
      <w:r w:rsidRPr="00F551EA">
        <w:t>h)</w:t>
      </w:r>
      <w:r w:rsidR="00CD64DF">
        <w:tab/>
      </w:r>
      <w:r w:rsidRPr="000C48DF">
        <w:t xml:space="preserve">zajišťuje </w:t>
      </w:r>
      <w:r w:rsidR="00A93B6A" w:rsidRPr="000C48DF">
        <w:t>a</w:t>
      </w:r>
      <w:r w:rsidR="00A93B6A">
        <w:t> </w:t>
      </w:r>
      <w:r w:rsidR="00A93B6A" w:rsidRPr="000C48DF">
        <w:t>p</w:t>
      </w:r>
      <w:r w:rsidRPr="000C48DF">
        <w:t xml:space="preserve">rovádí školení členů okrskových volebních komisí </w:t>
      </w:r>
      <w:r w:rsidR="00A93B6A" w:rsidRPr="000C48DF">
        <w:t>k</w:t>
      </w:r>
      <w:r w:rsidR="00A93B6A">
        <w:t> </w:t>
      </w:r>
      <w:r w:rsidR="00A93B6A" w:rsidRPr="000C48DF">
        <w:t>z</w:t>
      </w:r>
      <w:r w:rsidRPr="000C48DF">
        <w:t>ásadám hlasování a</w:t>
      </w:r>
      <w:r>
        <w:t> </w:t>
      </w:r>
      <w:r w:rsidRPr="000C48DF">
        <w:t xml:space="preserve">zajišťuje školení </w:t>
      </w:r>
      <w:r w:rsidR="00A93B6A" w:rsidRPr="000C48DF">
        <w:t>k</w:t>
      </w:r>
      <w:r w:rsidR="00A93B6A">
        <w:t> </w:t>
      </w:r>
      <w:r w:rsidR="00A93B6A" w:rsidRPr="000C48DF">
        <w:t>s</w:t>
      </w:r>
      <w:r w:rsidRPr="000C48DF">
        <w:t xml:space="preserve">ystému zjišťování </w:t>
      </w:r>
      <w:r w:rsidR="00A93B6A" w:rsidRPr="000C48DF">
        <w:t>a</w:t>
      </w:r>
      <w:r w:rsidR="00A93B6A">
        <w:t> </w:t>
      </w:r>
      <w:r w:rsidR="00A93B6A" w:rsidRPr="000C48DF">
        <w:t>z</w:t>
      </w:r>
      <w:r w:rsidRPr="000C48DF">
        <w:t>pracování výsledků voleb, které provádí Český statistický úřad</w:t>
      </w:r>
      <w:r w:rsidRPr="00C568C1">
        <w:t xml:space="preserve">, </w:t>
      </w:r>
      <w:r w:rsidR="00A93B6A" w:rsidRPr="00C568C1">
        <w:t>a</w:t>
      </w:r>
      <w:r w:rsidR="00A93B6A">
        <w:t> </w:t>
      </w:r>
      <w:r w:rsidR="00A93B6A" w:rsidRPr="00C568C1">
        <w:t>i</w:t>
      </w:r>
      <w:r w:rsidRPr="00C568C1">
        <w:t xml:space="preserve">nformuje obecní úřad </w:t>
      </w:r>
      <w:r w:rsidR="00A93B6A" w:rsidRPr="00C568C1">
        <w:t>o</w:t>
      </w:r>
      <w:r w:rsidR="00A93B6A">
        <w:t> </w:t>
      </w:r>
      <w:r w:rsidR="00A93B6A" w:rsidRPr="00C568C1">
        <w:t>ú</w:t>
      </w:r>
      <w:r w:rsidRPr="00C568C1">
        <w:t>časti na těchto školeních</w:t>
      </w:r>
      <w:r w:rsidRPr="00F551EA">
        <w:t>.</w:t>
      </w:r>
      <w:r>
        <w:t>“.</w:t>
      </w:r>
    </w:p>
    <w:p w:rsidR="001E64D8" w:rsidRPr="0047358A" w:rsidRDefault="00A93B6A" w:rsidP="00A93B6A">
      <w:pPr>
        <w:pStyle w:val="Novelizanbod"/>
        <w:keepNext w:val="0"/>
      </w:pPr>
      <w:r w:rsidRPr="0047358A">
        <w:t>V</w:t>
      </w:r>
      <w:r>
        <w:t> § </w:t>
      </w:r>
      <w:r w:rsidR="001E64D8" w:rsidRPr="0047358A">
        <w:t>13 odst. 2 se za text „písm. b)“ vkládají slova „</w:t>
      </w:r>
      <w:r w:rsidRPr="0047358A">
        <w:t>a</w:t>
      </w:r>
      <w:r>
        <w:t> </w:t>
      </w:r>
      <w:r w:rsidRPr="0047358A">
        <w:t>h</w:t>
      </w:r>
      <w:r w:rsidR="001E64D8" w:rsidRPr="0047358A">
        <w:t>)“.</w:t>
      </w:r>
    </w:p>
    <w:p w:rsidR="001E64D8" w:rsidRDefault="00A93B6A" w:rsidP="00A93B6A">
      <w:pPr>
        <w:pStyle w:val="Novelizanbod"/>
        <w:keepNext w:val="0"/>
      </w:pPr>
      <w:r>
        <w:t>V § </w:t>
      </w:r>
      <w:r w:rsidR="001E64D8">
        <w:t xml:space="preserve">15 odst. 1 se na konci textu písmene d) doplňují </w:t>
      </w:r>
      <w:proofErr w:type="gramStart"/>
      <w:r w:rsidR="001E64D8">
        <w:t>slova „</w:t>
      </w:r>
      <w:r w:rsidR="00CD64DF">
        <w:t xml:space="preserve"> </w:t>
      </w:r>
      <w:r w:rsidR="001E64D8" w:rsidRPr="00365CFF">
        <w:t xml:space="preserve">, </w:t>
      </w:r>
      <w:r w:rsidRPr="00365CFF">
        <w:t>a</w:t>
      </w:r>
      <w:r>
        <w:t> </w:t>
      </w:r>
      <w:r w:rsidRPr="00365CFF">
        <w:t>v</w:t>
      </w:r>
      <w:r w:rsidR="001E64D8" w:rsidRPr="00365CFF">
        <w:t>yrozumí</w:t>
      </w:r>
      <w:proofErr w:type="gramEnd"/>
      <w:r w:rsidR="001E64D8" w:rsidRPr="00365CFF">
        <w:t xml:space="preserve"> členy okrskové volební komise</w:t>
      </w:r>
      <w:r w:rsidR="001E64D8">
        <w:t>, jejichž účast na školení je povinná,</w:t>
      </w:r>
      <w:r w:rsidR="001E64D8" w:rsidRPr="00365CFF">
        <w:t xml:space="preserve"> </w:t>
      </w:r>
      <w:r w:rsidRPr="00523555">
        <w:t>o</w:t>
      </w:r>
      <w:r>
        <w:t> </w:t>
      </w:r>
      <w:r w:rsidRPr="00523555">
        <w:t>t</w:t>
      </w:r>
      <w:r w:rsidR="001E64D8" w:rsidRPr="00523555">
        <w:t>ermínech školení k</w:t>
      </w:r>
      <w:r w:rsidR="00CD64DF">
        <w:t> </w:t>
      </w:r>
      <w:r w:rsidR="001E64D8" w:rsidRPr="00523555">
        <w:t xml:space="preserve">zásadám hlasování </w:t>
      </w:r>
      <w:r w:rsidRPr="00523555">
        <w:t>a</w:t>
      </w:r>
      <w:r>
        <w:t> </w:t>
      </w:r>
      <w:r w:rsidRPr="00523555">
        <w:t>k</w:t>
      </w:r>
      <w:r w:rsidR="001E64D8" w:rsidRPr="00523555">
        <w:t xml:space="preserve"> systému zjišťování </w:t>
      </w:r>
      <w:r w:rsidRPr="00523555">
        <w:t>a</w:t>
      </w:r>
      <w:r>
        <w:t> </w:t>
      </w:r>
      <w:r w:rsidRPr="00523555">
        <w:t>z</w:t>
      </w:r>
      <w:r w:rsidR="001E64D8" w:rsidRPr="00523555">
        <w:t>pracování výsledků hlasování a</w:t>
      </w:r>
      <w:r w:rsidR="00CD64DF">
        <w:t> </w:t>
      </w:r>
      <w:r w:rsidR="001E64D8" w:rsidRPr="00523555">
        <w:t>důsledcích nesplnění povinnosti se jich účastnit</w:t>
      </w:r>
      <w:r w:rsidR="001E64D8">
        <w:t>“.</w:t>
      </w:r>
    </w:p>
    <w:p w:rsidR="001E64D8" w:rsidRPr="00C64412" w:rsidRDefault="00A93B6A" w:rsidP="00A93B6A">
      <w:pPr>
        <w:pStyle w:val="Novelizanbod"/>
        <w:keepNext w:val="0"/>
      </w:pPr>
      <w:r w:rsidRPr="0060337A">
        <w:t>V</w:t>
      </w:r>
      <w:r>
        <w:t> § </w:t>
      </w:r>
      <w:r w:rsidR="001E64D8" w:rsidRPr="0060337A">
        <w:t xml:space="preserve">15 se na konci odstavce 2 doplňuje věta „Při vyrozumění členů okrskové volební komise </w:t>
      </w:r>
      <w:r w:rsidRPr="0060337A">
        <w:t>o</w:t>
      </w:r>
      <w:r>
        <w:t> </w:t>
      </w:r>
      <w:r w:rsidRPr="0060337A">
        <w:t>t</w:t>
      </w:r>
      <w:r w:rsidR="001E64D8" w:rsidRPr="0060337A">
        <w:t xml:space="preserve">ermínech školení </w:t>
      </w:r>
      <w:r w:rsidRPr="0060337A">
        <w:t>a</w:t>
      </w:r>
      <w:r>
        <w:t> </w:t>
      </w:r>
      <w:r w:rsidRPr="0060337A">
        <w:t>o</w:t>
      </w:r>
      <w:r w:rsidR="001E64D8" w:rsidRPr="0060337A">
        <w:t xml:space="preserve"> důsledcích nesplnění povinnosti se jich účastnit postupuje starosta obdobně.“.</w:t>
      </w:r>
    </w:p>
    <w:p w:rsidR="001E64D8" w:rsidRDefault="00A93B6A" w:rsidP="00A93B6A">
      <w:pPr>
        <w:pStyle w:val="Novelizanbod"/>
        <w:keepNext w:val="0"/>
      </w:pPr>
      <w:r>
        <w:t>V § </w:t>
      </w:r>
      <w:r w:rsidR="001E64D8">
        <w:t>17 odst. 5 písm. f) se za slovo „trvá“ vkládá slovo „nepřetržitě“.</w:t>
      </w:r>
    </w:p>
    <w:p w:rsidR="001E64D8" w:rsidRDefault="00A93B6A" w:rsidP="00373DD6">
      <w:pPr>
        <w:pStyle w:val="Novelizanbod"/>
        <w:keepNext w:val="0"/>
      </w:pPr>
      <w:r>
        <w:t>V § </w:t>
      </w:r>
      <w:r w:rsidR="001E64D8">
        <w:t xml:space="preserve">17 odst. 6 se věty první </w:t>
      </w:r>
      <w:r>
        <w:t>a d</w:t>
      </w:r>
      <w:r w:rsidR="001E64D8">
        <w:t>ruhá nahrazují větou „</w:t>
      </w:r>
      <w:r w:rsidR="001E64D8" w:rsidRPr="00F62CB0">
        <w:t xml:space="preserve">Zapisovatel je členem okrskové volební komise; </w:t>
      </w:r>
      <w:r w:rsidRPr="00F62CB0">
        <w:t>z</w:t>
      </w:r>
      <w:r>
        <w:t> </w:t>
      </w:r>
      <w:r w:rsidRPr="00F62CB0">
        <w:t>j</w:t>
      </w:r>
      <w:r w:rsidR="001E64D8" w:rsidRPr="00F62CB0">
        <w:t>ednání komise pořizuje zápis.</w:t>
      </w:r>
      <w:r w:rsidR="001E64D8">
        <w:t xml:space="preserve">“ </w:t>
      </w:r>
      <w:r>
        <w:t>a v</w:t>
      </w:r>
      <w:r w:rsidR="001E64D8">
        <w:t>ěta poslední se nahrazuje větou „</w:t>
      </w:r>
      <w:r w:rsidR="001E64D8" w:rsidRPr="005620EE">
        <w:t xml:space="preserve">Starosta odvolá zapisovatele, který přestane vykonávat svoji funkci nebo ji nevykonává řádně, </w:t>
      </w:r>
      <w:r w:rsidRPr="005620EE">
        <w:t>a</w:t>
      </w:r>
      <w:r>
        <w:t> </w:t>
      </w:r>
      <w:r w:rsidRPr="005620EE">
        <w:t>n</w:t>
      </w:r>
      <w:r w:rsidR="001E64D8" w:rsidRPr="005620EE">
        <w:t>a jeho místo neprodleně jmenuje nového zapisovatele.</w:t>
      </w:r>
      <w:r w:rsidR="001E64D8">
        <w:t>“.</w:t>
      </w:r>
    </w:p>
    <w:p w:rsidR="001E64D8" w:rsidRDefault="00A93B6A" w:rsidP="00A93B6A">
      <w:pPr>
        <w:pStyle w:val="Novelizanbod"/>
      </w:pPr>
      <w:r>
        <w:t>V § </w:t>
      </w:r>
      <w:r w:rsidR="001E64D8">
        <w:t>18 odst. 2 se slova „</w:t>
      </w:r>
      <w:r>
        <w:t>s p</w:t>
      </w:r>
      <w:r w:rsidR="001E64D8">
        <w:t>rávem hlasovat“ zrušují.</w:t>
      </w:r>
    </w:p>
    <w:p w:rsidR="001E64D8" w:rsidRDefault="00A93B6A" w:rsidP="006856C4">
      <w:pPr>
        <w:pStyle w:val="Novelizanbod"/>
        <w:keepNext w:val="0"/>
      </w:pPr>
      <w:r>
        <w:t>V § </w:t>
      </w:r>
      <w:r w:rsidR="001E64D8">
        <w:t xml:space="preserve">18 odst. 3 se na konci textu věty druhé doplňují </w:t>
      </w:r>
      <w:proofErr w:type="gramStart"/>
      <w:r w:rsidR="001E64D8">
        <w:t>slova „</w:t>
      </w:r>
      <w:r>
        <w:t xml:space="preserve"> </w:t>
      </w:r>
      <w:r w:rsidR="001E64D8" w:rsidRPr="00CF44D7">
        <w:t>; zapisovatel</w:t>
      </w:r>
      <w:proofErr w:type="gramEnd"/>
      <w:r w:rsidR="001E64D8" w:rsidRPr="00CF44D7">
        <w:t xml:space="preserve"> se do losování nezařazuje</w:t>
      </w:r>
      <w:r w:rsidR="001E64D8">
        <w:t>“.</w:t>
      </w:r>
    </w:p>
    <w:p w:rsidR="001E64D8" w:rsidRDefault="00A93B6A" w:rsidP="00A93B6A">
      <w:pPr>
        <w:pStyle w:val="Novelizanbod"/>
      </w:pPr>
      <w:r>
        <w:lastRenderedPageBreak/>
        <w:t>V § </w:t>
      </w:r>
      <w:r w:rsidR="001E64D8">
        <w:t>18 se za odstavec 3 vkládají nové odstavce 4 až 6, které znějí:</w:t>
      </w:r>
    </w:p>
    <w:p w:rsidR="001E64D8" w:rsidRPr="005B734E" w:rsidRDefault="001E64D8" w:rsidP="00A93B6A">
      <w:pPr>
        <w:pStyle w:val="Textparagrafu"/>
      </w:pPr>
      <w:r>
        <w:t>„</w:t>
      </w:r>
      <w:r w:rsidRPr="005B734E">
        <w:t xml:space="preserve">(4) Předsedu okrskové volební komise </w:t>
      </w:r>
      <w:r w:rsidR="00A93B6A" w:rsidRPr="005B734E">
        <w:t>v</w:t>
      </w:r>
      <w:r w:rsidR="00A93B6A">
        <w:t> </w:t>
      </w:r>
      <w:r w:rsidR="00A93B6A" w:rsidRPr="005B734E">
        <w:t>d</w:t>
      </w:r>
      <w:r w:rsidRPr="005B734E">
        <w:t>obě jeho nepřítomnosti zastupuje místopředseda okrskové volební komise.</w:t>
      </w:r>
    </w:p>
    <w:p w:rsidR="001E64D8" w:rsidRPr="005B734E" w:rsidRDefault="001E64D8" w:rsidP="00A93B6A">
      <w:pPr>
        <w:pStyle w:val="Textparagrafu"/>
      </w:pPr>
      <w:r w:rsidRPr="005B734E">
        <w:t xml:space="preserve">(5) Zapisovatel, předseda </w:t>
      </w:r>
      <w:r w:rsidR="00A93B6A" w:rsidRPr="005B734E">
        <w:t>a</w:t>
      </w:r>
      <w:r w:rsidR="00A93B6A">
        <w:t> </w:t>
      </w:r>
      <w:r w:rsidR="00A93B6A" w:rsidRPr="005B734E">
        <w:t>m</w:t>
      </w:r>
      <w:r w:rsidRPr="005B734E">
        <w:t xml:space="preserve">ístopředseda okrskové volební komise je povinen zúčastnit se školení </w:t>
      </w:r>
      <w:r w:rsidR="00A93B6A" w:rsidRPr="005B734E">
        <w:t>k</w:t>
      </w:r>
      <w:r w:rsidR="00A93B6A">
        <w:t> </w:t>
      </w:r>
      <w:r w:rsidR="00A93B6A" w:rsidRPr="005B734E">
        <w:t>z</w:t>
      </w:r>
      <w:r w:rsidRPr="005B734E">
        <w:t xml:space="preserve">ásadám hlasování </w:t>
      </w:r>
      <w:r w:rsidR="00A93B6A" w:rsidRPr="005B734E">
        <w:t>a</w:t>
      </w:r>
      <w:r w:rsidR="00A93B6A">
        <w:t> </w:t>
      </w:r>
      <w:r w:rsidR="00A93B6A" w:rsidRPr="005B734E">
        <w:t>k</w:t>
      </w:r>
      <w:r w:rsidRPr="005B734E">
        <w:t xml:space="preserve"> systému zjišťování </w:t>
      </w:r>
      <w:r w:rsidR="00A93B6A" w:rsidRPr="005B734E">
        <w:t>a</w:t>
      </w:r>
      <w:r w:rsidR="00A93B6A">
        <w:t> </w:t>
      </w:r>
      <w:r w:rsidR="00A93B6A" w:rsidRPr="005B734E">
        <w:t>z</w:t>
      </w:r>
      <w:r w:rsidRPr="005B734E">
        <w:t xml:space="preserve">pracování výsledků hlasování. </w:t>
      </w:r>
    </w:p>
    <w:p w:rsidR="001E64D8" w:rsidRDefault="001E64D8" w:rsidP="00A93B6A">
      <w:pPr>
        <w:pStyle w:val="Textparagrafu"/>
      </w:pPr>
      <w:r w:rsidRPr="005B734E">
        <w:t xml:space="preserve">(6) Obecní úřad ve spolupráci se zapisovatelem zajistí, aby ve volební místnosti </w:t>
      </w:r>
      <w:r w:rsidR="00A93B6A" w:rsidRPr="005B734E">
        <w:t>v</w:t>
      </w:r>
      <w:r w:rsidR="00A93B6A">
        <w:t> </w:t>
      </w:r>
      <w:r w:rsidR="00A93B6A" w:rsidRPr="005B734E">
        <w:t>p</w:t>
      </w:r>
      <w:r w:rsidRPr="005B734E">
        <w:t xml:space="preserve">růběhu hlasování bylo </w:t>
      </w:r>
      <w:r w:rsidR="00A93B6A" w:rsidRPr="005B734E">
        <w:t>u</w:t>
      </w:r>
      <w:r w:rsidR="00A93B6A">
        <w:t> </w:t>
      </w:r>
      <w:r w:rsidR="00A93B6A" w:rsidRPr="005B734E">
        <w:t>k</w:t>
      </w:r>
      <w:r w:rsidRPr="005B734E">
        <w:t xml:space="preserve">aždého člena okrskové volební komise uvedeno jeho jméno, příjmení, funkce </w:t>
      </w:r>
      <w:r w:rsidR="00A93B6A" w:rsidRPr="005B734E">
        <w:t>v</w:t>
      </w:r>
      <w:r w:rsidR="00A93B6A">
        <w:t> </w:t>
      </w:r>
      <w:r w:rsidR="00A93B6A" w:rsidRPr="005B734E">
        <w:t>o</w:t>
      </w:r>
      <w:r w:rsidRPr="005B734E">
        <w:t xml:space="preserve">krskové volební komisi </w:t>
      </w:r>
      <w:r w:rsidR="00A93B6A" w:rsidRPr="005B734E">
        <w:t>a</w:t>
      </w:r>
      <w:r w:rsidR="00A93B6A">
        <w:t> </w:t>
      </w:r>
      <w:r w:rsidR="00A93B6A" w:rsidRPr="005B734E">
        <w:t>ú</w:t>
      </w:r>
      <w:r w:rsidRPr="005B734E">
        <w:t xml:space="preserve">daj </w:t>
      </w:r>
      <w:r w:rsidR="00A93B6A" w:rsidRPr="005B734E">
        <w:t>o</w:t>
      </w:r>
      <w:r w:rsidR="00A93B6A">
        <w:t> </w:t>
      </w:r>
      <w:r w:rsidR="00A93B6A" w:rsidRPr="005B734E">
        <w:t>t</w:t>
      </w:r>
      <w:r w:rsidRPr="005B734E">
        <w:t xml:space="preserve">om, zda jej delegovala politická strana, politické hnutí nebo koalice </w:t>
      </w:r>
      <w:r>
        <w:t xml:space="preserve">anebo </w:t>
      </w:r>
      <w:r w:rsidRPr="005B734E">
        <w:t>jmenoval starosta.</w:t>
      </w:r>
      <w:r>
        <w:t>“.</w:t>
      </w:r>
    </w:p>
    <w:p w:rsidR="001E64D8" w:rsidRDefault="001E64D8" w:rsidP="00A93B6A">
      <w:pPr>
        <w:spacing w:before="120"/>
      </w:pPr>
      <w:r>
        <w:t>Dosavadní odstavec 4 se označuje jako odstavec 7.</w:t>
      </w:r>
    </w:p>
    <w:p w:rsidR="001E64D8" w:rsidRDefault="00A93B6A" w:rsidP="00A93B6A">
      <w:pPr>
        <w:pStyle w:val="Novelizanbod"/>
        <w:keepNext w:val="0"/>
      </w:pPr>
      <w:r w:rsidRPr="0047358A">
        <w:t>V</w:t>
      </w:r>
      <w:r>
        <w:t> § </w:t>
      </w:r>
      <w:r w:rsidR="001E64D8" w:rsidRPr="0047358A">
        <w:t>18 se odstavec 7 zrušuje.</w:t>
      </w:r>
    </w:p>
    <w:p w:rsidR="001E64D8" w:rsidRPr="0047358A" w:rsidRDefault="00A93B6A" w:rsidP="00A93B6A">
      <w:pPr>
        <w:pStyle w:val="Novelizanbod"/>
        <w:keepNext w:val="0"/>
      </w:pPr>
      <w:r>
        <w:t>V § </w:t>
      </w:r>
      <w:r w:rsidR="001E64D8">
        <w:t>21 odst. 1 písm. c) se za slovo „věk“ vkládají slova „ke druhému dni voleb“.</w:t>
      </w:r>
    </w:p>
    <w:p w:rsidR="001E64D8" w:rsidRDefault="00A93B6A" w:rsidP="00A93B6A">
      <w:pPr>
        <w:pStyle w:val="Novelizanbod"/>
        <w:keepNext w:val="0"/>
      </w:pPr>
      <w:r>
        <w:t>V § </w:t>
      </w:r>
      <w:r w:rsidR="001E64D8">
        <w:t xml:space="preserve">24 odst. 3 se na konci textu věty první doplňují </w:t>
      </w:r>
      <w:proofErr w:type="gramStart"/>
      <w:r w:rsidR="001E64D8">
        <w:t>slova „</w:t>
      </w:r>
      <w:r>
        <w:t xml:space="preserve"> </w:t>
      </w:r>
      <w:r w:rsidR="001E64D8">
        <w:t xml:space="preserve">, </w:t>
      </w:r>
      <w:r>
        <w:t>a t</w:t>
      </w:r>
      <w:r w:rsidR="001E64D8">
        <w:t>o</w:t>
      </w:r>
      <w:proofErr w:type="gramEnd"/>
      <w:r w:rsidR="001E64D8">
        <w:t xml:space="preserve"> jednostranně“.</w:t>
      </w:r>
    </w:p>
    <w:p w:rsidR="001E64D8" w:rsidRDefault="00A93B6A" w:rsidP="00A93B6A">
      <w:pPr>
        <w:pStyle w:val="Novelizanbod"/>
        <w:keepNext w:val="0"/>
      </w:pPr>
      <w:r>
        <w:t>V § </w:t>
      </w:r>
      <w:r w:rsidR="001E64D8">
        <w:t xml:space="preserve">29 se na konci textu odstavce 2 doplňují </w:t>
      </w:r>
      <w:proofErr w:type="gramStart"/>
      <w:r w:rsidR="001E64D8">
        <w:t>slova „</w:t>
      </w:r>
      <w:r>
        <w:t xml:space="preserve"> </w:t>
      </w:r>
      <w:r w:rsidR="001E64D8" w:rsidRPr="00DD6EC9">
        <w:t>; stejným</w:t>
      </w:r>
      <w:proofErr w:type="gramEnd"/>
      <w:r w:rsidR="001E64D8" w:rsidRPr="00DD6EC9">
        <w:t xml:space="preserve"> způsobem musejí být odlišeny hlasovací lístky</w:t>
      </w:r>
      <w:r w:rsidR="001E64D8">
        <w:t>“.</w:t>
      </w:r>
    </w:p>
    <w:p w:rsidR="001E64D8" w:rsidRDefault="00A93B6A" w:rsidP="00A93B6A">
      <w:pPr>
        <w:pStyle w:val="Novelizanbod"/>
        <w:keepNext w:val="0"/>
      </w:pPr>
      <w:r>
        <w:t>§ </w:t>
      </w:r>
      <w:r w:rsidR="001E64D8">
        <w:t>55 včetně nadpisu zní:</w:t>
      </w:r>
    </w:p>
    <w:p w:rsidR="001E64D8" w:rsidRPr="0060337A" w:rsidRDefault="001E64D8" w:rsidP="001E64D8">
      <w:pPr>
        <w:spacing w:after="120"/>
        <w:jc w:val="center"/>
      </w:pPr>
      <w:r w:rsidRPr="0060337A">
        <w:t>„</w:t>
      </w:r>
      <w:r w:rsidR="00A93B6A">
        <w:t>§ </w:t>
      </w:r>
      <w:r w:rsidRPr="0060337A">
        <w:t>55</w:t>
      </w:r>
    </w:p>
    <w:p w:rsidR="001E64D8" w:rsidRPr="0060337A" w:rsidRDefault="001E64D8" w:rsidP="001E64D8">
      <w:pPr>
        <w:spacing w:after="120"/>
        <w:jc w:val="center"/>
        <w:rPr>
          <w:b/>
        </w:rPr>
      </w:pPr>
      <w:r w:rsidRPr="0060337A">
        <w:rPr>
          <w:b/>
        </w:rPr>
        <w:t>Nároky členů okrskových volebních komisí</w:t>
      </w:r>
    </w:p>
    <w:p w:rsidR="001E64D8" w:rsidRPr="0060337A" w:rsidRDefault="001E64D8" w:rsidP="00A93B6A">
      <w:pPr>
        <w:pStyle w:val="Textodstavce"/>
        <w:numPr>
          <w:ilvl w:val="0"/>
          <w:numId w:val="13"/>
        </w:numPr>
      </w:pPr>
      <w:r w:rsidRPr="0060337A">
        <w:t xml:space="preserve">Člen okrskové volební komise má nárok na zvláštní odměnu za výkon funkce. Předseda, místopředseda </w:t>
      </w:r>
      <w:r w:rsidR="00A93B6A" w:rsidRPr="0060337A">
        <w:t>a</w:t>
      </w:r>
      <w:r w:rsidR="00A93B6A">
        <w:t> </w:t>
      </w:r>
      <w:r w:rsidR="00A93B6A" w:rsidRPr="0060337A">
        <w:t>z</w:t>
      </w:r>
      <w:r w:rsidRPr="0060337A">
        <w:t xml:space="preserve">apisovatel okrskové volební komise mají nárok na vyšší zvláštní odměnu za výkon funkce než ostatní členové okrskové volební komise. Nárok na vyšší zvláštní odměnu za výkon funkce nemá člen okrskové volební komise, který nesplnil povinnost účastnit se školení k zásadám hlasování </w:t>
      </w:r>
      <w:r w:rsidR="00A93B6A" w:rsidRPr="0060337A">
        <w:t>a</w:t>
      </w:r>
      <w:r w:rsidR="00A93B6A">
        <w:t> </w:t>
      </w:r>
      <w:r w:rsidR="00A93B6A" w:rsidRPr="0060337A">
        <w:t>k</w:t>
      </w:r>
      <w:r w:rsidRPr="0060337A">
        <w:t xml:space="preserve"> systému zjišťování </w:t>
      </w:r>
      <w:r w:rsidR="00A93B6A" w:rsidRPr="0060337A">
        <w:t>a</w:t>
      </w:r>
      <w:r w:rsidR="00A93B6A">
        <w:t> </w:t>
      </w:r>
      <w:r w:rsidR="00A93B6A" w:rsidRPr="0060337A">
        <w:t>z</w:t>
      </w:r>
      <w:r w:rsidRPr="0060337A">
        <w:t xml:space="preserve">pracování výsledků hlasování, ledaže byl zapisovatel jmenován nebo předseda </w:t>
      </w:r>
      <w:r w:rsidR="00A93B6A" w:rsidRPr="0060337A">
        <w:t>a</w:t>
      </w:r>
      <w:r w:rsidR="00A93B6A">
        <w:t> </w:t>
      </w:r>
      <w:r w:rsidR="00A93B6A" w:rsidRPr="0060337A">
        <w:t>m</w:t>
      </w:r>
      <w:r w:rsidRPr="0060337A">
        <w:t xml:space="preserve">ístopředseda určen losem </w:t>
      </w:r>
      <w:r w:rsidR="00A93B6A" w:rsidRPr="0060337A">
        <w:t>v</w:t>
      </w:r>
      <w:r w:rsidR="00A93B6A">
        <w:t> </w:t>
      </w:r>
      <w:r w:rsidR="00A93B6A" w:rsidRPr="0060337A">
        <w:t>d</w:t>
      </w:r>
      <w:r w:rsidRPr="0060337A">
        <w:t>obě, kdy již nebylo možné účast na školení zajistit.</w:t>
      </w:r>
    </w:p>
    <w:p w:rsidR="001E64D8" w:rsidRPr="0060337A" w:rsidRDefault="001E64D8" w:rsidP="00A93B6A">
      <w:pPr>
        <w:pStyle w:val="Textodstavce"/>
        <w:numPr>
          <w:ilvl w:val="0"/>
          <w:numId w:val="13"/>
        </w:numPr>
      </w:pPr>
      <w:r w:rsidRPr="0060337A">
        <w:t xml:space="preserve">Člen okrskové volební komise, který je </w:t>
      </w:r>
      <w:r w:rsidR="00A93B6A" w:rsidRPr="0060337A">
        <w:t>v</w:t>
      </w:r>
      <w:r w:rsidR="00A93B6A">
        <w:t> </w:t>
      </w:r>
      <w:r w:rsidR="00A93B6A" w:rsidRPr="0060337A">
        <w:t>p</w:t>
      </w:r>
      <w:r w:rsidRPr="0060337A">
        <w:t xml:space="preserve">racovním nebo služebním poměru, má nárok na pracovní nebo služební volno </w:t>
      </w:r>
      <w:r w:rsidR="00A93B6A" w:rsidRPr="0060337A">
        <w:t>v</w:t>
      </w:r>
      <w:r w:rsidR="00A93B6A">
        <w:t> </w:t>
      </w:r>
      <w:r w:rsidR="00A93B6A" w:rsidRPr="0060337A">
        <w:t>n</w:t>
      </w:r>
      <w:r w:rsidRPr="0060337A">
        <w:t xml:space="preserve">ezbytně nutném rozsahu </w:t>
      </w:r>
      <w:r w:rsidR="00A93B6A" w:rsidRPr="0060337A">
        <w:t>a</w:t>
      </w:r>
      <w:r w:rsidR="00A93B6A">
        <w:t> </w:t>
      </w:r>
      <w:r w:rsidR="00A93B6A" w:rsidRPr="0060337A">
        <w:t>n</w:t>
      </w:r>
      <w:r w:rsidRPr="0060337A">
        <w:t xml:space="preserve">a náhradu mzdy, platu, služebního příjmu nebo odměny ve výši průměrného výdělku od uvolňujícího zaměstnavatele. Členovi okrskové volební komise, který není </w:t>
      </w:r>
      <w:r w:rsidR="00A93B6A" w:rsidRPr="0060337A">
        <w:t>v</w:t>
      </w:r>
      <w:r w:rsidR="00A93B6A">
        <w:t> </w:t>
      </w:r>
      <w:r w:rsidR="00A93B6A" w:rsidRPr="0060337A">
        <w:t>p</w:t>
      </w:r>
      <w:r w:rsidRPr="0060337A">
        <w:t>racovním nebo služebním poměru, avšak je výdělečně činný, přísluší paušální náhrada ušlého výdělku za dobu výkonu funkce člena okrskové volební komise.“.</w:t>
      </w:r>
    </w:p>
    <w:p w:rsidR="001E64D8" w:rsidRPr="00DC53EA" w:rsidRDefault="00A93B6A" w:rsidP="00A93B6A">
      <w:pPr>
        <w:pStyle w:val="Novelizanbod"/>
      </w:pPr>
      <w:r>
        <w:lastRenderedPageBreak/>
        <w:t>V § </w:t>
      </w:r>
      <w:r w:rsidR="001E64D8">
        <w:t>56a odst. 6 větě první se za slova „</w:t>
      </w:r>
      <w:r>
        <w:t>a t</w:t>
      </w:r>
      <w:r w:rsidR="001E64D8">
        <w:t xml:space="preserve">o“ vkládá slovo „nejpozději“ </w:t>
      </w:r>
      <w:r>
        <w:t>a z</w:t>
      </w:r>
      <w:r w:rsidR="001E64D8">
        <w:t>a větu druhou se vkládá věta „</w:t>
      </w:r>
      <w:r w:rsidR="001E64D8" w:rsidRPr="000D3774">
        <w:t xml:space="preserve">Plochu pro vylepení volebních plakátů poskytne obec </w:t>
      </w:r>
      <w:r w:rsidRPr="000D3774">
        <w:t>k</w:t>
      </w:r>
      <w:r>
        <w:t> </w:t>
      </w:r>
      <w:r w:rsidRPr="000D3774">
        <w:t>v</w:t>
      </w:r>
      <w:r w:rsidR="001E64D8" w:rsidRPr="000D3774">
        <w:t>yužití bezplatně; na</w:t>
      </w:r>
      <w:r w:rsidR="001E64D8">
        <w:t> </w:t>
      </w:r>
      <w:r w:rsidR="001E64D8" w:rsidRPr="000D3774">
        <w:t xml:space="preserve">takové bezúplatné plnění se nevztahují ustanovení tohoto zákona </w:t>
      </w:r>
      <w:r w:rsidRPr="000D3774">
        <w:t>o</w:t>
      </w:r>
      <w:r>
        <w:t> </w:t>
      </w:r>
      <w:r w:rsidRPr="000D3774">
        <w:t>f</w:t>
      </w:r>
      <w:r w:rsidR="001E64D8" w:rsidRPr="000D3774">
        <w:t xml:space="preserve">inancování volební kampaně </w:t>
      </w:r>
      <w:r w:rsidRPr="000D3774">
        <w:t>a</w:t>
      </w:r>
      <w:r>
        <w:t> </w:t>
      </w:r>
      <w:r w:rsidRPr="000D3774">
        <w:t>u</w:t>
      </w:r>
      <w:r w:rsidR="001E64D8" w:rsidRPr="000D3774">
        <w:t>stanovení zvláštního zákona upravující hospodaření politických stran a</w:t>
      </w:r>
      <w:r w:rsidR="001E64D8">
        <w:t> </w:t>
      </w:r>
      <w:r w:rsidR="001E64D8" w:rsidRPr="000D3774">
        <w:t>politických hnutí.</w:t>
      </w:r>
      <w:r w:rsidR="001E64D8">
        <w:t>“.</w:t>
      </w:r>
    </w:p>
    <w:p w:rsidR="001E64D8" w:rsidRPr="00935D5C" w:rsidRDefault="00A93B6A" w:rsidP="00A93B6A">
      <w:pPr>
        <w:pStyle w:val="lnek"/>
      </w:pPr>
      <w:r>
        <w:t xml:space="preserve">Čl. </w:t>
      </w:r>
      <w:r w:rsidR="001E64D8" w:rsidRPr="00935D5C">
        <w:t>IV</w:t>
      </w:r>
    </w:p>
    <w:p w:rsidR="001E64D8" w:rsidRPr="00935D5C" w:rsidRDefault="001E64D8" w:rsidP="00A93B6A">
      <w:pPr>
        <w:pStyle w:val="Nadpislnku"/>
      </w:pPr>
      <w:r w:rsidRPr="00935D5C">
        <w:t>Přechodn</w:t>
      </w:r>
      <w:r>
        <w:t>é</w:t>
      </w:r>
      <w:r w:rsidRPr="00935D5C">
        <w:t xml:space="preserve"> ustanovení</w:t>
      </w:r>
    </w:p>
    <w:p w:rsidR="001E64D8" w:rsidRPr="00935D5C" w:rsidRDefault="001E64D8" w:rsidP="00A93B6A">
      <w:pPr>
        <w:pStyle w:val="Textlnku"/>
      </w:pPr>
      <w:r w:rsidRPr="00935D5C">
        <w:t xml:space="preserve">Zákon </w:t>
      </w:r>
      <w:r w:rsidR="00A93B6A">
        <w:t>č. </w:t>
      </w:r>
      <w:r>
        <w:t>130</w:t>
      </w:r>
      <w:r w:rsidRPr="00935D5C">
        <w:t>/</w:t>
      </w:r>
      <w:r>
        <w:t>2000</w:t>
      </w:r>
      <w:r w:rsidRPr="00935D5C">
        <w:t xml:space="preserve"> Sb.</w:t>
      </w:r>
      <w:r>
        <w:t>, ve znění účinném ode dne nabytí účinnosti tohoto zákona, se poprvé použije ve volbách do zastupitelstev krajů vyhlášených po nabytí účinnosti tohoto zákona.</w:t>
      </w:r>
    </w:p>
    <w:p w:rsidR="001E64D8" w:rsidRPr="00935D5C" w:rsidRDefault="001E64D8" w:rsidP="001E64D8">
      <w:pPr>
        <w:pStyle w:val="Odstavecseseznamem"/>
        <w:ind w:left="567" w:hanging="567"/>
      </w:pPr>
    </w:p>
    <w:p w:rsidR="001E64D8" w:rsidRPr="00935D5C" w:rsidRDefault="00A93B6A" w:rsidP="00A93B6A">
      <w:pPr>
        <w:pStyle w:val="ST"/>
      </w:pPr>
      <w:r>
        <w:t xml:space="preserve">ČÁST </w:t>
      </w:r>
      <w:r w:rsidR="001E64D8" w:rsidRPr="00935D5C">
        <w:t>TŘETÍ</w:t>
      </w:r>
    </w:p>
    <w:p w:rsidR="001E64D8" w:rsidRPr="00935D5C" w:rsidRDefault="001E64D8" w:rsidP="00A93B6A">
      <w:pPr>
        <w:pStyle w:val="NADPISSTI"/>
      </w:pPr>
      <w:r w:rsidRPr="00935D5C">
        <w:t xml:space="preserve">Změna zákona </w:t>
      </w:r>
      <w:r w:rsidR="00A93B6A" w:rsidRPr="00935D5C">
        <w:t>o</w:t>
      </w:r>
      <w:r w:rsidR="00A93B6A">
        <w:t> </w:t>
      </w:r>
      <w:r w:rsidR="00A93B6A" w:rsidRPr="00935D5C">
        <w:t>v</w:t>
      </w:r>
      <w:r w:rsidRPr="00935D5C">
        <w:t>olbách do zastupitelstev obcí</w:t>
      </w:r>
    </w:p>
    <w:p w:rsidR="001E64D8" w:rsidRPr="00935D5C" w:rsidRDefault="00A93B6A" w:rsidP="00A93B6A">
      <w:pPr>
        <w:pStyle w:val="lnek"/>
      </w:pPr>
      <w:r>
        <w:t xml:space="preserve">Čl. </w:t>
      </w:r>
      <w:r w:rsidR="001E64D8" w:rsidRPr="00935D5C">
        <w:t>V</w:t>
      </w:r>
    </w:p>
    <w:p w:rsidR="001E64D8" w:rsidRPr="00935D5C" w:rsidRDefault="001E64D8" w:rsidP="00A93B6A">
      <w:pPr>
        <w:pStyle w:val="Textlnku"/>
      </w:pPr>
      <w:r w:rsidRPr="00935D5C">
        <w:t xml:space="preserve">Zákon </w:t>
      </w:r>
      <w:r w:rsidR="00A93B6A">
        <w:t>č. </w:t>
      </w:r>
      <w:r w:rsidRPr="00935D5C">
        <w:t xml:space="preserve">491/2001 Sb., </w:t>
      </w:r>
      <w:r w:rsidR="00A93B6A" w:rsidRPr="00935D5C">
        <w:t>o</w:t>
      </w:r>
      <w:r w:rsidR="00A93B6A">
        <w:t> </w:t>
      </w:r>
      <w:r w:rsidR="00A93B6A" w:rsidRPr="00935D5C">
        <w:t>v</w:t>
      </w:r>
      <w:r w:rsidRPr="00935D5C">
        <w:t xml:space="preserve">olbách do zastupitelstev obcí </w:t>
      </w:r>
      <w:r w:rsidR="00A93B6A" w:rsidRPr="00935D5C">
        <w:t>a</w:t>
      </w:r>
      <w:r w:rsidR="00A93B6A">
        <w:t> </w:t>
      </w:r>
      <w:r w:rsidR="00A93B6A" w:rsidRPr="00935D5C">
        <w:t>o</w:t>
      </w:r>
      <w:r w:rsidRPr="00935D5C">
        <w:t xml:space="preserve"> změně některých zákonů, ve</w:t>
      </w:r>
      <w:r w:rsidR="00A93B6A">
        <w:t> </w:t>
      </w:r>
      <w:r w:rsidRPr="00935D5C">
        <w:t xml:space="preserve">znění zákona </w:t>
      </w:r>
      <w:r w:rsidR="00A93B6A">
        <w:t>č. </w:t>
      </w:r>
      <w:r w:rsidRPr="00935D5C">
        <w:t xml:space="preserve">230/2002 Sb., zákona </w:t>
      </w:r>
      <w:r w:rsidR="00A93B6A">
        <w:t>č. </w:t>
      </w:r>
      <w:r w:rsidRPr="00935D5C">
        <w:t xml:space="preserve">320/2009 Sb., zákona </w:t>
      </w:r>
      <w:r w:rsidR="00A93B6A">
        <w:t>č. </w:t>
      </w:r>
      <w:r w:rsidRPr="00935D5C">
        <w:t xml:space="preserve">222/2012 Sb., </w:t>
      </w:r>
      <w:r>
        <w:t xml:space="preserve">zákona </w:t>
      </w:r>
      <w:r w:rsidR="00A93B6A">
        <w:t>č. </w:t>
      </w:r>
      <w:r w:rsidRPr="00935D5C">
        <w:t>275/2012 Sb.</w:t>
      </w:r>
      <w:r>
        <w:t>,</w:t>
      </w:r>
      <w:r w:rsidRPr="00935D5C">
        <w:t xml:space="preserve"> zákona </w:t>
      </w:r>
      <w:r w:rsidR="00A93B6A">
        <w:t>č. </w:t>
      </w:r>
      <w:r w:rsidRPr="00935D5C">
        <w:t>58/2014 Sb.</w:t>
      </w:r>
      <w:r>
        <w:t xml:space="preserve">, zákona </w:t>
      </w:r>
      <w:r w:rsidR="00A93B6A">
        <w:t>č. </w:t>
      </w:r>
      <w:r>
        <w:t>114/2016 Sb.,</w:t>
      </w:r>
      <w:r w:rsidRPr="00935D5C">
        <w:t xml:space="preserve"> </w:t>
      </w:r>
      <w:r>
        <w:t xml:space="preserve">zákona </w:t>
      </w:r>
      <w:r w:rsidR="00A93B6A">
        <w:t>č. </w:t>
      </w:r>
      <w:r>
        <w:t xml:space="preserve">322/2016 Sb. a zákona </w:t>
      </w:r>
      <w:r w:rsidR="00A93B6A">
        <w:t>č. </w:t>
      </w:r>
      <w:r>
        <w:t xml:space="preserve">90/2017 Sb., </w:t>
      </w:r>
      <w:r w:rsidRPr="00935D5C">
        <w:t>se mění takto:</w:t>
      </w:r>
    </w:p>
    <w:p w:rsidR="00315359" w:rsidRPr="00F043C4" w:rsidRDefault="00315359" w:rsidP="00315359">
      <w:pPr>
        <w:pStyle w:val="Novelizanbod"/>
        <w:numPr>
          <w:ilvl w:val="0"/>
          <w:numId w:val="14"/>
        </w:numPr>
      </w:pPr>
      <w:r w:rsidRPr="00F043C4">
        <w:t>V § 4 odst. 1 se slova „státní občan jiného státu, který v den voleb, a konají-li se volby ve dvou dnech, druhý den voleb, dosáhl věku nejméně 18 let, je v den voleb v této obci, městě nebo hlavním městě Praze přihlášen k trvalému pobytu“ nahrazují slovy „státní občan jiného státu, který v den voleb, a konají-li se volby ve dvou dnech, druhý den voleb, je držitelem potvrzení o přechodném pobytu na území nebo povolení k trvalému pobytu a je přihlášen k pobytu v této obci, městě nebo hlavním městě Praze, dosáhl věku nejméně 18 let“ a v části věty za středníkem se slovo „trvalému“ zrušuje.</w:t>
      </w:r>
    </w:p>
    <w:p w:rsidR="00315359" w:rsidRPr="00F043C4" w:rsidRDefault="00315359" w:rsidP="00315359">
      <w:pPr>
        <w:pStyle w:val="Novelizanbod"/>
        <w:numPr>
          <w:ilvl w:val="0"/>
          <w:numId w:val="14"/>
        </w:numPr>
      </w:pPr>
      <w:r>
        <w:t xml:space="preserve"> </w:t>
      </w:r>
      <w:r w:rsidRPr="00F043C4">
        <w:t xml:space="preserve">V § 5 odst. </w:t>
      </w:r>
      <w:r w:rsidR="00113571">
        <w:t>1 se slovo „trvalému“ zrušuje.</w:t>
      </w:r>
    </w:p>
    <w:p w:rsidR="001E64D8" w:rsidRDefault="00A93B6A" w:rsidP="00A93B6A">
      <w:pPr>
        <w:pStyle w:val="Novelizanbod"/>
        <w:keepNext w:val="0"/>
        <w:numPr>
          <w:ilvl w:val="0"/>
          <w:numId w:val="14"/>
        </w:numPr>
      </w:pPr>
      <w:r>
        <w:t>V § </w:t>
      </w:r>
      <w:r w:rsidR="001E64D8">
        <w:t xml:space="preserve">9 odst. 2 písm. f) se slovo „určených“ zrušuje </w:t>
      </w:r>
      <w:r>
        <w:t>a n</w:t>
      </w:r>
      <w:r w:rsidR="001E64D8">
        <w:t xml:space="preserve">a konci textu písmene f) se doplňují </w:t>
      </w:r>
      <w:proofErr w:type="gramStart"/>
      <w:r w:rsidR="001E64D8">
        <w:t>slova „</w:t>
      </w:r>
      <w:r>
        <w:t xml:space="preserve"> </w:t>
      </w:r>
      <w:r w:rsidR="001E64D8" w:rsidRPr="00DF329D">
        <w:t xml:space="preserve">, </w:t>
      </w:r>
      <w:r w:rsidRPr="00DF329D">
        <w:t>a</w:t>
      </w:r>
      <w:r>
        <w:t> </w:t>
      </w:r>
      <w:r w:rsidRPr="00DF329D">
        <w:t>t</w:t>
      </w:r>
      <w:r w:rsidR="001E64D8" w:rsidRPr="00DF329D">
        <w:t>o</w:t>
      </w:r>
      <w:proofErr w:type="gramEnd"/>
      <w:r w:rsidR="001E64D8" w:rsidRPr="00DF329D">
        <w:t xml:space="preserve"> alespoň pro osoby, jejichž účast na školení je povinná</w:t>
      </w:r>
      <w:r w:rsidR="001E64D8">
        <w:t>“.</w:t>
      </w:r>
    </w:p>
    <w:p w:rsidR="001E64D8" w:rsidRPr="0047358A" w:rsidRDefault="00A93B6A" w:rsidP="00A93B6A">
      <w:pPr>
        <w:pStyle w:val="Novelizanbod"/>
        <w:keepNext w:val="0"/>
      </w:pPr>
      <w:r w:rsidRPr="0047358A">
        <w:t>V</w:t>
      </w:r>
      <w:r>
        <w:t> § </w:t>
      </w:r>
      <w:r w:rsidR="001E64D8" w:rsidRPr="0047358A">
        <w:t>10 odst. 1 písm. d) se za slovo „hlasování“ vkládají slova „</w:t>
      </w:r>
      <w:r w:rsidRPr="0047358A">
        <w:t>a</w:t>
      </w:r>
      <w:r>
        <w:t> </w:t>
      </w:r>
      <w:r w:rsidRPr="0047358A">
        <w:t>s</w:t>
      </w:r>
      <w:r w:rsidR="001E64D8" w:rsidRPr="0047358A">
        <w:t>čítání hlasů“.</w:t>
      </w:r>
    </w:p>
    <w:p w:rsidR="001E64D8" w:rsidRDefault="00A93B6A" w:rsidP="00A93B6A">
      <w:pPr>
        <w:pStyle w:val="Novelizanbod"/>
      </w:pPr>
      <w:r>
        <w:t>V § </w:t>
      </w:r>
      <w:r w:rsidR="001E64D8">
        <w:t>10 odst. 1 se za písmeno h) vkládá nové písmeno i), které zní:</w:t>
      </w:r>
    </w:p>
    <w:p w:rsidR="001E64D8" w:rsidRDefault="001E64D8" w:rsidP="00A93B6A">
      <w:pPr>
        <w:pStyle w:val="Psmeno"/>
      </w:pPr>
      <w:r>
        <w:t>„</w:t>
      </w:r>
      <w:r w:rsidRPr="00592167">
        <w:t>i)</w:t>
      </w:r>
      <w:r w:rsidR="00A93B6A">
        <w:tab/>
      </w:r>
      <w:r w:rsidR="00A93B6A" w:rsidRPr="00087575">
        <w:t>v</w:t>
      </w:r>
      <w:r w:rsidR="00A93B6A">
        <w:t> </w:t>
      </w:r>
      <w:r w:rsidR="00A93B6A" w:rsidRPr="00087575">
        <w:t>p</w:t>
      </w:r>
      <w:r w:rsidRPr="00087575">
        <w:t xml:space="preserve">řípadě potřeby poskytuje nezbytnou součinnost při </w:t>
      </w:r>
      <w:r w:rsidRPr="00592167">
        <w:t xml:space="preserve">zajištění školení členů okrskových volebních komisí prováděného Českým statistickým úřadem </w:t>
      </w:r>
      <w:r w:rsidR="00A93B6A" w:rsidRPr="00592167">
        <w:t>k</w:t>
      </w:r>
      <w:r w:rsidR="00A93B6A">
        <w:t> </w:t>
      </w:r>
      <w:r w:rsidR="00A93B6A" w:rsidRPr="00592167">
        <w:t>s</w:t>
      </w:r>
      <w:r w:rsidRPr="00592167">
        <w:t>ystému zjišťování a</w:t>
      </w:r>
      <w:r>
        <w:t> </w:t>
      </w:r>
      <w:r w:rsidRPr="00592167">
        <w:t xml:space="preserve">zpracování výsledků voleb </w:t>
      </w:r>
      <w:r w:rsidR="00A93B6A" w:rsidRPr="00592167">
        <w:t>a</w:t>
      </w:r>
      <w:r w:rsidR="00A93B6A">
        <w:t> </w:t>
      </w:r>
      <w:r w:rsidR="00A93B6A" w:rsidRPr="00592167">
        <w:t>p</w:t>
      </w:r>
      <w:r w:rsidRPr="00592167">
        <w:t xml:space="preserve">ověřeným obecním úřadem </w:t>
      </w:r>
      <w:r w:rsidR="00A93B6A" w:rsidRPr="00592167">
        <w:t>k</w:t>
      </w:r>
      <w:r w:rsidR="00A93B6A">
        <w:t> </w:t>
      </w:r>
      <w:r w:rsidR="00A93B6A" w:rsidRPr="00592167">
        <w:t>z</w:t>
      </w:r>
      <w:r w:rsidRPr="00592167">
        <w:t>ásadám hlasování,</w:t>
      </w:r>
      <w:r>
        <w:t>“.</w:t>
      </w:r>
    </w:p>
    <w:p w:rsidR="001E64D8" w:rsidRDefault="001E64D8" w:rsidP="00A93B6A">
      <w:pPr>
        <w:spacing w:before="120"/>
      </w:pPr>
      <w:r>
        <w:t>Dosavadní písmeno i) se označuje jako písmeno j).</w:t>
      </w:r>
    </w:p>
    <w:p w:rsidR="001E64D8" w:rsidRDefault="00A93B6A" w:rsidP="00F67D21">
      <w:pPr>
        <w:pStyle w:val="Novelizanbod"/>
        <w:keepNext w:val="0"/>
      </w:pPr>
      <w:r>
        <w:lastRenderedPageBreak/>
        <w:t>V § </w:t>
      </w:r>
      <w:r w:rsidR="001E64D8">
        <w:t xml:space="preserve">12 se na konci odstavce 1 tečka nahrazuje čárkou </w:t>
      </w:r>
      <w:r>
        <w:t>a d</w:t>
      </w:r>
      <w:r w:rsidR="001E64D8">
        <w:t>oplňuje se písmeno l), které zní:</w:t>
      </w:r>
    </w:p>
    <w:p w:rsidR="001E64D8" w:rsidRDefault="001E64D8" w:rsidP="00F67D21">
      <w:pPr>
        <w:pStyle w:val="Psmeno"/>
        <w:keepNext w:val="0"/>
      </w:pPr>
      <w:r>
        <w:t>„</w:t>
      </w:r>
      <w:r w:rsidRPr="00855EE0">
        <w:t>l)</w:t>
      </w:r>
      <w:r w:rsidR="00A93B6A">
        <w:tab/>
      </w:r>
      <w:r w:rsidR="00A93B6A" w:rsidRPr="00476E45">
        <w:t>s</w:t>
      </w:r>
      <w:r w:rsidR="00A93B6A">
        <w:t> </w:t>
      </w:r>
      <w:r w:rsidR="00A93B6A" w:rsidRPr="00476E45">
        <w:t>v</w:t>
      </w:r>
      <w:r w:rsidRPr="00476E45">
        <w:t xml:space="preserve">ýjimkou hlavního města Prahy </w:t>
      </w:r>
      <w:r w:rsidRPr="000C48DF">
        <w:t xml:space="preserve">zajišťuje </w:t>
      </w:r>
      <w:r w:rsidR="00A93B6A" w:rsidRPr="000C48DF">
        <w:t>a</w:t>
      </w:r>
      <w:r w:rsidR="00A93B6A">
        <w:t> </w:t>
      </w:r>
      <w:r w:rsidR="00A93B6A" w:rsidRPr="000C48DF">
        <w:t>p</w:t>
      </w:r>
      <w:r w:rsidRPr="000C48DF">
        <w:t xml:space="preserve">rovádí školení členů okrskových volebních komisí </w:t>
      </w:r>
      <w:r w:rsidR="00A93B6A" w:rsidRPr="000C48DF">
        <w:t>k</w:t>
      </w:r>
      <w:r w:rsidR="00A93B6A">
        <w:t> </w:t>
      </w:r>
      <w:r w:rsidR="00A93B6A" w:rsidRPr="000C48DF">
        <w:t>z</w:t>
      </w:r>
      <w:r w:rsidRPr="000C48DF">
        <w:t xml:space="preserve">ásadám hlasování </w:t>
      </w:r>
      <w:r w:rsidR="00A93B6A" w:rsidRPr="000C48DF">
        <w:t>a</w:t>
      </w:r>
      <w:r w:rsidR="00A93B6A">
        <w:t> </w:t>
      </w:r>
      <w:r w:rsidR="00A93B6A" w:rsidRPr="000C48DF">
        <w:t>z</w:t>
      </w:r>
      <w:r w:rsidRPr="000C48DF">
        <w:t xml:space="preserve">ajišťuje školení </w:t>
      </w:r>
      <w:r w:rsidR="00A93B6A" w:rsidRPr="000C48DF">
        <w:t>k</w:t>
      </w:r>
      <w:r w:rsidR="00A93B6A">
        <w:t> </w:t>
      </w:r>
      <w:r w:rsidR="00A93B6A" w:rsidRPr="000C48DF">
        <w:t>s</w:t>
      </w:r>
      <w:r w:rsidRPr="000C48DF">
        <w:t xml:space="preserve">ystému zjišťování </w:t>
      </w:r>
      <w:r w:rsidR="00A93B6A" w:rsidRPr="000C48DF">
        <w:t>a</w:t>
      </w:r>
      <w:r w:rsidR="00A93B6A">
        <w:t> </w:t>
      </w:r>
      <w:r w:rsidR="00A93B6A" w:rsidRPr="000C48DF">
        <w:t>z</w:t>
      </w:r>
      <w:r w:rsidRPr="000C48DF">
        <w:t>pracování výsledků voleb, které provádí Český statistický úřad</w:t>
      </w:r>
      <w:r w:rsidRPr="00476E45">
        <w:t xml:space="preserve">, </w:t>
      </w:r>
      <w:r w:rsidR="00A93B6A" w:rsidRPr="00476E45">
        <w:t>a</w:t>
      </w:r>
      <w:r w:rsidR="00A93B6A">
        <w:t> </w:t>
      </w:r>
      <w:r w:rsidR="00A93B6A" w:rsidRPr="00476E45">
        <w:t>i</w:t>
      </w:r>
      <w:r w:rsidRPr="00476E45">
        <w:t xml:space="preserve">nformuje obecní úřad </w:t>
      </w:r>
      <w:r w:rsidR="00A93B6A" w:rsidRPr="00476E45">
        <w:t>o</w:t>
      </w:r>
      <w:r w:rsidR="00A93B6A">
        <w:t> </w:t>
      </w:r>
      <w:r w:rsidR="00A93B6A" w:rsidRPr="00476E45">
        <w:t>ú</w:t>
      </w:r>
      <w:r w:rsidRPr="00476E45">
        <w:t>časti na těchto školeních</w:t>
      </w:r>
      <w:r w:rsidRPr="00855EE0">
        <w:t>.</w:t>
      </w:r>
      <w:r>
        <w:t>“.</w:t>
      </w:r>
    </w:p>
    <w:p w:rsidR="001E64D8" w:rsidRPr="0047358A" w:rsidRDefault="00A93B6A" w:rsidP="00F67D21">
      <w:pPr>
        <w:pStyle w:val="Novelizanbod"/>
        <w:keepNext w:val="0"/>
      </w:pPr>
      <w:r w:rsidRPr="0047358A">
        <w:t>V</w:t>
      </w:r>
      <w:r>
        <w:t> § </w:t>
      </w:r>
      <w:r w:rsidR="001E64D8" w:rsidRPr="0047358A">
        <w:t xml:space="preserve">12 se na konci odstavce 2 tečka nahrazuje čárkou </w:t>
      </w:r>
      <w:r w:rsidRPr="0047358A">
        <w:t>a</w:t>
      </w:r>
      <w:r>
        <w:t> </w:t>
      </w:r>
      <w:r w:rsidRPr="0047358A">
        <w:t>d</w:t>
      </w:r>
      <w:r w:rsidR="001E64D8" w:rsidRPr="0047358A">
        <w:t>oplňuje se písmeno k), které zní:</w:t>
      </w:r>
    </w:p>
    <w:p w:rsidR="001E64D8" w:rsidRPr="0047358A" w:rsidRDefault="001E64D8" w:rsidP="00F67D21">
      <w:pPr>
        <w:pStyle w:val="Psmeno"/>
        <w:keepNext w:val="0"/>
      </w:pPr>
      <w:r w:rsidRPr="0047358A">
        <w:t>„k)</w:t>
      </w:r>
      <w:r w:rsidR="00A93B6A">
        <w:tab/>
      </w:r>
      <w:r w:rsidRPr="0047358A">
        <w:t xml:space="preserve">provádět školení členů okrskových volebních komisí </w:t>
      </w:r>
      <w:r w:rsidR="00A93B6A" w:rsidRPr="0047358A">
        <w:t>k</w:t>
      </w:r>
      <w:r w:rsidR="00A93B6A">
        <w:t> </w:t>
      </w:r>
      <w:r w:rsidR="00A93B6A" w:rsidRPr="0047358A">
        <w:t>z</w:t>
      </w:r>
      <w:r w:rsidRPr="0047358A">
        <w:t>ásadám hlasování.“.</w:t>
      </w:r>
    </w:p>
    <w:p w:rsidR="00315359" w:rsidRDefault="00315359" w:rsidP="00F67D21">
      <w:pPr>
        <w:pStyle w:val="Novelizanbod"/>
        <w:keepNext w:val="0"/>
      </w:pPr>
      <w:r w:rsidRPr="00F043C4">
        <w:t>V § 12 odst. 7 se slovo „trvalému“ zrušuje.</w:t>
      </w:r>
    </w:p>
    <w:p w:rsidR="001E64D8" w:rsidRPr="0047358A" w:rsidRDefault="00A93B6A" w:rsidP="00F67D21">
      <w:pPr>
        <w:pStyle w:val="Novelizanbod"/>
        <w:keepNext w:val="0"/>
      </w:pPr>
      <w:r w:rsidRPr="0047358A">
        <w:t>V</w:t>
      </w:r>
      <w:r>
        <w:t> § </w:t>
      </w:r>
      <w:r w:rsidR="001E64D8" w:rsidRPr="0047358A">
        <w:t>14 se na konci odstavce 1 tečka nahrazuje čárkou a doplňuje se písmeno h), které zní:</w:t>
      </w:r>
    </w:p>
    <w:p w:rsidR="001E64D8" w:rsidRPr="0047358A" w:rsidRDefault="001E64D8" w:rsidP="00F67D21">
      <w:pPr>
        <w:pStyle w:val="Psmeno"/>
        <w:keepNext w:val="0"/>
      </w:pPr>
      <w:r w:rsidRPr="0047358A">
        <w:t>„h)</w:t>
      </w:r>
      <w:r w:rsidR="00F67D21">
        <w:tab/>
      </w:r>
      <w:r w:rsidRPr="0047358A">
        <w:t xml:space="preserve">na území hlavního města Prahy zajišťuje </w:t>
      </w:r>
      <w:r w:rsidR="00A93B6A" w:rsidRPr="0047358A">
        <w:t>a</w:t>
      </w:r>
      <w:r w:rsidR="00A93B6A">
        <w:t> </w:t>
      </w:r>
      <w:r w:rsidR="00A93B6A" w:rsidRPr="0047358A">
        <w:t>p</w:t>
      </w:r>
      <w:r w:rsidRPr="0047358A">
        <w:t xml:space="preserve">rovádí školení členů okrskových volebních komisí </w:t>
      </w:r>
      <w:r w:rsidR="00A93B6A" w:rsidRPr="0047358A">
        <w:t>k</w:t>
      </w:r>
      <w:r w:rsidR="00A93B6A">
        <w:t> </w:t>
      </w:r>
      <w:r w:rsidR="00A93B6A" w:rsidRPr="0047358A">
        <w:t>z</w:t>
      </w:r>
      <w:r w:rsidRPr="0047358A">
        <w:t xml:space="preserve">ásadám hlasování </w:t>
      </w:r>
      <w:r w:rsidR="00A93B6A" w:rsidRPr="0047358A">
        <w:t>a</w:t>
      </w:r>
      <w:r w:rsidR="00A93B6A">
        <w:t> </w:t>
      </w:r>
      <w:r w:rsidR="00A93B6A" w:rsidRPr="0047358A">
        <w:t>z</w:t>
      </w:r>
      <w:r w:rsidRPr="0047358A">
        <w:t xml:space="preserve">ajišťuje školení </w:t>
      </w:r>
      <w:r w:rsidR="00A93B6A" w:rsidRPr="0047358A">
        <w:t>k</w:t>
      </w:r>
      <w:r w:rsidR="00A93B6A">
        <w:t> </w:t>
      </w:r>
      <w:r w:rsidR="00A93B6A" w:rsidRPr="0047358A">
        <w:t>s</w:t>
      </w:r>
      <w:r w:rsidRPr="0047358A">
        <w:t>ystému zjišťování výsledků voleb, které provádí Český statistický úřad.“.</w:t>
      </w:r>
    </w:p>
    <w:p w:rsidR="001E64D8" w:rsidRDefault="00A93B6A" w:rsidP="00F67D21">
      <w:pPr>
        <w:pStyle w:val="Novelizanbod"/>
        <w:keepNext w:val="0"/>
      </w:pPr>
      <w:r>
        <w:t>V § </w:t>
      </w:r>
      <w:r w:rsidR="001E64D8">
        <w:t xml:space="preserve">15 odst. 1 se na konci textu písmene e) doplňují </w:t>
      </w:r>
      <w:proofErr w:type="gramStart"/>
      <w:r w:rsidR="001E64D8">
        <w:t>slova „</w:t>
      </w:r>
      <w:r w:rsidR="00F67D21">
        <w:t xml:space="preserve"> </w:t>
      </w:r>
      <w:r w:rsidR="001E64D8" w:rsidRPr="00855EE0">
        <w:t xml:space="preserve">, </w:t>
      </w:r>
      <w:r w:rsidRPr="00855EE0">
        <w:t>a</w:t>
      </w:r>
      <w:r>
        <w:t> </w:t>
      </w:r>
      <w:r w:rsidRPr="00855EE0">
        <w:t>v</w:t>
      </w:r>
      <w:r w:rsidR="001E64D8" w:rsidRPr="00855EE0">
        <w:t>yrozumí</w:t>
      </w:r>
      <w:proofErr w:type="gramEnd"/>
      <w:r w:rsidR="001E64D8" w:rsidRPr="00855EE0">
        <w:t xml:space="preserve"> členy okrskové volební komise</w:t>
      </w:r>
      <w:r w:rsidR="001E64D8">
        <w:t>, jejichž účast na školení je povinná,</w:t>
      </w:r>
      <w:r w:rsidR="001E64D8" w:rsidRPr="00855EE0">
        <w:t xml:space="preserve"> </w:t>
      </w:r>
      <w:r w:rsidRPr="00C94261">
        <w:t>o</w:t>
      </w:r>
      <w:r>
        <w:t> </w:t>
      </w:r>
      <w:r w:rsidRPr="00C94261">
        <w:t>t</w:t>
      </w:r>
      <w:r w:rsidR="001E64D8" w:rsidRPr="00C94261">
        <w:t xml:space="preserve">ermínech školení </w:t>
      </w:r>
      <w:r w:rsidRPr="00C94261">
        <w:t>k</w:t>
      </w:r>
      <w:r>
        <w:t> </w:t>
      </w:r>
      <w:r w:rsidRPr="00C94261">
        <w:t>z</w:t>
      </w:r>
      <w:r w:rsidR="001E64D8" w:rsidRPr="00C94261">
        <w:t xml:space="preserve">ásadám hlasování </w:t>
      </w:r>
      <w:r w:rsidRPr="00C94261">
        <w:t>a</w:t>
      </w:r>
      <w:r>
        <w:t> </w:t>
      </w:r>
      <w:r w:rsidRPr="00C94261">
        <w:t>k</w:t>
      </w:r>
      <w:r w:rsidR="001E64D8" w:rsidRPr="00C94261">
        <w:t xml:space="preserve"> systému zjišťování </w:t>
      </w:r>
      <w:r w:rsidRPr="00C94261">
        <w:t>a</w:t>
      </w:r>
      <w:r>
        <w:t> </w:t>
      </w:r>
      <w:r w:rsidRPr="00C94261">
        <w:t>z</w:t>
      </w:r>
      <w:r w:rsidR="001E64D8" w:rsidRPr="00C94261">
        <w:t xml:space="preserve">pracování výsledků hlasování </w:t>
      </w:r>
      <w:r w:rsidRPr="00C94261">
        <w:t>a</w:t>
      </w:r>
      <w:r>
        <w:t> </w:t>
      </w:r>
      <w:r w:rsidRPr="00C94261">
        <w:t>d</w:t>
      </w:r>
      <w:r w:rsidR="001E64D8" w:rsidRPr="00C94261">
        <w:t>ůsledcích nesplnění povinnosti se jich účastnit</w:t>
      </w:r>
      <w:r w:rsidR="001E64D8">
        <w:t>“.</w:t>
      </w:r>
    </w:p>
    <w:p w:rsidR="00315359" w:rsidRDefault="00315359" w:rsidP="00F67D21">
      <w:pPr>
        <w:pStyle w:val="Novelizanbod"/>
        <w:keepNext w:val="0"/>
      </w:pPr>
      <w:r w:rsidRPr="00F043C4">
        <w:t xml:space="preserve">V § 15 odst. 2 se za slova „nebo na adresu místa jejich trvalého pobytu“ vkládají </w:t>
      </w:r>
      <w:proofErr w:type="gramStart"/>
      <w:r w:rsidRPr="00F043C4">
        <w:t>slova „</w:t>
      </w:r>
      <w:r w:rsidR="00113571">
        <w:t> , </w:t>
      </w:r>
      <w:r w:rsidRPr="00F043C4">
        <w:t>případně</w:t>
      </w:r>
      <w:proofErr w:type="gramEnd"/>
      <w:r w:rsidRPr="00F043C4">
        <w:t xml:space="preserve"> přechodného pobytu, jde-li o cizince podle § 4 odst. 1,“.</w:t>
      </w:r>
    </w:p>
    <w:p w:rsidR="001E64D8" w:rsidRDefault="00A93B6A" w:rsidP="00F67D21">
      <w:pPr>
        <w:pStyle w:val="Novelizanbod"/>
        <w:keepNext w:val="0"/>
      </w:pPr>
      <w:r>
        <w:t>V § </w:t>
      </w:r>
      <w:r w:rsidR="001E64D8" w:rsidRPr="001B5875">
        <w:t xml:space="preserve">15 se na konci odstavce 2 doplňuje věta „Při vyrozumění členů okrskové volební komise </w:t>
      </w:r>
      <w:r w:rsidRPr="001B5875">
        <w:t>o</w:t>
      </w:r>
      <w:r>
        <w:t> </w:t>
      </w:r>
      <w:r w:rsidRPr="001B5875">
        <w:t>t</w:t>
      </w:r>
      <w:r w:rsidR="001E64D8" w:rsidRPr="001B5875">
        <w:t xml:space="preserve">ermínech školení </w:t>
      </w:r>
      <w:r w:rsidRPr="001B5875">
        <w:t>a</w:t>
      </w:r>
      <w:r>
        <w:t> </w:t>
      </w:r>
      <w:r w:rsidRPr="001B5875">
        <w:t>o</w:t>
      </w:r>
      <w:r w:rsidR="001E64D8" w:rsidRPr="001B5875">
        <w:t xml:space="preserve"> důsledcích nesplnění povinnosti se jich účastnit postupuje </w:t>
      </w:r>
      <w:bookmarkStart w:id="0" w:name="_GoBack"/>
      <w:bookmarkEnd w:id="0"/>
      <w:r w:rsidR="001E64D8" w:rsidRPr="001B5875">
        <w:t>starosta obdobně.“.</w:t>
      </w:r>
    </w:p>
    <w:p w:rsidR="00315359" w:rsidRDefault="00315359" w:rsidP="00F67D21">
      <w:pPr>
        <w:pStyle w:val="Novelizanbod"/>
        <w:keepNext w:val="0"/>
      </w:pPr>
      <w:r w:rsidRPr="00F043C4">
        <w:t xml:space="preserve">V § 17 odst. 1 se za slova „přihlášen k trvalému pobytu v obci na území České republiky,“ vkládají </w:t>
      </w:r>
      <w:proofErr w:type="gramStart"/>
      <w:r w:rsidRPr="00F043C4">
        <w:t>slova „</w:t>
      </w:r>
      <w:r w:rsidR="001C22BC">
        <w:t> </w:t>
      </w:r>
      <w:r w:rsidRPr="00F043C4">
        <w:t>, případně</w:t>
      </w:r>
      <w:proofErr w:type="gramEnd"/>
      <w:r w:rsidRPr="00F043C4">
        <w:t xml:space="preserve"> k přechodnému pobytu, jde-li o cizince podle § 4 odst. 1,“.</w:t>
      </w:r>
    </w:p>
    <w:p w:rsidR="001E64D8" w:rsidRDefault="00A93B6A" w:rsidP="00F67D21">
      <w:pPr>
        <w:pStyle w:val="Novelizanbod"/>
        <w:keepNext w:val="0"/>
      </w:pPr>
      <w:r>
        <w:t>V § </w:t>
      </w:r>
      <w:r w:rsidR="001E64D8">
        <w:t xml:space="preserve">17 odst. 5 písm. e) se slova „dny voleb, </w:t>
      </w:r>
      <w:r w:rsidR="001E64D8" w:rsidRPr="00C94261">
        <w:t xml:space="preserve">trvá-li nepřítomnost člena okrskové volební komise ve volební místnosti bez souhlasu </w:t>
      </w:r>
      <w:r w:rsidR="001E64D8">
        <w:t xml:space="preserve">komise déle než 3 </w:t>
      </w:r>
      <w:r w:rsidR="001E64D8" w:rsidRPr="00C94261">
        <w:t>hodiny</w:t>
      </w:r>
      <w:r w:rsidR="001E64D8">
        <w:t xml:space="preserve">“ nahrazují slovy „dnech voleb, </w:t>
      </w:r>
      <w:r w:rsidR="001E64D8" w:rsidRPr="00C94261">
        <w:t xml:space="preserve">nevykonává-li člen okrskové volební komise svoji funkci </w:t>
      </w:r>
      <w:r w:rsidRPr="00C94261">
        <w:t>a</w:t>
      </w:r>
      <w:r>
        <w:t> </w:t>
      </w:r>
      <w:r w:rsidRPr="00C94261">
        <w:t>j</w:t>
      </w:r>
      <w:r w:rsidR="001E64D8" w:rsidRPr="00C94261">
        <w:t>eho nepřítomnost trvá nepřetržitě déle než 2 hodiny</w:t>
      </w:r>
      <w:r w:rsidR="001E64D8">
        <w:t>“.</w:t>
      </w:r>
    </w:p>
    <w:p w:rsidR="001E64D8" w:rsidRDefault="00A93B6A" w:rsidP="00F67D21">
      <w:pPr>
        <w:pStyle w:val="Novelizanbod"/>
        <w:keepNext w:val="0"/>
      </w:pPr>
      <w:r>
        <w:t>V § </w:t>
      </w:r>
      <w:r w:rsidR="001E64D8">
        <w:t>17 odst. 6 větě první se slova „</w:t>
      </w:r>
      <w:r w:rsidRPr="002B00E8">
        <w:t>s</w:t>
      </w:r>
      <w:r>
        <w:t> </w:t>
      </w:r>
      <w:r w:rsidRPr="002B00E8">
        <w:t>h</w:t>
      </w:r>
      <w:r w:rsidR="001E64D8" w:rsidRPr="002B00E8">
        <w:t>lasem poradním, při hlasování se do počtu členů okrskové volební komise nezapočítává</w:t>
      </w:r>
      <w:r w:rsidR="001E64D8">
        <w:t xml:space="preserve">“ </w:t>
      </w:r>
      <w:r>
        <w:t>a s</w:t>
      </w:r>
      <w:r w:rsidR="001E64D8">
        <w:t>lova „</w:t>
      </w:r>
      <w:r w:rsidR="001E64D8" w:rsidRPr="002B00E8">
        <w:t>může okrskové volební komisi předkládat návrhy,</w:t>
      </w:r>
      <w:r w:rsidR="001E64D8">
        <w:t xml:space="preserve">“ zrušují </w:t>
      </w:r>
      <w:r>
        <w:t>a v</w:t>
      </w:r>
      <w:r w:rsidR="001E64D8">
        <w:t>ěta poslední se nahrazuje větou „</w:t>
      </w:r>
      <w:r w:rsidR="001E64D8" w:rsidRPr="00D3657A">
        <w:t xml:space="preserve">Starosta odvolá zapisovatele, který přestane vykonávat svoji funkci nebo ji nevykonává řádně, </w:t>
      </w:r>
      <w:r w:rsidRPr="00D3657A">
        <w:t>a</w:t>
      </w:r>
      <w:r>
        <w:t> </w:t>
      </w:r>
      <w:r w:rsidRPr="00D3657A">
        <w:t>n</w:t>
      </w:r>
      <w:r w:rsidR="001E64D8" w:rsidRPr="00D3657A">
        <w:t>a jeho místo neprodleně jmenuje nového zapisovatele.</w:t>
      </w:r>
      <w:r w:rsidR="001E64D8">
        <w:t>“.</w:t>
      </w:r>
    </w:p>
    <w:p w:rsidR="001E64D8" w:rsidRDefault="00A93B6A" w:rsidP="00F67D21">
      <w:pPr>
        <w:pStyle w:val="Novelizanbod"/>
      </w:pPr>
      <w:r>
        <w:lastRenderedPageBreak/>
        <w:t>V § </w:t>
      </w:r>
      <w:r w:rsidR="001E64D8">
        <w:t>18 odst. 2 se slova „</w:t>
      </w:r>
      <w:r>
        <w:t>s p</w:t>
      </w:r>
      <w:r w:rsidR="001E64D8">
        <w:t>rávem hlasovat“ zrušují.</w:t>
      </w:r>
    </w:p>
    <w:p w:rsidR="001E64D8" w:rsidRDefault="00A93B6A" w:rsidP="00F67D21">
      <w:pPr>
        <w:pStyle w:val="Novelizanbod"/>
      </w:pPr>
      <w:r>
        <w:t>V § </w:t>
      </w:r>
      <w:r w:rsidR="001E64D8">
        <w:t xml:space="preserve">18 odst. 3 se na konci textu věty druhé doplňují </w:t>
      </w:r>
      <w:proofErr w:type="gramStart"/>
      <w:r w:rsidR="001E64D8">
        <w:t>slova „</w:t>
      </w:r>
      <w:r w:rsidR="00F67D21">
        <w:t xml:space="preserve"> </w:t>
      </w:r>
      <w:r w:rsidR="001E64D8" w:rsidRPr="000B64A0">
        <w:t>; zapisovatel</w:t>
      </w:r>
      <w:proofErr w:type="gramEnd"/>
      <w:r w:rsidR="001E64D8" w:rsidRPr="000B64A0">
        <w:t xml:space="preserve"> se do losování nezařazuje</w:t>
      </w:r>
      <w:r w:rsidR="001E64D8">
        <w:t>“.</w:t>
      </w:r>
    </w:p>
    <w:p w:rsidR="001E64D8" w:rsidRDefault="00A93B6A" w:rsidP="00F67D21">
      <w:pPr>
        <w:pStyle w:val="Novelizanbod"/>
      </w:pPr>
      <w:r>
        <w:t>V § </w:t>
      </w:r>
      <w:r w:rsidR="001E64D8">
        <w:t>18 se za odstavec 3 vkládají nové odstavce 4 až 6, které znějí:</w:t>
      </w:r>
    </w:p>
    <w:p w:rsidR="001E64D8" w:rsidRPr="000B64A0" w:rsidRDefault="001E64D8" w:rsidP="00F67D21">
      <w:pPr>
        <w:pStyle w:val="Textparagrafu"/>
      </w:pPr>
      <w:r>
        <w:t>„</w:t>
      </w:r>
      <w:r w:rsidRPr="000B64A0">
        <w:t xml:space="preserve">(4) Předsedu okrskové volební komise </w:t>
      </w:r>
      <w:r w:rsidR="00A93B6A" w:rsidRPr="000B64A0">
        <w:t>v</w:t>
      </w:r>
      <w:r w:rsidR="00A93B6A">
        <w:t> </w:t>
      </w:r>
      <w:r w:rsidR="00A93B6A" w:rsidRPr="000B64A0">
        <w:t>d</w:t>
      </w:r>
      <w:r w:rsidRPr="000B64A0">
        <w:t>obě jeho nepřítomnosti zastupuje místopředseda okrskové volební komise.</w:t>
      </w:r>
    </w:p>
    <w:p w:rsidR="001E64D8" w:rsidRPr="000B64A0" w:rsidRDefault="001E64D8" w:rsidP="00F67D21">
      <w:pPr>
        <w:pStyle w:val="Textparagrafu"/>
      </w:pPr>
      <w:r w:rsidRPr="000B64A0">
        <w:t xml:space="preserve">(5) Zapisovatel, předseda </w:t>
      </w:r>
      <w:r w:rsidR="00A93B6A" w:rsidRPr="000B64A0">
        <w:t>a</w:t>
      </w:r>
      <w:r w:rsidR="00A93B6A">
        <w:t> </w:t>
      </w:r>
      <w:r w:rsidR="00A93B6A" w:rsidRPr="000B64A0">
        <w:t>m</w:t>
      </w:r>
      <w:r w:rsidRPr="000B64A0">
        <w:t xml:space="preserve">ístopředseda okrskové volební komise je povinen zúčastnit se školení </w:t>
      </w:r>
      <w:r w:rsidR="00A93B6A" w:rsidRPr="000B64A0">
        <w:t>k</w:t>
      </w:r>
      <w:r w:rsidR="00A93B6A">
        <w:t> </w:t>
      </w:r>
      <w:r w:rsidR="00A93B6A" w:rsidRPr="000B64A0">
        <w:t>z</w:t>
      </w:r>
      <w:r w:rsidRPr="000B64A0">
        <w:t xml:space="preserve">ásadám hlasování </w:t>
      </w:r>
      <w:r w:rsidR="00A93B6A" w:rsidRPr="000B64A0">
        <w:t>a</w:t>
      </w:r>
      <w:r w:rsidR="00A93B6A">
        <w:t> </w:t>
      </w:r>
      <w:r w:rsidR="00A93B6A" w:rsidRPr="000B64A0">
        <w:t>k</w:t>
      </w:r>
      <w:r w:rsidRPr="000B64A0">
        <w:t xml:space="preserve"> systému zjišťování </w:t>
      </w:r>
      <w:r w:rsidR="00A93B6A" w:rsidRPr="000B64A0">
        <w:t>a</w:t>
      </w:r>
      <w:r w:rsidR="00A93B6A">
        <w:t> </w:t>
      </w:r>
      <w:r w:rsidR="00A93B6A" w:rsidRPr="000B64A0">
        <w:t>z</w:t>
      </w:r>
      <w:r w:rsidRPr="000B64A0">
        <w:t xml:space="preserve">pracování výsledků hlasování. </w:t>
      </w:r>
    </w:p>
    <w:p w:rsidR="001E64D8" w:rsidRDefault="001E64D8" w:rsidP="00F67D21">
      <w:pPr>
        <w:pStyle w:val="Textparagrafu"/>
      </w:pPr>
      <w:r w:rsidRPr="000B64A0">
        <w:t xml:space="preserve">(6) Obecní úřad ve spolupráci se zapisovatelem zajistí, aby ve volební místnosti </w:t>
      </w:r>
      <w:r w:rsidR="00A93B6A" w:rsidRPr="000B64A0">
        <w:t>v</w:t>
      </w:r>
      <w:r w:rsidR="00A93B6A">
        <w:t> </w:t>
      </w:r>
      <w:r w:rsidR="00A93B6A" w:rsidRPr="000B64A0">
        <w:t>p</w:t>
      </w:r>
      <w:r w:rsidRPr="000B64A0">
        <w:t xml:space="preserve">růběhu hlasování bylo </w:t>
      </w:r>
      <w:r w:rsidR="00A93B6A" w:rsidRPr="000B64A0">
        <w:t>u</w:t>
      </w:r>
      <w:r w:rsidR="00A93B6A">
        <w:t> </w:t>
      </w:r>
      <w:r w:rsidR="00A93B6A" w:rsidRPr="000B64A0">
        <w:t>k</w:t>
      </w:r>
      <w:r w:rsidRPr="000B64A0">
        <w:t xml:space="preserve">aždého člena okrskové volební komise uvedeno jeho jméno, příjmení, funkce </w:t>
      </w:r>
      <w:r w:rsidR="00A93B6A" w:rsidRPr="000B64A0">
        <w:t>v</w:t>
      </w:r>
      <w:r w:rsidR="00A93B6A">
        <w:t> </w:t>
      </w:r>
      <w:r w:rsidR="00A93B6A" w:rsidRPr="000B64A0">
        <w:t>o</w:t>
      </w:r>
      <w:r w:rsidRPr="000B64A0">
        <w:t xml:space="preserve">krskové volební komisi </w:t>
      </w:r>
      <w:r w:rsidR="00A93B6A" w:rsidRPr="000B64A0">
        <w:t>a</w:t>
      </w:r>
      <w:r w:rsidR="00A93B6A">
        <w:t> </w:t>
      </w:r>
      <w:r w:rsidR="00A93B6A" w:rsidRPr="000B64A0">
        <w:t>ú</w:t>
      </w:r>
      <w:r w:rsidRPr="000B64A0">
        <w:t xml:space="preserve">daj </w:t>
      </w:r>
      <w:r w:rsidR="00A93B6A" w:rsidRPr="000B64A0">
        <w:t>o</w:t>
      </w:r>
      <w:r w:rsidR="00A93B6A">
        <w:t> </w:t>
      </w:r>
      <w:r w:rsidR="00A93B6A" w:rsidRPr="000B64A0">
        <w:t>t</w:t>
      </w:r>
      <w:r w:rsidRPr="000B64A0">
        <w:t>om, zda jej delegovala volební strana</w:t>
      </w:r>
      <w:r>
        <w:t xml:space="preserve"> nebo</w:t>
      </w:r>
      <w:r w:rsidRPr="000B64A0">
        <w:t xml:space="preserve"> jmenoval starosta.</w:t>
      </w:r>
      <w:r>
        <w:t>“.</w:t>
      </w:r>
    </w:p>
    <w:p w:rsidR="001E64D8" w:rsidRDefault="001E64D8" w:rsidP="00F67D21">
      <w:pPr>
        <w:spacing w:before="120"/>
      </w:pPr>
      <w:r>
        <w:t>Dosavadní odstavec 4 se označuje jako odstavec 7.</w:t>
      </w:r>
    </w:p>
    <w:p w:rsidR="001E64D8" w:rsidRPr="0047358A" w:rsidRDefault="00A93B6A" w:rsidP="00F67D21">
      <w:pPr>
        <w:pStyle w:val="Novelizanbod"/>
        <w:keepNext w:val="0"/>
      </w:pPr>
      <w:r w:rsidRPr="0047358A">
        <w:t>V</w:t>
      </w:r>
      <w:r>
        <w:t> § </w:t>
      </w:r>
      <w:r w:rsidR="001E64D8" w:rsidRPr="0047358A">
        <w:t>18 se odstavec 7 zrušuje.</w:t>
      </w:r>
    </w:p>
    <w:p w:rsidR="001E64D8" w:rsidRDefault="00A93B6A" w:rsidP="00F67D21">
      <w:pPr>
        <w:pStyle w:val="Novelizanbod"/>
        <w:keepNext w:val="0"/>
      </w:pPr>
      <w:r w:rsidRPr="0047358A">
        <w:t>V</w:t>
      </w:r>
      <w:r>
        <w:t> § </w:t>
      </w:r>
      <w:r w:rsidR="001E64D8" w:rsidRPr="0047358A">
        <w:t xml:space="preserve">21 odst. 4 se slova „místo, kde je přihlášen </w:t>
      </w:r>
      <w:r w:rsidRPr="0047358A">
        <w:t>k</w:t>
      </w:r>
      <w:r>
        <w:t> </w:t>
      </w:r>
      <w:r w:rsidRPr="0047358A">
        <w:t>t</w:t>
      </w:r>
      <w:r w:rsidR="001E64D8" w:rsidRPr="0047358A">
        <w:t>rvalému pobytu“ nahrazují slovy „adresa místa trvalého pobytu</w:t>
      </w:r>
      <w:r w:rsidR="001C22BC">
        <w:t>,</w:t>
      </w:r>
      <w:r w:rsidR="001C22BC" w:rsidRPr="001C22BC">
        <w:t xml:space="preserve"> </w:t>
      </w:r>
      <w:r w:rsidR="001C22BC" w:rsidRPr="00F043C4">
        <w:t>případně adresa místa přechodného pobytu, jde-li o</w:t>
      </w:r>
      <w:r w:rsidR="001C22BC">
        <w:t> </w:t>
      </w:r>
      <w:r w:rsidR="001C22BC" w:rsidRPr="00F043C4">
        <w:t>cizince podle § 4 odst. 1</w:t>
      </w:r>
      <w:r w:rsidR="001E64D8" w:rsidRPr="0047358A">
        <w:t>“.</w:t>
      </w:r>
    </w:p>
    <w:p w:rsidR="001E64D8" w:rsidRPr="0047358A" w:rsidRDefault="00A93B6A" w:rsidP="00F67D21">
      <w:pPr>
        <w:pStyle w:val="Novelizanbod"/>
        <w:keepNext w:val="0"/>
      </w:pPr>
      <w:r w:rsidRPr="001B5875">
        <w:t>V</w:t>
      </w:r>
      <w:r>
        <w:t> § </w:t>
      </w:r>
      <w:r w:rsidR="001E64D8" w:rsidRPr="001B5875">
        <w:t xml:space="preserve">22 odst. 1 písm. d) se za slovo „věk“ vkládají slova „ke druhému dni voleb, popřípadě ke dni voleb, konají-li se volby </w:t>
      </w:r>
      <w:r w:rsidRPr="001B5875">
        <w:t>v</w:t>
      </w:r>
      <w:r>
        <w:t> </w:t>
      </w:r>
      <w:r w:rsidRPr="001B5875">
        <w:t>j</w:t>
      </w:r>
      <w:r w:rsidR="001E64D8" w:rsidRPr="001B5875">
        <w:t>ednom dni,“.</w:t>
      </w:r>
    </w:p>
    <w:p w:rsidR="001C22BC" w:rsidRPr="00F043C4" w:rsidRDefault="001C22BC" w:rsidP="0025223B">
      <w:pPr>
        <w:pStyle w:val="Novelizanbod"/>
        <w:keepNext w:val="0"/>
        <w:keepLines w:val="0"/>
      </w:pPr>
      <w:r w:rsidRPr="00F043C4">
        <w:t>V § 22 odst. 1 písm. d) se za slova „kde jsou přihlášeni k trvalému pobytu,“ vkládají slova „případně k přechodnému pobytu, jde-li o cizince podle § 4 odst. 1,“.</w:t>
      </w:r>
    </w:p>
    <w:p w:rsidR="001C22BC" w:rsidRPr="00F043C4" w:rsidRDefault="001C22BC" w:rsidP="001C22BC">
      <w:pPr>
        <w:pStyle w:val="Novelizanbod"/>
      </w:pPr>
      <w:r w:rsidRPr="00F043C4">
        <w:t>V § 22 odst. 3 se za slova „přihlášen k trvalému pobytu,“ vkládají slova „případně k</w:t>
      </w:r>
      <w:r>
        <w:t> </w:t>
      </w:r>
      <w:r w:rsidRPr="00F043C4">
        <w:t>přechodnému pobytu, jde-li o cizince podle § 4 odst. 1,“.</w:t>
      </w:r>
    </w:p>
    <w:p w:rsidR="001C22BC" w:rsidRDefault="001C22BC" w:rsidP="001C22BC">
      <w:pPr>
        <w:pStyle w:val="Novelizanbod"/>
        <w:keepNext w:val="0"/>
      </w:pPr>
      <w:r w:rsidRPr="00F043C4">
        <w:t>V § 25 odst. 3 se za slova „přihlášen k trvalému pobytu,“ vkládají slova „případně k</w:t>
      </w:r>
      <w:r>
        <w:t> </w:t>
      </w:r>
      <w:r w:rsidRPr="00F043C4">
        <w:t>přechodnému pobytu, jde-li o cizince podle § 4 odst. 1,“.</w:t>
      </w:r>
    </w:p>
    <w:p w:rsidR="001E64D8" w:rsidRDefault="00A93B6A" w:rsidP="00F67D21">
      <w:pPr>
        <w:pStyle w:val="Novelizanbod"/>
        <w:keepNext w:val="0"/>
      </w:pPr>
      <w:r>
        <w:t>V § </w:t>
      </w:r>
      <w:r w:rsidR="001E64D8">
        <w:t>25 odst. 4 se slova „</w:t>
      </w:r>
      <w:r w:rsidR="001E64D8" w:rsidRPr="006B3C73">
        <w:t>mohou být vytištěny oboustranně, přičemž pro</w:t>
      </w:r>
      <w:r w:rsidR="001E64D8">
        <w:t>“ nahrazují slovy „</w:t>
      </w:r>
      <w:r w:rsidRPr="006B3C73">
        <w:t>s</w:t>
      </w:r>
      <w:r>
        <w:t> </w:t>
      </w:r>
      <w:r w:rsidRPr="006B3C73">
        <w:t>f</w:t>
      </w:r>
      <w:r w:rsidR="001E64D8" w:rsidRPr="006B3C73">
        <w:t xml:space="preserve">ormátem A4 </w:t>
      </w:r>
      <w:r w:rsidRPr="006B3C73">
        <w:t>a</w:t>
      </w:r>
      <w:r>
        <w:t> </w:t>
      </w:r>
      <w:r w:rsidRPr="006B3C73">
        <w:t>v</w:t>
      </w:r>
      <w:r w:rsidR="001E64D8" w:rsidRPr="006B3C73">
        <w:t xml:space="preserve">ětším se tisknou oboustranně. Je-li hlasovací lístek vytištěn oboustranně, uvede se na konci </w:t>
      </w:r>
      <w:r w:rsidR="001E64D8">
        <w:t>každé</w:t>
      </w:r>
      <w:r w:rsidR="001E64D8" w:rsidRPr="006B3C73">
        <w:t xml:space="preserve"> strany text „Pokračování na druhé straně.“. Pro</w:t>
      </w:r>
      <w:r w:rsidR="001E64D8">
        <w:t>“.</w:t>
      </w:r>
    </w:p>
    <w:p w:rsidR="001C22BC" w:rsidRDefault="001C22BC" w:rsidP="00F67D21">
      <w:pPr>
        <w:pStyle w:val="Novelizanbod"/>
        <w:keepNext w:val="0"/>
      </w:pPr>
      <w:r w:rsidRPr="00F043C4">
        <w:t>V § 28 odst. 1 větě druh</w:t>
      </w:r>
      <w:r>
        <w:t>é se slovo „trvalému“ zrušuje.</w:t>
      </w:r>
    </w:p>
    <w:p w:rsidR="001E64D8" w:rsidRDefault="00A93B6A" w:rsidP="00F67D21">
      <w:pPr>
        <w:pStyle w:val="Novelizanbod"/>
        <w:keepNext w:val="0"/>
      </w:pPr>
      <w:r>
        <w:lastRenderedPageBreak/>
        <w:t>V § </w:t>
      </w:r>
      <w:r w:rsidR="001E64D8">
        <w:t>30 odst. 1 se číslo „10“ nahrazuje číslem „16“.</w:t>
      </w:r>
    </w:p>
    <w:p w:rsidR="001E64D8" w:rsidRDefault="00A93B6A" w:rsidP="00F67D21">
      <w:pPr>
        <w:pStyle w:val="Novelizanbod"/>
        <w:keepNext w:val="0"/>
      </w:pPr>
      <w:r>
        <w:t>V § </w:t>
      </w:r>
      <w:r w:rsidR="001E64D8">
        <w:t>30 se na konci odstavce 1 doplňuje věta „</w:t>
      </w:r>
      <w:r w:rsidR="001E64D8" w:rsidRPr="00273986">
        <w:t xml:space="preserve">Plochu pro vylepení volebních plakátů poskytne obec </w:t>
      </w:r>
      <w:r w:rsidRPr="00273986">
        <w:t>k</w:t>
      </w:r>
      <w:r>
        <w:t> </w:t>
      </w:r>
      <w:r w:rsidRPr="00273986">
        <w:t>v</w:t>
      </w:r>
      <w:r w:rsidR="001E64D8" w:rsidRPr="00273986">
        <w:t xml:space="preserve">yužití bezplatně; na takové bezúplatné plnění se nevztahují ustanovení zvláštního zákona upravující hospodaření politických stran </w:t>
      </w:r>
      <w:r w:rsidRPr="00273986">
        <w:t>a</w:t>
      </w:r>
      <w:r>
        <w:t> </w:t>
      </w:r>
      <w:r w:rsidRPr="00273986">
        <w:t>p</w:t>
      </w:r>
      <w:r w:rsidR="001E64D8" w:rsidRPr="00273986">
        <w:t>olitických hnutí.</w:t>
      </w:r>
      <w:r w:rsidR="001E64D8">
        <w:t>“.</w:t>
      </w:r>
    </w:p>
    <w:p w:rsidR="001E64D8" w:rsidRDefault="00A93B6A" w:rsidP="00F67D21">
      <w:pPr>
        <w:pStyle w:val="Novelizanbod"/>
        <w:keepNext w:val="0"/>
      </w:pPr>
      <w:r>
        <w:t>V § </w:t>
      </w:r>
      <w:r w:rsidR="001E64D8">
        <w:t xml:space="preserve">31 se na konci textu odstavce 2 doplňují </w:t>
      </w:r>
      <w:proofErr w:type="gramStart"/>
      <w:r w:rsidR="001E64D8">
        <w:t>slova „</w:t>
      </w:r>
      <w:r w:rsidR="00EB6926">
        <w:t xml:space="preserve"> </w:t>
      </w:r>
      <w:r w:rsidR="001E64D8" w:rsidRPr="00DD6EC9">
        <w:t>; stejným</w:t>
      </w:r>
      <w:proofErr w:type="gramEnd"/>
      <w:r w:rsidR="001E64D8" w:rsidRPr="00DD6EC9">
        <w:t xml:space="preserve"> způsobem musejí být odlišeny hlasovací lístky</w:t>
      </w:r>
      <w:r w:rsidR="001E64D8">
        <w:t>“.</w:t>
      </w:r>
    </w:p>
    <w:p w:rsidR="001C22BC" w:rsidRDefault="001C22BC" w:rsidP="00F67D21">
      <w:pPr>
        <w:pStyle w:val="Novelizanbod"/>
      </w:pPr>
      <w:r w:rsidRPr="00F043C4">
        <w:t>V § 33 odst. 3 se za slova „průkazem o povolení k pobytu</w:t>
      </w:r>
      <w:r w:rsidRPr="00F043C4">
        <w:rPr>
          <w:vertAlign w:val="superscript"/>
        </w:rPr>
        <w:t>27)</w:t>
      </w:r>
      <w:r w:rsidRPr="00F043C4">
        <w:t>“ vkládají slova „nebo potvrzením o přechodném pobytu“.</w:t>
      </w:r>
    </w:p>
    <w:p w:rsidR="001E64D8" w:rsidRDefault="00A93B6A" w:rsidP="00F67D21">
      <w:pPr>
        <w:pStyle w:val="Novelizanbod"/>
      </w:pPr>
      <w:r w:rsidRPr="0047358A">
        <w:t>V</w:t>
      </w:r>
      <w:r>
        <w:t> § </w:t>
      </w:r>
      <w:r w:rsidR="001E64D8" w:rsidRPr="0047358A">
        <w:t>38 odst. 1 se věta první nahrazuje větou „</w:t>
      </w:r>
      <w:r w:rsidR="001E64D8" w:rsidRPr="005B5F74">
        <w:t xml:space="preserve">Pověřený obecní úřad </w:t>
      </w:r>
      <w:r w:rsidRPr="005B5F74">
        <w:t>a</w:t>
      </w:r>
      <w:r>
        <w:t> </w:t>
      </w:r>
      <w:r w:rsidRPr="005B5F74">
        <w:t>k</w:t>
      </w:r>
      <w:r w:rsidR="001E64D8" w:rsidRPr="005B5F74">
        <w:t xml:space="preserve">rajský úřad může při hlasování </w:t>
      </w:r>
      <w:r w:rsidRPr="005B5F74">
        <w:t>a</w:t>
      </w:r>
      <w:r>
        <w:t> </w:t>
      </w:r>
      <w:r w:rsidRPr="005B5F74">
        <w:t>s</w:t>
      </w:r>
      <w:r w:rsidR="001E64D8" w:rsidRPr="005B5F74">
        <w:t>čítání hlasů provést ve volební místnosti kontrolu na místě.</w:t>
      </w:r>
      <w:r w:rsidR="001E64D8" w:rsidRPr="0047358A">
        <w:t>“.</w:t>
      </w:r>
    </w:p>
    <w:p w:rsidR="001E64D8" w:rsidRDefault="00A93B6A" w:rsidP="00F67D21">
      <w:pPr>
        <w:pStyle w:val="Novelizanbod"/>
      </w:pPr>
      <w:r>
        <w:t>§ </w:t>
      </w:r>
      <w:r w:rsidR="001E64D8">
        <w:t>62 včetně nadpisu zní:</w:t>
      </w:r>
    </w:p>
    <w:p w:rsidR="001E64D8" w:rsidRPr="0060337A" w:rsidRDefault="001E64D8" w:rsidP="00F67D21">
      <w:pPr>
        <w:spacing w:after="120"/>
        <w:jc w:val="center"/>
      </w:pPr>
      <w:r w:rsidRPr="0060337A">
        <w:t>„</w:t>
      </w:r>
      <w:r w:rsidR="00A93B6A">
        <w:t>§ </w:t>
      </w:r>
      <w:r w:rsidRPr="0060337A">
        <w:t>62</w:t>
      </w:r>
    </w:p>
    <w:p w:rsidR="001E64D8" w:rsidRPr="0060337A" w:rsidRDefault="001E64D8" w:rsidP="00F67D21">
      <w:pPr>
        <w:spacing w:after="120"/>
        <w:jc w:val="center"/>
        <w:rPr>
          <w:b/>
        </w:rPr>
      </w:pPr>
      <w:r w:rsidRPr="0060337A">
        <w:rPr>
          <w:b/>
        </w:rPr>
        <w:t>Nároky členů okrskových volebních komisí</w:t>
      </w:r>
    </w:p>
    <w:p w:rsidR="001E64D8" w:rsidRPr="0060337A" w:rsidRDefault="001E64D8" w:rsidP="00F67D21">
      <w:pPr>
        <w:pStyle w:val="Textodstavce"/>
        <w:numPr>
          <w:ilvl w:val="0"/>
          <w:numId w:val="15"/>
        </w:numPr>
      </w:pPr>
      <w:r w:rsidRPr="0060337A">
        <w:t xml:space="preserve">Člen okrskové volební komise má nárok na zvláštní odměnu za výkon funkce. Předseda, místopředseda </w:t>
      </w:r>
      <w:r w:rsidR="00A93B6A" w:rsidRPr="0060337A">
        <w:t>a</w:t>
      </w:r>
      <w:r w:rsidR="00A93B6A">
        <w:t> </w:t>
      </w:r>
      <w:r w:rsidR="00A93B6A" w:rsidRPr="0060337A">
        <w:t>z</w:t>
      </w:r>
      <w:r w:rsidRPr="0060337A">
        <w:t xml:space="preserve">apisovatel okrskové volební komise mají nárok na vyšší zvláštní odměnu za výkon funkce než ostatní členové okrskové volební komise. Nárok na vyšší zvláštní odměnu za výkon funkce nemá člen okrskové volební komise, který nesplnil povinnost účastnit se školení k zásadám hlasování </w:t>
      </w:r>
      <w:r w:rsidR="00A93B6A" w:rsidRPr="0060337A">
        <w:t>a</w:t>
      </w:r>
      <w:r w:rsidR="00A93B6A">
        <w:t> </w:t>
      </w:r>
      <w:r w:rsidR="00A93B6A" w:rsidRPr="0060337A">
        <w:t>k</w:t>
      </w:r>
      <w:r w:rsidRPr="0060337A">
        <w:t xml:space="preserve"> systému zjišťování </w:t>
      </w:r>
      <w:r w:rsidR="00A93B6A" w:rsidRPr="0060337A">
        <w:t>a</w:t>
      </w:r>
      <w:r w:rsidR="00A93B6A">
        <w:t> </w:t>
      </w:r>
      <w:r w:rsidR="00A93B6A" w:rsidRPr="0060337A">
        <w:t>z</w:t>
      </w:r>
      <w:r w:rsidRPr="0060337A">
        <w:t xml:space="preserve">pracování výsledků hlasování, ledaže byl zapisovatel jmenován nebo předseda </w:t>
      </w:r>
      <w:r w:rsidR="00A93B6A" w:rsidRPr="0060337A">
        <w:t>a</w:t>
      </w:r>
      <w:r w:rsidR="00A93B6A">
        <w:t> </w:t>
      </w:r>
      <w:r w:rsidR="00A93B6A" w:rsidRPr="0060337A">
        <w:t>m</w:t>
      </w:r>
      <w:r w:rsidRPr="0060337A">
        <w:t xml:space="preserve">ístopředseda určen losem </w:t>
      </w:r>
      <w:r w:rsidR="00A93B6A" w:rsidRPr="0060337A">
        <w:t>v</w:t>
      </w:r>
      <w:r w:rsidR="00A93B6A">
        <w:t> </w:t>
      </w:r>
      <w:r w:rsidR="00A93B6A" w:rsidRPr="0060337A">
        <w:t>d</w:t>
      </w:r>
      <w:r w:rsidRPr="0060337A">
        <w:t>obě, kdy již nebylo možné účast na školení zajistit.</w:t>
      </w:r>
    </w:p>
    <w:p w:rsidR="001E64D8" w:rsidRPr="005B5F74" w:rsidRDefault="001E64D8" w:rsidP="00F67D21">
      <w:pPr>
        <w:pStyle w:val="Textodstavce"/>
        <w:numPr>
          <w:ilvl w:val="0"/>
          <w:numId w:val="15"/>
        </w:numPr>
      </w:pPr>
      <w:r w:rsidRPr="0060337A">
        <w:t xml:space="preserve">Člen okrskové volební komise, který je </w:t>
      </w:r>
      <w:r w:rsidR="00A93B6A" w:rsidRPr="0060337A">
        <w:t>v</w:t>
      </w:r>
      <w:r w:rsidR="00A93B6A">
        <w:t> </w:t>
      </w:r>
      <w:r w:rsidR="00A93B6A" w:rsidRPr="0060337A">
        <w:t>p</w:t>
      </w:r>
      <w:r w:rsidRPr="0060337A">
        <w:t xml:space="preserve">racovním nebo služebním poměru, má nárok na pracovní nebo služební volno </w:t>
      </w:r>
      <w:r w:rsidR="00A93B6A" w:rsidRPr="0060337A">
        <w:t>v</w:t>
      </w:r>
      <w:r w:rsidR="00A93B6A">
        <w:t> </w:t>
      </w:r>
      <w:r w:rsidR="00A93B6A" w:rsidRPr="0060337A">
        <w:t>n</w:t>
      </w:r>
      <w:r w:rsidRPr="0060337A">
        <w:t xml:space="preserve">ezbytně nutném rozsahu </w:t>
      </w:r>
      <w:r w:rsidR="00A93B6A" w:rsidRPr="0060337A">
        <w:t>a</w:t>
      </w:r>
      <w:r w:rsidR="00A93B6A">
        <w:t> </w:t>
      </w:r>
      <w:r w:rsidR="00A93B6A" w:rsidRPr="0060337A">
        <w:t>n</w:t>
      </w:r>
      <w:r w:rsidRPr="0060337A">
        <w:t xml:space="preserve">a náhradu mzdy, platu, služebního příjmu nebo odměny ve výši průměrného výdělku od uvolňujícího zaměstnavatele. Členovi okrskové volební komise, který není </w:t>
      </w:r>
      <w:r w:rsidR="00A93B6A" w:rsidRPr="0060337A">
        <w:t>v</w:t>
      </w:r>
      <w:r w:rsidR="00A93B6A">
        <w:t> </w:t>
      </w:r>
      <w:r w:rsidR="00A93B6A" w:rsidRPr="0060337A">
        <w:t>p</w:t>
      </w:r>
      <w:r w:rsidRPr="0060337A">
        <w:t>racovním nebo služebním poměru, avšak je výdělečně činný, přísluší paušální náhrada ušlého výdělku za dobu výkonu funkce člena okrskové volební komise.“.</w:t>
      </w:r>
    </w:p>
    <w:p w:rsidR="001E64D8" w:rsidRPr="00935D5C" w:rsidRDefault="00F67D21" w:rsidP="00F67D21">
      <w:pPr>
        <w:pStyle w:val="lnek"/>
      </w:pPr>
      <w:r>
        <w:t xml:space="preserve">Čl. </w:t>
      </w:r>
      <w:r w:rsidR="001E64D8" w:rsidRPr="00935D5C">
        <w:t>VI</w:t>
      </w:r>
    </w:p>
    <w:p w:rsidR="001E64D8" w:rsidRPr="00935D5C" w:rsidRDefault="001E64D8" w:rsidP="00F67D21">
      <w:pPr>
        <w:pStyle w:val="Nadpislnku"/>
      </w:pPr>
      <w:r w:rsidRPr="00935D5C">
        <w:t>Přechodn</w:t>
      </w:r>
      <w:r>
        <w:t>é</w:t>
      </w:r>
      <w:r w:rsidRPr="00935D5C">
        <w:t xml:space="preserve"> ustanovení</w:t>
      </w:r>
    </w:p>
    <w:p w:rsidR="001E64D8" w:rsidRPr="00F67D21" w:rsidRDefault="001E64D8" w:rsidP="00F67D21">
      <w:pPr>
        <w:pStyle w:val="Textlnku"/>
      </w:pPr>
      <w:r w:rsidRPr="00935D5C">
        <w:t xml:space="preserve">Zákon </w:t>
      </w:r>
      <w:r w:rsidR="00A93B6A">
        <w:t>č. </w:t>
      </w:r>
      <w:r>
        <w:t>491</w:t>
      </w:r>
      <w:r w:rsidRPr="00935D5C">
        <w:t>/</w:t>
      </w:r>
      <w:r>
        <w:t xml:space="preserve">2001 </w:t>
      </w:r>
      <w:r w:rsidRPr="00935D5C">
        <w:t>Sb.</w:t>
      </w:r>
      <w:r>
        <w:t>, ve znění účinném ode dne nabytí účinnosti tohoto zákona, se</w:t>
      </w:r>
      <w:r w:rsidR="00F67D21">
        <w:t>  </w:t>
      </w:r>
      <w:r>
        <w:t>poprvé použije ve volbách do zastupitelstev obcí vyhlášených po nabytí účinnosti tohoto zákona</w:t>
      </w:r>
      <w:r w:rsidRPr="006267CF">
        <w:t>.</w:t>
      </w:r>
      <w:r w:rsidRPr="0060337A">
        <w:rPr>
          <w:color w:val="FF0000"/>
        </w:rPr>
        <w:t xml:space="preserve"> </w:t>
      </w:r>
      <w:r w:rsidRPr="0060337A">
        <w:t xml:space="preserve">Ustanovení </w:t>
      </w:r>
      <w:r w:rsidR="00A93B6A">
        <w:t>§ </w:t>
      </w:r>
      <w:r w:rsidRPr="0060337A">
        <w:t xml:space="preserve">21 odst. 4 zákona </w:t>
      </w:r>
      <w:r w:rsidR="00A93B6A">
        <w:t>č. </w:t>
      </w:r>
      <w:r w:rsidRPr="0060337A">
        <w:t>491/2001 Sb. se pro volby vyhlášené v roce 2018 použije ve znění účinném do dne nabytí účinnosti tohoto zákona.</w:t>
      </w:r>
    </w:p>
    <w:p w:rsidR="001E64D8" w:rsidRDefault="001E64D8" w:rsidP="001E64D8">
      <w:pPr>
        <w:tabs>
          <w:tab w:val="left" w:pos="0"/>
        </w:tabs>
        <w:ind w:firstLine="567"/>
      </w:pPr>
    </w:p>
    <w:p w:rsidR="001E64D8" w:rsidRPr="00935D5C" w:rsidRDefault="00F67D21" w:rsidP="00F67D21">
      <w:pPr>
        <w:pStyle w:val="ST"/>
      </w:pPr>
      <w:r>
        <w:lastRenderedPageBreak/>
        <w:t xml:space="preserve">ČÁST </w:t>
      </w:r>
      <w:r w:rsidR="001E64D8" w:rsidRPr="00935D5C">
        <w:t>ČTVRTÁ</w:t>
      </w:r>
    </w:p>
    <w:p w:rsidR="001E64D8" w:rsidRPr="00935D5C" w:rsidRDefault="001E64D8" w:rsidP="00F67D21">
      <w:pPr>
        <w:pStyle w:val="NADPISSTI"/>
      </w:pPr>
      <w:r w:rsidRPr="00935D5C">
        <w:t xml:space="preserve">Změna zákona </w:t>
      </w:r>
      <w:r w:rsidR="00A93B6A" w:rsidRPr="00935D5C">
        <w:t>o</w:t>
      </w:r>
      <w:r w:rsidR="00A93B6A">
        <w:t> </w:t>
      </w:r>
      <w:r w:rsidR="00A93B6A" w:rsidRPr="00935D5C">
        <w:t>v</w:t>
      </w:r>
      <w:r w:rsidRPr="00935D5C">
        <w:t>olbách do Evropského parlamentu</w:t>
      </w:r>
    </w:p>
    <w:p w:rsidR="001E64D8" w:rsidRPr="00935D5C" w:rsidRDefault="00F67D21" w:rsidP="00F67D21">
      <w:pPr>
        <w:pStyle w:val="lnek"/>
      </w:pPr>
      <w:r>
        <w:t xml:space="preserve">Čl. </w:t>
      </w:r>
      <w:r w:rsidR="001E64D8" w:rsidRPr="00935D5C">
        <w:t>VII</w:t>
      </w:r>
    </w:p>
    <w:p w:rsidR="001E64D8" w:rsidRPr="00935D5C" w:rsidRDefault="001E64D8" w:rsidP="00F67D21">
      <w:pPr>
        <w:pStyle w:val="Textlnku"/>
      </w:pPr>
      <w:r w:rsidRPr="00935D5C">
        <w:t xml:space="preserve">Zákon </w:t>
      </w:r>
      <w:r w:rsidR="00A93B6A">
        <w:t>č. </w:t>
      </w:r>
      <w:r w:rsidRPr="00935D5C">
        <w:t xml:space="preserve">62/2003 Sb., </w:t>
      </w:r>
      <w:r w:rsidR="00A93B6A" w:rsidRPr="00935D5C">
        <w:t>o</w:t>
      </w:r>
      <w:r w:rsidR="00A93B6A">
        <w:t> </w:t>
      </w:r>
      <w:r w:rsidR="00A93B6A" w:rsidRPr="00935D5C">
        <w:t>v</w:t>
      </w:r>
      <w:r w:rsidRPr="00935D5C">
        <w:t xml:space="preserve">olbách do Evropského parlamentu </w:t>
      </w:r>
      <w:r w:rsidR="00A93B6A" w:rsidRPr="00935D5C">
        <w:t>a</w:t>
      </w:r>
      <w:r w:rsidR="00A93B6A">
        <w:t> </w:t>
      </w:r>
      <w:r w:rsidR="00A93B6A" w:rsidRPr="00935D5C">
        <w:t>o</w:t>
      </w:r>
      <w:r w:rsidRPr="00935D5C">
        <w:t xml:space="preserve"> změně některých zákonů, ve znění zákona </w:t>
      </w:r>
      <w:r w:rsidR="00A93B6A">
        <w:t>č. </w:t>
      </w:r>
      <w:r w:rsidRPr="00935D5C">
        <w:t xml:space="preserve">320/2009 Sb., zákona </w:t>
      </w:r>
      <w:r w:rsidR="00A93B6A">
        <w:t>č. </w:t>
      </w:r>
      <w:r w:rsidRPr="00935D5C">
        <w:t>222/2012 Sb.</w:t>
      </w:r>
      <w:r>
        <w:t>,</w:t>
      </w:r>
      <w:r w:rsidRPr="00935D5C">
        <w:t xml:space="preserve"> zákona </w:t>
      </w:r>
      <w:r w:rsidR="00A93B6A">
        <w:t>č. </w:t>
      </w:r>
      <w:r w:rsidRPr="00935D5C">
        <w:t>58/2014</w:t>
      </w:r>
      <w:r>
        <w:t> </w:t>
      </w:r>
      <w:r w:rsidRPr="00935D5C">
        <w:t>Sb.</w:t>
      </w:r>
      <w:r>
        <w:t xml:space="preserve">, zákona </w:t>
      </w:r>
      <w:r w:rsidR="00A93B6A">
        <w:t>č. </w:t>
      </w:r>
      <w:r>
        <w:t xml:space="preserve">114/2016 Sb., zákona </w:t>
      </w:r>
      <w:r w:rsidR="00A93B6A">
        <w:t>č. </w:t>
      </w:r>
      <w:r>
        <w:t xml:space="preserve">322/2016 Sb. </w:t>
      </w:r>
      <w:r w:rsidR="00A93B6A">
        <w:t>a z</w:t>
      </w:r>
      <w:r>
        <w:t xml:space="preserve">ákona </w:t>
      </w:r>
      <w:r w:rsidR="00A93B6A">
        <w:t>č. </w:t>
      </w:r>
      <w:r>
        <w:t xml:space="preserve">90/2017 Sb., </w:t>
      </w:r>
      <w:r w:rsidRPr="00935D5C">
        <w:t>se mění takto:</w:t>
      </w:r>
    </w:p>
    <w:p w:rsidR="001E64D8" w:rsidRDefault="00A93B6A" w:rsidP="00F67D21">
      <w:pPr>
        <w:pStyle w:val="Novelizanbod"/>
        <w:keepNext w:val="0"/>
        <w:numPr>
          <w:ilvl w:val="0"/>
          <w:numId w:val="16"/>
        </w:numPr>
      </w:pPr>
      <w:r>
        <w:t>V § </w:t>
      </w:r>
      <w:r w:rsidR="001E64D8">
        <w:t xml:space="preserve">12 odst. 2 písm. e) se slovo „určených“ zrušuje </w:t>
      </w:r>
      <w:r>
        <w:t>a n</w:t>
      </w:r>
      <w:r w:rsidR="001E64D8">
        <w:t xml:space="preserve">a konci textu písmene e) se doplňují </w:t>
      </w:r>
      <w:proofErr w:type="gramStart"/>
      <w:r w:rsidR="001E64D8">
        <w:t>slova „</w:t>
      </w:r>
      <w:r w:rsidR="00EB6926">
        <w:t xml:space="preserve"> </w:t>
      </w:r>
      <w:r w:rsidR="001E64D8" w:rsidRPr="00DF329D">
        <w:t xml:space="preserve">, </w:t>
      </w:r>
      <w:r w:rsidRPr="00DF329D">
        <w:t>a</w:t>
      </w:r>
      <w:r>
        <w:t> </w:t>
      </w:r>
      <w:r w:rsidRPr="00DF329D">
        <w:t>t</w:t>
      </w:r>
      <w:r w:rsidR="001E64D8" w:rsidRPr="00DF329D">
        <w:t>o</w:t>
      </w:r>
      <w:proofErr w:type="gramEnd"/>
      <w:r w:rsidR="001E64D8" w:rsidRPr="00DF329D">
        <w:t xml:space="preserve"> alespoň pro osoby, jejichž účast na školení je povinná</w:t>
      </w:r>
      <w:r w:rsidR="001E64D8">
        <w:t>“.</w:t>
      </w:r>
    </w:p>
    <w:p w:rsidR="001E64D8" w:rsidRDefault="00A93B6A" w:rsidP="00F67D21">
      <w:pPr>
        <w:pStyle w:val="Novelizanbod"/>
        <w:keepNext w:val="0"/>
      </w:pPr>
      <w:r>
        <w:t>V § </w:t>
      </w:r>
      <w:r w:rsidR="001E64D8">
        <w:t>13 se za písmeno h) vkládá nové písmeno i), které zní:</w:t>
      </w:r>
    </w:p>
    <w:p w:rsidR="001E64D8" w:rsidRDefault="001E64D8" w:rsidP="00F67D21">
      <w:pPr>
        <w:pStyle w:val="Psmeno"/>
      </w:pPr>
      <w:r>
        <w:t>„i)</w:t>
      </w:r>
      <w:r>
        <w:tab/>
      </w:r>
      <w:r w:rsidR="00A93B6A" w:rsidRPr="006A7D5F">
        <w:t>v</w:t>
      </w:r>
      <w:r w:rsidR="00A93B6A">
        <w:t> </w:t>
      </w:r>
      <w:r w:rsidR="00A93B6A" w:rsidRPr="006A7D5F">
        <w:t>p</w:t>
      </w:r>
      <w:r w:rsidRPr="006A7D5F">
        <w:t>řípadě potřeby poskytuje nezbytnou součinnost při</w:t>
      </w:r>
      <w:r w:rsidRPr="00B0767F">
        <w:t xml:space="preserve"> zajištění školení členů okrskových volebních komisí prováděného Českým statistickým úřadem </w:t>
      </w:r>
      <w:r w:rsidR="00A93B6A" w:rsidRPr="00B0767F">
        <w:t>k</w:t>
      </w:r>
      <w:r w:rsidR="00A93B6A">
        <w:t> </w:t>
      </w:r>
      <w:r w:rsidR="00A93B6A" w:rsidRPr="00B0767F">
        <w:t>s</w:t>
      </w:r>
      <w:r w:rsidRPr="00B0767F">
        <w:t>ystému zjišťování a</w:t>
      </w:r>
      <w:r>
        <w:t> </w:t>
      </w:r>
      <w:r w:rsidRPr="00B0767F">
        <w:t xml:space="preserve">zpracování výsledků voleb </w:t>
      </w:r>
      <w:r w:rsidR="00A93B6A" w:rsidRPr="00B0767F">
        <w:t>a</w:t>
      </w:r>
      <w:r w:rsidR="00A93B6A">
        <w:t> </w:t>
      </w:r>
      <w:r w:rsidR="00A93B6A" w:rsidRPr="00B0767F">
        <w:t>p</w:t>
      </w:r>
      <w:r w:rsidRPr="00B0767F">
        <w:t xml:space="preserve">ověřeným obecním úřadem </w:t>
      </w:r>
      <w:r w:rsidR="00A93B6A" w:rsidRPr="00B0767F">
        <w:t>k</w:t>
      </w:r>
      <w:r w:rsidR="00A93B6A">
        <w:t> </w:t>
      </w:r>
      <w:r w:rsidR="00A93B6A" w:rsidRPr="00B0767F">
        <w:t>z</w:t>
      </w:r>
      <w:r w:rsidRPr="00B0767F">
        <w:t>ásadám hlasování,</w:t>
      </w:r>
      <w:r>
        <w:t>“.</w:t>
      </w:r>
    </w:p>
    <w:p w:rsidR="001E64D8" w:rsidRDefault="001E64D8" w:rsidP="00F67D21">
      <w:pPr>
        <w:spacing w:before="120"/>
      </w:pPr>
      <w:r>
        <w:t>Dosavadní písmeno i) se označuje jako písmeno j).</w:t>
      </w:r>
    </w:p>
    <w:p w:rsidR="001E64D8" w:rsidRDefault="00A93B6A" w:rsidP="00F67D21">
      <w:pPr>
        <w:pStyle w:val="Novelizanbod"/>
      </w:pPr>
      <w:r>
        <w:t>V § </w:t>
      </w:r>
      <w:r w:rsidR="001E64D8">
        <w:t>14 se za písmeno d) vkládá nové písmeno e), které zní:</w:t>
      </w:r>
    </w:p>
    <w:p w:rsidR="001E64D8" w:rsidRDefault="001E64D8" w:rsidP="00F67D21">
      <w:pPr>
        <w:tabs>
          <w:tab w:val="left" w:pos="426"/>
        </w:tabs>
        <w:ind w:left="425" w:hanging="425"/>
      </w:pPr>
      <w:r>
        <w:t>„e)</w:t>
      </w:r>
      <w:r>
        <w:tab/>
      </w:r>
      <w:r w:rsidRPr="000C48DF">
        <w:t xml:space="preserve">zajišťuje </w:t>
      </w:r>
      <w:r w:rsidR="00A93B6A" w:rsidRPr="000C48DF">
        <w:t>a</w:t>
      </w:r>
      <w:r w:rsidR="00A93B6A">
        <w:t> </w:t>
      </w:r>
      <w:r w:rsidR="00A93B6A" w:rsidRPr="000C48DF">
        <w:t>p</w:t>
      </w:r>
      <w:r w:rsidRPr="000C48DF">
        <w:t xml:space="preserve">rovádí školení členů okrskových volebních komisí </w:t>
      </w:r>
      <w:r w:rsidR="00A93B6A" w:rsidRPr="000C48DF">
        <w:t>k</w:t>
      </w:r>
      <w:r w:rsidR="00A93B6A">
        <w:t> </w:t>
      </w:r>
      <w:r w:rsidR="00A93B6A" w:rsidRPr="000C48DF">
        <w:t>z</w:t>
      </w:r>
      <w:r w:rsidRPr="000C48DF">
        <w:t>ásadám hlasování a</w:t>
      </w:r>
      <w:r>
        <w:t> </w:t>
      </w:r>
      <w:r w:rsidRPr="000C48DF">
        <w:t xml:space="preserve">zajišťuje školení </w:t>
      </w:r>
      <w:r w:rsidR="00A93B6A" w:rsidRPr="000C48DF">
        <w:t>k</w:t>
      </w:r>
      <w:r w:rsidR="00A93B6A">
        <w:t> </w:t>
      </w:r>
      <w:r w:rsidR="00A93B6A" w:rsidRPr="000C48DF">
        <w:t>s</w:t>
      </w:r>
      <w:r w:rsidRPr="000C48DF">
        <w:t xml:space="preserve">ystému zjišťování </w:t>
      </w:r>
      <w:r w:rsidR="00A93B6A" w:rsidRPr="000C48DF">
        <w:t>a</w:t>
      </w:r>
      <w:r w:rsidR="00A93B6A">
        <w:t> </w:t>
      </w:r>
      <w:r w:rsidR="00A93B6A" w:rsidRPr="000C48DF">
        <w:t>z</w:t>
      </w:r>
      <w:r w:rsidRPr="000C48DF">
        <w:t>pracování výsledků voleb, které provádí Český statistický úřad</w:t>
      </w:r>
      <w:r w:rsidRPr="005F6EE5">
        <w:t>,</w:t>
      </w:r>
      <w:r w:rsidRPr="00654CC7">
        <w:t xml:space="preserve"> </w:t>
      </w:r>
      <w:r w:rsidR="00A93B6A" w:rsidRPr="00654CC7">
        <w:t>a</w:t>
      </w:r>
      <w:r w:rsidR="00A93B6A">
        <w:t> </w:t>
      </w:r>
      <w:r w:rsidR="00A93B6A" w:rsidRPr="00654CC7">
        <w:t>i</w:t>
      </w:r>
      <w:r w:rsidRPr="00654CC7">
        <w:t xml:space="preserve">nformuje obecní úřad </w:t>
      </w:r>
      <w:r w:rsidR="00A93B6A" w:rsidRPr="00654CC7">
        <w:t>o</w:t>
      </w:r>
      <w:r w:rsidR="00A93B6A">
        <w:t> </w:t>
      </w:r>
      <w:r w:rsidR="00A93B6A" w:rsidRPr="00654CC7">
        <w:t>ú</w:t>
      </w:r>
      <w:r w:rsidRPr="00654CC7">
        <w:t>časti na těchto školeních</w:t>
      </w:r>
      <w:r>
        <w:t>,“.</w:t>
      </w:r>
    </w:p>
    <w:p w:rsidR="001E64D8" w:rsidRDefault="001E64D8" w:rsidP="00F67D21">
      <w:pPr>
        <w:spacing w:before="120"/>
      </w:pPr>
      <w:r>
        <w:t>Dosavadní písmeno e) se označuje jako písmeno f).</w:t>
      </w:r>
    </w:p>
    <w:p w:rsidR="001E64D8" w:rsidRDefault="00A93B6A" w:rsidP="0025223B">
      <w:pPr>
        <w:pStyle w:val="Novelizanbod"/>
        <w:keepNext w:val="0"/>
        <w:keepLines w:val="0"/>
      </w:pPr>
      <w:r>
        <w:t>V § </w:t>
      </w:r>
      <w:r w:rsidR="001E64D8">
        <w:t xml:space="preserve">16 odst. 1 se na konci textu písmene d) doplňují </w:t>
      </w:r>
      <w:proofErr w:type="gramStart"/>
      <w:r w:rsidR="001E64D8">
        <w:t>slova „</w:t>
      </w:r>
      <w:r w:rsidR="00F67D21">
        <w:t xml:space="preserve"> </w:t>
      </w:r>
      <w:r w:rsidR="001E64D8" w:rsidRPr="004C5F15">
        <w:t xml:space="preserve">, </w:t>
      </w:r>
      <w:r w:rsidRPr="004C5F15">
        <w:t>a</w:t>
      </w:r>
      <w:r>
        <w:t> </w:t>
      </w:r>
      <w:r w:rsidRPr="004C5F15">
        <w:t>v</w:t>
      </w:r>
      <w:r w:rsidR="001E64D8" w:rsidRPr="004C5F15">
        <w:t>yrozumí</w:t>
      </w:r>
      <w:proofErr w:type="gramEnd"/>
      <w:r w:rsidR="001E64D8" w:rsidRPr="004C5F15">
        <w:t xml:space="preserve"> členy okrskové volební komise</w:t>
      </w:r>
      <w:r w:rsidR="001E64D8">
        <w:t>, jejichž účast na školení je povinná,</w:t>
      </w:r>
      <w:r w:rsidR="001E64D8" w:rsidRPr="004C5F15">
        <w:t xml:space="preserve"> </w:t>
      </w:r>
      <w:r w:rsidRPr="00A67624">
        <w:t>o</w:t>
      </w:r>
      <w:r>
        <w:t> </w:t>
      </w:r>
      <w:r w:rsidRPr="00A67624">
        <w:t>t</w:t>
      </w:r>
      <w:r w:rsidR="001E64D8" w:rsidRPr="00A67624">
        <w:t xml:space="preserve">ermínech školení </w:t>
      </w:r>
      <w:r w:rsidRPr="00A67624">
        <w:t>k</w:t>
      </w:r>
      <w:r>
        <w:t> </w:t>
      </w:r>
      <w:r w:rsidRPr="00A67624">
        <w:t>z</w:t>
      </w:r>
      <w:r w:rsidR="001E64D8" w:rsidRPr="00A67624">
        <w:t xml:space="preserve">ásadám hlasování </w:t>
      </w:r>
      <w:r w:rsidRPr="00A67624">
        <w:t>a</w:t>
      </w:r>
      <w:r>
        <w:t> </w:t>
      </w:r>
      <w:r w:rsidRPr="00A67624">
        <w:t>k</w:t>
      </w:r>
      <w:r w:rsidR="001E64D8" w:rsidRPr="00A67624">
        <w:t xml:space="preserve"> systému zjišťování </w:t>
      </w:r>
      <w:r w:rsidRPr="00A67624">
        <w:t>a</w:t>
      </w:r>
      <w:r>
        <w:t> </w:t>
      </w:r>
      <w:r w:rsidRPr="00A67624">
        <w:t>z</w:t>
      </w:r>
      <w:r w:rsidR="001E64D8" w:rsidRPr="00A67624">
        <w:t xml:space="preserve">pracování výsledků hlasování </w:t>
      </w:r>
      <w:r w:rsidRPr="00A67624">
        <w:t>a</w:t>
      </w:r>
      <w:r>
        <w:t> </w:t>
      </w:r>
      <w:r w:rsidRPr="00A67624">
        <w:t>d</w:t>
      </w:r>
      <w:r w:rsidR="001E64D8" w:rsidRPr="00A67624">
        <w:t>ůsledcích nesplnění povinnosti se jich účastnit</w:t>
      </w:r>
      <w:r w:rsidR="001E64D8">
        <w:t>“.</w:t>
      </w:r>
    </w:p>
    <w:p w:rsidR="001E64D8" w:rsidRDefault="00A93B6A" w:rsidP="00F67D21">
      <w:pPr>
        <w:pStyle w:val="Novelizanbod"/>
      </w:pPr>
      <w:r>
        <w:t>V § </w:t>
      </w:r>
      <w:r w:rsidR="001E64D8">
        <w:t xml:space="preserve">16 </w:t>
      </w:r>
      <w:r w:rsidR="001E64D8" w:rsidRPr="00F23ACB">
        <w:t xml:space="preserve">se na konci odstavce 2 doplňuje věta „Při vyrozumění členů okrskové volební komise </w:t>
      </w:r>
      <w:r w:rsidRPr="00F23ACB">
        <w:t>o</w:t>
      </w:r>
      <w:r>
        <w:t> </w:t>
      </w:r>
      <w:r w:rsidRPr="00F23ACB">
        <w:t>t</w:t>
      </w:r>
      <w:r w:rsidR="001E64D8" w:rsidRPr="00F23ACB">
        <w:t xml:space="preserve">ermínech školení </w:t>
      </w:r>
      <w:r w:rsidRPr="00F23ACB">
        <w:t>a</w:t>
      </w:r>
      <w:r>
        <w:t> </w:t>
      </w:r>
      <w:r w:rsidRPr="00F23ACB">
        <w:t>o</w:t>
      </w:r>
      <w:r w:rsidR="001E64D8" w:rsidRPr="00F23ACB">
        <w:t xml:space="preserve"> důsledcích nesplnění povinnosti se jich účastnit postupuje starosta obdobně.“.</w:t>
      </w:r>
    </w:p>
    <w:p w:rsidR="001E64D8" w:rsidRDefault="00A93B6A" w:rsidP="00F67D21">
      <w:pPr>
        <w:pStyle w:val="Novelizanbod"/>
      </w:pPr>
      <w:r>
        <w:t>V § </w:t>
      </w:r>
      <w:r w:rsidR="001E64D8">
        <w:t xml:space="preserve">18 odst. 6 písm. f) se za slovo „trvá“ vkládá slovo „nepřetržitě“ </w:t>
      </w:r>
      <w:r>
        <w:t>a č</w:t>
      </w:r>
      <w:r w:rsidR="001E64D8">
        <w:t>íslo „3“ se nahrazuje číslem „2“.</w:t>
      </w:r>
    </w:p>
    <w:p w:rsidR="001E64D8" w:rsidRDefault="00A93B6A" w:rsidP="006A1E04">
      <w:pPr>
        <w:pStyle w:val="Novelizanbod"/>
        <w:keepNext w:val="0"/>
      </w:pPr>
      <w:r>
        <w:t>V § </w:t>
      </w:r>
      <w:r w:rsidR="001E64D8">
        <w:t xml:space="preserve">18 odst. 7 se věty druhá </w:t>
      </w:r>
      <w:r>
        <w:t>a t</w:t>
      </w:r>
      <w:r w:rsidR="001E64D8">
        <w:t>řetí nahrazují větou „</w:t>
      </w:r>
      <w:r w:rsidR="001E64D8" w:rsidRPr="004C5F15">
        <w:t xml:space="preserve">Zapisovatel je členem okrskové volební komise; </w:t>
      </w:r>
      <w:r w:rsidRPr="004C5F15">
        <w:t>z</w:t>
      </w:r>
      <w:r>
        <w:t> </w:t>
      </w:r>
      <w:r w:rsidRPr="004C5F15">
        <w:t>j</w:t>
      </w:r>
      <w:r w:rsidR="001E64D8" w:rsidRPr="004C5F15">
        <w:t>ednání komise pořizuje zápis.</w:t>
      </w:r>
      <w:r w:rsidR="001E64D8">
        <w:t>“.</w:t>
      </w:r>
    </w:p>
    <w:p w:rsidR="001E64D8" w:rsidRDefault="00A93B6A" w:rsidP="006A1E04">
      <w:pPr>
        <w:pStyle w:val="Novelizanbod"/>
        <w:keepNext w:val="0"/>
        <w:keepLines w:val="0"/>
      </w:pPr>
      <w:r>
        <w:t>V § </w:t>
      </w:r>
      <w:r w:rsidR="001E64D8">
        <w:t>19 odst. 2 se slova „</w:t>
      </w:r>
      <w:r>
        <w:t>s p</w:t>
      </w:r>
      <w:r w:rsidR="001E64D8">
        <w:t>rávem hlasovat“ zrušují.</w:t>
      </w:r>
    </w:p>
    <w:p w:rsidR="001E64D8" w:rsidRDefault="00A93B6A" w:rsidP="00F67D21">
      <w:pPr>
        <w:pStyle w:val="Novelizanbod"/>
      </w:pPr>
      <w:r>
        <w:lastRenderedPageBreak/>
        <w:t>V § </w:t>
      </w:r>
      <w:r w:rsidR="001E64D8">
        <w:t xml:space="preserve">19 odst. 3 se na konci textu věty druhé doplňují </w:t>
      </w:r>
      <w:proofErr w:type="gramStart"/>
      <w:r w:rsidR="001E64D8">
        <w:t>slova „</w:t>
      </w:r>
      <w:r w:rsidR="00F67D21">
        <w:t xml:space="preserve"> </w:t>
      </w:r>
      <w:r w:rsidR="001E64D8" w:rsidRPr="00700E14">
        <w:t>; zapisovatel</w:t>
      </w:r>
      <w:proofErr w:type="gramEnd"/>
      <w:r w:rsidR="001E64D8" w:rsidRPr="00700E14">
        <w:t xml:space="preserve"> se do losování nezařazuje</w:t>
      </w:r>
      <w:r w:rsidR="001E64D8">
        <w:t>“.</w:t>
      </w:r>
    </w:p>
    <w:p w:rsidR="001E64D8" w:rsidRDefault="00A93B6A" w:rsidP="00F67D21">
      <w:pPr>
        <w:pStyle w:val="Novelizanbod"/>
      </w:pPr>
      <w:r>
        <w:t>V § </w:t>
      </w:r>
      <w:r w:rsidR="001E64D8">
        <w:t>19 se doplňují odstavce 4 až 6, které znějí:</w:t>
      </w:r>
    </w:p>
    <w:p w:rsidR="001E64D8" w:rsidRPr="00092022" w:rsidRDefault="001E64D8" w:rsidP="00F67D21">
      <w:pPr>
        <w:pStyle w:val="Textparagrafu"/>
      </w:pPr>
      <w:r>
        <w:t>„</w:t>
      </w:r>
      <w:r w:rsidRPr="00092022">
        <w:t xml:space="preserve">(4) Předsedu okrskové volební komise </w:t>
      </w:r>
      <w:r w:rsidR="00A93B6A" w:rsidRPr="00092022">
        <w:t>v</w:t>
      </w:r>
      <w:r w:rsidR="00A93B6A">
        <w:t> </w:t>
      </w:r>
      <w:r w:rsidR="00A93B6A" w:rsidRPr="00092022">
        <w:t>d</w:t>
      </w:r>
      <w:r w:rsidRPr="00092022">
        <w:t>obě jeho nepřítomnosti zastupuje místopředseda okrskové volební komise.</w:t>
      </w:r>
    </w:p>
    <w:p w:rsidR="001E64D8" w:rsidRPr="00092022" w:rsidRDefault="001E64D8" w:rsidP="00F67D21">
      <w:pPr>
        <w:pStyle w:val="Textparagrafu"/>
      </w:pPr>
      <w:r w:rsidRPr="00092022">
        <w:t xml:space="preserve">(5) Zapisovatel, předseda </w:t>
      </w:r>
      <w:r w:rsidR="00A93B6A" w:rsidRPr="00092022">
        <w:t>a</w:t>
      </w:r>
      <w:r w:rsidR="00A93B6A">
        <w:t> </w:t>
      </w:r>
      <w:r w:rsidR="00A93B6A" w:rsidRPr="00092022">
        <w:t>m</w:t>
      </w:r>
      <w:r w:rsidRPr="00092022">
        <w:t xml:space="preserve">ístopředseda okrskové volební komise je povinen zúčastnit se školení </w:t>
      </w:r>
      <w:r w:rsidR="00A93B6A" w:rsidRPr="00092022">
        <w:t>k</w:t>
      </w:r>
      <w:r w:rsidR="00A93B6A">
        <w:t> </w:t>
      </w:r>
      <w:r w:rsidR="00A93B6A" w:rsidRPr="00092022">
        <w:t>z</w:t>
      </w:r>
      <w:r w:rsidRPr="00092022">
        <w:t xml:space="preserve">ásadám hlasování </w:t>
      </w:r>
      <w:r w:rsidR="00A93B6A" w:rsidRPr="00092022">
        <w:t>a</w:t>
      </w:r>
      <w:r w:rsidR="00A93B6A">
        <w:t> </w:t>
      </w:r>
      <w:r w:rsidR="00A93B6A" w:rsidRPr="00092022">
        <w:t>k</w:t>
      </w:r>
      <w:r w:rsidRPr="00092022">
        <w:t xml:space="preserve"> systému zjišťování </w:t>
      </w:r>
      <w:r w:rsidR="00A93B6A" w:rsidRPr="00092022">
        <w:t>a</w:t>
      </w:r>
      <w:r w:rsidR="00A93B6A">
        <w:t> </w:t>
      </w:r>
      <w:r w:rsidR="00A93B6A" w:rsidRPr="00092022">
        <w:t>z</w:t>
      </w:r>
      <w:r w:rsidRPr="00092022">
        <w:t xml:space="preserve">pracování výsledků hlasování. </w:t>
      </w:r>
    </w:p>
    <w:p w:rsidR="001E64D8" w:rsidRDefault="001E64D8" w:rsidP="00F67D21">
      <w:pPr>
        <w:pStyle w:val="Textparagrafu"/>
      </w:pPr>
      <w:r w:rsidRPr="00092022">
        <w:t xml:space="preserve">(6) Obecní úřad ve spolupráci se zapisovatelem zajistí, aby ve volební místnosti </w:t>
      </w:r>
      <w:r w:rsidR="00A93B6A" w:rsidRPr="00092022">
        <w:t>v</w:t>
      </w:r>
      <w:r w:rsidR="00A93B6A">
        <w:t> </w:t>
      </w:r>
      <w:r w:rsidR="00A93B6A" w:rsidRPr="00092022">
        <w:t>p</w:t>
      </w:r>
      <w:r w:rsidRPr="00092022">
        <w:t xml:space="preserve">růběhu hlasování bylo </w:t>
      </w:r>
      <w:r w:rsidR="00A93B6A" w:rsidRPr="00092022">
        <w:t>u</w:t>
      </w:r>
      <w:r w:rsidR="00A93B6A">
        <w:t> </w:t>
      </w:r>
      <w:r w:rsidR="00A93B6A" w:rsidRPr="00092022">
        <w:t>k</w:t>
      </w:r>
      <w:r w:rsidRPr="00092022">
        <w:t xml:space="preserve">aždého člena okrskové volební komise uvedeno jeho jméno, příjmení, funkce </w:t>
      </w:r>
      <w:r w:rsidR="00A93B6A" w:rsidRPr="00092022">
        <w:t>v</w:t>
      </w:r>
      <w:r w:rsidR="00A93B6A">
        <w:t> </w:t>
      </w:r>
      <w:r w:rsidR="00A93B6A" w:rsidRPr="00092022">
        <w:t>o</w:t>
      </w:r>
      <w:r w:rsidRPr="00092022">
        <w:t xml:space="preserve">krskové volební komisi </w:t>
      </w:r>
      <w:r w:rsidR="00A93B6A" w:rsidRPr="00092022">
        <w:t>a</w:t>
      </w:r>
      <w:r w:rsidR="00A93B6A">
        <w:t> </w:t>
      </w:r>
      <w:r w:rsidR="00A93B6A" w:rsidRPr="00092022">
        <w:t>ú</w:t>
      </w:r>
      <w:r w:rsidRPr="00092022">
        <w:t xml:space="preserve">daj </w:t>
      </w:r>
      <w:r w:rsidR="00A93B6A" w:rsidRPr="00092022">
        <w:t>o</w:t>
      </w:r>
      <w:r w:rsidR="00A93B6A">
        <w:t> </w:t>
      </w:r>
      <w:r w:rsidR="00A93B6A" w:rsidRPr="00092022">
        <w:t>t</w:t>
      </w:r>
      <w:r w:rsidRPr="00092022">
        <w:t xml:space="preserve">om, zda jej delegovala politická strana, politické hnutí nebo koalice </w:t>
      </w:r>
      <w:r>
        <w:t xml:space="preserve">anebo </w:t>
      </w:r>
      <w:r w:rsidRPr="00092022">
        <w:t>jmenoval starosta.</w:t>
      </w:r>
      <w:r>
        <w:t>“.</w:t>
      </w:r>
    </w:p>
    <w:p w:rsidR="001E64D8" w:rsidRDefault="00A93B6A" w:rsidP="00F67D21">
      <w:pPr>
        <w:pStyle w:val="Novelizanbod"/>
      </w:pPr>
      <w:r>
        <w:t>V § </w:t>
      </w:r>
      <w:r w:rsidR="001E64D8">
        <w:t>22 odst. 1 písm. b) se slova „datum narození“ nahrazují slovy „věk ke druhému dni voleb“.</w:t>
      </w:r>
    </w:p>
    <w:p w:rsidR="001E64D8" w:rsidRDefault="00A93B6A" w:rsidP="00F67D21">
      <w:pPr>
        <w:pStyle w:val="Novelizanbod"/>
      </w:pPr>
      <w:r>
        <w:t>V § </w:t>
      </w:r>
      <w:r w:rsidR="001E64D8">
        <w:t xml:space="preserve">26 odst. 3 se na konci textu věty první doplňují </w:t>
      </w:r>
      <w:proofErr w:type="gramStart"/>
      <w:r w:rsidR="001E64D8">
        <w:t>slova „</w:t>
      </w:r>
      <w:r w:rsidR="00F67D21">
        <w:t xml:space="preserve"> </w:t>
      </w:r>
      <w:r w:rsidR="001E64D8">
        <w:t xml:space="preserve">, </w:t>
      </w:r>
      <w:r>
        <w:t>a t</w:t>
      </w:r>
      <w:r w:rsidR="001E64D8">
        <w:t>o</w:t>
      </w:r>
      <w:proofErr w:type="gramEnd"/>
      <w:r w:rsidR="001E64D8">
        <w:t xml:space="preserve"> jednostranně“.</w:t>
      </w:r>
    </w:p>
    <w:p w:rsidR="001E64D8" w:rsidRDefault="00A93B6A" w:rsidP="00F67D21">
      <w:pPr>
        <w:pStyle w:val="Novelizanbod"/>
      </w:pPr>
      <w:r>
        <w:t>V § </w:t>
      </w:r>
      <w:r w:rsidR="001E64D8">
        <w:t xml:space="preserve">33 se na konci textu odstavce 5 doplňují </w:t>
      </w:r>
      <w:proofErr w:type="gramStart"/>
      <w:r w:rsidR="001E64D8">
        <w:t>slova „</w:t>
      </w:r>
      <w:r w:rsidR="00F67D21">
        <w:t xml:space="preserve"> </w:t>
      </w:r>
      <w:r w:rsidR="001E64D8" w:rsidRPr="00DD6EC9">
        <w:t>; stejným</w:t>
      </w:r>
      <w:proofErr w:type="gramEnd"/>
      <w:r w:rsidR="001E64D8" w:rsidRPr="00DD6EC9">
        <w:t xml:space="preserve"> způsobem musejí být odlišeny hlasovací lístky</w:t>
      </w:r>
      <w:r w:rsidR="001E64D8">
        <w:t>“.</w:t>
      </w:r>
    </w:p>
    <w:p w:rsidR="001E64D8" w:rsidRDefault="00A93B6A" w:rsidP="0025223B">
      <w:pPr>
        <w:pStyle w:val="Novelizanbod"/>
        <w:keepNext w:val="0"/>
        <w:keepLines w:val="0"/>
      </w:pPr>
      <w:r>
        <w:t>V § </w:t>
      </w:r>
      <w:r w:rsidR="001E64D8">
        <w:t>59 odst. 4 větě první se za slova „</w:t>
      </w:r>
      <w:r>
        <w:t>a t</w:t>
      </w:r>
      <w:r w:rsidR="001E64D8">
        <w:t xml:space="preserve">o“ vkládá slovo „nejpozději“ </w:t>
      </w:r>
      <w:r>
        <w:t>a z</w:t>
      </w:r>
      <w:r w:rsidR="001E64D8">
        <w:t>a větu druhou se vkládá věta „</w:t>
      </w:r>
      <w:r w:rsidR="001E64D8" w:rsidRPr="00E147D1">
        <w:t xml:space="preserve">Plochu pro vylepení volebních plakátů poskytne obec </w:t>
      </w:r>
      <w:r w:rsidRPr="00E147D1">
        <w:t>k</w:t>
      </w:r>
      <w:r>
        <w:t> </w:t>
      </w:r>
      <w:r w:rsidRPr="00E147D1">
        <w:t>v</w:t>
      </w:r>
      <w:r w:rsidR="001E64D8" w:rsidRPr="00E147D1">
        <w:t>yužití bezplatně; na</w:t>
      </w:r>
      <w:r w:rsidR="001E64D8">
        <w:t> </w:t>
      </w:r>
      <w:r w:rsidR="001E64D8" w:rsidRPr="00E147D1">
        <w:t xml:space="preserve">takové bezúplatné plnění se nevztahují ustanovení tohoto zákona </w:t>
      </w:r>
      <w:r w:rsidRPr="00E147D1">
        <w:t>o</w:t>
      </w:r>
      <w:r>
        <w:t> </w:t>
      </w:r>
      <w:r w:rsidRPr="00E147D1">
        <w:t>f</w:t>
      </w:r>
      <w:r w:rsidR="001E64D8" w:rsidRPr="00E147D1">
        <w:t xml:space="preserve">inancování volební kampaně </w:t>
      </w:r>
      <w:r w:rsidRPr="00E147D1">
        <w:t>a</w:t>
      </w:r>
      <w:r>
        <w:t> </w:t>
      </w:r>
      <w:r w:rsidRPr="00E147D1">
        <w:t>u</w:t>
      </w:r>
      <w:r w:rsidR="001E64D8" w:rsidRPr="00E147D1">
        <w:t>stanovení zvláštního zákona upravující hospodaření politických stran a</w:t>
      </w:r>
      <w:r w:rsidR="001E64D8">
        <w:t> </w:t>
      </w:r>
      <w:r w:rsidR="001E64D8" w:rsidRPr="00E147D1">
        <w:t>politických hnutí.</w:t>
      </w:r>
      <w:r w:rsidR="001E64D8">
        <w:t>“.</w:t>
      </w:r>
    </w:p>
    <w:p w:rsidR="001E64D8" w:rsidRDefault="00A93B6A" w:rsidP="00F67D21">
      <w:pPr>
        <w:pStyle w:val="Novelizanbod"/>
      </w:pPr>
      <w:r>
        <w:t>§ </w:t>
      </w:r>
      <w:r w:rsidR="001E64D8">
        <w:t>61 včetně nadpisu zní:</w:t>
      </w:r>
    </w:p>
    <w:p w:rsidR="001E64D8" w:rsidRPr="0060337A" w:rsidRDefault="001E64D8" w:rsidP="001E64D8">
      <w:pPr>
        <w:spacing w:after="120"/>
        <w:jc w:val="center"/>
      </w:pPr>
      <w:r w:rsidRPr="0060337A">
        <w:t>„</w:t>
      </w:r>
      <w:r w:rsidR="00A93B6A">
        <w:t>§ </w:t>
      </w:r>
      <w:r w:rsidRPr="0060337A">
        <w:t>61</w:t>
      </w:r>
    </w:p>
    <w:p w:rsidR="001E64D8" w:rsidRPr="0060337A" w:rsidRDefault="001E64D8" w:rsidP="001E64D8">
      <w:pPr>
        <w:spacing w:after="120"/>
        <w:jc w:val="center"/>
        <w:rPr>
          <w:b/>
        </w:rPr>
      </w:pPr>
      <w:r w:rsidRPr="0060337A">
        <w:rPr>
          <w:b/>
        </w:rPr>
        <w:t>Nároky členů okrskových volebních komisí</w:t>
      </w:r>
    </w:p>
    <w:p w:rsidR="001E64D8" w:rsidRPr="0060337A" w:rsidRDefault="001E64D8" w:rsidP="00F67D21">
      <w:pPr>
        <w:pStyle w:val="Textodstavce"/>
        <w:numPr>
          <w:ilvl w:val="0"/>
          <w:numId w:val="17"/>
        </w:numPr>
      </w:pPr>
      <w:r w:rsidRPr="0060337A">
        <w:t xml:space="preserve">Člen okrskové volební komise má nárok na zvláštní odměnu za výkon funkce. Předseda, místopředseda </w:t>
      </w:r>
      <w:r w:rsidR="00A93B6A" w:rsidRPr="0060337A">
        <w:t>a</w:t>
      </w:r>
      <w:r w:rsidR="00A93B6A">
        <w:t> </w:t>
      </w:r>
      <w:r w:rsidR="00A93B6A" w:rsidRPr="0060337A">
        <w:t>z</w:t>
      </w:r>
      <w:r w:rsidRPr="0060337A">
        <w:t>apisovatel okrskové volební komise mají nárok na vyšší zvláštní odměnu za výkon funkce než ostatní členové okrskové volební komise. Nárok na</w:t>
      </w:r>
      <w:r>
        <w:t> </w:t>
      </w:r>
      <w:r w:rsidRPr="0060337A">
        <w:t xml:space="preserve">vyšší zvláštní odměnu za výkon funkce nemá člen okrskové volební komise, který nesplnil povinnost účastnit se školení k zásadám hlasování </w:t>
      </w:r>
      <w:r w:rsidR="00A93B6A" w:rsidRPr="0060337A">
        <w:t>a</w:t>
      </w:r>
      <w:r w:rsidR="00A93B6A">
        <w:t> </w:t>
      </w:r>
      <w:r w:rsidR="00A93B6A" w:rsidRPr="0060337A">
        <w:t>k</w:t>
      </w:r>
      <w:r w:rsidRPr="0060337A">
        <w:t> systému zjišťování a</w:t>
      </w:r>
      <w:r>
        <w:t> </w:t>
      </w:r>
      <w:r w:rsidRPr="0060337A">
        <w:t>zpracování výsledků hlasování, ledaže byl zapisovatel jmenován nebo předseda a</w:t>
      </w:r>
      <w:r>
        <w:t> </w:t>
      </w:r>
      <w:r w:rsidRPr="0060337A">
        <w:t xml:space="preserve">místopředseda určen losem </w:t>
      </w:r>
      <w:r w:rsidR="00A93B6A" w:rsidRPr="0060337A">
        <w:t>v</w:t>
      </w:r>
      <w:r w:rsidR="00A93B6A">
        <w:t> </w:t>
      </w:r>
      <w:r w:rsidR="00A93B6A" w:rsidRPr="0060337A">
        <w:t>d</w:t>
      </w:r>
      <w:r w:rsidRPr="0060337A">
        <w:t>obě, kdy již nebylo možné účast na školení zajistit.</w:t>
      </w:r>
    </w:p>
    <w:p w:rsidR="001E64D8" w:rsidRPr="00B0229D" w:rsidRDefault="001E64D8" w:rsidP="00F67D21">
      <w:pPr>
        <w:pStyle w:val="Textodstavce"/>
        <w:numPr>
          <w:ilvl w:val="0"/>
          <w:numId w:val="17"/>
        </w:numPr>
      </w:pPr>
      <w:r w:rsidRPr="0060337A">
        <w:t xml:space="preserve">Člen okrskové volební komise, který je </w:t>
      </w:r>
      <w:r w:rsidR="00A93B6A" w:rsidRPr="0060337A">
        <w:t>v</w:t>
      </w:r>
      <w:r w:rsidR="00A93B6A">
        <w:t> </w:t>
      </w:r>
      <w:r w:rsidR="00A93B6A" w:rsidRPr="0060337A">
        <w:t>p</w:t>
      </w:r>
      <w:r w:rsidRPr="0060337A">
        <w:t xml:space="preserve">racovním nebo služebním poměru, má nárok na pracovní nebo služební volno </w:t>
      </w:r>
      <w:r w:rsidR="00A93B6A" w:rsidRPr="0060337A">
        <w:t>v</w:t>
      </w:r>
      <w:r w:rsidR="00A93B6A">
        <w:t> </w:t>
      </w:r>
      <w:r w:rsidR="00A93B6A" w:rsidRPr="0060337A">
        <w:t>n</w:t>
      </w:r>
      <w:r w:rsidRPr="0060337A">
        <w:t xml:space="preserve">ezbytně nutném rozsahu </w:t>
      </w:r>
      <w:r w:rsidR="00A93B6A" w:rsidRPr="0060337A">
        <w:t>a</w:t>
      </w:r>
      <w:r w:rsidR="00A93B6A">
        <w:t> </w:t>
      </w:r>
      <w:r w:rsidR="00A93B6A" w:rsidRPr="0060337A">
        <w:t>n</w:t>
      </w:r>
      <w:r w:rsidRPr="0060337A">
        <w:t>a náhradu mzdy, platu, služebního příjmu nebo odměny ve výši průměrného výdělku od</w:t>
      </w:r>
      <w:r>
        <w:t> </w:t>
      </w:r>
      <w:r w:rsidRPr="0060337A">
        <w:t>uvolňujícího zaměstnavatele. Členovi okrskové volební komise, který není v</w:t>
      </w:r>
      <w:r>
        <w:t> </w:t>
      </w:r>
      <w:r w:rsidRPr="0060337A">
        <w:t xml:space="preserve">pracovním nebo služebním poměru, avšak je </w:t>
      </w:r>
      <w:r w:rsidRPr="0060337A">
        <w:lastRenderedPageBreak/>
        <w:t>výdělečně činný, přísluší paušální náhrada ušlého výdělku za</w:t>
      </w:r>
      <w:r>
        <w:t> </w:t>
      </w:r>
      <w:r w:rsidRPr="0060337A">
        <w:t>dobu výkonu funkce člena okrskové volební komise.“.</w:t>
      </w:r>
    </w:p>
    <w:p w:rsidR="001E64D8" w:rsidRPr="00935D5C" w:rsidRDefault="00F67D21" w:rsidP="00F67D21">
      <w:pPr>
        <w:pStyle w:val="lnek"/>
      </w:pPr>
      <w:r>
        <w:t xml:space="preserve">Čl. </w:t>
      </w:r>
      <w:r w:rsidR="001E64D8" w:rsidRPr="00935D5C">
        <w:t>VIII</w:t>
      </w:r>
    </w:p>
    <w:p w:rsidR="001E64D8" w:rsidRPr="00935D5C" w:rsidRDefault="001E64D8" w:rsidP="00F67D21">
      <w:pPr>
        <w:pStyle w:val="Nadpislnku"/>
      </w:pPr>
      <w:r w:rsidRPr="00935D5C">
        <w:t>Přechodn</w:t>
      </w:r>
      <w:r>
        <w:t>é</w:t>
      </w:r>
      <w:r w:rsidRPr="00935D5C">
        <w:t xml:space="preserve"> ustanovení</w:t>
      </w:r>
    </w:p>
    <w:p w:rsidR="001E64D8" w:rsidRPr="00935D5C" w:rsidRDefault="001E64D8" w:rsidP="00F67D21">
      <w:pPr>
        <w:pStyle w:val="Textlnku"/>
      </w:pPr>
      <w:r w:rsidRPr="00935D5C">
        <w:t xml:space="preserve">Zákon </w:t>
      </w:r>
      <w:r w:rsidR="00A93B6A">
        <w:t>č. </w:t>
      </w:r>
      <w:r>
        <w:t>62</w:t>
      </w:r>
      <w:r w:rsidRPr="00935D5C">
        <w:t>/</w:t>
      </w:r>
      <w:r>
        <w:t>2003</w:t>
      </w:r>
      <w:r w:rsidRPr="00935D5C">
        <w:t xml:space="preserve"> Sb.</w:t>
      </w:r>
      <w:r>
        <w:t>, ve znění účinném ode dne nabytí účinnosti tohoto zákona, se poprvé použije ve volbách do Evropského parlamentu vyhlášených po nabytí účinnosti tohoto zákona.</w:t>
      </w:r>
    </w:p>
    <w:p w:rsidR="001E64D8" w:rsidRDefault="001E64D8" w:rsidP="001E64D8">
      <w:pPr>
        <w:widowControl w:val="0"/>
        <w:autoSpaceDE w:val="0"/>
        <w:autoSpaceDN w:val="0"/>
        <w:adjustRightInd w:val="0"/>
      </w:pPr>
    </w:p>
    <w:p w:rsidR="006A1E04" w:rsidRDefault="006A1E04" w:rsidP="001E64D8">
      <w:pPr>
        <w:widowControl w:val="0"/>
        <w:autoSpaceDE w:val="0"/>
        <w:autoSpaceDN w:val="0"/>
        <w:adjustRightInd w:val="0"/>
      </w:pPr>
    </w:p>
    <w:p w:rsidR="001E64D8" w:rsidRPr="00935D5C" w:rsidRDefault="00F67D21" w:rsidP="00F67D21">
      <w:pPr>
        <w:pStyle w:val="ST"/>
      </w:pPr>
      <w:r>
        <w:t xml:space="preserve">ČÁST </w:t>
      </w:r>
      <w:r w:rsidR="001E64D8" w:rsidRPr="00935D5C">
        <w:t>PÁTÁ</w:t>
      </w:r>
    </w:p>
    <w:p w:rsidR="001E64D8" w:rsidRPr="00935D5C" w:rsidRDefault="001E64D8" w:rsidP="00F67D21">
      <w:pPr>
        <w:pStyle w:val="NADPISSTI"/>
      </w:pPr>
      <w:r w:rsidRPr="00935D5C">
        <w:t xml:space="preserve">Změna zákona </w:t>
      </w:r>
      <w:r w:rsidR="00A93B6A" w:rsidRPr="00935D5C">
        <w:t>o</w:t>
      </w:r>
      <w:r w:rsidR="00A93B6A">
        <w:t> </w:t>
      </w:r>
      <w:r w:rsidR="00A93B6A" w:rsidRPr="00935D5C">
        <w:t>v</w:t>
      </w:r>
      <w:r w:rsidRPr="00935D5C">
        <w:t>olbě prezidenta republiky</w:t>
      </w:r>
    </w:p>
    <w:p w:rsidR="001E64D8" w:rsidRPr="00935D5C" w:rsidRDefault="00F67D21" w:rsidP="00F67D21">
      <w:pPr>
        <w:pStyle w:val="lnek"/>
      </w:pPr>
      <w:r>
        <w:t xml:space="preserve">Čl. </w:t>
      </w:r>
      <w:r w:rsidR="001E64D8" w:rsidRPr="00935D5C">
        <w:t>IX</w:t>
      </w:r>
    </w:p>
    <w:p w:rsidR="001E64D8" w:rsidRPr="00935D5C" w:rsidRDefault="001E64D8" w:rsidP="00F67D21">
      <w:pPr>
        <w:pStyle w:val="Textlnku"/>
      </w:pPr>
      <w:r w:rsidRPr="00935D5C">
        <w:t xml:space="preserve">Zákon </w:t>
      </w:r>
      <w:r w:rsidR="00A93B6A">
        <w:t>č. </w:t>
      </w:r>
      <w:r w:rsidRPr="00935D5C">
        <w:t xml:space="preserve">275/2012 Sb., </w:t>
      </w:r>
      <w:r w:rsidR="00A93B6A" w:rsidRPr="00935D5C">
        <w:t>o</w:t>
      </w:r>
      <w:r w:rsidR="00A93B6A">
        <w:t> </w:t>
      </w:r>
      <w:r w:rsidR="00A93B6A" w:rsidRPr="00935D5C">
        <w:t>v</w:t>
      </w:r>
      <w:r w:rsidRPr="00935D5C">
        <w:t xml:space="preserve">olbě prezidenta republiky </w:t>
      </w:r>
      <w:r w:rsidR="00A93B6A" w:rsidRPr="00935D5C">
        <w:t>a</w:t>
      </w:r>
      <w:r w:rsidR="00A93B6A">
        <w:t> </w:t>
      </w:r>
      <w:r w:rsidR="00A93B6A" w:rsidRPr="00935D5C">
        <w:t>o</w:t>
      </w:r>
      <w:r w:rsidRPr="00935D5C">
        <w:t xml:space="preserve"> změně některých zákonů (zákon </w:t>
      </w:r>
      <w:r w:rsidR="00A93B6A" w:rsidRPr="00935D5C">
        <w:t>o</w:t>
      </w:r>
      <w:r w:rsidR="00A93B6A">
        <w:t> </w:t>
      </w:r>
      <w:r w:rsidR="00A93B6A" w:rsidRPr="00935D5C">
        <w:t>v</w:t>
      </w:r>
      <w:r w:rsidRPr="00935D5C">
        <w:t xml:space="preserve">olbě prezidenta republiky), ve znění zákonného opatření Senátu </w:t>
      </w:r>
      <w:r w:rsidR="00A93B6A">
        <w:t>č. </w:t>
      </w:r>
      <w:r w:rsidRPr="00935D5C">
        <w:t xml:space="preserve">340/2013 Sb., zákonného opatření Senátu </w:t>
      </w:r>
      <w:r w:rsidR="00A93B6A">
        <w:t>č. </w:t>
      </w:r>
      <w:r w:rsidRPr="00935D5C">
        <w:t>344/2013 Sb.</w:t>
      </w:r>
      <w:r>
        <w:t>,</w:t>
      </w:r>
      <w:r w:rsidRPr="00935D5C">
        <w:t xml:space="preserve"> zákona </w:t>
      </w:r>
      <w:r w:rsidR="00A93B6A">
        <w:t>č. </w:t>
      </w:r>
      <w:r w:rsidRPr="00935D5C">
        <w:t>58/2014 Sb.</w:t>
      </w:r>
      <w:r>
        <w:t xml:space="preserve">, zákona </w:t>
      </w:r>
      <w:r w:rsidR="00A93B6A">
        <w:t>č. </w:t>
      </w:r>
      <w:r>
        <w:t>114/2016 Sb.,</w:t>
      </w:r>
      <w:r w:rsidRPr="00935D5C">
        <w:t xml:space="preserve"> </w:t>
      </w:r>
      <w:r>
        <w:t xml:space="preserve">zákona </w:t>
      </w:r>
      <w:r w:rsidR="00A93B6A">
        <w:t>č. </w:t>
      </w:r>
      <w:r>
        <w:t xml:space="preserve">222/2016 Sb., zákona </w:t>
      </w:r>
      <w:r w:rsidR="00A93B6A">
        <w:t>č. </w:t>
      </w:r>
      <w:r>
        <w:t xml:space="preserve">322/2016 Sb. </w:t>
      </w:r>
      <w:r w:rsidR="00A93B6A">
        <w:t>a z</w:t>
      </w:r>
      <w:r>
        <w:t xml:space="preserve">ákona </w:t>
      </w:r>
      <w:r w:rsidR="00A93B6A">
        <w:t>č. </w:t>
      </w:r>
      <w:r>
        <w:t xml:space="preserve">90/2017 Sb., </w:t>
      </w:r>
      <w:r w:rsidRPr="00935D5C">
        <w:t>se mění takto:</w:t>
      </w:r>
    </w:p>
    <w:p w:rsidR="001E64D8" w:rsidRDefault="00A93B6A" w:rsidP="00F67D21">
      <w:pPr>
        <w:pStyle w:val="Novelizanbod"/>
        <w:keepNext w:val="0"/>
        <w:numPr>
          <w:ilvl w:val="0"/>
          <w:numId w:val="18"/>
        </w:numPr>
      </w:pPr>
      <w:r>
        <w:t>V § </w:t>
      </w:r>
      <w:r w:rsidR="001E64D8">
        <w:t xml:space="preserve">10 odst. 2 písm. c) se slovo „určených“ zrušuje </w:t>
      </w:r>
      <w:r>
        <w:t>a n</w:t>
      </w:r>
      <w:r w:rsidR="001E64D8">
        <w:t xml:space="preserve">a konci textu písmene c) se doplňují </w:t>
      </w:r>
      <w:proofErr w:type="gramStart"/>
      <w:r w:rsidR="001E64D8">
        <w:t>slova „</w:t>
      </w:r>
      <w:r w:rsidR="00F67D21">
        <w:t xml:space="preserve"> </w:t>
      </w:r>
      <w:r w:rsidR="001E64D8" w:rsidRPr="00DF329D">
        <w:t xml:space="preserve">, </w:t>
      </w:r>
      <w:r w:rsidRPr="00DF329D">
        <w:t>a</w:t>
      </w:r>
      <w:r>
        <w:t> </w:t>
      </w:r>
      <w:r w:rsidRPr="00DF329D">
        <w:t>t</w:t>
      </w:r>
      <w:r w:rsidR="001E64D8" w:rsidRPr="00DF329D">
        <w:t>o</w:t>
      </w:r>
      <w:proofErr w:type="gramEnd"/>
      <w:r w:rsidR="001E64D8" w:rsidRPr="00DF329D">
        <w:t xml:space="preserve"> alespoň pro osoby, jejichž účast na školení je povinná</w:t>
      </w:r>
      <w:r w:rsidR="001E64D8">
        <w:t>“.</w:t>
      </w:r>
    </w:p>
    <w:p w:rsidR="001E64D8" w:rsidRPr="0047358A" w:rsidRDefault="00A93B6A" w:rsidP="00F67D21">
      <w:pPr>
        <w:pStyle w:val="Novelizanbod"/>
        <w:keepNext w:val="0"/>
      </w:pPr>
      <w:r w:rsidRPr="0047358A">
        <w:t>V</w:t>
      </w:r>
      <w:r>
        <w:t> § </w:t>
      </w:r>
      <w:r w:rsidR="001E64D8" w:rsidRPr="0047358A">
        <w:t>11 odst. 1 písmeno e) zní:</w:t>
      </w:r>
    </w:p>
    <w:p w:rsidR="001E64D8" w:rsidRPr="0047358A" w:rsidRDefault="001E64D8" w:rsidP="00F67D21">
      <w:pPr>
        <w:pStyle w:val="Psmeno"/>
        <w:keepNext w:val="0"/>
      </w:pPr>
      <w:r w:rsidRPr="0047358A">
        <w:t>„e)</w:t>
      </w:r>
      <w:r w:rsidR="00F67D21">
        <w:tab/>
      </w:r>
      <w:r w:rsidR="00A93B6A" w:rsidRPr="0047358A">
        <w:t>v</w:t>
      </w:r>
      <w:r w:rsidR="00A93B6A">
        <w:t> </w:t>
      </w:r>
      <w:r w:rsidR="00A93B6A" w:rsidRPr="0047358A">
        <w:t>p</w:t>
      </w:r>
      <w:r w:rsidRPr="0047358A">
        <w:t xml:space="preserve">řípadě potřeby poskytuje nezbytnou součinnost při zajištění školení členů okrskových volebních komisí prováděného Českým statistickým úřadem </w:t>
      </w:r>
      <w:r w:rsidR="00A93B6A" w:rsidRPr="0047358A">
        <w:t>k</w:t>
      </w:r>
      <w:r w:rsidR="00A93B6A">
        <w:t> </w:t>
      </w:r>
      <w:r w:rsidR="00A93B6A" w:rsidRPr="0047358A">
        <w:t>s</w:t>
      </w:r>
      <w:r w:rsidRPr="0047358A">
        <w:t>ystému zjišťování a</w:t>
      </w:r>
      <w:r>
        <w:t> </w:t>
      </w:r>
      <w:r w:rsidRPr="0047358A">
        <w:t xml:space="preserve">zpracování výsledků voleb </w:t>
      </w:r>
      <w:r w:rsidR="00A93B6A" w:rsidRPr="0047358A">
        <w:t>a</w:t>
      </w:r>
      <w:r w:rsidR="00A93B6A">
        <w:t> </w:t>
      </w:r>
      <w:r w:rsidR="00A93B6A" w:rsidRPr="0047358A">
        <w:t>p</w:t>
      </w:r>
      <w:r w:rsidRPr="0047358A">
        <w:t xml:space="preserve">ověřeným obecním úřadem </w:t>
      </w:r>
      <w:r w:rsidR="00A93B6A" w:rsidRPr="0047358A">
        <w:t>k</w:t>
      </w:r>
      <w:r w:rsidR="00A93B6A">
        <w:t> </w:t>
      </w:r>
      <w:r w:rsidR="00A93B6A" w:rsidRPr="0047358A">
        <w:t>z</w:t>
      </w:r>
      <w:r w:rsidRPr="0047358A">
        <w:t>ásadám hlasování,“.</w:t>
      </w:r>
    </w:p>
    <w:p w:rsidR="001E64D8" w:rsidRDefault="00A93B6A" w:rsidP="0025223B">
      <w:pPr>
        <w:pStyle w:val="Novelizanbod"/>
      </w:pPr>
      <w:r>
        <w:t>V § </w:t>
      </w:r>
      <w:r w:rsidR="001E64D8">
        <w:t>12 odst. 1 písmeno c) zní:</w:t>
      </w:r>
    </w:p>
    <w:p w:rsidR="001E64D8" w:rsidRPr="000C48DF" w:rsidRDefault="001E64D8" w:rsidP="00F67D21">
      <w:pPr>
        <w:pStyle w:val="Psmeno"/>
        <w:keepNext w:val="0"/>
      </w:pPr>
      <w:r>
        <w:t>„c)</w:t>
      </w:r>
      <w:r w:rsidR="00F67D21">
        <w:tab/>
      </w:r>
      <w:r w:rsidRPr="000C48DF">
        <w:t xml:space="preserve">zajišťuje </w:t>
      </w:r>
      <w:r w:rsidR="00A93B6A" w:rsidRPr="000C48DF">
        <w:t>a</w:t>
      </w:r>
      <w:r w:rsidR="00A93B6A">
        <w:t> </w:t>
      </w:r>
      <w:r w:rsidR="00A93B6A" w:rsidRPr="000C48DF">
        <w:t>p</w:t>
      </w:r>
      <w:r w:rsidRPr="000C48DF">
        <w:t xml:space="preserve">rovádí školení členů okrskových volebních komisí </w:t>
      </w:r>
      <w:r w:rsidR="00A93B6A" w:rsidRPr="000C48DF">
        <w:t>k</w:t>
      </w:r>
      <w:r w:rsidR="00A93B6A">
        <w:t> </w:t>
      </w:r>
      <w:r w:rsidR="00A93B6A" w:rsidRPr="000C48DF">
        <w:t>z</w:t>
      </w:r>
      <w:r w:rsidRPr="000C48DF">
        <w:t>ásadám hlasování a</w:t>
      </w:r>
      <w:r>
        <w:t> </w:t>
      </w:r>
      <w:r w:rsidRPr="000C48DF">
        <w:t xml:space="preserve">zajišťuje školení </w:t>
      </w:r>
      <w:r w:rsidR="00A93B6A" w:rsidRPr="000C48DF">
        <w:t>k</w:t>
      </w:r>
      <w:r w:rsidR="00A93B6A">
        <w:t> </w:t>
      </w:r>
      <w:r w:rsidR="00A93B6A" w:rsidRPr="000C48DF">
        <w:t>s</w:t>
      </w:r>
      <w:r w:rsidRPr="000C48DF">
        <w:t xml:space="preserve">ystému zjišťování </w:t>
      </w:r>
      <w:r w:rsidR="00A93B6A" w:rsidRPr="000C48DF">
        <w:t>a</w:t>
      </w:r>
      <w:r w:rsidR="00A93B6A">
        <w:t> </w:t>
      </w:r>
      <w:r w:rsidR="00A93B6A" w:rsidRPr="000C48DF">
        <w:t>z</w:t>
      </w:r>
      <w:r w:rsidRPr="000C48DF">
        <w:t>pracování výsledků voleb, které provádí Český statistický úřad</w:t>
      </w:r>
      <w:r w:rsidRPr="00092022">
        <w:t xml:space="preserve">, </w:t>
      </w:r>
      <w:r w:rsidR="00A93B6A" w:rsidRPr="00092022">
        <w:t>a</w:t>
      </w:r>
      <w:r w:rsidR="00A93B6A">
        <w:t> </w:t>
      </w:r>
      <w:r w:rsidR="00A93B6A" w:rsidRPr="00092022">
        <w:t>i</w:t>
      </w:r>
      <w:r w:rsidRPr="00092022">
        <w:t xml:space="preserve">nformuje obecní úřad </w:t>
      </w:r>
      <w:r w:rsidR="00A93B6A" w:rsidRPr="00092022">
        <w:t>o</w:t>
      </w:r>
      <w:r w:rsidR="00A93B6A">
        <w:t> </w:t>
      </w:r>
      <w:r w:rsidR="00A93B6A" w:rsidRPr="00092022">
        <w:t>ú</w:t>
      </w:r>
      <w:r w:rsidRPr="00092022">
        <w:t>časti na těchto školeních</w:t>
      </w:r>
      <w:r>
        <w:t>,“.</w:t>
      </w:r>
    </w:p>
    <w:p w:rsidR="001E64D8" w:rsidRDefault="00A93B6A" w:rsidP="00F67D21">
      <w:pPr>
        <w:pStyle w:val="Novelizanbod"/>
        <w:keepNext w:val="0"/>
      </w:pPr>
      <w:r>
        <w:t>V § </w:t>
      </w:r>
      <w:r w:rsidR="001E64D8">
        <w:t xml:space="preserve">14 odst. 1 se na konci textu písmene f) doplňují </w:t>
      </w:r>
      <w:proofErr w:type="gramStart"/>
      <w:r w:rsidR="001E64D8">
        <w:t>slova „</w:t>
      </w:r>
      <w:r w:rsidR="00F67D21">
        <w:t xml:space="preserve"> </w:t>
      </w:r>
      <w:r w:rsidR="001E64D8" w:rsidRPr="007D3041">
        <w:t xml:space="preserve">, </w:t>
      </w:r>
      <w:r w:rsidRPr="007D3041">
        <w:t>a</w:t>
      </w:r>
      <w:r>
        <w:t> </w:t>
      </w:r>
      <w:r w:rsidRPr="007D3041">
        <w:t>v</w:t>
      </w:r>
      <w:r w:rsidR="001E64D8" w:rsidRPr="007D3041">
        <w:t>yrozumí</w:t>
      </w:r>
      <w:proofErr w:type="gramEnd"/>
      <w:r w:rsidR="001E64D8" w:rsidRPr="007D3041">
        <w:t xml:space="preserve"> členy okrskové volební komise</w:t>
      </w:r>
      <w:r w:rsidR="001E64D8">
        <w:t>, jejichž účast na školení je povinná,</w:t>
      </w:r>
      <w:r w:rsidR="001E64D8" w:rsidRPr="007D3041">
        <w:t xml:space="preserve"> </w:t>
      </w:r>
      <w:r w:rsidRPr="000D5C96">
        <w:t>o</w:t>
      </w:r>
      <w:r>
        <w:t> </w:t>
      </w:r>
      <w:r w:rsidRPr="000D5C96">
        <w:t>t</w:t>
      </w:r>
      <w:r w:rsidR="001E64D8" w:rsidRPr="000D5C96">
        <w:t xml:space="preserve">ermínech školení </w:t>
      </w:r>
      <w:r w:rsidRPr="000D5C96">
        <w:t>k</w:t>
      </w:r>
      <w:r>
        <w:t> </w:t>
      </w:r>
      <w:r w:rsidRPr="000D5C96">
        <w:t>z</w:t>
      </w:r>
      <w:r w:rsidR="001E64D8" w:rsidRPr="000D5C96">
        <w:t xml:space="preserve">ásadám hlasování </w:t>
      </w:r>
      <w:r w:rsidRPr="000D5C96">
        <w:t>a</w:t>
      </w:r>
      <w:r>
        <w:t> </w:t>
      </w:r>
      <w:r w:rsidRPr="000D5C96">
        <w:t>k</w:t>
      </w:r>
      <w:r w:rsidR="001E64D8" w:rsidRPr="000D5C96">
        <w:t xml:space="preserve"> systému zjišťování </w:t>
      </w:r>
      <w:r w:rsidRPr="000D5C96">
        <w:t>a</w:t>
      </w:r>
      <w:r>
        <w:t> </w:t>
      </w:r>
      <w:r w:rsidRPr="000D5C96">
        <w:t>z</w:t>
      </w:r>
      <w:r w:rsidR="001E64D8" w:rsidRPr="000D5C96">
        <w:t xml:space="preserve">pracování výsledků hlasování </w:t>
      </w:r>
      <w:r w:rsidRPr="000D5C96">
        <w:t>a</w:t>
      </w:r>
      <w:r>
        <w:t> </w:t>
      </w:r>
      <w:r w:rsidRPr="000D5C96">
        <w:t>d</w:t>
      </w:r>
      <w:r w:rsidR="001E64D8" w:rsidRPr="000D5C96">
        <w:t>ůsledcích nesplnění povinnosti se jich účastnit</w:t>
      </w:r>
      <w:r w:rsidR="001E64D8">
        <w:t>“.</w:t>
      </w:r>
    </w:p>
    <w:p w:rsidR="001E64D8" w:rsidRDefault="00A93B6A" w:rsidP="00F67D21">
      <w:pPr>
        <w:pStyle w:val="Novelizanbod"/>
        <w:keepNext w:val="0"/>
      </w:pPr>
      <w:r>
        <w:t>V § </w:t>
      </w:r>
      <w:r w:rsidR="001E64D8">
        <w:t>14</w:t>
      </w:r>
      <w:r w:rsidR="001E64D8" w:rsidRPr="00D554FA">
        <w:t xml:space="preserve"> se na konci odstavce 2 doplňuje věta „Při vyrozumění členů okrskové volební komise </w:t>
      </w:r>
      <w:r w:rsidRPr="00D554FA">
        <w:t>o</w:t>
      </w:r>
      <w:r>
        <w:t> </w:t>
      </w:r>
      <w:r w:rsidRPr="00D554FA">
        <w:t>t</w:t>
      </w:r>
      <w:r w:rsidR="001E64D8" w:rsidRPr="00D554FA">
        <w:t xml:space="preserve">ermínech školení </w:t>
      </w:r>
      <w:r w:rsidRPr="00D554FA">
        <w:t>a</w:t>
      </w:r>
      <w:r>
        <w:t> </w:t>
      </w:r>
      <w:r w:rsidRPr="00D554FA">
        <w:t>o</w:t>
      </w:r>
      <w:r w:rsidR="001E64D8" w:rsidRPr="00D554FA">
        <w:t xml:space="preserve"> důsledcích nesplnění povinnosti se jich účastnit postupuje starosta obdobně.“.</w:t>
      </w:r>
    </w:p>
    <w:p w:rsidR="001E64D8" w:rsidRDefault="00A93B6A" w:rsidP="00373DD6">
      <w:pPr>
        <w:pStyle w:val="Novelizanbod"/>
        <w:keepNext w:val="0"/>
      </w:pPr>
      <w:r>
        <w:t>V § </w:t>
      </w:r>
      <w:r w:rsidR="001E64D8">
        <w:t>17 odst. 2 se slova „</w:t>
      </w:r>
      <w:r>
        <w:t>s p</w:t>
      </w:r>
      <w:r w:rsidR="001E64D8">
        <w:t>rávem hlasovat“ zrušují.</w:t>
      </w:r>
    </w:p>
    <w:p w:rsidR="001E64D8" w:rsidRDefault="00A93B6A" w:rsidP="00F67D21">
      <w:pPr>
        <w:pStyle w:val="Novelizanbod"/>
      </w:pPr>
      <w:r>
        <w:lastRenderedPageBreak/>
        <w:t>V § </w:t>
      </w:r>
      <w:r w:rsidR="001E64D8">
        <w:t xml:space="preserve">17 odst. 3 se na konci textu věty druhé doplňují </w:t>
      </w:r>
      <w:proofErr w:type="gramStart"/>
      <w:r w:rsidR="001E64D8">
        <w:t>slova „</w:t>
      </w:r>
      <w:r w:rsidR="00F67D21">
        <w:t xml:space="preserve"> </w:t>
      </w:r>
      <w:r w:rsidR="001E64D8" w:rsidRPr="00EC1AB9">
        <w:t>; zapisovatel</w:t>
      </w:r>
      <w:proofErr w:type="gramEnd"/>
      <w:r w:rsidR="001E64D8" w:rsidRPr="00EC1AB9">
        <w:t xml:space="preserve"> se do losování nezařazuje</w:t>
      </w:r>
      <w:r w:rsidR="001E64D8">
        <w:t>“.</w:t>
      </w:r>
    </w:p>
    <w:p w:rsidR="001E64D8" w:rsidRDefault="00A93B6A" w:rsidP="00F67D21">
      <w:pPr>
        <w:pStyle w:val="Novelizanbod"/>
      </w:pPr>
      <w:r>
        <w:t>V § </w:t>
      </w:r>
      <w:r w:rsidR="001E64D8">
        <w:t xml:space="preserve">17 se doplňují odstavce 5 </w:t>
      </w:r>
      <w:r>
        <w:t>a 6</w:t>
      </w:r>
      <w:r w:rsidR="001E64D8">
        <w:t>, které znějí:</w:t>
      </w:r>
    </w:p>
    <w:p w:rsidR="001E64D8" w:rsidRPr="00EC1AB9" w:rsidRDefault="001E64D8" w:rsidP="00F67D21">
      <w:pPr>
        <w:pStyle w:val="Textparagrafu"/>
      </w:pPr>
      <w:r>
        <w:t>„</w:t>
      </w:r>
      <w:r w:rsidRPr="00EC1AB9">
        <w:t xml:space="preserve">(5) Zapisovatel, předseda </w:t>
      </w:r>
      <w:r w:rsidR="00A93B6A" w:rsidRPr="00EC1AB9">
        <w:t>a</w:t>
      </w:r>
      <w:r w:rsidR="00A93B6A">
        <w:t> </w:t>
      </w:r>
      <w:r w:rsidR="00A93B6A" w:rsidRPr="00EC1AB9">
        <w:t>m</w:t>
      </w:r>
      <w:r w:rsidRPr="00EC1AB9">
        <w:t>ístopředseda okrskové volební komise</w:t>
      </w:r>
      <w:r>
        <w:t>, s výjimkou zvláštních okrskových volebních komisí,</w:t>
      </w:r>
      <w:r w:rsidRPr="00EC1AB9">
        <w:t xml:space="preserve"> je povinen zúčastnit se školení </w:t>
      </w:r>
      <w:r w:rsidR="00A93B6A" w:rsidRPr="00EC1AB9">
        <w:t>k</w:t>
      </w:r>
      <w:r w:rsidR="00A93B6A">
        <w:t> </w:t>
      </w:r>
      <w:r w:rsidR="00A93B6A" w:rsidRPr="00EC1AB9">
        <w:t>z</w:t>
      </w:r>
      <w:r w:rsidRPr="00EC1AB9">
        <w:t xml:space="preserve">ásadám hlasování </w:t>
      </w:r>
      <w:r w:rsidR="00A93B6A" w:rsidRPr="00EC1AB9">
        <w:t>a</w:t>
      </w:r>
      <w:r w:rsidR="00A93B6A">
        <w:t> </w:t>
      </w:r>
      <w:r w:rsidR="00A93B6A" w:rsidRPr="00EC1AB9">
        <w:t>k</w:t>
      </w:r>
      <w:r w:rsidRPr="00EC1AB9">
        <w:t xml:space="preserve"> systému zjišťování </w:t>
      </w:r>
      <w:r w:rsidR="00A93B6A" w:rsidRPr="00EC1AB9">
        <w:t>a</w:t>
      </w:r>
      <w:r w:rsidR="00A93B6A">
        <w:t> </w:t>
      </w:r>
      <w:r w:rsidR="00A93B6A" w:rsidRPr="00EC1AB9">
        <w:t>z</w:t>
      </w:r>
      <w:r w:rsidRPr="00EC1AB9">
        <w:t>pracování výsledků hlasování.</w:t>
      </w:r>
    </w:p>
    <w:p w:rsidR="001E64D8" w:rsidRDefault="001E64D8" w:rsidP="00F67D21">
      <w:pPr>
        <w:pStyle w:val="Textparagrafu"/>
      </w:pPr>
      <w:r w:rsidRPr="00EC1AB9">
        <w:t xml:space="preserve">(6) Obecní úřad ve spolupráci se zapisovatelem zajistí, aby ve volební místnosti </w:t>
      </w:r>
      <w:r w:rsidR="00A93B6A" w:rsidRPr="00EC1AB9">
        <w:t>v</w:t>
      </w:r>
      <w:r w:rsidR="00A93B6A">
        <w:t> </w:t>
      </w:r>
      <w:r w:rsidR="00A93B6A" w:rsidRPr="00EC1AB9">
        <w:t>p</w:t>
      </w:r>
      <w:r w:rsidRPr="00EC1AB9">
        <w:t xml:space="preserve">růběhu hlasování bylo </w:t>
      </w:r>
      <w:r w:rsidR="00A93B6A" w:rsidRPr="00EC1AB9">
        <w:t>u</w:t>
      </w:r>
      <w:r w:rsidR="00A93B6A">
        <w:t> </w:t>
      </w:r>
      <w:r w:rsidR="00A93B6A" w:rsidRPr="00EC1AB9">
        <w:t>k</w:t>
      </w:r>
      <w:r w:rsidRPr="00EC1AB9">
        <w:t xml:space="preserve">aždého člena okrskové volební komise uvedeno jeho jméno, příjmení, funkce </w:t>
      </w:r>
      <w:r w:rsidR="00A93B6A" w:rsidRPr="00EC1AB9">
        <w:t>v</w:t>
      </w:r>
      <w:r w:rsidR="00A93B6A">
        <w:t> </w:t>
      </w:r>
      <w:r w:rsidR="00A93B6A" w:rsidRPr="00EC1AB9">
        <w:t>o</w:t>
      </w:r>
      <w:r w:rsidRPr="00EC1AB9">
        <w:t xml:space="preserve">krskové volební komisi </w:t>
      </w:r>
      <w:r w:rsidR="00A93B6A" w:rsidRPr="00EC1AB9">
        <w:t>a</w:t>
      </w:r>
      <w:r w:rsidR="00A93B6A">
        <w:t> </w:t>
      </w:r>
      <w:r w:rsidR="00A93B6A" w:rsidRPr="00EC1AB9">
        <w:t>ú</w:t>
      </w:r>
      <w:r w:rsidRPr="00EC1AB9">
        <w:t xml:space="preserve">daj </w:t>
      </w:r>
      <w:r w:rsidR="00A93B6A" w:rsidRPr="00EC1AB9">
        <w:t>o</w:t>
      </w:r>
      <w:r w:rsidR="00A93B6A">
        <w:t> </w:t>
      </w:r>
      <w:r w:rsidR="00A93B6A" w:rsidRPr="00EC1AB9">
        <w:t>t</w:t>
      </w:r>
      <w:r w:rsidRPr="00EC1AB9">
        <w:t xml:space="preserve">om, zda jej delegovala </w:t>
      </w:r>
      <w:r w:rsidRPr="0060337A">
        <w:t>politická strana, politické hnutí, koalice nebo občan anebo</w:t>
      </w:r>
      <w:r w:rsidRPr="00D554FA">
        <w:t xml:space="preserve"> </w:t>
      </w:r>
      <w:r w:rsidRPr="00EC1AB9">
        <w:t>jmenoval starosta.</w:t>
      </w:r>
      <w:r>
        <w:t>“.</w:t>
      </w:r>
    </w:p>
    <w:p w:rsidR="001E64D8" w:rsidRDefault="00A93B6A" w:rsidP="00F67D21">
      <w:pPr>
        <w:pStyle w:val="Novelizanbod"/>
      </w:pPr>
      <w:r>
        <w:t>V § </w:t>
      </w:r>
      <w:r w:rsidR="001E64D8">
        <w:t xml:space="preserve">18 odst. 6 písm. g) se za slovo „trvá“ vkládá slovo „nepřetržitě“ </w:t>
      </w:r>
      <w:r>
        <w:t>a č</w:t>
      </w:r>
      <w:r w:rsidR="001E64D8">
        <w:t>íslo „3“ se nahrazuje číslem „2“.</w:t>
      </w:r>
    </w:p>
    <w:p w:rsidR="001E64D8" w:rsidRDefault="00A93B6A" w:rsidP="0025223B">
      <w:pPr>
        <w:pStyle w:val="Novelizanbod"/>
        <w:keepNext w:val="0"/>
        <w:keepLines w:val="0"/>
      </w:pPr>
      <w:r>
        <w:t>V § </w:t>
      </w:r>
      <w:r w:rsidR="001E64D8">
        <w:t>19 větě první se slova „</w:t>
      </w:r>
      <w:r w:rsidRPr="00E52B29">
        <w:t>s</w:t>
      </w:r>
      <w:r>
        <w:t> </w:t>
      </w:r>
      <w:r w:rsidRPr="00E52B29">
        <w:t>h</w:t>
      </w:r>
      <w:r w:rsidR="001E64D8" w:rsidRPr="00E52B29">
        <w:t>lasem poradním, při hlasování se do počtu členů okrskové volební komise nezapočítává</w:t>
      </w:r>
      <w:r w:rsidR="001E64D8">
        <w:t xml:space="preserve">“ </w:t>
      </w:r>
      <w:r>
        <w:t>a s</w:t>
      </w:r>
      <w:r w:rsidR="001E64D8">
        <w:t>lova „</w:t>
      </w:r>
      <w:r w:rsidR="001E64D8" w:rsidRPr="00E52B29">
        <w:t>může okrskové volební komisi předkládat návrhy;</w:t>
      </w:r>
      <w:r w:rsidR="001E64D8">
        <w:t xml:space="preserve">“ zrušují </w:t>
      </w:r>
      <w:r>
        <w:t>a v</w:t>
      </w:r>
      <w:r w:rsidR="001E64D8">
        <w:t>ěta poslední se nahrazuje větou „</w:t>
      </w:r>
      <w:r w:rsidR="001E64D8" w:rsidRPr="0088171D">
        <w:t xml:space="preserve">Starosta odvolá zapisovatele, který přestane vykonávat svoji funkci nebo ji nevykonává řádně, </w:t>
      </w:r>
      <w:r w:rsidRPr="0088171D">
        <w:t>a</w:t>
      </w:r>
      <w:r>
        <w:t> </w:t>
      </w:r>
      <w:r w:rsidRPr="0088171D">
        <w:t>n</w:t>
      </w:r>
      <w:r w:rsidR="001E64D8" w:rsidRPr="0088171D">
        <w:t>a jeho místo neprodleně jmenuje nového zapisovatele.</w:t>
      </w:r>
      <w:r w:rsidR="001E64D8">
        <w:t>“.</w:t>
      </w:r>
    </w:p>
    <w:p w:rsidR="001E64D8" w:rsidRDefault="00A93B6A" w:rsidP="0025223B">
      <w:pPr>
        <w:pStyle w:val="Novelizanbod"/>
        <w:keepNext w:val="0"/>
        <w:keepLines w:val="0"/>
      </w:pPr>
      <w:r>
        <w:t>V § </w:t>
      </w:r>
      <w:r w:rsidR="001E64D8">
        <w:t>35 odst. 6 větě první se za slova „</w:t>
      </w:r>
      <w:r>
        <w:t>a t</w:t>
      </w:r>
      <w:r w:rsidR="001E64D8">
        <w:t xml:space="preserve">o“ vkládá slovo „nejpozději“ </w:t>
      </w:r>
      <w:r>
        <w:t>a z</w:t>
      </w:r>
      <w:r w:rsidR="001E64D8">
        <w:t>a větu druhou se vkládá věta „</w:t>
      </w:r>
      <w:r w:rsidR="001E64D8" w:rsidRPr="006E346B">
        <w:t xml:space="preserve">Plochu pro vylepení volebních plakátů poskytne obec </w:t>
      </w:r>
      <w:r w:rsidRPr="006E346B">
        <w:t>k</w:t>
      </w:r>
      <w:r>
        <w:t> </w:t>
      </w:r>
      <w:r w:rsidRPr="006E346B">
        <w:t>v</w:t>
      </w:r>
      <w:r w:rsidR="001E64D8" w:rsidRPr="006E346B">
        <w:t>yužití bezplatně; na</w:t>
      </w:r>
      <w:r w:rsidR="001E64D8">
        <w:t> </w:t>
      </w:r>
      <w:r w:rsidR="001E64D8" w:rsidRPr="006E346B">
        <w:t xml:space="preserve">takové bezúplatné plnění se nevztahují ustanovení tohoto zákona </w:t>
      </w:r>
      <w:r w:rsidRPr="006E346B">
        <w:t>o</w:t>
      </w:r>
      <w:r>
        <w:t> </w:t>
      </w:r>
      <w:r w:rsidRPr="006E346B">
        <w:t>f</w:t>
      </w:r>
      <w:r w:rsidR="001E64D8" w:rsidRPr="006E346B">
        <w:t xml:space="preserve">inancování volební kampaně </w:t>
      </w:r>
      <w:r w:rsidRPr="006E346B">
        <w:t>a</w:t>
      </w:r>
      <w:r>
        <w:t> </w:t>
      </w:r>
      <w:r w:rsidRPr="006E346B">
        <w:t>u</w:t>
      </w:r>
      <w:r w:rsidR="001E64D8" w:rsidRPr="006E346B">
        <w:t>stanovení zvláštního zákona upravující hospodaření politických stran a</w:t>
      </w:r>
      <w:r w:rsidR="001E64D8">
        <w:t> </w:t>
      </w:r>
      <w:r w:rsidR="001E64D8" w:rsidRPr="006E346B">
        <w:t>politických hnutí.</w:t>
      </w:r>
      <w:r w:rsidR="001E64D8">
        <w:t>“.</w:t>
      </w:r>
    </w:p>
    <w:p w:rsidR="001E64D8" w:rsidRDefault="00A93B6A" w:rsidP="00F67D21">
      <w:pPr>
        <w:pStyle w:val="Novelizanbod"/>
      </w:pPr>
      <w:r>
        <w:t>§ </w:t>
      </w:r>
      <w:r w:rsidR="001E64D8">
        <w:t>60 včetně nadpisu zní:</w:t>
      </w:r>
    </w:p>
    <w:p w:rsidR="001E64D8" w:rsidRPr="0060337A" w:rsidRDefault="001E64D8" w:rsidP="00F67D21">
      <w:pPr>
        <w:tabs>
          <w:tab w:val="center" w:pos="4536"/>
          <w:tab w:val="left" w:pos="5309"/>
        </w:tabs>
        <w:spacing w:after="120"/>
        <w:jc w:val="center"/>
      </w:pPr>
      <w:r w:rsidRPr="0060337A">
        <w:t>„</w:t>
      </w:r>
      <w:r w:rsidR="00A93B6A">
        <w:t>§ </w:t>
      </w:r>
      <w:r w:rsidRPr="0060337A">
        <w:t>60</w:t>
      </w:r>
    </w:p>
    <w:p w:rsidR="001E64D8" w:rsidRPr="0060337A" w:rsidRDefault="001E64D8" w:rsidP="00F67D21">
      <w:pPr>
        <w:spacing w:after="120"/>
        <w:jc w:val="center"/>
        <w:rPr>
          <w:b/>
        </w:rPr>
      </w:pPr>
      <w:r w:rsidRPr="0060337A">
        <w:rPr>
          <w:b/>
        </w:rPr>
        <w:t xml:space="preserve">Nároky členů okrskových volebních komisí </w:t>
      </w:r>
      <w:r w:rsidR="00F67D21">
        <w:rPr>
          <w:b/>
        </w:rPr>
        <w:br/>
      </w:r>
      <w:r w:rsidR="00A93B6A" w:rsidRPr="0060337A">
        <w:rPr>
          <w:b/>
        </w:rPr>
        <w:t>a</w:t>
      </w:r>
      <w:r w:rsidR="00A93B6A">
        <w:rPr>
          <w:b/>
        </w:rPr>
        <w:t> </w:t>
      </w:r>
      <w:r w:rsidR="00A93B6A" w:rsidRPr="0060337A">
        <w:rPr>
          <w:b/>
        </w:rPr>
        <w:t>z</w:t>
      </w:r>
      <w:r w:rsidRPr="0060337A">
        <w:rPr>
          <w:b/>
        </w:rPr>
        <w:t>vláštních okrskových volebních komisí</w:t>
      </w:r>
    </w:p>
    <w:p w:rsidR="001E64D8" w:rsidRPr="0060337A" w:rsidRDefault="001E64D8" w:rsidP="00F67D21">
      <w:pPr>
        <w:pStyle w:val="Textodstavce"/>
        <w:numPr>
          <w:ilvl w:val="0"/>
          <w:numId w:val="19"/>
        </w:numPr>
      </w:pPr>
      <w:r w:rsidRPr="0060337A">
        <w:t xml:space="preserve">Člen okrskové volební komise </w:t>
      </w:r>
      <w:r w:rsidR="00A93B6A" w:rsidRPr="0060337A">
        <w:t>a</w:t>
      </w:r>
      <w:r w:rsidR="00A93B6A">
        <w:t> </w:t>
      </w:r>
      <w:r w:rsidR="00A93B6A" w:rsidRPr="0060337A">
        <w:t>z</w:t>
      </w:r>
      <w:r w:rsidRPr="0060337A">
        <w:t>vláštní okrskové volební komise má nárok na</w:t>
      </w:r>
      <w:r>
        <w:t> </w:t>
      </w:r>
      <w:r w:rsidRPr="0060337A">
        <w:t xml:space="preserve">zvláštní odměnu za výkon funkce. Předseda, místopředseda </w:t>
      </w:r>
      <w:r w:rsidR="00A93B6A" w:rsidRPr="0060337A">
        <w:t>a</w:t>
      </w:r>
      <w:r w:rsidR="00A93B6A">
        <w:t> </w:t>
      </w:r>
      <w:r w:rsidR="00A93B6A" w:rsidRPr="0060337A">
        <w:t>z</w:t>
      </w:r>
      <w:r w:rsidRPr="0060337A">
        <w:t xml:space="preserve">apisovatel okrskové volební komise </w:t>
      </w:r>
      <w:r w:rsidR="00A93B6A" w:rsidRPr="0060337A">
        <w:t>a</w:t>
      </w:r>
      <w:r w:rsidR="00A93B6A">
        <w:t> </w:t>
      </w:r>
      <w:r w:rsidR="00A93B6A" w:rsidRPr="0060337A">
        <w:t>z</w:t>
      </w:r>
      <w:r w:rsidRPr="0060337A">
        <w:t xml:space="preserve">vláštní okrskové volební komise mají nárok na vyšší zvláštní odměnu za výkon funkce než ostatní členové okrskové volební komise </w:t>
      </w:r>
      <w:r w:rsidR="00A93B6A" w:rsidRPr="0060337A">
        <w:t>a</w:t>
      </w:r>
      <w:r w:rsidR="00A93B6A">
        <w:t> </w:t>
      </w:r>
      <w:r w:rsidR="00A93B6A" w:rsidRPr="0060337A">
        <w:t>z</w:t>
      </w:r>
      <w:r w:rsidRPr="0060337A">
        <w:t>vláštní okrskové volební komise. Nárok na vyšší zvláštní odměnu za výkon funkce nemá člen okrskové volební komise, který nesplnil povinnost účastnit se školení k zásadám hlasování a</w:t>
      </w:r>
      <w:r>
        <w:t> </w:t>
      </w:r>
      <w:r w:rsidRPr="0060337A">
        <w:t xml:space="preserve">k systému zjišťování </w:t>
      </w:r>
      <w:r w:rsidR="00A93B6A" w:rsidRPr="0060337A">
        <w:t>a</w:t>
      </w:r>
      <w:r w:rsidR="00A93B6A">
        <w:t> </w:t>
      </w:r>
      <w:r w:rsidR="00A93B6A" w:rsidRPr="0060337A">
        <w:t>z</w:t>
      </w:r>
      <w:r w:rsidRPr="0060337A">
        <w:t xml:space="preserve">pracování výsledků hlasování, ledaže byl zapisovatel jmenován nebo předseda </w:t>
      </w:r>
      <w:r w:rsidR="00A93B6A" w:rsidRPr="0060337A">
        <w:t>a</w:t>
      </w:r>
      <w:r w:rsidR="00A93B6A">
        <w:t> </w:t>
      </w:r>
      <w:r w:rsidR="00A93B6A" w:rsidRPr="0060337A">
        <w:t>m</w:t>
      </w:r>
      <w:r w:rsidRPr="0060337A">
        <w:t xml:space="preserve">ístopředseda určen losem </w:t>
      </w:r>
      <w:r w:rsidR="00A93B6A" w:rsidRPr="0060337A">
        <w:t>v</w:t>
      </w:r>
      <w:r w:rsidR="00A93B6A">
        <w:t> </w:t>
      </w:r>
      <w:r w:rsidR="00A93B6A" w:rsidRPr="0060337A">
        <w:t>d</w:t>
      </w:r>
      <w:r w:rsidRPr="0060337A">
        <w:t>obě, kdy již nebylo možné účast na</w:t>
      </w:r>
      <w:r>
        <w:t> </w:t>
      </w:r>
      <w:r w:rsidRPr="0060337A">
        <w:t>školení zajistit.</w:t>
      </w:r>
    </w:p>
    <w:p w:rsidR="001E64D8" w:rsidRPr="0060337A" w:rsidRDefault="001E64D8" w:rsidP="00F67D21">
      <w:pPr>
        <w:pStyle w:val="Textodstavce"/>
        <w:numPr>
          <w:ilvl w:val="0"/>
          <w:numId w:val="19"/>
        </w:numPr>
      </w:pPr>
      <w:r w:rsidRPr="0060337A">
        <w:t xml:space="preserve">Člen okrskové volební komise </w:t>
      </w:r>
      <w:r w:rsidR="00A93B6A" w:rsidRPr="0060337A">
        <w:t>a</w:t>
      </w:r>
      <w:r w:rsidR="00A93B6A">
        <w:t> </w:t>
      </w:r>
      <w:r w:rsidR="00A93B6A" w:rsidRPr="0060337A">
        <w:t>z</w:t>
      </w:r>
      <w:r w:rsidRPr="0060337A">
        <w:t xml:space="preserve">vláštní okrskové volební komise, který je v pracovním nebo služebním poměru, má nárok na pracovní nebo služební volno v nezbytně nutném rozsahu </w:t>
      </w:r>
      <w:r w:rsidR="00A93B6A" w:rsidRPr="0060337A">
        <w:t>a</w:t>
      </w:r>
      <w:r w:rsidR="00A93B6A">
        <w:t> </w:t>
      </w:r>
      <w:r w:rsidR="00A93B6A" w:rsidRPr="0060337A">
        <w:t>n</w:t>
      </w:r>
      <w:r w:rsidRPr="0060337A">
        <w:t>a náhradu mzdy, platu, služebního příjmu nebo odměny ve</w:t>
      </w:r>
      <w:r>
        <w:t> </w:t>
      </w:r>
      <w:r w:rsidRPr="0060337A">
        <w:t xml:space="preserve">výši průměrného výdělku od uvolňujícího zaměstnavatele. Členovi okrskové volební komise </w:t>
      </w:r>
      <w:r w:rsidR="00A93B6A" w:rsidRPr="0060337A">
        <w:t>a</w:t>
      </w:r>
      <w:r w:rsidR="00A93B6A">
        <w:t> </w:t>
      </w:r>
      <w:r w:rsidR="00A93B6A" w:rsidRPr="0060337A">
        <w:t>z</w:t>
      </w:r>
      <w:r w:rsidRPr="0060337A">
        <w:t xml:space="preserve">vláštní okrskové </w:t>
      </w:r>
      <w:r w:rsidRPr="0060337A">
        <w:lastRenderedPageBreak/>
        <w:t xml:space="preserve">volební komise, který není </w:t>
      </w:r>
      <w:r w:rsidR="00A93B6A" w:rsidRPr="0060337A">
        <w:t>v</w:t>
      </w:r>
      <w:r w:rsidR="00A93B6A">
        <w:t> </w:t>
      </w:r>
      <w:r w:rsidR="00A93B6A" w:rsidRPr="0060337A">
        <w:t>p</w:t>
      </w:r>
      <w:r w:rsidRPr="0060337A">
        <w:t xml:space="preserve">racovním nebo služebním poměru, avšak je výdělečně činný, přísluší paušální náhrada ušlého výdělku za dobu výkonu funkce člena okrskové volební komise </w:t>
      </w:r>
      <w:r w:rsidR="00A93B6A" w:rsidRPr="0060337A">
        <w:t>a</w:t>
      </w:r>
      <w:r w:rsidR="00A93B6A">
        <w:t> </w:t>
      </w:r>
      <w:r w:rsidR="00A93B6A" w:rsidRPr="0060337A">
        <w:t>z</w:t>
      </w:r>
      <w:r w:rsidRPr="0060337A">
        <w:t>vláštní okrskové volební komise.</w:t>
      </w:r>
    </w:p>
    <w:p w:rsidR="001E64D8" w:rsidRPr="0075373A" w:rsidRDefault="001E64D8" w:rsidP="00F67D21">
      <w:pPr>
        <w:pStyle w:val="Textodstavce"/>
        <w:numPr>
          <w:ilvl w:val="0"/>
          <w:numId w:val="19"/>
        </w:numPr>
      </w:pPr>
      <w:r w:rsidRPr="0060337A">
        <w:t xml:space="preserve">Členství </w:t>
      </w:r>
      <w:r w:rsidR="00A93B6A" w:rsidRPr="0060337A">
        <w:t>v</w:t>
      </w:r>
      <w:r w:rsidR="00A93B6A">
        <w:t> </w:t>
      </w:r>
      <w:r w:rsidR="00A93B6A" w:rsidRPr="0060337A">
        <w:t>o</w:t>
      </w:r>
      <w:r w:rsidRPr="0060337A">
        <w:t xml:space="preserve">krskové volební komisi </w:t>
      </w:r>
      <w:r w:rsidR="00A93B6A" w:rsidRPr="0060337A">
        <w:t>a</w:t>
      </w:r>
      <w:r w:rsidR="00A93B6A">
        <w:t> </w:t>
      </w:r>
      <w:r w:rsidR="00A93B6A" w:rsidRPr="0060337A">
        <w:t>z</w:t>
      </w:r>
      <w:r w:rsidRPr="0060337A">
        <w:t xml:space="preserve">vláštní okrskové volební komisi je jiným úkonem </w:t>
      </w:r>
      <w:r w:rsidR="00A93B6A" w:rsidRPr="0060337A">
        <w:t>v</w:t>
      </w:r>
      <w:r w:rsidR="00A93B6A">
        <w:t> </w:t>
      </w:r>
      <w:r w:rsidR="00A93B6A" w:rsidRPr="0060337A">
        <w:t>o</w:t>
      </w:r>
      <w:r w:rsidRPr="0060337A">
        <w:t>becném zájmu.“.</w:t>
      </w:r>
    </w:p>
    <w:p w:rsidR="001E64D8" w:rsidRDefault="00A93B6A" w:rsidP="00F67D21">
      <w:pPr>
        <w:pStyle w:val="Novelizanbod"/>
      </w:pPr>
      <w:r>
        <w:t>V § </w:t>
      </w:r>
      <w:r w:rsidR="001E64D8">
        <w:t>71 odstavec 5 zní:</w:t>
      </w:r>
    </w:p>
    <w:p w:rsidR="001E64D8" w:rsidRPr="00567E98" w:rsidRDefault="001E64D8" w:rsidP="00F67D21">
      <w:pPr>
        <w:pStyle w:val="Textparagrafu"/>
      </w:pPr>
      <w:r>
        <w:t>„</w:t>
      </w:r>
      <w:r w:rsidRPr="00567E98">
        <w:t xml:space="preserve">(5) Koná-li se volba prezidenta společně </w:t>
      </w:r>
      <w:r w:rsidR="00A93B6A" w:rsidRPr="00567E98">
        <w:t>s</w:t>
      </w:r>
      <w:r w:rsidR="00A93B6A">
        <w:t> </w:t>
      </w:r>
      <w:r w:rsidR="00A93B6A" w:rsidRPr="00567E98">
        <w:t>j</w:t>
      </w:r>
      <w:r w:rsidRPr="00567E98">
        <w:t>inými volbami, musí být úřední obálka pro</w:t>
      </w:r>
      <w:r>
        <w:t> </w:t>
      </w:r>
      <w:r w:rsidRPr="00567E98">
        <w:t>volbu prezidenta odlišena barevně od úřední obálky pro jiné volby</w:t>
      </w:r>
      <w:r w:rsidRPr="00DD6EC9">
        <w:t>; stejným způsobem musejí být odlišeny hlasovací lístky</w:t>
      </w:r>
      <w:r>
        <w:t>.“.</w:t>
      </w:r>
    </w:p>
    <w:p w:rsidR="001E64D8" w:rsidRPr="00935D5C" w:rsidRDefault="00F67D21" w:rsidP="00F67D21">
      <w:pPr>
        <w:pStyle w:val="lnek"/>
      </w:pPr>
      <w:r>
        <w:t xml:space="preserve">Čl. </w:t>
      </w:r>
      <w:r w:rsidR="001E64D8" w:rsidRPr="00935D5C">
        <w:t>X</w:t>
      </w:r>
    </w:p>
    <w:p w:rsidR="001E64D8" w:rsidRPr="00935D5C" w:rsidRDefault="001E64D8" w:rsidP="00F67D21">
      <w:pPr>
        <w:pStyle w:val="Nadpislnku"/>
      </w:pPr>
      <w:r>
        <w:t>Přechodné</w:t>
      </w:r>
      <w:r w:rsidRPr="00935D5C">
        <w:t xml:space="preserve"> ustanovení</w:t>
      </w:r>
    </w:p>
    <w:p w:rsidR="001E64D8" w:rsidRPr="00935D5C" w:rsidRDefault="001E64D8" w:rsidP="00F67D21">
      <w:pPr>
        <w:pStyle w:val="Textlnku"/>
      </w:pPr>
      <w:r w:rsidRPr="00935D5C">
        <w:t xml:space="preserve">Zákon </w:t>
      </w:r>
      <w:r w:rsidR="00A93B6A">
        <w:t>č. </w:t>
      </w:r>
      <w:r>
        <w:t>275</w:t>
      </w:r>
      <w:r w:rsidRPr="00935D5C">
        <w:t>/</w:t>
      </w:r>
      <w:r>
        <w:t>2012</w:t>
      </w:r>
      <w:r w:rsidRPr="00935D5C">
        <w:t xml:space="preserve"> Sb.</w:t>
      </w:r>
      <w:r>
        <w:t>, ve znění účinném ode dne nabytí účinnosti tohoto zákona, se poprvé použije ve volbě prezidenta republiky vyhlášené po nabytí účinnosti tohoto zákona.</w:t>
      </w:r>
    </w:p>
    <w:p w:rsidR="001E64D8" w:rsidRDefault="001E64D8" w:rsidP="005D406D">
      <w:pPr>
        <w:pStyle w:val="Bezmezer"/>
      </w:pPr>
    </w:p>
    <w:p w:rsidR="005D406D" w:rsidRDefault="005D406D" w:rsidP="005D406D">
      <w:pPr>
        <w:pStyle w:val="Bezmezer"/>
      </w:pPr>
    </w:p>
    <w:p w:rsidR="001E64D8" w:rsidRDefault="00F67D21" w:rsidP="00F67D21">
      <w:pPr>
        <w:pStyle w:val="ST"/>
      </w:pPr>
      <w:r>
        <w:t xml:space="preserve">ČÁST </w:t>
      </w:r>
      <w:r w:rsidR="001E64D8" w:rsidRPr="002A3CFF">
        <w:t>ŠESTÁ</w:t>
      </w:r>
    </w:p>
    <w:p w:rsidR="00685ECA" w:rsidRDefault="00685ECA" w:rsidP="005D406D">
      <w:pPr>
        <w:pStyle w:val="NADPISSTI"/>
      </w:pPr>
      <w:r>
        <w:t>Změna zákona o místním referendu</w:t>
      </w:r>
    </w:p>
    <w:p w:rsidR="00685ECA" w:rsidRDefault="00685ECA" w:rsidP="005D406D">
      <w:pPr>
        <w:pStyle w:val="lnek"/>
      </w:pPr>
      <w:r>
        <w:t>Čl. XI</w:t>
      </w:r>
    </w:p>
    <w:p w:rsidR="00685ECA" w:rsidRDefault="00685ECA" w:rsidP="00685ECA">
      <w:pPr>
        <w:pStyle w:val="Textlnku"/>
      </w:pPr>
      <w:r>
        <w:t>Zákon č. 22/2004 Sb., o místním referendu a o změně některých zákonů, ve znění zákona č. 234/2006 Sb., zákona č. 169/2008 Sb., zákona č. 142/2012 Sb. a zákona č. 58/2014 Sb., se mění takto:</w:t>
      </w:r>
    </w:p>
    <w:p w:rsidR="00685ECA" w:rsidRDefault="00685ECA" w:rsidP="0025223B">
      <w:pPr>
        <w:pStyle w:val="Novelizanbod"/>
        <w:keepNext w:val="0"/>
        <w:keepLines w:val="0"/>
        <w:numPr>
          <w:ilvl w:val="0"/>
          <w:numId w:val="23"/>
        </w:numPr>
      </w:pPr>
      <w:r>
        <w:t>V § 5 odst. 1 se věta druhá nahrazuje větou „Koná-li se hlasování v místním referendu současně s volbami do zastupitelstev obcí, do zastupitelstev krajů, do některé z komor Parlamentu České republiky, do Evropského parlamentu nebo s volbou prezidenta republiky, koná se ve stejnou dobu, která je stanovena pro konání voleb; věta první se nepoužije.“.</w:t>
      </w:r>
    </w:p>
    <w:p w:rsidR="00685ECA" w:rsidRDefault="00685ECA" w:rsidP="00685ECA">
      <w:pPr>
        <w:pStyle w:val="Novelizanbod"/>
        <w:keepNext w:val="0"/>
      </w:pPr>
      <w:r>
        <w:t>V § 27 odst. 7 se za slovo „okrskové“ vkládají slova „komise, okrskové volební komise“.</w:t>
      </w:r>
    </w:p>
    <w:p w:rsidR="00685ECA" w:rsidRDefault="00685ECA" w:rsidP="00685ECA">
      <w:pPr>
        <w:pStyle w:val="Novelizanbod"/>
      </w:pPr>
      <w:r>
        <w:t>Za § 27 se vkládá nový § 27a, který zní:</w:t>
      </w:r>
    </w:p>
    <w:p w:rsidR="00685ECA" w:rsidRDefault="00685ECA" w:rsidP="006A1E04">
      <w:pPr>
        <w:pStyle w:val="Normlnweb"/>
        <w:keepNext/>
        <w:keepLines/>
        <w:spacing w:after="193"/>
        <w:jc w:val="center"/>
      </w:pPr>
      <w:r>
        <w:rPr>
          <w:color w:val="000000"/>
        </w:rPr>
        <w:t>„§ 27a</w:t>
      </w:r>
    </w:p>
    <w:p w:rsidR="00685ECA" w:rsidRDefault="00685ECA" w:rsidP="006A1E04">
      <w:pPr>
        <w:pStyle w:val="Normlnweb"/>
        <w:keepNext/>
        <w:keepLines/>
        <w:spacing w:after="193"/>
        <w:jc w:val="center"/>
      </w:pPr>
      <w:r>
        <w:rPr>
          <w:b/>
          <w:bCs/>
          <w:color w:val="000000"/>
        </w:rPr>
        <w:t>Souběh místního referenda a voleb nebo krajského referenda</w:t>
      </w:r>
    </w:p>
    <w:p w:rsidR="00685ECA" w:rsidRDefault="00685ECA" w:rsidP="00685ECA">
      <w:pPr>
        <w:pStyle w:val="Textodstavce"/>
        <w:numPr>
          <w:ilvl w:val="0"/>
          <w:numId w:val="24"/>
        </w:numPr>
      </w:pPr>
      <w:r>
        <w:t xml:space="preserve">Koná-li se místní referendum společně v tytéž dny s volbami do některé z komor Parlamentu České republiky, do Evropského parlamentu, do zastupitelstev krajů, do zastupitelstev obcí nebo s volbou prezidenta republiky, plní okrskové volební komise zřízené </w:t>
      </w:r>
      <w:r>
        <w:lastRenderedPageBreak/>
        <w:t>podle příslušného volebního zákona rovněž úkoly okrskových komisí pro místní referendum. Koná-li se místní referendum na návrh přípravného výboru, může přípravný výbor v souladu s</w:t>
      </w:r>
      <w:r w:rsidR="0025223B">
        <w:t> </w:t>
      </w:r>
      <w:r>
        <w:t>§ 21 odst. 1 delegovat do okrskové volební komise jednoho člena, popřípadě náhradníka, a to ve lhůtě stanovené pro delegování členů okrskové volební komise příslušným volebním zákonem. Tento člen okrskové volební komise plní také úkoly člena okrskové volební komise podle příslušného volebního zákona a má nárok na zvláštní odměnu člena okrskové volební komise poskytovanou v souladu s příslušným volebním zákonem.</w:t>
      </w:r>
    </w:p>
    <w:p w:rsidR="00685ECA" w:rsidRDefault="00685ECA" w:rsidP="00685ECA">
      <w:pPr>
        <w:pStyle w:val="Textodstavce"/>
        <w:numPr>
          <w:ilvl w:val="0"/>
          <w:numId w:val="24"/>
        </w:numPr>
      </w:pPr>
      <w:r>
        <w:t>Koná-li se místní referendum společně v tentýž den s krajským referendem, plní okrskové komise zřízené podle zákona upravujícího krajské referendum rovněž úkoly okrskových komisí pro místní referendum. Koná-li se místní referendum na návrh přípravného výboru, může přípravný výbor v souladu s § 21 odst. 1 delegovat do okrskové komise jednoho člena, popřípadě náhradníka, a to ve lhůtě stanovené pro delegování členů zákonem upravujícím krajské referendum. Tento člen okrskové komise plní také úkoly člena okrskové komise podle zákona upravujícího krajské referendum a má nárok na zvláštní odměnu člena okrskové komise poskytovanou v souladu se zákonem upravujícím krajské referendum.</w:t>
      </w:r>
    </w:p>
    <w:p w:rsidR="00685ECA" w:rsidRDefault="00685ECA" w:rsidP="00685ECA">
      <w:pPr>
        <w:pStyle w:val="Textodstavce"/>
        <w:numPr>
          <w:ilvl w:val="0"/>
          <w:numId w:val="24"/>
        </w:numPr>
      </w:pPr>
      <w:r>
        <w:t>Koná-li se místní referendum společně v tytéž dny s volbami nebo s krajským referendem, probíhá informování voličů a oprávněných občanů podle příslušného zvláštního zákona a podle tohoto zákona.</w:t>
      </w:r>
    </w:p>
    <w:p w:rsidR="00685ECA" w:rsidRDefault="00685ECA" w:rsidP="00685ECA">
      <w:pPr>
        <w:pStyle w:val="Textodstavce"/>
        <w:numPr>
          <w:ilvl w:val="0"/>
          <w:numId w:val="24"/>
        </w:numPr>
      </w:pPr>
      <w:r>
        <w:t>K ukončení činnosti okrskové volební komise nebo okrskové komise dojde tehdy, jsou-li splněny podmínky pro ukončení jejich činnosti pro všechny souběžně konané volby nebo referendum.</w:t>
      </w:r>
    </w:p>
    <w:p w:rsidR="00685ECA" w:rsidRDefault="00685ECA" w:rsidP="00685ECA">
      <w:pPr>
        <w:pStyle w:val="Textodstavce"/>
        <w:numPr>
          <w:ilvl w:val="0"/>
          <w:numId w:val="24"/>
        </w:numPr>
      </w:pPr>
      <w:r>
        <w:t>Při souběhu místního referenda a voleb nebo krajského referenda jsou hlasovací lístky a úřední obálky pro místní referendum a pro jednotlivé druhy voleb nebo krajské referendum odlišeny barevně. Barva hlasovacího lístku je shodná s barvou úřední obálky pro příslušný druh voleb a pro referendum. V místnosti, kde se sčítají hlasy, mají právo být přítomny osoby stanovené příslušným zvláštním zákonem a tímto zákonem. Na tyto osoby se vztahuje zákaz poskytování informací podle § 26 a podle příslušného zvláštního zákona.</w:t>
      </w:r>
    </w:p>
    <w:p w:rsidR="00685ECA" w:rsidRDefault="00685ECA" w:rsidP="0025223B">
      <w:pPr>
        <w:pStyle w:val="Textodstavce"/>
        <w:keepNext/>
        <w:numPr>
          <w:ilvl w:val="0"/>
          <w:numId w:val="24"/>
        </w:numPr>
      </w:pPr>
      <w:r>
        <w:t>Při souběhu voleb nebo krajského referenda s místním referendem jsou společné</w:t>
      </w:r>
    </w:p>
    <w:p w:rsidR="00685ECA" w:rsidRDefault="006856C4" w:rsidP="006856C4">
      <w:pPr>
        <w:pStyle w:val="Psmeno"/>
      </w:pPr>
      <w:r>
        <w:t>a)</w:t>
      </w:r>
      <w:r>
        <w:tab/>
      </w:r>
      <w:r w:rsidR="00685ECA">
        <w:t>volební místnost a místnost pro hlasování vybavená podle příslušného zvláštního zákona a</w:t>
      </w:r>
      <w:r>
        <w:t> </w:t>
      </w:r>
      <w:r w:rsidR="00685ECA">
        <w:t>tohoto zákona,</w:t>
      </w:r>
    </w:p>
    <w:p w:rsidR="00685ECA" w:rsidRDefault="006856C4" w:rsidP="006856C4">
      <w:pPr>
        <w:pStyle w:val="Psmeno"/>
      </w:pPr>
      <w:r>
        <w:t>b)</w:t>
      </w:r>
      <w:r>
        <w:tab/>
      </w:r>
      <w:r w:rsidR="00685ECA">
        <w:t>hlasovací schránka a volební schránka,</w:t>
      </w:r>
    </w:p>
    <w:p w:rsidR="00685ECA" w:rsidRDefault="006856C4" w:rsidP="006856C4">
      <w:pPr>
        <w:pStyle w:val="Psmeno"/>
      </w:pPr>
      <w:r>
        <w:t>c)</w:t>
      </w:r>
      <w:r>
        <w:tab/>
      </w:r>
      <w:r w:rsidR="00685ECA">
        <w:t>přenosná hlasovací schránka a přenosná volební schránka.</w:t>
      </w:r>
    </w:p>
    <w:p w:rsidR="00685ECA" w:rsidRDefault="00685ECA" w:rsidP="00685ECA">
      <w:pPr>
        <w:pStyle w:val="Textodstavce"/>
      </w:pPr>
      <w:r>
        <w:t>Náklady na zajištění volební místnosti a jejího vybavení podle odstavce 6, které vyžadují současně příslušný zvláštní zákon a tento zákon, se hradí ze státního rozpočtu, koná-li se místní referendum v souběhu s volbami, nebo z rozpočtu kraje, koná-li se místní referendum pouze v souběhu s krajským referendem nebo jedná-li se o vybavení, které vyžadují současně pouze zákon upravující krajské referendum a tento zákon.</w:t>
      </w:r>
      <w:r w:rsidR="006856C4">
        <w:t>“.</w:t>
      </w:r>
    </w:p>
    <w:p w:rsidR="00685ECA" w:rsidRDefault="00685ECA" w:rsidP="00685ECA">
      <w:pPr>
        <w:pStyle w:val="lnek"/>
      </w:pPr>
      <w:r>
        <w:t>Čl. XII</w:t>
      </w:r>
    </w:p>
    <w:p w:rsidR="00685ECA" w:rsidRDefault="00685ECA" w:rsidP="00685ECA">
      <w:pPr>
        <w:pStyle w:val="Nadpislnku"/>
      </w:pPr>
      <w:r>
        <w:t>Přechodné ustanovení</w:t>
      </w:r>
    </w:p>
    <w:p w:rsidR="00685ECA" w:rsidRDefault="00685ECA" w:rsidP="00C27D43">
      <w:pPr>
        <w:pStyle w:val="Textlnku"/>
      </w:pPr>
      <w:r>
        <w:t>Místní referenda vyhlášená přede dnem nabytí účinnosti tohoto zákona proběhnou podle ustanovení dosavadních právních předpisů.</w:t>
      </w:r>
    </w:p>
    <w:p w:rsidR="00C27D43" w:rsidRDefault="00C27D43" w:rsidP="00373DD6">
      <w:pPr>
        <w:pStyle w:val="Textlnku"/>
        <w:spacing w:before="0"/>
      </w:pPr>
    </w:p>
    <w:p w:rsidR="00C27D43" w:rsidRDefault="00C27D43" w:rsidP="00C27D43">
      <w:pPr>
        <w:pStyle w:val="ST"/>
      </w:pPr>
      <w:r>
        <w:lastRenderedPageBreak/>
        <w:t>ČÁST SEDMÁ</w:t>
      </w:r>
    </w:p>
    <w:p w:rsidR="00C27D43" w:rsidRDefault="00C27D43" w:rsidP="00C27D43">
      <w:pPr>
        <w:pStyle w:val="NADPISSTI"/>
      </w:pPr>
      <w:r>
        <w:t>Změna zákona o krajském referendu</w:t>
      </w:r>
    </w:p>
    <w:p w:rsidR="00C27D43" w:rsidRDefault="00C27D43" w:rsidP="00C27D43">
      <w:pPr>
        <w:pStyle w:val="lnek"/>
      </w:pPr>
      <w:r>
        <w:t>Čl. XIII</w:t>
      </w:r>
    </w:p>
    <w:p w:rsidR="00C27D43" w:rsidRDefault="00C27D43" w:rsidP="00C27D43">
      <w:pPr>
        <w:pStyle w:val="Textlnku"/>
      </w:pPr>
      <w:r>
        <w:t>Zákon č. 118/2010 Sb., o krajském referendu a o změně některých zákonů, ve znění zákona č. 142/2012 Sb. a zákona č. 58/2014 Sb., se mění takto:</w:t>
      </w:r>
    </w:p>
    <w:p w:rsidR="00C27D43" w:rsidRDefault="00C27D43" w:rsidP="00C27D43">
      <w:pPr>
        <w:pStyle w:val="Novelizanbod"/>
        <w:numPr>
          <w:ilvl w:val="0"/>
          <w:numId w:val="27"/>
        </w:numPr>
      </w:pPr>
      <w:r>
        <w:t>V § 5 odst. 1 se věta třetí nahrazuje větou „Koná-li se hlasování v krajském referendu současně s volbami do zastupitelstev obcí, do zastupitelstev krajů, do některé z komor Parlamentu České republiky, do Evropského parlamentu nebo s volbou prezidenta republiky, koná se ve stejnou dobu, která je stanovena pro konání voleb; věta první se nepoužije.“.</w:t>
      </w:r>
    </w:p>
    <w:p w:rsidR="00C27D43" w:rsidRDefault="00C27D43" w:rsidP="00C27D43">
      <w:pPr>
        <w:pStyle w:val="Novelizanbod"/>
      </w:pPr>
      <w:r>
        <w:t>V § 27 odst. 7 se za slovo „okrskové“ vkládají slova „komise, okrskové volební komise“.</w:t>
      </w:r>
    </w:p>
    <w:p w:rsidR="00C27D43" w:rsidRDefault="00C27D43" w:rsidP="00C27D43">
      <w:pPr>
        <w:pStyle w:val="Novelizanbod"/>
      </w:pPr>
      <w:r>
        <w:t>V § 28 odstavec 1 zní:</w:t>
      </w:r>
    </w:p>
    <w:p w:rsidR="00C27D43" w:rsidRDefault="00C27D43" w:rsidP="00C27D43">
      <w:pPr>
        <w:pStyle w:val="Textparagrafu"/>
        <w:spacing w:before="0"/>
      </w:pPr>
      <w:r>
        <w:t>„(1) Koná-li se krajské referendum společně v tytéž dny s volbami do některé z komor Parlamentu České republiky, do Evropského parlamentu, do zastupitelstev krajů, do zastupitelstev obcí nebo s volbou prezidenta republiky, plní okrskové volební komise zřízené podle příslušného volebního zákona rovněž úkoly okrskových komisí pro referendum. Koná-li se krajské referendum na návrh přípravného výboru, může přípravný výbor v souladu s § 21 odst. 1 delegovat do okrskové volební komise jednoho člena, popřípadě náhradníka, a to ve lhůtě stanovené pro delegování členů okrskové volební komise příslušným volebním zákonem. Tento člen okrskové volební komise plní také úkoly člena okrskové volební komise podle příslušného volebního zákona a má nárok na zvláštní odměnu člena okrskové volební komise v souladu s příslušným volebním zákonem.“.</w:t>
      </w:r>
    </w:p>
    <w:p w:rsidR="00C27D43" w:rsidRDefault="00C27D43" w:rsidP="00C27D43">
      <w:pPr>
        <w:pStyle w:val="Novelizanbod"/>
        <w:keepNext w:val="0"/>
      </w:pPr>
      <w:r>
        <w:t>V § 28 odst. 3 se slova „okrskové komise a zvláštní okrskové komise“ nahrazují slovy „okrskové volební komise“.</w:t>
      </w:r>
    </w:p>
    <w:p w:rsidR="00C27D43" w:rsidRDefault="00C27D43" w:rsidP="006A1E04">
      <w:pPr>
        <w:pStyle w:val="Novelizanbod"/>
        <w:keepLines w:val="0"/>
      </w:pPr>
      <w:r>
        <w:t>V § 28 se na konci odstavce 4 doplňují věty „V místnosti, kde se sčítají hlasy, mají právo být přítomny osoby stanovené příslušným volebním zákonem a tímto zákonem. Na tyto osoby se vztahuje zákaz poskytování informací podle § 26 a podle příslušného volebního zákona.“.</w:t>
      </w:r>
    </w:p>
    <w:p w:rsidR="00C27D43" w:rsidRDefault="00C27D43" w:rsidP="00C27D43">
      <w:pPr>
        <w:pStyle w:val="Novelizanbod"/>
      </w:pPr>
      <w:r>
        <w:t>V § 28 se doplňuje odstavec 6, který zní:</w:t>
      </w:r>
    </w:p>
    <w:p w:rsidR="00C27D43" w:rsidRDefault="00C27D43" w:rsidP="00C27D43">
      <w:pPr>
        <w:pStyle w:val="Textparagrafu"/>
        <w:spacing w:before="0"/>
      </w:pPr>
      <w:r>
        <w:t>„(6) Náklady na zajištění volební místnosti a jejího vybavení podle odstavce 5, které vyžadují současně příslušný volební zákon a tento zákon, se hradí ze státního rozpočtu.“.</w:t>
      </w:r>
    </w:p>
    <w:p w:rsidR="00C27D43" w:rsidRDefault="00C27D43" w:rsidP="00C27D43">
      <w:pPr>
        <w:pStyle w:val="lnek"/>
      </w:pPr>
      <w:r>
        <w:lastRenderedPageBreak/>
        <w:t>Čl. XIV</w:t>
      </w:r>
    </w:p>
    <w:p w:rsidR="00C27D43" w:rsidRPr="00B543CD" w:rsidRDefault="00C27D43" w:rsidP="00C27D43">
      <w:pPr>
        <w:pStyle w:val="Nadpislnku"/>
      </w:pPr>
      <w:r w:rsidRPr="00B543CD">
        <w:t>Přechodné ustanovení</w:t>
      </w:r>
    </w:p>
    <w:p w:rsidR="00C27D43" w:rsidRDefault="00C27D43" w:rsidP="00C27D43">
      <w:pPr>
        <w:pStyle w:val="Textlnku"/>
      </w:pPr>
      <w:r>
        <w:t>Krajská referenda vyhlášená přede dnem nabytí účinnosti tohoto zákona proběhnou podle ustanovení dosavadních právních předpisů.</w:t>
      </w:r>
    </w:p>
    <w:p w:rsidR="00C27D43" w:rsidRDefault="00C27D43" w:rsidP="00373DD6">
      <w:pPr>
        <w:pStyle w:val="Textlnku"/>
        <w:spacing w:before="0"/>
      </w:pPr>
    </w:p>
    <w:p w:rsidR="00C27D43" w:rsidRPr="00685ECA" w:rsidRDefault="00C27D43" w:rsidP="00C27D43">
      <w:pPr>
        <w:pStyle w:val="ST"/>
      </w:pPr>
      <w:r>
        <w:t>ČÁST osmá</w:t>
      </w:r>
    </w:p>
    <w:p w:rsidR="001E64D8" w:rsidRPr="002A3CFF" w:rsidRDefault="001E64D8" w:rsidP="00F67D21">
      <w:pPr>
        <w:pStyle w:val="NADPISSTI"/>
      </w:pPr>
      <w:r w:rsidRPr="002A3CFF">
        <w:t xml:space="preserve">Změna </w:t>
      </w:r>
      <w:r>
        <w:t>soudního řádu správního</w:t>
      </w:r>
    </w:p>
    <w:p w:rsidR="001E64D8" w:rsidRPr="002A3CFF" w:rsidRDefault="00F67D21" w:rsidP="00F67D21">
      <w:pPr>
        <w:pStyle w:val="lnek"/>
      </w:pPr>
      <w:r>
        <w:t xml:space="preserve">Čl. </w:t>
      </w:r>
      <w:r w:rsidR="001E64D8" w:rsidRPr="002A3CFF">
        <w:t>X</w:t>
      </w:r>
      <w:r w:rsidR="00373DD6">
        <w:t>V</w:t>
      </w:r>
    </w:p>
    <w:p w:rsidR="001E64D8" w:rsidRDefault="001E64D8" w:rsidP="00F67D21">
      <w:pPr>
        <w:pStyle w:val="Textlnku"/>
      </w:pPr>
      <w:r w:rsidRPr="00D6683C">
        <w:t xml:space="preserve">Zákon </w:t>
      </w:r>
      <w:r w:rsidR="00A93B6A">
        <w:t>č. </w:t>
      </w:r>
      <w:r w:rsidRPr="00D6683C">
        <w:t>150/2002 Sb., soudní řád správní, ve znění zá</w:t>
      </w:r>
      <w:r>
        <w:t xml:space="preserve">kona </w:t>
      </w:r>
      <w:r w:rsidR="00A93B6A">
        <w:t>č. </w:t>
      </w:r>
      <w:r>
        <w:t xml:space="preserve">192/2003 Sb., zákona </w:t>
      </w:r>
      <w:r w:rsidR="00A93B6A">
        <w:t>č. </w:t>
      </w:r>
      <w:r w:rsidRPr="00D6683C">
        <w:t xml:space="preserve">22/2004 Sb., zákona </w:t>
      </w:r>
      <w:r w:rsidR="00A93B6A">
        <w:t>č. </w:t>
      </w:r>
      <w:r w:rsidRPr="00D6683C">
        <w:t xml:space="preserve">237/2004 Sb., zákona </w:t>
      </w:r>
      <w:r w:rsidR="00A93B6A">
        <w:t>č. </w:t>
      </w:r>
      <w:r w:rsidRPr="00D6683C">
        <w:t xml:space="preserve">436/2004 Sb., zákona </w:t>
      </w:r>
      <w:r w:rsidR="00A93B6A">
        <w:t>č. </w:t>
      </w:r>
      <w:r w:rsidRPr="00D6683C">
        <w:t xml:space="preserve">555/2004 Sb., zákona </w:t>
      </w:r>
      <w:r w:rsidR="00A93B6A">
        <w:t>č. </w:t>
      </w:r>
      <w:r w:rsidRPr="00D6683C">
        <w:t xml:space="preserve">127/2005 Sb., zákona </w:t>
      </w:r>
      <w:r w:rsidR="00A93B6A">
        <w:t>č. </w:t>
      </w:r>
      <w:r w:rsidRPr="00D6683C">
        <w:t xml:space="preserve">350/2005 Sb., zákona </w:t>
      </w:r>
      <w:r w:rsidR="00A93B6A">
        <w:t>č. </w:t>
      </w:r>
      <w:r w:rsidRPr="00D6683C">
        <w:t xml:space="preserve">357/2005 Sb., zákona </w:t>
      </w:r>
      <w:r w:rsidR="00A93B6A">
        <w:t>č. </w:t>
      </w:r>
      <w:r w:rsidRPr="00D6683C">
        <w:t>413/2005</w:t>
      </w:r>
      <w:r>
        <w:t> </w:t>
      </w:r>
      <w:r w:rsidRPr="00D6683C">
        <w:t xml:space="preserve">Sb., zákona </w:t>
      </w:r>
      <w:r w:rsidR="00A93B6A">
        <w:t>č. </w:t>
      </w:r>
      <w:r w:rsidRPr="00D6683C">
        <w:t xml:space="preserve">79/2006 Sb., zákona </w:t>
      </w:r>
      <w:r w:rsidR="00A93B6A">
        <w:t>č. </w:t>
      </w:r>
      <w:r w:rsidRPr="00D6683C">
        <w:t>112/2006 Sb., zá</w:t>
      </w:r>
      <w:r>
        <w:t xml:space="preserve">kona </w:t>
      </w:r>
      <w:r w:rsidR="00A93B6A">
        <w:t>č. </w:t>
      </w:r>
      <w:r>
        <w:t xml:space="preserve">159/2006 Sb., zákona </w:t>
      </w:r>
      <w:r w:rsidR="00A93B6A">
        <w:t>č. </w:t>
      </w:r>
      <w:r w:rsidRPr="00D6683C">
        <w:t xml:space="preserve">165/2006 Sb., zákona </w:t>
      </w:r>
      <w:r w:rsidR="00A93B6A">
        <w:t>č. </w:t>
      </w:r>
      <w:r w:rsidRPr="00D6683C">
        <w:t xml:space="preserve">189/2006 Sb., zákona </w:t>
      </w:r>
      <w:r w:rsidR="00A93B6A">
        <w:t>č. </w:t>
      </w:r>
      <w:r w:rsidRPr="00D6683C">
        <w:t xml:space="preserve">216/2008 Sb., zákona </w:t>
      </w:r>
      <w:r w:rsidR="00A93B6A">
        <w:t>č. </w:t>
      </w:r>
      <w:r w:rsidRPr="00D6683C">
        <w:t>301/2008</w:t>
      </w:r>
      <w:r>
        <w:t> </w:t>
      </w:r>
      <w:r w:rsidRPr="00D6683C">
        <w:t xml:space="preserve">Sb., zákona </w:t>
      </w:r>
      <w:r w:rsidR="00A93B6A">
        <w:t>č. </w:t>
      </w:r>
      <w:r w:rsidRPr="00D6683C">
        <w:t xml:space="preserve">314/2008 Sb., zákona </w:t>
      </w:r>
      <w:r w:rsidR="00A93B6A">
        <w:t>č. </w:t>
      </w:r>
      <w:r w:rsidRPr="00D6683C">
        <w:t xml:space="preserve">7/2009 Sb., zákona </w:t>
      </w:r>
      <w:r w:rsidR="00A93B6A">
        <w:t>č. </w:t>
      </w:r>
      <w:r w:rsidRPr="00D6683C">
        <w:t xml:space="preserve">320/2009 Sb., zákona </w:t>
      </w:r>
      <w:r w:rsidR="00A93B6A">
        <w:t>č. </w:t>
      </w:r>
      <w:r w:rsidRPr="00D6683C">
        <w:t xml:space="preserve">118/2010 Sb., nálezu Ústavního soudu, vyhlášeného pod </w:t>
      </w:r>
      <w:r w:rsidR="00A93B6A">
        <w:t>č. </w:t>
      </w:r>
      <w:r w:rsidRPr="00D6683C">
        <w:t xml:space="preserve">294/2010 Sb., nálezu Ústavního soudu, vyhlášeného pod </w:t>
      </w:r>
      <w:r w:rsidR="00A93B6A">
        <w:t>č. </w:t>
      </w:r>
      <w:r w:rsidRPr="00D6683C">
        <w:t xml:space="preserve">130/2011 Sb., zákona </w:t>
      </w:r>
      <w:r w:rsidR="00A93B6A">
        <w:t>č. </w:t>
      </w:r>
      <w:r w:rsidRPr="00D6683C">
        <w:t>303/2011 Sb., zá</w:t>
      </w:r>
      <w:r>
        <w:t xml:space="preserve">kona </w:t>
      </w:r>
      <w:r w:rsidR="00A93B6A">
        <w:t>č. </w:t>
      </w:r>
      <w:r>
        <w:t xml:space="preserve">275/2012 Sb., zákona </w:t>
      </w:r>
      <w:r w:rsidR="00A93B6A">
        <w:t>č. </w:t>
      </w:r>
      <w:r w:rsidRPr="00D6683C">
        <w:t xml:space="preserve">396/2012 Sb., zákona </w:t>
      </w:r>
      <w:r w:rsidR="00A93B6A">
        <w:t>č. </w:t>
      </w:r>
      <w:r w:rsidRPr="00D6683C">
        <w:t xml:space="preserve">250/2014 Sb., zákona </w:t>
      </w:r>
      <w:r w:rsidR="00A93B6A">
        <w:t>č. </w:t>
      </w:r>
      <w:r w:rsidRPr="00D6683C">
        <w:t xml:space="preserve">87/2015 Sb., zákona </w:t>
      </w:r>
      <w:r w:rsidR="00A93B6A">
        <w:t>č. </w:t>
      </w:r>
      <w:r w:rsidRPr="00D6683C">
        <w:t xml:space="preserve">375/2015 Sb., zákona </w:t>
      </w:r>
      <w:r w:rsidR="00A93B6A">
        <w:t>č. </w:t>
      </w:r>
      <w:r w:rsidRPr="00D6683C">
        <w:t>298/2016 Sb.</w:t>
      </w:r>
      <w:r>
        <w:t xml:space="preserve">, </w:t>
      </w:r>
      <w:r w:rsidRPr="00D6683C">
        <w:t xml:space="preserve">zákona </w:t>
      </w:r>
      <w:r w:rsidR="00A93B6A">
        <w:t>č. </w:t>
      </w:r>
      <w:r w:rsidRPr="00D6683C">
        <w:t xml:space="preserve">322/2016 Sb., </w:t>
      </w:r>
      <w:r>
        <w:t xml:space="preserve">zákona </w:t>
      </w:r>
      <w:r w:rsidR="00A93B6A">
        <w:t>č. </w:t>
      </w:r>
      <w:r>
        <w:t xml:space="preserve">183/2017 Sb., zákona </w:t>
      </w:r>
      <w:r w:rsidR="00A93B6A">
        <w:t>č. </w:t>
      </w:r>
      <w:r>
        <w:t xml:space="preserve">222/2017 Sb., zákona </w:t>
      </w:r>
      <w:r w:rsidR="00A93B6A">
        <w:t>č. </w:t>
      </w:r>
      <w:r>
        <w:t xml:space="preserve">225/2017 Sb. </w:t>
      </w:r>
      <w:r w:rsidR="00A93B6A">
        <w:t>a z</w:t>
      </w:r>
      <w:r>
        <w:t xml:space="preserve">ákona </w:t>
      </w:r>
      <w:r w:rsidR="00A93B6A">
        <w:t>č. </w:t>
      </w:r>
      <w:r>
        <w:t xml:space="preserve">365/2017 Sb., </w:t>
      </w:r>
      <w:r w:rsidRPr="00D6683C">
        <w:t>se mění takto:</w:t>
      </w:r>
    </w:p>
    <w:p w:rsidR="001E64D8" w:rsidRDefault="00A93B6A" w:rsidP="00F67D21">
      <w:pPr>
        <w:pStyle w:val="Novelizanbod"/>
        <w:keepNext w:val="0"/>
        <w:numPr>
          <w:ilvl w:val="0"/>
          <w:numId w:val="20"/>
        </w:numPr>
      </w:pPr>
      <w:r w:rsidRPr="00F12BD7">
        <w:t>V</w:t>
      </w:r>
      <w:r>
        <w:t> § </w:t>
      </w:r>
      <w:r w:rsidR="001E64D8" w:rsidRPr="00F12BD7">
        <w:t xml:space="preserve">104 odst. 1 se </w:t>
      </w:r>
      <w:proofErr w:type="gramStart"/>
      <w:r w:rsidR="001E64D8" w:rsidRPr="00F12BD7">
        <w:t xml:space="preserve">slova </w:t>
      </w:r>
      <w:r w:rsidR="001E64D8">
        <w:t>„</w:t>
      </w:r>
      <w:r w:rsidR="004254B0">
        <w:t xml:space="preserve"> </w:t>
      </w:r>
      <w:r w:rsidR="001E64D8" w:rsidRPr="00F12BD7">
        <w:t>; to</w:t>
      </w:r>
      <w:proofErr w:type="gramEnd"/>
      <w:r w:rsidR="001E64D8" w:rsidRPr="00F12BD7">
        <w:t xml:space="preserve"> neplatí, jde-li </w:t>
      </w:r>
      <w:r w:rsidRPr="00F12BD7">
        <w:t>o</w:t>
      </w:r>
      <w:r>
        <w:t> </w:t>
      </w:r>
      <w:r w:rsidRPr="00F12BD7">
        <w:t>ř</w:t>
      </w:r>
      <w:r w:rsidR="001E64D8" w:rsidRPr="00F12BD7">
        <w:t>ízení ve věcech porušení pravidel financování volební kampaně</w:t>
      </w:r>
      <w:r w:rsidR="001E64D8">
        <w:t>“ zrušují.</w:t>
      </w:r>
    </w:p>
    <w:p w:rsidR="001E64D8" w:rsidRPr="00F12BD7" w:rsidRDefault="00A93B6A" w:rsidP="00F67D21">
      <w:pPr>
        <w:pStyle w:val="Novelizanbod"/>
      </w:pPr>
      <w:r>
        <w:t>V § </w:t>
      </w:r>
      <w:r w:rsidR="001E64D8">
        <w:t xml:space="preserve">107 se odstavec 2 zrušuje </w:t>
      </w:r>
      <w:r>
        <w:t>a z</w:t>
      </w:r>
      <w:r w:rsidR="001E64D8">
        <w:t>ároveň se zrušuje označení odstavce 1.</w:t>
      </w:r>
    </w:p>
    <w:p w:rsidR="001E64D8" w:rsidRDefault="001E64D8" w:rsidP="00373DD6">
      <w:pPr>
        <w:jc w:val="center"/>
      </w:pPr>
    </w:p>
    <w:p w:rsidR="001E64D8" w:rsidRPr="00935D5C" w:rsidRDefault="00F67D21" w:rsidP="00F67D21">
      <w:pPr>
        <w:pStyle w:val="ST"/>
      </w:pPr>
      <w:r>
        <w:t xml:space="preserve">ČÁST </w:t>
      </w:r>
      <w:r w:rsidR="00C27D43">
        <w:t>devátá</w:t>
      </w:r>
    </w:p>
    <w:p w:rsidR="001E64D8" w:rsidRPr="00935D5C" w:rsidRDefault="001E64D8" w:rsidP="00F67D21">
      <w:pPr>
        <w:pStyle w:val="NADPISSTI"/>
      </w:pPr>
      <w:r w:rsidRPr="00935D5C">
        <w:t>ÚČINNOST</w:t>
      </w:r>
    </w:p>
    <w:p w:rsidR="001E64D8" w:rsidRPr="00935D5C" w:rsidRDefault="00F67D21" w:rsidP="00F67D21">
      <w:pPr>
        <w:pStyle w:val="lnek"/>
      </w:pPr>
      <w:r>
        <w:t xml:space="preserve">Čl. </w:t>
      </w:r>
      <w:r w:rsidR="001E64D8" w:rsidRPr="00935D5C">
        <w:t>X</w:t>
      </w:r>
      <w:r w:rsidR="00373DD6">
        <w:t>V</w:t>
      </w:r>
      <w:r w:rsidR="001E64D8">
        <w:t>I</w:t>
      </w:r>
    </w:p>
    <w:p w:rsidR="00A73D85" w:rsidRDefault="001E64D8" w:rsidP="00373DD6">
      <w:pPr>
        <w:pStyle w:val="Textlnku"/>
      </w:pPr>
      <w:r w:rsidRPr="00935D5C">
        <w:t xml:space="preserve">Tento zákon nabývá účinnosti </w:t>
      </w:r>
      <w:r>
        <w:t>desátým dnem po jeho vyhlášení</w:t>
      </w:r>
      <w:r w:rsidRPr="00935D5C">
        <w:t>.</w:t>
      </w:r>
    </w:p>
    <w:sectPr w:rsidR="00A73D85">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B6A" w:rsidRDefault="00A93B6A">
      <w:r>
        <w:separator/>
      </w:r>
    </w:p>
  </w:endnote>
  <w:endnote w:type="continuationSeparator" w:id="0">
    <w:p w:rsidR="00A93B6A" w:rsidRDefault="00A93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B6A" w:rsidRDefault="00A93B6A">
      <w:r>
        <w:separator/>
      </w:r>
    </w:p>
  </w:footnote>
  <w:footnote w:type="continuationSeparator" w:id="0">
    <w:p w:rsidR="00A93B6A" w:rsidRDefault="00A93B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B6A" w:rsidRDefault="00A93B6A">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93B6A" w:rsidRDefault="00A93B6A">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B6A" w:rsidRDefault="00A93B6A">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113571">
      <w:rPr>
        <w:rStyle w:val="slostrnky"/>
        <w:noProof/>
      </w:rPr>
      <w:t>17</w:t>
    </w:r>
    <w:r>
      <w:rPr>
        <w:rStyle w:val="slostrnky"/>
      </w:rPr>
      <w:fldChar w:fldCharType="end"/>
    </w:r>
    <w:r>
      <w:rPr>
        <w:rStyle w:val="slostrnky"/>
      </w:rPr>
      <w:t xml:space="preserve"> -</w:t>
    </w:r>
  </w:p>
  <w:p w:rsidR="00A93B6A" w:rsidRDefault="00A93B6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nsid w:val="0CD62835"/>
    <w:multiLevelType w:val="hybridMultilevel"/>
    <w:tmpl w:val="99442E7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187D202E"/>
    <w:multiLevelType w:val="hybridMultilevel"/>
    <w:tmpl w:val="55C6EB90"/>
    <w:lvl w:ilvl="0" w:tplc="94D4288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5">
    <w:nsid w:val="30D92608"/>
    <w:multiLevelType w:val="hybridMultilevel"/>
    <w:tmpl w:val="EA9E6A70"/>
    <w:lvl w:ilvl="0" w:tplc="D12882FA">
      <w:start w:val="1"/>
      <w:numFmt w:val="decimal"/>
      <w:lvlText w:val="%1."/>
      <w:lvlJc w:val="left"/>
      <w:pPr>
        <w:ind w:left="360" w:hanging="360"/>
      </w:pPr>
      <w:rPr>
        <w:b w:val="0"/>
        <w:i w:val="0"/>
        <w:color w:val="auto"/>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7">
    <w:nsid w:val="3AB8679E"/>
    <w:multiLevelType w:val="multilevel"/>
    <w:tmpl w:val="B0809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B950630"/>
    <w:multiLevelType w:val="hybridMultilevel"/>
    <w:tmpl w:val="31E47696"/>
    <w:lvl w:ilvl="0" w:tplc="F802EFFA">
      <w:start w:val="1"/>
      <w:numFmt w:val="decimal"/>
      <w:lvlText w:val="%1."/>
      <w:lvlJc w:val="left"/>
      <w:pPr>
        <w:ind w:left="360" w:hanging="360"/>
      </w:pPr>
      <w:rPr>
        <w:b w:val="0"/>
        <w:i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9CD71EA"/>
    <w:multiLevelType w:val="multilevel"/>
    <w:tmpl w:val="C7D00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A712266"/>
    <w:multiLevelType w:val="hybridMultilevel"/>
    <w:tmpl w:val="F62805D0"/>
    <w:lvl w:ilvl="0" w:tplc="A0A671E6">
      <w:start w:val="1"/>
      <w:numFmt w:val="decimal"/>
      <w:lvlText w:val="%1."/>
      <w:lvlJc w:val="left"/>
      <w:pPr>
        <w:ind w:left="360" w:hanging="360"/>
      </w:pPr>
      <w:rPr>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D42257D"/>
    <w:multiLevelType w:val="hybridMultilevel"/>
    <w:tmpl w:val="C4FA5E5C"/>
    <w:lvl w:ilvl="0" w:tplc="51408AC6">
      <w:start w:val="1"/>
      <w:numFmt w:val="decimal"/>
      <w:lvlText w:val="%1."/>
      <w:lvlJc w:val="left"/>
      <w:pPr>
        <w:ind w:left="360" w:hanging="360"/>
      </w:pPr>
      <w:rPr>
        <w:b w:val="0"/>
        <w:i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DA7390E"/>
    <w:multiLevelType w:val="multilevel"/>
    <w:tmpl w:val="10922A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5C655AE"/>
    <w:multiLevelType w:val="hybridMultilevel"/>
    <w:tmpl w:val="F374737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58F14B57"/>
    <w:multiLevelType w:val="multilevel"/>
    <w:tmpl w:val="3CEC8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AAF1A1F"/>
    <w:multiLevelType w:val="multilevel"/>
    <w:tmpl w:val="B21A40CA"/>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none"/>
      <w:pStyle w:val="Nadpis4"/>
      <w:suff w:val="nothing"/>
      <w:lvlText w:val=""/>
      <w:lvlJc w:val="left"/>
      <w:pPr>
        <w:ind w:left="0" w:firstLine="0"/>
      </w:pPr>
    </w:lvl>
    <w:lvl w:ilvl="4">
      <w:start w:val="1"/>
      <w:numFmt w:val="none"/>
      <w:pStyle w:val="Nadpis5"/>
      <w:suff w:val="nothing"/>
      <w:lvlText w:val=""/>
      <w:lvlJc w:val="left"/>
      <w:pPr>
        <w:ind w:left="0" w:firstLine="0"/>
      </w:pPr>
    </w:lvl>
    <w:lvl w:ilvl="5">
      <w:start w:val="1"/>
      <w:numFmt w:val="none"/>
      <w:pStyle w:val="Nadpis6"/>
      <w:suff w:val="nothing"/>
      <w:lvlText w:val=""/>
      <w:lvlJc w:val="left"/>
      <w:pPr>
        <w:ind w:left="0" w:firstLine="0"/>
      </w:pPr>
    </w:lvl>
    <w:lvl w:ilvl="6">
      <w:start w:val="1"/>
      <w:numFmt w:val="none"/>
      <w:pStyle w:val="Nadpis7"/>
      <w:suff w:val="nothing"/>
      <w:lvlText w:val=""/>
      <w:lvlJc w:val="left"/>
      <w:pPr>
        <w:ind w:left="0" w:firstLine="0"/>
      </w:pPr>
    </w:lvl>
    <w:lvl w:ilvl="7">
      <w:start w:val="1"/>
      <w:numFmt w:val="none"/>
      <w:pStyle w:val="Nadpis8"/>
      <w:suff w:val="nothing"/>
      <w:lvlText w:val=""/>
      <w:lvlJc w:val="left"/>
      <w:pPr>
        <w:ind w:left="0" w:firstLine="0"/>
      </w:pPr>
    </w:lvl>
    <w:lvl w:ilvl="8">
      <w:start w:val="1"/>
      <w:numFmt w:val="none"/>
      <w:pStyle w:val="Nadpis9"/>
      <w:suff w:val="nothing"/>
      <w:lvlText w:val=""/>
      <w:lvlJc w:val="left"/>
      <w:pPr>
        <w:ind w:left="0" w:firstLine="0"/>
      </w:pPr>
    </w:lvl>
  </w:abstractNum>
  <w:num w:numId="1">
    <w:abstractNumId w:val="6"/>
  </w:num>
  <w:num w:numId="2">
    <w:abstractNumId w:val="1"/>
  </w:num>
  <w:num w:numId="3">
    <w:abstractNumId w:val="0"/>
  </w:num>
  <w:num w:numId="4">
    <w:abstractNumId w:val="4"/>
  </w:num>
  <w:num w:numId="5">
    <w:abstractNumId w:val="15"/>
  </w:num>
  <w:num w:numId="6">
    <w:abstractNumId w:val="10"/>
  </w:num>
  <w:num w:numId="7">
    <w:abstractNumId w:val="5"/>
  </w:num>
  <w:num w:numId="8">
    <w:abstractNumId w:val="8"/>
  </w:num>
  <w:num w:numId="9">
    <w:abstractNumId w:val="11"/>
  </w:num>
  <w:num w:numId="10">
    <w:abstractNumId w:val="13"/>
  </w:num>
  <w:num w:numId="11">
    <w:abstractNumId w:val="2"/>
  </w:num>
  <w:num w:numId="12">
    <w:abstractNumId w:val="4"/>
    <w:lvlOverride w:ilvl="0">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num>
  <w:num w:numId="21">
    <w:abstractNumId w:val="14"/>
  </w:num>
  <w:num w:numId="22">
    <w:abstractNumId w:val="7"/>
  </w:num>
  <w:num w:numId="23">
    <w:abstractNumId w:val="4"/>
    <w:lvlOverride w:ilvl="0">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2"/>
  </w:num>
  <w:num w:numId="27">
    <w:abstractNumId w:val="4"/>
    <w:lvlOverride w:ilvl="0">
      <w:startOverride w:val="1"/>
    </w:lvlOverride>
  </w:num>
  <w:num w:numId="28">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1E64D8"/>
    <w:rsid w:val="000C4836"/>
    <w:rsid w:val="00113571"/>
    <w:rsid w:val="001C22BC"/>
    <w:rsid w:val="001E64D8"/>
    <w:rsid w:val="0025223B"/>
    <w:rsid w:val="00266D0A"/>
    <w:rsid w:val="00315359"/>
    <w:rsid w:val="00373DD6"/>
    <w:rsid w:val="003A0512"/>
    <w:rsid w:val="004254B0"/>
    <w:rsid w:val="00526ED0"/>
    <w:rsid w:val="005D406D"/>
    <w:rsid w:val="006856C4"/>
    <w:rsid w:val="00685ECA"/>
    <w:rsid w:val="006A1E04"/>
    <w:rsid w:val="00A73D85"/>
    <w:rsid w:val="00A93B6A"/>
    <w:rsid w:val="00B16C4B"/>
    <w:rsid w:val="00BD7CB7"/>
    <w:rsid w:val="00BF3348"/>
    <w:rsid w:val="00C27D43"/>
    <w:rsid w:val="00CD64DF"/>
    <w:rsid w:val="00D3190E"/>
    <w:rsid w:val="00EB6926"/>
    <w:rsid w:val="00F67D21"/>
    <w:rsid w:val="00FF57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10ABA23-A44E-4A84-BA15-9CB79A983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C4836"/>
    <w:pPr>
      <w:jc w:val="both"/>
    </w:pPr>
    <w:rPr>
      <w:sz w:val="24"/>
      <w:szCs w:val="24"/>
    </w:rPr>
  </w:style>
  <w:style w:type="paragraph" w:styleId="Nadpis1">
    <w:name w:val="heading 1"/>
    <w:basedOn w:val="Normln"/>
    <w:next w:val="Normln"/>
    <w:link w:val="Nadpis1Char"/>
    <w:qFormat/>
    <w:rsid w:val="000C4836"/>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A93B6A"/>
    <w:pPr>
      <w:keepNext/>
      <w:numPr>
        <w:ilvl w:val="3"/>
        <w:numId w:val="5"/>
      </w:numPr>
      <w:tabs>
        <w:tab w:val="num" w:pos="1440"/>
      </w:tabs>
      <w:spacing w:before="240" w:after="60"/>
      <w:outlineLvl w:val="3"/>
    </w:pPr>
    <w:rPr>
      <w:rFonts w:asciiTheme="minorHAnsi" w:eastAsiaTheme="minorEastAsia" w:hAnsiTheme="minorHAnsi" w:cstheme="minorBidi"/>
      <w:b/>
      <w:bCs/>
      <w:sz w:val="28"/>
      <w:szCs w:val="28"/>
    </w:rPr>
  </w:style>
  <w:style w:type="paragraph" w:styleId="Nadpis5">
    <w:name w:val="heading 5"/>
    <w:basedOn w:val="Normln"/>
    <w:next w:val="Normln"/>
    <w:link w:val="Nadpis5Char"/>
    <w:uiPriority w:val="9"/>
    <w:semiHidden/>
    <w:unhideWhenUsed/>
    <w:qFormat/>
    <w:rsid w:val="00A93B6A"/>
    <w:pPr>
      <w:numPr>
        <w:ilvl w:val="4"/>
        <w:numId w:val="5"/>
      </w:numPr>
      <w:tabs>
        <w:tab w:val="num" w:pos="1800"/>
      </w:tabs>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
    <w:next w:val="Normln"/>
    <w:link w:val="Nadpis6Char"/>
    <w:uiPriority w:val="9"/>
    <w:semiHidden/>
    <w:unhideWhenUsed/>
    <w:qFormat/>
    <w:rsid w:val="00A93B6A"/>
    <w:pPr>
      <w:numPr>
        <w:ilvl w:val="5"/>
        <w:numId w:val="5"/>
      </w:numPr>
      <w:tabs>
        <w:tab w:val="num" w:pos="2520"/>
      </w:tabs>
      <w:spacing w:before="240" w:after="60"/>
      <w:outlineLvl w:val="5"/>
    </w:pPr>
    <w:rPr>
      <w:rFonts w:asciiTheme="minorHAnsi" w:eastAsiaTheme="minorEastAsia" w:hAnsiTheme="minorHAnsi" w:cstheme="minorBidi"/>
      <w:b/>
      <w:bCs/>
      <w:sz w:val="22"/>
      <w:szCs w:val="22"/>
    </w:rPr>
  </w:style>
  <w:style w:type="paragraph" w:styleId="Nadpis7">
    <w:name w:val="heading 7"/>
    <w:basedOn w:val="Normln"/>
    <w:next w:val="Normln"/>
    <w:link w:val="Nadpis7Char"/>
    <w:uiPriority w:val="9"/>
    <w:semiHidden/>
    <w:unhideWhenUsed/>
    <w:qFormat/>
    <w:rsid w:val="00A93B6A"/>
    <w:pPr>
      <w:numPr>
        <w:ilvl w:val="6"/>
        <w:numId w:val="5"/>
      </w:numPr>
      <w:tabs>
        <w:tab w:val="num" w:pos="2520"/>
      </w:tabs>
      <w:spacing w:before="240" w:after="60"/>
      <w:outlineLvl w:val="6"/>
    </w:pPr>
    <w:rPr>
      <w:rFonts w:asciiTheme="minorHAnsi" w:eastAsiaTheme="minorEastAsia" w:hAnsiTheme="minorHAnsi" w:cstheme="minorBidi"/>
    </w:rPr>
  </w:style>
  <w:style w:type="paragraph" w:styleId="Nadpis8">
    <w:name w:val="heading 8"/>
    <w:basedOn w:val="Normln"/>
    <w:next w:val="Normln"/>
    <w:link w:val="Nadpis8Char"/>
    <w:uiPriority w:val="9"/>
    <w:semiHidden/>
    <w:unhideWhenUsed/>
    <w:qFormat/>
    <w:rsid w:val="00A93B6A"/>
    <w:pPr>
      <w:numPr>
        <w:ilvl w:val="7"/>
        <w:numId w:val="5"/>
      </w:numPr>
      <w:tabs>
        <w:tab w:val="num" w:pos="2880"/>
      </w:tabs>
      <w:spacing w:before="240" w:after="60"/>
      <w:outlineLvl w:val="7"/>
    </w:pPr>
    <w:rPr>
      <w:rFonts w:asciiTheme="minorHAnsi" w:eastAsiaTheme="minorEastAsia" w:hAnsiTheme="minorHAnsi" w:cstheme="minorBidi"/>
      <w:i/>
      <w:iCs/>
    </w:rPr>
  </w:style>
  <w:style w:type="paragraph" w:styleId="Nadpis9">
    <w:name w:val="heading 9"/>
    <w:basedOn w:val="Normln"/>
    <w:next w:val="Normln"/>
    <w:link w:val="Nadpis9Char"/>
    <w:uiPriority w:val="9"/>
    <w:semiHidden/>
    <w:unhideWhenUsed/>
    <w:qFormat/>
    <w:rsid w:val="00A93B6A"/>
    <w:pPr>
      <w:numPr>
        <w:ilvl w:val="8"/>
        <w:numId w:val="5"/>
      </w:numPr>
      <w:tabs>
        <w:tab w:val="num" w:pos="3600"/>
      </w:tabs>
      <w:spacing w:before="240" w:after="60"/>
      <w:outlineLvl w:val="8"/>
    </w:pPr>
    <w:rPr>
      <w:rFonts w:asciiTheme="majorHAnsi" w:eastAsiaTheme="majorEastAsia" w:hAnsiTheme="majorHAnsi" w:cstheme="majorBid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C4836"/>
    <w:pPr>
      <w:tabs>
        <w:tab w:val="center" w:pos="4536"/>
        <w:tab w:val="right" w:pos="9072"/>
      </w:tabs>
    </w:pPr>
  </w:style>
  <w:style w:type="paragraph" w:customStyle="1" w:styleId="Textparagrafu">
    <w:name w:val="Text paragrafu"/>
    <w:basedOn w:val="Normln"/>
    <w:rsid w:val="000C4836"/>
    <w:pPr>
      <w:spacing w:before="240"/>
      <w:ind w:firstLine="425"/>
      <w:outlineLvl w:val="5"/>
    </w:pPr>
  </w:style>
  <w:style w:type="paragraph" w:customStyle="1" w:styleId="Paragraf">
    <w:name w:val="Paragraf"/>
    <w:basedOn w:val="Normln"/>
    <w:next w:val="Textodstavce"/>
    <w:rsid w:val="000C4836"/>
    <w:pPr>
      <w:keepNext/>
      <w:keepLines/>
      <w:spacing w:before="240"/>
      <w:jc w:val="center"/>
      <w:outlineLvl w:val="5"/>
    </w:pPr>
  </w:style>
  <w:style w:type="paragraph" w:customStyle="1" w:styleId="Oddl">
    <w:name w:val="Oddíl"/>
    <w:basedOn w:val="Normln"/>
    <w:next w:val="Nadpisoddlu"/>
    <w:rsid w:val="000C4836"/>
    <w:pPr>
      <w:keepNext/>
      <w:keepLines/>
      <w:spacing w:before="240"/>
      <w:jc w:val="center"/>
      <w:outlineLvl w:val="4"/>
    </w:pPr>
  </w:style>
  <w:style w:type="paragraph" w:customStyle="1" w:styleId="Nadpisoddlu">
    <w:name w:val="Nadpis oddílu"/>
    <w:basedOn w:val="Normln"/>
    <w:next w:val="Paragraf"/>
    <w:rsid w:val="000C4836"/>
    <w:pPr>
      <w:keepNext/>
      <w:keepLines/>
      <w:jc w:val="center"/>
      <w:outlineLvl w:val="4"/>
    </w:pPr>
    <w:rPr>
      <w:b/>
    </w:rPr>
  </w:style>
  <w:style w:type="paragraph" w:customStyle="1" w:styleId="Dl">
    <w:name w:val="Díl"/>
    <w:basedOn w:val="Normln"/>
    <w:next w:val="Nadpisdlu"/>
    <w:rsid w:val="000C4836"/>
    <w:pPr>
      <w:keepNext/>
      <w:keepLines/>
      <w:spacing w:before="240"/>
      <w:jc w:val="center"/>
      <w:outlineLvl w:val="3"/>
    </w:pPr>
  </w:style>
  <w:style w:type="paragraph" w:customStyle="1" w:styleId="Nadpisdlu">
    <w:name w:val="Nadpis dílu"/>
    <w:basedOn w:val="Normln"/>
    <w:next w:val="Oddl"/>
    <w:rsid w:val="000C4836"/>
    <w:pPr>
      <w:keepNext/>
      <w:keepLines/>
      <w:jc w:val="center"/>
      <w:outlineLvl w:val="3"/>
    </w:pPr>
    <w:rPr>
      <w:b/>
    </w:rPr>
  </w:style>
  <w:style w:type="paragraph" w:customStyle="1" w:styleId="Hlava">
    <w:name w:val="Hlava"/>
    <w:basedOn w:val="Normln"/>
    <w:next w:val="Nadpishlavy"/>
    <w:rsid w:val="000C4836"/>
    <w:pPr>
      <w:keepNext/>
      <w:keepLines/>
      <w:spacing w:before="240"/>
      <w:jc w:val="center"/>
      <w:outlineLvl w:val="2"/>
    </w:pPr>
  </w:style>
  <w:style w:type="paragraph" w:customStyle="1" w:styleId="Nadpishlavy">
    <w:name w:val="Nadpis hlavy"/>
    <w:basedOn w:val="Normln"/>
    <w:next w:val="Dl"/>
    <w:rsid w:val="000C4836"/>
    <w:pPr>
      <w:keepNext/>
      <w:keepLines/>
      <w:jc w:val="center"/>
      <w:outlineLvl w:val="2"/>
    </w:pPr>
    <w:rPr>
      <w:b/>
    </w:rPr>
  </w:style>
  <w:style w:type="paragraph" w:customStyle="1" w:styleId="ST">
    <w:name w:val="ČÁST"/>
    <w:basedOn w:val="Normln"/>
    <w:next w:val="NADPISSTI"/>
    <w:rsid w:val="000C4836"/>
    <w:pPr>
      <w:keepNext/>
      <w:keepLines/>
      <w:spacing w:before="240" w:after="120"/>
      <w:jc w:val="center"/>
      <w:outlineLvl w:val="1"/>
    </w:pPr>
    <w:rPr>
      <w:caps/>
    </w:rPr>
  </w:style>
  <w:style w:type="paragraph" w:customStyle="1" w:styleId="NADPISSTI">
    <w:name w:val="NADPIS ČÁSTI"/>
    <w:basedOn w:val="Normln"/>
    <w:next w:val="Hlava"/>
    <w:rsid w:val="000C4836"/>
    <w:pPr>
      <w:keepNext/>
      <w:keepLines/>
      <w:jc w:val="center"/>
      <w:outlineLvl w:val="1"/>
    </w:pPr>
    <w:rPr>
      <w:b/>
    </w:rPr>
  </w:style>
  <w:style w:type="paragraph" w:customStyle="1" w:styleId="ZKON">
    <w:name w:val="ZÁKON"/>
    <w:basedOn w:val="Normln"/>
    <w:next w:val="nadpiszkona"/>
    <w:rsid w:val="000C4836"/>
    <w:pPr>
      <w:keepNext/>
      <w:keepLines/>
      <w:jc w:val="center"/>
      <w:outlineLvl w:val="0"/>
    </w:pPr>
    <w:rPr>
      <w:b/>
      <w:caps/>
    </w:rPr>
  </w:style>
  <w:style w:type="paragraph" w:customStyle="1" w:styleId="nadpiszkona">
    <w:name w:val="nadpis zákona"/>
    <w:basedOn w:val="Normln"/>
    <w:next w:val="Parlament"/>
    <w:rsid w:val="000C4836"/>
    <w:pPr>
      <w:keepNext/>
      <w:keepLines/>
      <w:spacing w:before="120"/>
      <w:jc w:val="center"/>
      <w:outlineLvl w:val="0"/>
    </w:pPr>
    <w:rPr>
      <w:b/>
    </w:rPr>
  </w:style>
  <w:style w:type="paragraph" w:customStyle="1" w:styleId="Parlament">
    <w:name w:val="Parlament"/>
    <w:basedOn w:val="Normln"/>
    <w:next w:val="ST"/>
    <w:rsid w:val="000C4836"/>
    <w:pPr>
      <w:keepNext/>
      <w:keepLines/>
      <w:spacing w:before="360" w:after="240"/>
    </w:pPr>
  </w:style>
  <w:style w:type="paragraph" w:customStyle="1" w:styleId="Textlnku">
    <w:name w:val="Text článku"/>
    <w:basedOn w:val="Normln"/>
    <w:rsid w:val="000C4836"/>
    <w:pPr>
      <w:spacing w:before="240"/>
      <w:ind w:firstLine="425"/>
      <w:outlineLvl w:val="5"/>
    </w:pPr>
  </w:style>
  <w:style w:type="paragraph" w:customStyle="1" w:styleId="lnek">
    <w:name w:val="Článek"/>
    <w:basedOn w:val="Normln"/>
    <w:next w:val="Textodstavce"/>
    <w:rsid w:val="000C4836"/>
    <w:pPr>
      <w:keepNext/>
      <w:keepLines/>
      <w:spacing w:before="240"/>
      <w:jc w:val="center"/>
      <w:outlineLvl w:val="5"/>
    </w:pPr>
  </w:style>
  <w:style w:type="paragraph" w:customStyle="1" w:styleId="CELEX">
    <w:name w:val="CELEX"/>
    <w:basedOn w:val="Normln"/>
    <w:next w:val="Normln"/>
    <w:rsid w:val="000C4836"/>
    <w:pPr>
      <w:spacing w:before="60"/>
    </w:pPr>
    <w:rPr>
      <w:i/>
      <w:sz w:val="20"/>
    </w:rPr>
  </w:style>
  <w:style w:type="paragraph" w:customStyle="1" w:styleId="funkce">
    <w:name w:val="funkce"/>
    <w:basedOn w:val="Normln"/>
    <w:rsid w:val="000C4836"/>
    <w:pPr>
      <w:keepLines/>
      <w:jc w:val="center"/>
    </w:pPr>
  </w:style>
  <w:style w:type="paragraph" w:customStyle="1" w:styleId="Psmeno">
    <w:name w:val="&quot;Písmeno&quot;"/>
    <w:basedOn w:val="Normln"/>
    <w:next w:val="Normln"/>
    <w:rsid w:val="000C4836"/>
    <w:pPr>
      <w:keepNext/>
      <w:keepLines/>
      <w:ind w:left="425" w:hanging="425"/>
    </w:pPr>
  </w:style>
  <w:style w:type="paragraph" w:customStyle="1" w:styleId="Oznaenpozmn">
    <w:name w:val="Označení pozm.n."/>
    <w:basedOn w:val="Normln"/>
    <w:next w:val="Normln"/>
    <w:rsid w:val="000C4836"/>
    <w:pPr>
      <w:numPr>
        <w:numId w:val="2"/>
      </w:numPr>
      <w:spacing w:after="120"/>
    </w:pPr>
    <w:rPr>
      <w:b/>
    </w:rPr>
  </w:style>
  <w:style w:type="paragraph" w:customStyle="1" w:styleId="Textpozmn">
    <w:name w:val="Text pozm.n."/>
    <w:basedOn w:val="Normln"/>
    <w:next w:val="Normln"/>
    <w:rsid w:val="000C4836"/>
    <w:pPr>
      <w:numPr>
        <w:numId w:val="3"/>
      </w:numPr>
      <w:tabs>
        <w:tab w:val="clear" w:pos="425"/>
        <w:tab w:val="left" w:pos="851"/>
      </w:tabs>
      <w:spacing w:after="120"/>
      <w:ind w:left="850"/>
    </w:pPr>
  </w:style>
  <w:style w:type="paragraph" w:customStyle="1" w:styleId="Novelizanbod">
    <w:name w:val="Novelizační bod"/>
    <w:basedOn w:val="Normln"/>
    <w:next w:val="Normln"/>
    <w:rsid w:val="000C4836"/>
    <w:pPr>
      <w:keepNext/>
      <w:keepLines/>
      <w:numPr>
        <w:numId w:val="4"/>
      </w:numPr>
      <w:tabs>
        <w:tab w:val="left" w:pos="851"/>
      </w:tabs>
      <w:spacing w:before="480" w:after="120"/>
    </w:pPr>
  </w:style>
  <w:style w:type="paragraph" w:customStyle="1" w:styleId="Novelizanbodvpozmn">
    <w:name w:val="Novelizační bod v pozm.n."/>
    <w:basedOn w:val="Normln"/>
    <w:next w:val="Normln"/>
    <w:rsid w:val="000C4836"/>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0C4836"/>
    <w:pPr>
      <w:keepNext/>
      <w:keepLines/>
      <w:spacing w:after="120"/>
      <w:jc w:val="center"/>
    </w:pPr>
    <w:rPr>
      <w:b/>
      <w:sz w:val="32"/>
    </w:rPr>
  </w:style>
  <w:style w:type="paragraph" w:customStyle="1" w:styleId="Textbodu">
    <w:name w:val="Text bodu"/>
    <w:basedOn w:val="Normln"/>
    <w:rsid w:val="000C4836"/>
    <w:pPr>
      <w:numPr>
        <w:ilvl w:val="2"/>
        <w:numId w:val="5"/>
      </w:numPr>
      <w:outlineLvl w:val="8"/>
    </w:pPr>
  </w:style>
  <w:style w:type="paragraph" w:customStyle="1" w:styleId="Textpsmene">
    <w:name w:val="Text písmene"/>
    <w:basedOn w:val="Normln"/>
    <w:rsid w:val="000C4836"/>
    <w:pPr>
      <w:numPr>
        <w:ilvl w:val="1"/>
        <w:numId w:val="5"/>
      </w:numPr>
      <w:outlineLvl w:val="7"/>
    </w:pPr>
  </w:style>
  <w:style w:type="character" w:customStyle="1" w:styleId="Odkaznapoznpodarou">
    <w:name w:val="Odkaz na pozn. pod čarou"/>
    <w:rsid w:val="000C4836"/>
    <w:rPr>
      <w:vertAlign w:val="superscript"/>
    </w:rPr>
  </w:style>
  <w:style w:type="character" w:customStyle="1" w:styleId="Nadpis1Char">
    <w:name w:val="Nadpis 1 Char"/>
    <w:link w:val="Nadpis1"/>
    <w:rsid w:val="001E64D8"/>
    <w:rPr>
      <w:rFonts w:ascii="Arial" w:hAnsi="Arial"/>
      <w:b/>
      <w:kern w:val="28"/>
      <w:sz w:val="28"/>
      <w:szCs w:val="24"/>
    </w:rPr>
  </w:style>
  <w:style w:type="paragraph" w:customStyle="1" w:styleId="Textodstavce">
    <w:name w:val="Text odstavce"/>
    <w:basedOn w:val="Normln"/>
    <w:rsid w:val="000C4836"/>
    <w:pPr>
      <w:numPr>
        <w:numId w:val="5"/>
      </w:numPr>
      <w:tabs>
        <w:tab w:val="left" w:pos="851"/>
      </w:tabs>
      <w:spacing w:before="120" w:after="120"/>
      <w:outlineLvl w:val="6"/>
    </w:pPr>
  </w:style>
  <w:style w:type="paragraph" w:customStyle="1" w:styleId="Textbodunovely">
    <w:name w:val="Text bodu novely"/>
    <w:basedOn w:val="Normln"/>
    <w:next w:val="Normln"/>
    <w:rsid w:val="000C4836"/>
    <w:pPr>
      <w:ind w:left="567" w:hanging="567"/>
    </w:pPr>
  </w:style>
  <w:style w:type="character" w:styleId="slostrnky">
    <w:name w:val="page number"/>
    <w:basedOn w:val="Standardnpsmoodstavce"/>
    <w:semiHidden/>
    <w:rsid w:val="000C4836"/>
  </w:style>
  <w:style w:type="paragraph" w:styleId="Zpat">
    <w:name w:val="footer"/>
    <w:basedOn w:val="Normln"/>
    <w:semiHidden/>
    <w:rsid w:val="000C4836"/>
    <w:pPr>
      <w:tabs>
        <w:tab w:val="center" w:pos="4536"/>
        <w:tab w:val="right" w:pos="9072"/>
      </w:tabs>
    </w:pPr>
  </w:style>
  <w:style w:type="paragraph" w:styleId="Textpoznpodarou">
    <w:name w:val="footnote text"/>
    <w:basedOn w:val="Normln"/>
    <w:link w:val="TextpoznpodarouChar"/>
    <w:rsid w:val="000C4836"/>
    <w:pPr>
      <w:tabs>
        <w:tab w:val="left" w:pos="425"/>
      </w:tabs>
      <w:ind w:left="425" w:hanging="425"/>
    </w:pPr>
    <w:rPr>
      <w:sz w:val="20"/>
    </w:rPr>
  </w:style>
  <w:style w:type="character" w:styleId="Znakapoznpodarou">
    <w:name w:val="footnote reference"/>
    <w:semiHidden/>
    <w:rsid w:val="000C4836"/>
    <w:rPr>
      <w:vertAlign w:val="superscript"/>
    </w:rPr>
  </w:style>
  <w:style w:type="paragraph" w:styleId="Titulek">
    <w:name w:val="caption"/>
    <w:basedOn w:val="Normln"/>
    <w:next w:val="Normln"/>
    <w:qFormat/>
    <w:rsid w:val="000C4836"/>
    <w:pPr>
      <w:spacing w:before="120" w:after="120"/>
    </w:pPr>
    <w:rPr>
      <w:b/>
    </w:rPr>
  </w:style>
  <w:style w:type="paragraph" w:customStyle="1" w:styleId="Nvrh">
    <w:name w:val="Návrh"/>
    <w:basedOn w:val="Normln"/>
    <w:next w:val="ZKON"/>
    <w:rsid w:val="000C4836"/>
    <w:pPr>
      <w:keepNext/>
      <w:keepLines/>
      <w:spacing w:after="240"/>
      <w:jc w:val="center"/>
      <w:outlineLvl w:val="0"/>
    </w:pPr>
    <w:rPr>
      <w:spacing w:val="40"/>
    </w:rPr>
  </w:style>
  <w:style w:type="paragraph" w:customStyle="1" w:styleId="Podpis">
    <w:name w:val="Podpis_"/>
    <w:basedOn w:val="Normln"/>
    <w:next w:val="funkce"/>
    <w:rsid w:val="000C4836"/>
    <w:pPr>
      <w:keepNext/>
      <w:keepLines/>
      <w:spacing w:before="720"/>
      <w:jc w:val="center"/>
    </w:pPr>
  </w:style>
  <w:style w:type="character" w:customStyle="1" w:styleId="TextpoznpodarouChar">
    <w:name w:val="Text pozn. pod čarou Char"/>
    <w:link w:val="Textpoznpodarou"/>
    <w:rsid w:val="001E64D8"/>
    <w:rPr>
      <w:szCs w:val="24"/>
    </w:rPr>
  </w:style>
  <w:style w:type="paragraph" w:customStyle="1" w:styleId="VARIANTA">
    <w:name w:val="VARIANTA"/>
    <w:basedOn w:val="Normln"/>
    <w:next w:val="Normln"/>
    <w:rsid w:val="000C4836"/>
    <w:pPr>
      <w:keepNext/>
      <w:spacing w:before="120" w:after="120"/>
    </w:pPr>
    <w:rPr>
      <w:caps/>
      <w:spacing w:val="60"/>
    </w:rPr>
  </w:style>
  <w:style w:type="paragraph" w:customStyle="1" w:styleId="VARIANTA-konec">
    <w:name w:val="VARIANTA - konec"/>
    <w:basedOn w:val="Normln"/>
    <w:next w:val="Normln"/>
    <w:rsid w:val="000C4836"/>
    <w:rPr>
      <w:caps/>
      <w:spacing w:val="60"/>
    </w:rPr>
  </w:style>
  <w:style w:type="paragraph" w:customStyle="1" w:styleId="Nadpisparagrafu">
    <w:name w:val="Nadpis paragrafu"/>
    <w:basedOn w:val="Paragraf"/>
    <w:next w:val="Textodstavce"/>
    <w:rsid w:val="000C4836"/>
    <w:rPr>
      <w:b/>
    </w:rPr>
  </w:style>
  <w:style w:type="paragraph" w:customStyle="1" w:styleId="Nadpislnku">
    <w:name w:val="Nadpis článku"/>
    <w:basedOn w:val="lnek"/>
    <w:next w:val="Textodstavce"/>
    <w:rsid w:val="000C4836"/>
    <w:rPr>
      <w:b/>
    </w:rPr>
  </w:style>
  <w:style w:type="paragraph" w:styleId="Odstavecseseznamem">
    <w:name w:val="List Paragraph"/>
    <w:basedOn w:val="Normln"/>
    <w:uiPriority w:val="34"/>
    <w:qFormat/>
    <w:rsid w:val="001E64D8"/>
    <w:pPr>
      <w:ind w:left="708"/>
    </w:pPr>
  </w:style>
  <w:style w:type="character" w:customStyle="1" w:styleId="Nadpis4Char">
    <w:name w:val="Nadpis 4 Char"/>
    <w:basedOn w:val="Standardnpsmoodstavce"/>
    <w:link w:val="Nadpis4"/>
    <w:uiPriority w:val="9"/>
    <w:semiHidden/>
    <w:rsid w:val="00A93B6A"/>
    <w:rPr>
      <w:rFonts w:asciiTheme="minorHAnsi" w:eastAsiaTheme="minorEastAsia" w:hAnsiTheme="minorHAnsi" w:cstheme="minorBidi"/>
      <w:b/>
      <w:bCs/>
      <w:sz w:val="28"/>
      <w:szCs w:val="28"/>
    </w:rPr>
  </w:style>
  <w:style w:type="character" w:customStyle="1" w:styleId="Nadpis5Char">
    <w:name w:val="Nadpis 5 Char"/>
    <w:basedOn w:val="Standardnpsmoodstavce"/>
    <w:link w:val="Nadpis5"/>
    <w:uiPriority w:val="9"/>
    <w:semiHidden/>
    <w:rsid w:val="00A93B6A"/>
    <w:rPr>
      <w:rFonts w:asciiTheme="minorHAnsi" w:eastAsiaTheme="minorEastAsia" w:hAnsiTheme="minorHAnsi" w:cstheme="minorBidi"/>
      <w:b/>
      <w:bCs/>
      <w:i/>
      <w:iCs/>
      <w:sz w:val="26"/>
      <w:szCs w:val="26"/>
    </w:rPr>
  </w:style>
  <w:style w:type="character" w:customStyle="1" w:styleId="Nadpis6Char">
    <w:name w:val="Nadpis 6 Char"/>
    <w:basedOn w:val="Standardnpsmoodstavce"/>
    <w:link w:val="Nadpis6"/>
    <w:uiPriority w:val="9"/>
    <w:semiHidden/>
    <w:rsid w:val="00A93B6A"/>
    <w:rPr>
      <w:rFonts w:asciiTheme="minorHAnsi" w:eastAsiaTheme="minorEastAsia" w:hAnsiTheme="minorHAnsi" w:cstheme="minorBidi"/>
      <w:b/>
      <w:bCs/>
      <w:sz w:val="22"/>
      <w:szCs w:val="22"/>
    </w:rPr>
  </w:style>
  <w:style w:type="character" w:customStyle="1" w:styleId="Nadpis7Char">
    <w:name w:val="Nadpis 7 Char"/>
    <w:basedOn w:val="Standardnpsmoodstavce"/>
    <w:link w:val="Nadpis7"/>
    <w:uiPriority w:val="9"/>
    <w:semiHidden/>
    <w:rsid w:val="00A93B6A"/>
    <w:rPr>
      <w:rFonts w:asciiTheme="minorHAnsi" w:eastAsiaTheme="minorEastAsia" w:hAnsiTheme="minorHAnsi" w:cstheme="minorBidi"/>
      <w:sz w:val="24"/>
      <w:szCs w:val="24"/>
    </w:rPr>
  </w:style>
  <w:style w:type="character" w:customStyle="1" w:styleId="Nadpis8Char">
    <w:name w:val="Nadpis 8 Char"/>
    <w:basedOn w:val="Standardnpsmoodstavce"/>
    <w:link w:val="Nadpis8"/>
    <w:uiPriority w:val="9"/>
    <w:semiHidden/>
    <w:rsid w:val="00A93B6A"/>
    <w:rPr>
      <w:rFonts w:asciiTheme="minorHAnsi" w:eastAsiaTheme="minorEastAsia" w:hAnsiTheme="minorHAnsi" w:cstheme="minorBidi"/>
      <w:i/>
      <w:iCs/>
      <w:sz w:val="24"/>
      <w:szCs w:val="24"/>
    </w:rPr>
  </w:style>
  <w:style w:type="character" w:customStyle="1" w:styleId="Nadpis9Char">
    <w:name w:val="Nadpis 9 Char"/>
    <w:basedOn w:val="Standardnpsmoodstavce"/>
    <w:link w:val="Nadpis9"/>
    <w:uiPriority w:val="9"/>
    <w:semiHidden/>
    <w:rsid w:val="00A93B6A"/>
    <w:rPr>
      <w:rFonts w:asciiTheme="majorHAnsi" w:eastAsiaTheme="majorEastAsia" w:hAnsiTheme="majorHAnsi" w:cstheme="majorBidi"/>
      <w:sz w:val="22"/>
      <w:szCs w:val="22"/>
    </w:rPr>
  </w:style>
  <w:style w:type="paragraph" w:styleId="Bezmezer">
    <w:name w:val="No Spacing"/>
    <w:uiPriority w:val="1"/>
    <w:qFormat/>
    <w:rsid w:val="00685ECA"/>
    <w:rPr>
      <w:rFonts w:eastAsia="Calibri"/>
      <w:sz w:val="24"/>
      <w:szCs w:val="24"/>
      <w:lang w:eastAsia="en-US"/>
    </w:rPr>
  </w:style>
  <w:style w:type="character" w:customStyle="1" w:styleId="ZhlavChar">
    <w:name w:val="Záhlaví Char"/>
    <w:link w:val="Zhlav"/>
    <w:uiPriority w:val="99"/>
    <w:rsid w:val="00685ECA"/>
    <w:rPr>
      <w:sz w:val="24"/>
      <w:szCs w:val="24"/>
    </w:rPr>
  </w:style>
  <w:style w:type="paragraph" w:styleId="Normlnweb">
    <w:name w:val="Normal (Web)"/>
    <w:basedOn w:val="Normln"/>
    <w:uiPriority w:val="99"/>
    <w:semiHidden/>
    <w:unhideWhenUsed/>
    <w:rsid w:val="00685ECA"/>
    <w:pPr>
      <w:spacing w:before="100" w:beforeAutospacing="1" w:after="142" w:line="288" w:lineRule="auto"/>
      <w:jc w:val="left"/>
    </w:pPr>
  </w:style>
  <w:style w:type="paragraph" w:styleId="Zkladntext2">
    <w:name w:val="Body Text 2"/>
    <w:basedOn w:val="Normln"/>
    <w:link w:val="Zkladntext2Char"/>
    <w:rsid w:val="00315359"/>
    <w:pPr>
      <w:widowControl w:val="0"/>
      <w:autoSpaceDE w:val="0"/>
      <w:autoSpaceDN w:val="0"/>
      <w:adjustRightInd w:val="0"/>
    </w:pPr>
  </w:style>
  <w:style w:type="character" w:customStyle="1" w:styleId="Zkladntext2Char">
    <w:name w:val="Základní text 2 Char"/>
    <w:basedOn w:val="Standardnpsmoodstavce"/>
    <w:link w:val="Zkladntext2"/>
    <w:rsid w:val="00315359"/>
    <w:rPr>
      <w:sz w:val="24"/>
      <w:szCs w:val="24"/>
    </w:rPr>
  </w:style>
  <w:style w:type="paragraph" w:styleId="Textbubliny">
    <w:name w:val="Balloon Text"/>
    <w:basedOn w:val="Normln"/>
    <w:link w:val="TextbublinyChar"/>
    <w:uiPriority w:val="99"/>
    <w:semiHidden/>
    <w:unhideWhenUsed/>
    <w:rsid w:val="00FF575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F575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0D2A9-AE1C-4DE6-A9F3-2E928E7A6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1621</TotalTime>
  <Pages>17</Pages>
  <Words>6034</Words>
  <Characters>31071</Characters>
  <Application>Microsoft Office Word</Application>
  <DocSecurity>0</DocSecurity>
  <Lines>258</Lines>
  <Paragraphs>74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37031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Musil Marek</cp:lastModifiedBy>
  <cp:revision>8</cp:revision>
  <cp:lastPrinted>2018-09-19T08:17:00Z</cp:lastPrinted>
  <dcterms:created xsi:type="dcterms:W3CDTF">2018-06-12T14:13:00Z</dcterms:created>
  <dcterms:modified xsi:type="dcterms:W3CDTF">2018-09-19T08:17:00Z</dcterms:modified>
  <cp:category/>
</cp:coreProperties>
</file>