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0715AA" w:rsidRPr="00E5084E" w:rsidRDefault="00A92050" w:rsidP="000715AA">
      <w:pPr>
        <w:pStyle w:val="nadpiszkona"/>
      </w:pPr>
      <w:r>
        <w:t>k</w:t>
      </w:r>
      <w:r w:rsidR="009647CA">
        <w:t xml:space="preserve"> vládnímu </w:t>
      </w:r>
      <w:r>
        <w:t>návrhu</w:t>
      </w:r>
      <w:r w:rsidR="000715AA">
        <w:t xml:space="preserve"> zákona,</w:t>
      </w:r>
      <w:r>
        <w:t xml:space="preserve"> </w:t>
      </w:r>
      <w:r w:rsidR="000715AA" w:rsidRPr="00E5084E">
        <w:t>kterým se mění zákon č. 110/1997 Sb., o potravi</w:t>
      </w:r>
      <w:r w:rsidR="000715AA">
        <w:t>nách a</w:t>
      </w:r>
      <w:r w:rsidR="00FE093C">
        <w:t> </w:t>
      </w:r>
      <w:r w:rsidR="000715AA">
        <w:t>tabákových výrobcích a o </w:t>
      </w:r>
      <w:r w:rsidR="000715AA" w:rsidRPr="00E5084E">
        <w:t>změně a doplnění některých souvisejících zákonů, ve znění pozdějších předpisů, a další související zákony</w:t>
      </w:r>
    </w:p>
    <w:p w:rsidR="00A92050" w:rsidRDefault="00A92050" w:rsidP="00A92050">
      <w:pPr>
        <w:jc w:val="center"/>
        <w:rPr>
          <w:b/>
        </w:rPr>
      </w:pPr>
      <w:r>
        <w:rPr>
          <w:b/>
        </w:rPr>
        <w:t xml:space="preserve">(tisk </w:t>
      </w:r>
      <w:r w:rsidR="00982EE0">
        <w:rPr>
          <w:b/>
        </w:rPr>
        <w:t>502</w:t>
      </w:r>
      <w:r>
        <w:rPr>
          <w:b/>
        </w:rPr>
        <w:t>)</w:t>
      </w: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982EE0">
        <w:t xml:space="preserve"> zemědělského </w:t>
      </w:r>
      <w:r>
        <w:t xml:space="preserve">výboru č. </w:t>
      </w:r>
      <w:r w:rsidR="000715AA">
        <w:t>151</w:t>
      </w:r>
      <w:r w:rsidR="00AF24B6">
        <w:t xml:space="preserve"> z</w:t>
      </w:r>
      <w:r w:rsidR="000715AA">
        <w:t> 31.</w:t>
      </w:r>
      <w:r>
        <w:t xml:space="preserve"> schůze konané dne </w:t>
      </w:r>
      <w:r w:rsidR="000715AA">
        <w:t>5. 2. 2020</w:t>
      </w:r>
      <w:r>
        <w:t xml:space="preserve"> (tisk</w:t>
      </w:r>
      <w:r w:rsidR="000715AA">
        <w:t xml:space="preserve"> 502</w:t>
      </w:r>
      <w:r>
        <w:t>/</w:t>
      </w:r>
      <w:r w:rsidR="000715AA">
        <w:t>3</w:t>
      </w:r>
      <w:r>
        <w:t>)</w:t>
      </w:r>
    </w:p>
    <w:p w:rsidR="00A92050" w:rsidRPr="00A92050" w:rsidRDefault="00A92050" w:rsidP="00A92050"/>
    <w:p w:rsidR="000715AA" w:rsidRPr="000715AA" w:rsidRDefault="000715AA" w:rsidP="00404CD5">
      <w:pPr>
        <w:pStyle w:val="2Psmeno"/>
        <w:ind w:left="360" w:hanging="360"/>
        <w:rPr>
          <w:rFonts w:ascii="Times New Roman" w:hAnsi="Times New Roman" w:cs="Times New Roman"/>
          <w:sz w:val="24"/>
          <w:szCs w:val="24"/>
        </w:rPr>
      </w:pPr>
      <w:r w:rsidRPr="000715AA">
        <w:rPr>
          <w:rFonts w:ascii="Times New Roman" w:hAnsi="Times New Roman" w:cs="Times New Roman"/>
          <w:b/>
          <w:sz w:val="24"/>
          <w:szCs w:val="24"/>
        </w:rPr>
        <w:t>A.</w:t>
      </w:r>
      <w:r>
        <w:rPr>
          <w:rFonts w:ascii="Times New Roman" w:hAnsi="Times New Roman" w:cs="Times New Roman"/>
          <w:b/>
          <w:sz w:val="24"/>
          <w:szCs w:val="24"/>
        </w:rPr>
        <w:t xml:space="preserve"> </w:t>
      </w:r>
      <w:r w:rsidRPr="000715AA">
        <w:rPr>
          <w:rFonts w:ascii="Times New Roman" w:hAnsi="Times New Roman" w:cs="Times New Roman"/>
          <w:b/>
          <w:sz w:val="24"/>
          <w:szCs w:val="24"/>
        </w:rPr>
        <w:t>1.</w:t>
      </w:r>
      <w:r>
        <w:rPr>
          <w:rFonts w:ascii="Times New Roman" w:hAnsi="Times New Roman" w:cs="Times New Roman"/>
          <w:sz w:val="24"/>
          <w:szCs w:val="24"/>
        </w:rPr>
        <w:t xml:space="preserve"> </w:t>
      </w:r>
      <w:r w:rsidRPr="000715AA">
        <w:rPr>
          <w:rFonts w:ascii="Times New Roman" w:hAnsi="Times New Roman" w:cs="Times New Roman"/>
          <w:sz w:val="24"/>
          <w:szCs w:val="24"/>
        </w:rPr>
        <w:t>V části první, čl. I se za bod 20 vkládá nový bod 21, který zní:</w:t>
      </w:r>
    </w:p>
    <w:p w:rsidR="000715AA" w:rsidRPr="000715AA" w:rsidRDefault="000715AA" w:rsidP="00404CD5"/>
    <w:p w:rsidR="000715AA" w:rsidRPr="000715AA" w:rsidRDefault="000715AA" w:rsidP="00404CD5">
      <w:r w:rsidRPr="000715AA">
        <w:t>„21. V § 9a odst. 1 písm. d) se za slovo „použitelnosti“ vkládají slova „nebo o datu minimální trvanlivosti“.“.</w:t>
      </w:r>
    </w:p>
    <w:p w:rsidR="000715AA" w:rsidRPr="000715AA" w:rsidRDefault="000715AA" w:rsidP="00404CD5"/>
    <w:p w:rsidR="000715AA" w:rsidRPr="000715AA" w:rsidRDefault="000715AA" w:rsidP="00404CD5">
      <w:r w:rsidRPr="000715AA">
        <w:t>Dosavadní body 21 až 73 se přečíslují.</w:t>
      </w:r>
    </w:p>
    <w:p w:rsidR="000715AA" w:rsidRDefault="000715AA" w:rsidP="00404CD5"/>
    <w:p w:rsidR="00404CD5" w:rsidRPr="000715AA" w:rsidRDefault="00404CD5" w:rsidP="00404CD5"/>
    <w:p w:rsidR="000715AA" w:rsidRPr="000715AA" w:rsidRDefault="000715AA" w:rsidP="00404CD5">
      <w:pPr>
        <w:pStyle w:val="2Psmeno"/>
        <w:rPr>
          <w:rFonts w:ascii="Times New Roman" w:eastAsia="Calibri" w:hAnsi="Times New Roman" w:cs="Times New Roman"/>
          <w:sz w:val="24"/>
          <w:szCs w:val="24"/>
          <w:lang w:eastAsia="en-US"/>
        </w:rPr>
      </w:pPr>
      <w:r w:rsidRPr="000715AA">
        <w:rPr>
          <w:rFonts w:ascii="Times New Roman" w:eastAsia="Calibri" w:hAnsi="Times New Roman" w:cs="Times New Roman"/>
          <w:b/>
          <w:sz w:val="24"/>
          <w:szCs w:val="24"/>
          <w:lang w:eastAsia="en-US"/>
        </w:rPr>
        <w:t>A. 2.</w:t>
      </w:r>
      <w:r w:rsidRPr="000715AA">
        <w:rPr>
          <w:rFonts w:ascii="Times New Roman" w:eastAsia="Calibri" w:hAnsi="Times New Roman" w:cs="Times New Roman"/>
          <w:sz w:val="24"/>
          <w:szCs w:val="24"/>
          <w:lang w:eastAsia="en-US"/>
        </w:rPr>
        <w:t xml:space="preserve"> V části první, čl. I dosavadní  bod 24 nově zní: </w:t>
      </w:r>
    </w:p>
    <w:p w:rsidR="000715AA" w:rsidRPr="000715AA" w:rsidRDefault="000715AA" w:rsidP="00404CD5">
      <w:pPr>
        <w:pStyle w:val="Novelizanbod"/>
        <w:keepNext w:val="0"/>
        <w:keepLines w:val="0"/>
        <w:numPr>
          <w:ilvl w:val="0"/>
          <w:numId w:val="0"/>
        </w:numPr>
        <w:spacing w:before="0" w:after="0"/>
        <w:ind w:left="567" w:hanging="567"/>
      </w:pPr>
      <w:r w:rsidRPr="000715AA">
        <w:t>X. V § 10 se na konci odstavce 1 tečka nahrazuje čárkou a doplňují se písmena f) a g), která včetně poznámky pod čarou č. 64 znějí:</w:t>
      </w:r>
    </w:p>
    <w:p w:rsidR="000715AA" w:rsidRPr="000715AA" w:rsidRDefault="000715AA" w:rsidP="00404CD5"/>
    <w:p w:rsidR="000715AA" w:rsidRPr="000715AA" w:rsidRDefault="000715AA" w:rsidP="00404CD5">
      <w:pPr>
        <w:ind w:left="284" w:hanging="284"/>
      </w:pPr>
      <w:r w:rsidRPr="000715AA">
        <w:t>„f) obsahující látky v rozporu s požadavky na složení doplňků stravy nebo látky zakázané při výrobě potravin podle vyhlášky o doplňcích stravy a složení potravin</w:t>
      </w:r>
      <w:r w:rsidRPr="000715AA">
        <w:rPr>
          <w:vertAlign w:val="superscript"/>
        </w:rPr>
        <w:t>64)</w:t>
      </w:r>
      <w:r w:rsidRPr="000715AA">
        <w:t xml:space="preserve"> a</w:t>
      </w:r>
    </w:p>
    <w:p w:rsidR="000715AA" w:rsidRPr="000715AA" w:rsidRDefault="000715AA" w:rsidP="00404CD5">
      <w:pPr>
        <w:ind w:left="284" w:hanging="284"/>
      </w:pPr>
      <w:r w:rsidRPr="000715AA">
        <w:t xml:space="preserve">g) </w:t>
      </w:r>
      <w:r w:rsidRPr="000715AA">
        <w:tab/>
        <w:t>označené zdánlivě totožně s potravinou uváděnou na trh v jiném členském státě Evropské unie, ačkoliv potravina uváděná na trh v České republice má podstatně odlišné složení nebo vlastnosti.</w:t>
      </w:r>
    </w:p>
    <w:p w:rsidR="000715AA" w:rsidRPr="000715AA" w:rsidRDefault="000715AA" w:rsidP="00404CD5">
      <w:pPr>
        <w:ind w:left="284" w:hanging="284"/>
      </w:pPr>
      <w:r w:rsidRPr="000715AA">
        <w:t>______</w:t>
      </w:r>
      <w:r w:rsidR="00A536C3">
        <w:t>________________</w:t>
      </w:r>
    </w:p>
    <w:p w:rsidR="000715AA" w:rsidRPr="000715AA" w:rsidRDefault="000715AA" w:rsidP="00404CD5">
      <w:pPr>
        <w:ind w:left="284" w:hanging="284"/>
      </w:pPr>
      <w:r w:rsidRPr="000715AA">
        <w:rPr>
          <w:vertAlign w:val="superscript"/>
        </w:rPr>
        <w:t>64)</w:t>
      </w:r>
      <w:r w:rsidRPr="000715AA">
        <w:t xml:space="preserve"> Vyhláška č. 58/2018 Sb., o doplňcích stravy a složení potravin.“.</w:t>
      </w:r>
    </w:p>
    <w:p w:rsidR="000715AA" w:rsidRDefault="000715AA" w:rsidP="00404CD5"/>
    <w:p w:rsidR="00404CD5" w:rsidRPr="000715AA" w:rsidRDefault="00404CD5" w:rsidP="00404CD5"/>
    <w:p w:rsidR="000715AA" w:rsidRPr="000715AA" w:rsidRDefault="000715AA" w:rsidP="00404CD5">
      <w:pPr>
        <w:ind w:left="360" w:hanging="360"/>
      </w:pPr>
      <w:r w:rsidRPr="000715AA">
        <w:rPr>
          <w:b/>
        </w:rPr>
        <w:t xml:space="preserve">A. 3. </w:t>
      </w:r>
      <w:r w:rsidRPr="000715AA">
        <w:t>V části první, čl. I se za dosavadní bod 45 vkládá nový bod X, který zní:</w:t>
      </w:r>
    </w:p>
    <w:p w:rsidR="000715AA" w:rsidRPr="000715AA" w:rsidRDefault="000715AA" w:rsidP="00404CD5">
      <w:pPr>
        <w:ind w:left="131"/>
      </w:pPr>
    </w:p>
    <w:p w:rsidR="000715AA" w:rsidRPr="000715AA" w:rsidRDefault="000715AA" w:rsidP="00404CD5">
      <w:r w:rsidRPr="000715AA">
        <w:t>„X.  V § 15 odst. 13 se na konci textu věty první doplňují slova „včetně informování o potravinách jiných než bezpečných, jiných než jakostních a o potravinách falšovaných, jejichž charakteristiky jsou upraveny v neprospěch spotřebitele a které jsou uváděné na trh klamavým způsobem“.“.</w:t>
      </w:r>
    </w:p>
    <w:p w:rsidR="000715AA" w:rsidRPr="000715AA" w:rsidRDefault="000715AA" w:rsidP="00404CD5">
      <w:pPr>
        <w:ind w:left="131"/>
      </w:pPr>
    </w:p>
    <w:p w:rsidR="000715AA" w:rsidRPr="000715AA" w:rsidRDefault="000715AA" w:rsidP="00404CD5">
      <w:r w:rsidRPr="000715AA">
        <w:t>Dosavadní body 46 až 73 se přečíslují.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4.</w:t>
      </w:r>
      <w:r>
        <w:t xml:space="preserve"> </w:t>
      </w:r>
      <w:r w:rsidRPr="000715AA">
        <w:t>V části první, čl. I se za dosavadní bod 48 vkládá nový bod X, který zní:</w:t>
      </w:r>
    </w:p>
    <w:p w:rsidR="000715AA" w:rsidRPr="000715AA" w:rsidRDefault="000715AA" w:rsidP="00404CD5"/>
    <w:p w:rsidR="000715AA" w:rsidRPr="000715AA" w:rsidRDefault="000715AA" w:rsidP="00404CD5">
      <w:r w:rsidRPr="000715AA">
        <w:t>„X. V § 16 odst. 6 se za slovo „vzorků“ vkládají slova „a posouzení výsledků zkoušek kontrolních vzorků“ a za slova „Evropské unie“ se vkládají slova „, tímto zákonem, zvláštním právním předpisem“.“.</w:t>
      </w:r>
    </w:p>
    <w:p w:rsidR="000715AA" w:rsidRPr="000715AA" w:rsidRDefault="000715AA" w:rsidP="00404CD5">
      <w:r w:rsidRPr="000715AA">
        <w:lastRenderedPageBreak/>
        <w:t>Dosavadní body 49 až 73 se přečíslují.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5.</w:t>
      </w:r>
      <w:r>
        <w:t xml:space="preserve"> </w:t>
      </w:r>
      <w:r w:rsidRPr="000715AA">
        <w:t>V části první, čl. I dosavadní bod 49 nově zní:</w:t>
      </w:r>
    </w:p>
    <w:p w:rsidR="000715AA" w:rsidRPr="000715AA" w:rsidRDefault="000715AA" w:rsidP="00404CD5"/>
    <w:p w:rsidR="000715AA" w:rsidRPr="000715AA" w:rsidRDefault="000715AA" w:rsidP="00404CD5">
      <w:r w:rsidRPr="000715AA">
        <w:t>„X. V § 16 odstavec 7 zní:</w:t>
      </w:r>
    </w:p>
    <w:p w:rsidR="000715AA" w:rsidRPr="000715AA" w:rsidRDefault="000715AA" w:rsidP="00404CD5"/>
    <w:p w:rsidR="000715AA" w:rsidRPr="000715AA" w:rsidRDefault="000715AA" w:rsidP="00404CD5">
      <w:pPr>
        <w:ind w:firstLine="708"/>
      </w:pPr>
      <w:r w:rsidRPr="000715AA">
        <w:t>„(7) Pokud kontrolovaná osoba požádá o vzorek pro druhé odborné stanovisko a jsou splněny podmínky podle čl. 35 odst. 2 nařízení Evropského parlamentu a Rady (EU) 2017/625, orgán dozoru připraví kontrolní vzorek tak, že jej rozdělí na vzorek nebo vzorky pro úřední kontrolu a vzorek pro druhé odborné stanovisko. Zkoušení vzorku pro druhé odborné stanovisko lze provést pouze v laboratořích určených příslušným orgánem dozoru podle čl. 37 nařízení Evropského parlamentu a Rady (EU) 2017/625, pokud zvláštní právní předpis nestanoví jinak. K výsledku zkoušky vzorku pro druhé odborné stanovisko orgán dozoru přihlíží pouze tehdy, pokud</w:t>
      </w:r>
    </w:p>
    <w:p w:rsidR="000715AA" w:rsidRPr="000715AA" w:rsidRDefault="000715AA" w:rsidP="00404CD5">
      <w:pPr>
        <w:pStyle w:val="Odstavecseseznamem"/>
        <w:numPr>
          <w:ilvl w:val="0"/>
          <w:numId w:val="9"/>
        </w:numPr>
        <w:jc w:val="both"/>
      </w:pPr>
      <w:r w:rsidRPr="000715AA">
        <w:t>byl předložen orgánu dozoru do 30 dnů ode dne sdělení výsledku zkoušky vzorku určeného pro úřední kontrolu kontrolované osobě,</w:t>
      </w:r>
    </w:p>
    <w:p w:rsidR="000715AA" w:rsidRPr="000715AA" w:rsidRDefault="000715AA" w:rsidP="00404CD5">
      <w:pPr>
        <w:pStyle w:val="Odstavecseseznamem"/>
        <w:numPr>
          <w:ilvl w:val="0"/>
          <w:numId w:val="9"/>
        </w:numPr>
        <w:jc w:val="both"/>
      </w:pPr>
      <w:r w:rsidRPr="000715AA">
        <w:t>bylo při nakládání s ním a při jeho rozboru postupováno v souladu s právními předpisy, s využitím rovnocenných metod zkoušení vhodných pro zamýšlený účel a</w:t>
      </w:r>
    </w:p>
    <w:p w:rsidR="000715AA" w:rsidRPr="000715AA" w:rsidRDefault="000715AA" w:rsidP="00404CD5">
      <w:pPr>
        <w:pStyle w:val="Odstavecseseznamem"/>
        <w:numPr>
          <w:ilvl w:val="0"/>
          <w:numId w:val="9"/>
        </w:numPr>
        <w:jc w:val="both"/>
      </w:pPr>
      <w:r w:rsidRPr="000715AA">
        <w:t>orgán dozoru posoudí výsledek zkoušky vzorku pro druhé odborné stanovisko jako vyhovující.“.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6.</w:t>
      </w:r>
      <w:r>
        <w:t xml:space="preserve"> </w:t>
      </w:r>
      <w:r w:rsidRPr="000715AA">
        <w:t>V části první, čl. I se v dosavadním bodu 50 v § 16 odst. 8  věta první nahrazuje větou, která zní:</w:t>
      </w:r>
    </w:p>
    <w:p w:rsidR="000715AA" w:rsidRPr="000715AA" w:rsidRDefault="000715AA" w:rsidP="00404CD5">
      <w:pPr>
        <w:pStyle w:val="Odstavecseseznamem"/>
        <w:ind w:left="709"/>
        <w:jc w:val="both"/>
      </w:pPr>
      <w:r w:rsidRPr="000715AA">
        <w:t xml:space="preserve"> „V případě kontroly prodeje na dálku, kontroly mikrobiologických požadavků nebo je-li prováděno hodnocení na místě a v dalších případech, kdy nejsou splněny podmínky podle čl. 35 odst. 2 nařízení Evropského parlamentu a Rady (EU) 2017/625, se vzorek pro druhé odborné stanovisko neposkytuje.“. </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7.</w:t>
      </w:r>
      <w:r>
        <w:t xml:space="preserve"> </w:t>
      </w:r>
      <w:r w:rsidRPr="000715AA">
        <w:t>V části první, čl. I se za dosavadní bod 51 vkládá nový bod X, který zní:</w:t>
      </w:r>
    </w:p>
    <w:p w:rsidR="000715AA" w:rsidRDefault="000715AA" w:rsidP="00404CD5">
      <w:pPr>
        <w:pStyle w:val="Odstavecseseznamem"/>
        <w:ind w:left="0"/>
        <w:jc w:val="both"/>
      </w:pPr>
      <w:r w:rsidRPr="000715AA">
        <w:t>X. V § 16 odst. 11 větě první se za slovo „dozoru“ vkládají slova „při dodatečné kontrole“ a slova „ve stanovené lhůtě“ se zrušují.</w:t>
      </w:r>
    </w:p>
    <w:p w:rsidR="00404CD5" w:rsidRPr="000715AA" w:rsidRDefault="00404CD5" w:rsidP="00404CD5">
      <w:pPr>
        <w:pStyle w:val="Odstavecseseznamem"/>
        <w:ind w:left="0"/>
        <w:jc w:val="both"/>
      </w:pPr>
    </w:p>
    <w:p w:rsidR="000715AA" w:rsidRPr="000715AA" w:rsidRDefault="000715AA" w:rsidP="00404CD5">
      <w:pPr>
        <w:pStyle w:val="Odstavecseseznamem"/>
        <w:ind w:left="0"/>
        <w:jc w:val="both"/>
      </w:pPr>
      <w:r w:rsidRPr="000715AA">
        <w:t>Dosavadní body 52 až 73 se přečíslují.</w:t>
      </w:r>
    </w:p>
    <w:p w:rsidR="000715AA" w:rsidRDefault="000715AA" w:rsidP="00404CD5">
      <w:pPr>
        <w:rPr>
          <w:i/>
        </w:rPr>
      </w:pPr>
    </w:p>
    <w:p w:rsidR="00404CD5" w:rsidRPr="000715AA" w:rsidRDefault="00404CD5" w:rsidP="00404CD5">
      <w:pPr>
        <w:rPr>
          <w:i/>
        </w:rPr>
      </w:pPr>
    </w:p>
    <w:p w:rsidR="000715AA" w:rsidRPr="000715AA" w:rsidRDefault="000715AA" w:rsidP="00404CD5">
      <w:pPr>
        <w:ind w:left="426" w:hanging="426"/>
      </w:pPr>
      <w:r w:rsidRPr="000715AA">
        <w:rPr>
          <w:b/>
        </w:rPr>
        <w:t>A. 8.</w:t>
      </w:r>
      <w:r>
        <w:t xml:space="preserve"> </w:t>
      </w:r>
      <w:r w:rsidRPr="000715AA">
        <w:t>V části první, čl. I se za dosavadní bod 58 vkládá nový bod X, který zní:</w:t>
      </w:r>
    </w:p>
    <w:p w:rsidR="000715AA" w:rsidRPr="000715AA" w:rsidRDefault="000715AA" w:rsidP="00404CD5">
      <w:pPr>
        <w:pStyle w:val="Odstavecseseznamem"/>
        <w:jc w:val="both"/>
      </w:pPr>
    </w:p>
    <w:p w:rsidR="000715AA" w:rsidRPr="000715AA" w:rsidRDefault="000715AA" w:rsidP="00404CD5">
      <w:r w:rsidRPr="000715AA">
        <w:t>„X. V § 17b odst. 6 písm. b) se za slovo „fázi“ vkládají slova „jejich výroby, přípravy nebo uvádění na trh“.“.</w:t>
      </w:r>
    </w:p>
    <w:p w:rsidR="000715AA" w:rsidRPr="000715AA" w:rsidRDefault="000715AA" w:rsidP="00404CD5"/>
    <w:p w:rsidR="000715AA" w:rsidRPr="000715AA" w:rsidRDefault="000715AA" w:rsidP="00404CD5">
      <w:r w:rsidRPr="000715AA">
        <w:t>Dosavadní body 59 až 73 se přečíslují.</w:t>
      </w:r>
    </w:p>
    <w:p w:rsidR="000715AA" w:rsidRDefault="000715AA" w:rsidP="00404CD5"/>
    <w:p w:rsidR="003F26AC" w:rsidRPr="000715AA" w:rsidRDefault="003F26AC" w:rsidP="00404CD5"/>
    <w:p w:rsidR="000715AA" w:rsidRPr="000715AA" w:rsidRDefault="000715AA" w:rsidP="00404CD5">
      <w:pPr>
        <w:ind w:left="426" w:hanging="426"/>
      </w:pPr>
      <w:r w:rsidRPr="000715AA">
        <w:rPr>
          <w:b/>
        </w:rPr>
        <w:t>A. 9.</w:t>
      </w:r>
      <w:r>
        <w:t xml:space="preserve"> </w:t>
      </w:r>
      <w:r w:rsidRPr="000715AA">
        <w:t>V části první, čl. I v dosavadním bodu 62 v § 17c odst. 2 se v písmeni p) slovo „nebo“ zrušuje a na konci odstavce 2 se tečka nahrazuje slovem „nebo“ a doplňuje se písmeno r), které zní:</w:t>
      </w:r>
    </w:p>
    <w:p w:rsidR="000715AA" w:rsidRPr="000715AA" w:rsidRDefault="000715AA" w:rsidP="00404CD5">
      <w:pPr>
        <w:ind w:left="131"/>
      </w:pPr>
    </w:p>
    <w:p w:rsidR="000715AA" w:rsidRPr="000715AA" w:rsidRDefault="000715AA" w:rsidP="00404CD5">
      <w:pPr>
        <w:ind w:left="470" w:hanging="340"/>
      </w:pPr>
      <w:r w:rsidRPr="000715AA">
        <w:lastRenderedPageBreak/>
        <w:t>„r) jiným jednáním poruší povinnost stanovenou prováděcím nařízením Komise (EU) 2018/574.“.</w:t>
      </w:r>
    </w:p>
    <w:p w:rsidR="000715AA" w:rsidRDefault="000715AA" w:rsidP="00404CD5">
      <w:pPr>
        <w:ind w:left="131"/>
      </w:pPr>
    </w:p>
    <w:p w:rsidR="00404CD5" w:rsidRPr="000715AA" w:rsidRDefault="00404CD5" w:rsidP="00404CD5">
      <w:pPr>
        <w:ind w:left="131"/>
      </w:pPr>
    </w:p>
    <w:p w:rsidR="000715AA" w:rsidRPr="000715AA" w:rsidRDefault="00A117E9" w:rsidP="00404CD5">
      <w:r w:rsidRPr="00A117E9">
        <w:rPr>
          <w:b/>
        </w:rPr>
        <w:t>A. 10.</w:t>
      </w:r>
      <w:r>
        <w:t xml:space="preserve"> </w:t>
      </w:r>
      <w:r w:rsidR="000715AA" w:rsidRPr="000715AA">
        <w:t>V části první, čl. I se v dosavadním bodu 70 v § 17f písm. c)  slova „nebo m)“ nahrazují slovy „, m) nebo r)“.</w:t>
      </w:r>
    </w:p>
    <w:p w:rsidR="000715AA" w:rsidRDefault="000715AA" w:rsidP="00404CD5"/>
    <w:p w:rsidR="00404CD5" w:rsidRPr="000715AA" w:rsidRDefault="00404CD5" w:rsidP="00404CD5"/>
    <w:p w:rsidR="000715AA" w:rsidRPr="000715AA" w:rsidRDefault="00A117E9" w:rsidP="00404CD5">
      <w:pPr>
        <w:ind w:left="426" w:hanging="426"/>
      </w:pPr>
      <w:r w:rsidRPr="00A117E9">
        <w:rPr>
          <w:b/>
        </w:rPr>
        <w:t>A. 11.</w:t>
      </w:r>
      <w:r>
        <w:t xml:space="preserve"> </w:t>
      </w:r>
      <w:r w:rsidR="000715AA" w:rsidRPr="000715AA">
        <w:t>V části první, čl. I se za dosavadní bod 71 vkládá nový bod X, který zní:</w:t>
      </w:r>
    </w:p>
    <w:p w:rsidR="000715AA" w:rsidRPr="000715AA" w:rsidRDefault="000715AA" w:rsidP="00404CD5"/>
    <w:p w:rsidR="000715AA" w:rsidRPr="000715AA" w:rsidRDefault="000715AA" w:rsidP="00404CD5">
      <w:r w:rsidRPr="000715AA">
        <w:t>„X. V § 18 odst. 1 písm. m) se doplňuje bod 4, který zní:</w:t>
      </w:r>
    </w:p>
    <w:p w:rsidR="000715AA" w:rsidRPr="000715AA" w:rsidRDefault="000715AA" w:rsidP="00404CD5"/>
    <w:p w:rsidR="000715AA" w:rsidRPr="000715AA" w:rsidRDefault="000715AA" w:rsidP="00404CD5">
      <w:r w:rsidRPr="000715AA">
        <w:t>„4. způsob posouzení výsledků zkoušek kontrolních vzorků,“.“.</w:t>
      </w:r>
    </w:p>
    <w:p w:rsidR="000715AA" w:rsidRPr="000715AA" w:rsidRDefault="000715AA" w:rsidP="00404CD5"/>
    <w:p w:rsidR="000715AA" w:rsidRPr="000715AA" w:rsidRDefault="000715AA" w:rsidP="00404CD5">
      <w:r w:rsidRPr="000715AA">
        <w:t>Dosavadní body 72 a 73 se přečíslují.</w:t>
      </w:r>
    </w:p>
    <w:p w:rsidR="000715AA" w:rsidRDefault="000715AA" w:rsidP="00404CD5">
      <w:pPr>
        <w:pStyle w:val="Odstavecseseznamem"/>
        <w:ind w:left="0"/>
        <w:jc w:val="both"/>
        <w:rPr>
          <w:i/>
        </w:rPr>
      </w:pPr>
    </w:p>
    <w:p w:rsidR="00404CD5" w:rsidRPr="000715AA" w:rsidRDefault="00404CD5" w:rsidP="00404CD5">
      <w:pPr>
        <w:pStyle w:val="Odstavecseseznamem"/>
        <w:ind w:left="0"/>
        <w:jc w:val="both"/>
        <w:rPr>
          <w:i/>
        </w:rPr>
      </w:pPr>
    </w:p>
    <w:p w:rsidR="000715AA" w:rsidRPr="000715AA" w:rsidRDefault="00A117E9" w:rsidP="00404CD5">
      <w:pPr>
        <w:ind w:left="426" w:hanging="426"/>
      </w:pPr>
      <w:r>
        <w:rPr>
          <w:b/>
        </w:rPr>
        <w:t xml:space="preserve">A. 12. </w:t>
      </w:r>
      <w:r w:rsidR="000715AA" w:rsidRPr="000715AA">
        <w:t>V části druhé, čl. III se vkládá nový bod, který zní:</w:t>
      </w:r>
    </w:p>
    <w:p w:rsidR="000715AA" w:rsidRPr="000715AA" w:rsidRDefault="000715AA" w:rsidP="00FE093C">
      <w:r w:rsidRPr="000715AA">
        <w:t>„1. V § 1 se doplňuje odstavec 8, který zní:</w:t>
      </w:r>
    </w:p>
    <w:p w:rsidR="000715AA" w:rsidRPr="000715AA" w:rsidRDefault="000715AA" w:rsidP="00404CD5">
      <w:pPr>
        <w:ind w:left="142"/>
      </w:pPr>
    </w:p>
    <w:p w:rsidR="000715AA" w:rsidRPr="000715AA" w:rsidRDefault="000715AA" w:rsidP="00404CD5">
      <w:pPr>
        <w:ind w:firstLine="708"/>
      </w:pPr>
      <w:r w:rsidRPr="000715AA">
        <w:t>„(8) Inspektorát neprojedná ve společném řízení přestupek, k jehož projednání je podle tohoto zákona příslušný jiný inspektorát, ani k takovému přestupku nepřihlédne při určení druhu a výměry správního trestu.“.“.</w:t>
      </w:r>
    </w:p>
    <w:p w:rsidR="000715AA" w:rsidRPr="000715AA" w:rsidRDefault="000715AA" w:rsidP="00404CD5"/>
    <w:p w:rsidR="000715AA" w:rsidRPr="000715AA" w:rsidRDefault="000715AA" w:rsidP="00404CD5">
      <w:r w:rsidRPr="000715AA">
        <w:t xml:space="preserve">Dosavadní body 1 až 47 se přečíslují.  </w:t>
      </w:r>
    </w:p>
    <w:p w:rsidR="000715AA" w:rsidRDefault="000715AA" w:rsidP="00404CD5"/>
    <w:p w:rsidR="00404CD5" w:rsidRPr="000715AA" w:rsidRDefault="00404CD5" w:rsidP="00404CD5"/>
    <w:p w:rsidR="000715AA" w:rsidRPr="000715AA" w:rsidRDefault="00A117E9" w:rsidP="00404CD5">
      <w:pPr>
        <w:ind w:left="426" w:hanging="426"/>
      </w:pPr>
      <w:r>
        <w:rPr>
          <w:b/>
        </w:rPr>
        <w:t xml:space="preserve">A. 13. </w:t>
      </w:r>
      <w:r w:rsidR="000715AA" w:rsidRPr="000715AA">
        <w:t>V části druhé, čl. III v dosavadním bodu 11 v § 3 odst. 3 písm. n) se slova „a navrhuje ministerstvu národní referenční laboratoře“ nahrazují slovy „</w:t>
      </w:r>
      <w:r w:rsidR="008D11A1">
        <w:t xml:space="preserve"> </w:t>
      </w:r>
      <w:r w:rsidR="000715AA" w:rsidRPr="000715AA">
        <w:t>, navrhuje ministerstvu národní referenční laboratoře a vede seznam externích určených úředních laboratoří, který zveřejní na svých internetových stránkách“.</w:t>
      </w:r>
    </w:p>
    <w:p w:rsidR="000715AA" w:rsidRDefault="000715AA" w:rsidP="00404CD5">
      <w:pPr>
        <w:ind w:left="142"/>
      </w:pPr>
    </w:p>
    <w:p w:rsidR="00404CD5" w:rsidRPr="000715AA" w:rsidRDefault="00404CD5" w:rsidP="00404CD5">
      <w:pPr>
        <w:ind w:left="142"/>
      </w:pPr>
    </w:p>
    <w:p w:rsidR="000715AA" w:rsidRPr="000715AA" w:rsidRDefault="00A117E9" w:rsidP="00404CD5">
      <w:pPr>
        <w:ind w:left="426" w:hanging="426"/>
      </w:pPr>
      <w:r>
        <w:rPr>
          <w:b/>
        </w:rPr>
        <w:t xml:space="preserve">A. 14. </w:t>
      </w:r>
      <w:r w:rsidR="000715AA" w:rsidRPr="000715AA">
        <w:t>V části druhé, čl. III v dosavadním bodu 23 v § 4a se doplňuje odstavec 3, který zní:</w:t>
      </w:r>
    </w:p>
    <w:p w:rsidR="000715AA" w:rsidRPr="000715AA" w:rsidRDefault="000715AA" w:rsidP="00404CD5">
      <w:pPr>
        <w:pStyle w:val="Odstavecseseznamem"/>
        <w:jc w:val="both"/>
      </w:pPr>
    </w:p>
    <w:p w:rsidR="000715AA" w:rsidRPr="000715AA" w:rsidRDefault="000715AA" w:rsidP="00404CD5">
      <w:pPr>
        <w:ind w:firstLine="708"/>
      </w:pPr>
      <w:r w:rsidRPr="000715AA">
        <w:t xml:space="preserve">„(3) Rozbor vzorku pro druhé odborné stanovisko podle § 16 odst. 7 zákona o potravinách a tabákových výrobcích lze provést pouze v laboratořích určených inspekcí podle čl. 37 nařízení Evropského parlamentu a Rady (EU) 2017/625, a to v rozsahu úkolů určených inspekcí. Pokud není možné provést rozbor vzorku pro druhé odborné stanovisko v rámci rozsahu určení podle věty první, lze jej provést v laboratořích určených inspekcí podle čl. 37 nařízení Evropského parlamentu a Rady (EU) 2017/625 i mimo rozsah úkolů určených inspekcí. Pokud není možné provést rozbor vzorku pro druhé odborné stanovisko v laboratoři určené inspekcí, lze jej provést v jiné vhodné laboratoři, která splňuje podmínky pro provoz laboratoří stanovené v nařízení Evropského parlamentu a Rady (EU) 2017/625. Nezbytnost zadání provedení rozboru v jiné než určené laboratoři prokazuje kontrolovaná osoba.“. </w:t>
      </w:r>
    </w:p>
    <w:p w:rsidR="000715AA" w:rsidRDefault="000715AA" w:rsidP="00404CD5"/>
    <w:p w:rsidR="003F26AC" w:rsidRPr="000715AA" w:rsidRDefault="003F26AC" w:rsidP="00404CD5"/>
    <w:p w:rsidR="000715AA" w:rsidRPr="000715AA" w:rsidRDefault="00A117E9" w:rsidP="00404CD5">
      <w:pPr>
        <w:ind w:left="426" w:hanging="426"/>
      </w:pPr>
      <w:r>
        <w:rPr>
          <w:b/>
        </w:rPr>
        <w:t xml:space="preserve">A. 15. </w:t>
      </w:r>
      <w:r w:rsidR="000715AA" w:rsidRPr="000715AA">
        <w:t>V části druhé, čl. III se za dosavadní bod 27 vkládá nový bod 28, který zní:</w:t>
      </w:r>
    </w:p>
    <w:p w:rsidR="000715AA" w:rsidRPr="000715AA" w:rsidRDefault="000715AA" w:rsidP="00404CD5">
      <w:pPr>
        <w:ind w:left="131"/>
      </w:pPr>
    </w:p>
    <w:p w:rsidR="000715AA" w:rsidRPr="000715AA" w:rsidRDefault="000715AA" w:rsidP="00FE093C">
      <w:r w:rsidRPr="000715AA">
        <w:t>„28. V § 5 odst. 1 písmeno h) včetně poznámky pod čarou č. 14q zní:</w:t>
      </w:r>
    </w:p>
    <w:p w:rsidR="000715AA" w:rsidRPr="000715AA" w:rsidRDefault="000715AA" w:rsidP="00404CD5">
      <w:pPr>
        <w:ind w:left="131"/>
      </w:pPr>
    </w:p>
    <w:p w:rsidR="000715AA" w:rsidRPr="000715AA" w:rsidRDefault="000715AA" w:rsidP="00404CD5">
      <w:pPr>
        <w:ind w:left="357" w:hanging="227"/>
      </w:pPr>
      <w:r w:rsidRPr="000715AA">
        <w:t>„h) v případě zjištění protiprávního jednání</w:t>
      </w:r>
      <w:r w:rsidRPr="000715AA">
        <w:rPr>
          <w:vertAlign w:val="superscript"/>
        </w:rPr>
        <w:t>14q)</w:t>
      </w:r>
      <w:r w:rsidRPr="000715AA">
        <w:t>, kterého se kontrolovaná osoba dopustila na území Evropské unie nebo v jiném státě tvořícím Evropský hospodářský prostor, takové jednání zakáže nebo uloží jinou povinnost, která povede k nápravě protiprávního stavu,</w:t>
      </w:r>
    </w:p>
    <w:p w:rsidR="000715AA" w:rsidRPr="000715AA" w:rsidRDefault="000715AA" w:rsidP="00404CD5">
      <w:pPr>
        <w:ind w:left="357" w:hanging="227"/>
      </w:pPr>
      <w:r w:rsidRPr="000715AA">
        <w:t>_____</w:t>
      </w:r>
      <w:r w:rsidR="00A536C3">
        <w:t>____________________</w:t>
      </w:r>
    </w:p>
    <w:p w:rsidR="000715AA" w:rsidRPr="000715AA" w:rsidRDefault="000715AA" w:rsidP="00404CD5">
      <w:pPr>
        <w:ind w:left="357" w:hanging="227"/>
      </w:pPr>
      <w:r w:rsidRPr="000715AA">
        <w:rPr>
          <w:vertAlign w:val="superscript"/>
        </w:rPr>
        <w:t>14q)</w:t>
      </w:r>
      <w:r w:rsidR="003B1AF9">
        <w:rPr>
          <w:vertAlign w:val="superscript"/>
        </w:rPr>
        <w:tab/>
      </w:r>
      <w:r w:rsidRPr="000715AA">
        <w:t>Čl. 105 a 106 nařízení Evropského parlamentu a Rady (EU) č. 2017/625.“.</w:t>
      </w:r>
    </w:p>
    <w:p w:rsidR="000715AA" w:rsidRPr="000715AA" w:rsidRDefault="000715AA" w:rsidP="00404CD5">
      <w:pPr>
        <w:ind w:left="357" w:hanging="227"/>
      </w:pPr>
    </w:p>
    <w:p w:rsidR="000715AA" w:rsidRPr="000715AA" w:rsidRDefault="000715AA" w:rsidP="00404CD5">
      <w:pPr>
        <w:ind w:left="357" w:hanging="227"/>
      </w:pPr>
      <w:r w:rsidRPr="000715AA">
        <w:t>Poznámka pod čarou č. 14r se zrušuje.“.</w:t>
      </w:r>
    </w:p>
    <w:p w:rsidR="000715AA" w:rsidRDefault="000715AA" w:rsidP="00404CD5"/>
    <w:p w:rsidR="00404CD5" w:rsidRPr="000715AA" w:rsidRDefault="00404CD5" w:rsidP="00404CD5"/>
    <w:p w:rsidR="000715AA" w:rsidRPr="000715AA" w:rsidRDefault="00A117E9" w:rsidP="00404CD5">
      <w:pPr>
        <w:ind w:left="426" w:hanging="426"/>
      </w:pPr>
      <w:r w:rsidRPr="00A117E9">
        <w:rPr>
          <w:b/>
        </w:rPr>
        <w:t>A. 16.</w:t>
      </w:r>
      <w:r>
        <w:t xml:space="preserve"> </w:t>
      </w:r>
      <w:r w:rsidR="000715AA" w:rsidRPr="000715AA">
        <w:t xml:space="preserve">V části </w:t>
      </w:r>
      <w:r w:rsidR="007464DD">
        <w:t>čtvrté</w:t>
      </w:r>
      <w:r w:rsidR="000715AA" w:rsidRPr="000715AA">
        <w:t>, čl. VI se slova „dnem 14. prosince 2019“ nahrazují slovy „patnáctým dnem po jeho vyhlášení“, slova „dnem 1. dubna 2020“ se nahrazují slovy „prvním dnem šestého kalendářního měsíce následujícího po jeho vyhlášení“ a slova „dnem 1. července 2020“ se nahrazují slovy „prvním dnem devátého kalendářního měsíce následujícího po jeho vyhlášení“.</w:t>
      </w:r>
    </w:p>
    <w:p w:rsidR="000715AA" w:rsidRDefault="000715AA" w:rsidP="00404CD5"/>
    <w:p w:rsidR="00CE62E8" w:rsidRPr="000715AA" w:rsidRDefault="00CE62E8" w:rsidP="00404CD5"/>
    <w:p w:rsidR="00A92050" w:rsidRPr="00A92050" w:rsidRDefault="00A92050" w:rsidP="00A92050"/>
    <w:p w:rsidR="00A92050" w:rsidRPr="00A92050" w:rsidRDefault="00A92050" w:rsidP="00A92050">
      <w:pPr>
        <w:jc w:val="center"/>
        <w:rPr>
          <w:b/>
          <w:sz w:val="28"/>
          <w:szCs w:val="28"/>
        </w:rPr>
      </w:pPr>
      <w:r w:rsidRPr="00A92050">
        <w:rPr>
          <w:b/>
          <w:sz w:val="28"/>
          <w:szCs w:val="28"/>
        </w:rPr>
        <w:t>Pozměňovací návrhy přednesené v</w:t>
      </w:r>
      <w:r w:rsidR="001B06E1">
        <w:rPr>
          <w:b/>
          <w:sz w:val="28"/>
          <w:szCs w:val="28"/>
        </w:rPr>
        <w:t xml:space="preserve"> opakovaném </w:t>
      </w:r>
      <w:r w:rsidRPr="00A92050">
        <w:rPr>
          <w:b/>
          <w:sz w:val="28"/>
          <w:szCs w:val="28"/>
        </w:rPr>
        <w:t>druhém čtení</w:t>
      </w:r>
      <w:r w:rsidR="001B06E1">
        <w:rPr>
          <w:b/>
          <w:sz w:val="28"/>
          <w:szCs w:val="28"/>
        </w:rPr>
        <w:br/>
      </w:r>
      <w:r w:rsidRPr="00A92050">
        <w:rPr>
          <w:b/>
          <w:sz w:val="28"/>
          <w:szCs w:val="28"/>
        </w:rPr>
        <w:t xml:space="preserve">dne </w:t>
      </w:r>
      <w:r w:rsidR="001B06E1">
        <w:rPr>
          <w:b/>
          <w:sz w:val="28"/>
          <w:szCs w:val="28"/>
        </w:rPr>
        <w:t>1</w:t>
      </w:r>
      <w:r w:rsidR="00DC4351">
        <w:rPr>
          <w:b/>
          <w:sz w:val="28"/>
          <w:szCs w:val="28"/>
        </w:rPr>
        <w:t xml:space="preserve">. </w:t>
      </w:r>
      <w:r w:rsidR="001B06E1">
        <w:rPr>
          <w:b/>
          <w:sz w:val="28"/>
          <w:szCs w:val="28"/>
        </w:rPr>
        <w:t>prosince</w:t>
      </w:r>
      <w:r w:rsidR="00DC4351">
        <w:rPr>
          <w:b/>
          <w:sz w:val="28"/>
          <w:szCs w:val="28"/>
        </w:rPr>
        <w:t xml:space="preserve"> 2020</w:t>
      </w:r>
    </w:p>
    <w:p w:rsidR="00A92050" w:rsidRDefault="00A92050" w:rsidP="00A92050"/>
    <w:p w:rsidR="00BC383C" w:rsidRDefault="00BC383C" w:rsidP="00DC4351"/>
    <w:p w:rsidR="00EA2F11" w:rsidRPr="00C14EE2" w:rsidRDefault="006D4FCB" w:rsidP="00DC4351">
      <w:pPr>
        <w:rPr>
          <w:b/>
        </w:rPr>
      </w:pPr>
      <w:r w:rsidRPr="00C14EE2">
        <w:rPr>
          <w:b/>
        </w:rPr>
        <w:t>B</w:t>
      </w:r>
      <w:r w:rsidR="00C14EE2">
        <w:rPr>
          <w:b/>
        </w:rPr>
        <w:t>.</w:t>
      </w:r>
      <w:r w:rsidR="00C14EE2">
        <w:rPr>
          <w:b/>
        </w:rPr>
        <w:tab/>
      </w:r>
      <w:r w:rsidR="00C14EE2" w:rsidRPr="00C14EE2">
        <w:rPr>
          <w:b/>
        </w:rPr>
        <w:t>Poslankyně Olga Richterová</w:t>
      </w:r>
    </w:p>
    <w:p w:rsidR="00EA2F11" w:rsidRPr="00C14EE2" w:rsidRDefault="00C14EE2" w:rsidP="00DC4351">
      <w:pPr>
        <w:rPr>
          <w:i/>
        </w:rPr>
      </w:pPr>
      <w:r w:rsidRPr="00C14EE2">
        <w:rPr>
          <w:i/>
        </w:rPr>
        <w:t>SD 4116</w:t>
      </w:r>
    </w:p>
    <w:p w:rsidR="00C14EE2" w:rsidRDefault="007464DD" w:rsidP="00C14EE2">
      <w:pPr>
        <w:keepNext/>
        <w:rPr>
          <w:shd w:val="clear" w:color="auto" w:fill="FFFFFF"/>
        </w:rPr>
      </w:pPr>
      <w:r>
        <w:rPr>
          <w:shd w:val="clear" w:color="auto" w:fill="FFFFFF"/>
        </w:rPr>
        <w:t>V části první</w:t>
      </w:r>
      <w:r w:rsidR="003045ED">
        <w:rPr>
          <w:shd w:val="clear" w:color="auto" w:fill="FFFFFF"/>
        </w:rPr>
        <w:t>,</w:t>
      </w:r>
      <w:r>
        <w:rPr>
          <w:shd w:val="clear" w:color="auto" w:fill="FFFFFF"/>
        </w:rPr>
        <w:t xml:space="preserve"> čl. I se za </w:t>
      </w:r>
      <w:r w:rsidR="00C14EE2">
        <w:rPr>
          <w:shd w:val="clear" w:color="auto" w:fill="FFFFFF"/>
        </w:rPr>
        <w:t>bod 25 vkládají nové body 26 až 30, které znějí:</w:t>
      </w:r>
    </w:p>
    <w:p w:rsidR="00C14EE2" w:rsidRDefault="00C14EE2" w:rsidP="00C14EE2">
      <w:pPr>
        <w:keepNext/>
        <w:rPr>
          <w:shd w:val="clear" w:color="auto" w:fill="FFFFFF"/>
        </w:rPr>
      </w:pPr>
    </w:p>
    <w:p w:rsidR="00C14EE2" w:rsidRDefault="00C14EE2" w:rsidP="00C14EE2">
      <w:pPr>
        <w:keepNext/>
        <w:rPr>
          <w:shd w:val="clear" w:color="auto" w:fill="FFFFFF"/>
        </w:rPr>
      </w:pPr>
      <w:r>
        <w:rPr>
          <w:shd w:val="clear" w:color="auto" w:fill="FFFFFF"/>
        </w:rPr>
        <w:t xml:space="preserve">„26. V § 11 odst. 2  a 3 se slova „humanitárním nebo charitativním organizacím“ nahrazují slovy „veřejně prospěšným právnickým osobám“. </w:t>
      </w:r>
    </w:p>
    <w:p w:rsidR="00C14EE2" w:rsidRDefault="00C14EE2" w:rsidP="00C14EE2">
      <w:pPr>
        <w:keepNext/>
        <w:rPr>
          <w:shd w:val="clear" w:color="auto" w:fill="FFFFFF"/>
        </w:rPr>
      </w:pPr>
    </w:p>
    <w:p w:rsidR="00C14EE2" w:rsidRDefault="00C14EE2" w:rsidP="00C14EE2">
      <w:pPr>
        <w:keepNext/>
        <w:rPr>
          <w:shd w:val="clear" w:color="auto" w:fill="FFFFFF"/>
        </w:rPr>
      </w:pPr>
      <w:r>
        <w:rPr>
          <w:shd w:val="clear" w:color="auto" w:fill="FFFFFF"/>
        </w:rPr>
        <w:t xml:space="preserve">27. V § 11 odst. 2  větě první a odst.  3 větě první se slova „klientům sociálních služeb“ zrušují. </w:t>
      </w:r>
    </w:p>
    <w:p w:rsidR="00C14EE2" w:rsidRDefault="00C14EE2" w:rsidP="00C14EE2">
      <w:pPr>
        <w:keepNext/>
        <w:rPr>
          <w:shd w:val="clear" w:color="auto" w:fill="FFFFFF"/>
        </w:rPr>
      </w:pPr>
    </w:p>
    <w:p w:rsidR="00C14EE2" w:rsidRDefault="00C14EE2" w:rsidP="00C14EE2">
      <w:pPr>
        <w:keepNext/>
        <w:rPr>
          <w:shd w:val="clear" w:color="auto" w:fill="FFFFFF"/>
        </w:rPr>
      </w:pPr>
      <w:r>
        <w:rPr>
          <w:shd w:val="clear" w:color="auto" w:fill="FFFFFF"/>
        </w:rPr>
        <w:t xml:space="preserve">28. V § 11 odst. 2 a 3 se slova „určené klientům sociálních služeb“ nahrazují slovy  „podle věty první“. </w:t>
      </w:r>
    </w:p>
    <w:p w:rsidR="00C14EE2" w:rsidRDefault="00C14EE2" w:rsidP="00C14EE2">
      <w:pPr>
        <w:keepNext/>
        <w:rPr>
          <w:shd w:val="clear" w:color="auto" w:fill="FFFFFF"/>
        </w:rPr>
      </w:pPr>
    </w:p>
    <w:p w:rsidR="00C14EE2" w:rsidRDefault="00C14EE2" w:rsidP="00C14EE2">
      <w:pPr>
        <w:keepNext/>
        <w:rPr>
          <w:shd w:val="clear" w:color="auto" w:fill="FFFFFF"/>
        </w:rPr>
      </w:pPr>
      <w:r>
        <w:rPr>
          <w:shd w:val="clear" w:color="auto" w:fill="FFFFFF"/>
        </w:rPr>
        <w:t xml:space="preserve">29. V § 11 odst.  2 a 3 se za slovo „tyto“ vkládá slovo „neziskové“. </w:t>
      </w:r>
    </w:p>
    <w:p w:rsidR="00C14EE2" w:rsidRDefault="00C14EE2" w:rsidP="00C14EE2">
      <w:pPr>
        <w:keepNext/>
        <w:rPr>
          <w:shd w:val="clear" w:color="auto" w:fill="FFFFFF"/>
        </w:rPr>
      </w:pPr>
    </w:p>
    <w:p w:rsidR="00C14EE2" w:rsidRDefault="00C14EE2" w:rsidP="00C14EE2">
      <w:pPr>
        <w:keepNext/>
        <w:rPr>
          <w:shd w:val="clear" w:color="auto" w:fill="FFFFFF"/>
        </w:rPr>
      </w:pPr>
      <w:r>
        <w:rPr>
          <w:shd w:val="clear" w:color="auto" w:fill="FFFFFF"/>
        </w:rPr>
        <w:t>30. V § 11 odst. 4  písm. c) se slova „klientovi sociálních služeb“ nahrazují slovy „osobě, které je potravina poskytována“.“.</w:t>
      </w:r>
    </w:p>
    <w:p w:rsidR="00EA2F11" w:rsidRDefault="00EA2F11" w:rsidP="00DC4351"/>
    <w:p w:rsidR="00C14EE2" w:rsidRDefault="00C14EE2" w:rsidP="00DC4351"/>
    <w:p w:rsidR="00C14EE2" w:rsidRPr="00350EE3" w:rsidRDefault="00C14EE2" w:rsidP="00DC4351">
      <w:pPr>
        <w:rPr>
          <w:b/>
        </w:rPr>
      </w:pPr>
      <w:r w:rsidRPr="00350EE3">
        <w:rPr>
          <w:b/>
        </w:rPr>
        <w:t>C.</w:t>
      </w:r>
      <w:r w:rsidRPr="00350EE3">
        <w:rPr>
          <w:b/>
        </w:rPr>
        <w:tab/>
        <w:t>Poslanec Petr Bendl</w:t>
      </w:r>
    </w:p>
    <w:p w:rsidR="00C14EE2" w:rsidRPr="00C14EE2" w:rsidRDefault="007464DD" w:rsidP="00DC4351">
      <w:pPr>
        <w:rPr>
          <w:i/>
        </w:rPr>
      </w:pPr>
      <w:r w:rsidRPr="007464DD">
        <w:rPr>
          <w:b/>
          <w:i/>
        </w:rPr>
        <w:t>C1.</w:t>
      </w:r>
      <w:r>
        <w:rPr>
          <w:i/>
        </w:rPr>
        <w:t xml:space="preserve"> </w:t>
      </w:r>
      <w:r w:rsidR="00C14EE2" w:rsidRPr="00C14EE2">
        <w:rPr>
          <w:i/>
        </w:rPr>
        <w:t>SD 4501</w:t>
      </w:r>
    </w:p>
    <w:p w:rsidR="00C14EE2" w:rsidRDefault="00C14EE2" w:rsidP="00DC4351"/>
    <w:p w:rsidR="00C14EE2" w:rsidRPr="007B3052" w:rsidRDefault="00C14EE2" w:rsidP="00C14EE2">
      <w:pPr>
        <w:numPr>
          <w:ilvl w:val="0"/>
          <w:numId w:val="14"/>
        </w:numPr>
        <w:spacing w:after="160" w:line="259" w:lineRule="auto"/>
        <w:contextualSpacing/>
        <w:jc w:val="left"/>
        <w:rPr>
          <w:rFonts w:eastAsia="Calibri"/>
        </w:rPr>
      </w:pPr>
      <w:r w:rsidRPr="007B3052">
        <w:rPr>
          <w:rFonts w:eastAsia="Calibri"/>
        </w:rPr>
        <w:t xml:space="preserve">V části první, článku I, se za bod </w:t>
      </w:r>
      <w:r>
        <w:rPr>
          <w:rFonts w:eastAsia="Calibri"/>
        </w:rPr>
        <w:t>57</w:t>
      </w:r>
      <w:r w:rsidRPr="007B3052">
        <w:rPr>
          <w:rFonts w:eastAsia="Calibri"/>
        </w:rPr>
        <w:t xml:space="preserve"> vkládá nový bod </w:t>
      </w:r>
      <w:r>
        <w:rPr>
          <w:rFonts w:eastAsia="Calibri"/>
        </w:rPr>
        <w:t>58</w:t>
      </w:r>
      <w:r w:rsidRPr="007B3052">
        <w:rPr>
          <w:rFonts w:eastAsia="Calibri"/>
        </w:rPr>
        <w:t>, který zní:</w:t>
      </w:r>
    </w:p>
    <w:p w:rsidR="00C14EE2" w:rsidRPr="007B3052" w:rsidRDefault="00C14EE2" w:rsidP="00C14EE2">
      <w:pPr>
        <w:rPr>
          <w:rFonts w:eastAsia="Calibri"/>
        </w:rPr>
      </w:pPr>
      <w:r>
        <w:rPr>
          <w:rFonts w:eastAsia="Calibri"/>
          <w:b/>
        </w:rPr>
        <w:t>„58</w:t>
      </w:r>
      <w:r w:rsidRPr="007B3052">
        <w:rPr>
          <w:rFonts w:eastAsia="Calibri"/>
        </w:rPr>
        <w:t>.</w:t>
      </w:r>
      <w:r w:rsidRPr="007B3052">
        <w:rPr>
          <w:rFonts w:eastAsia="Calibri"/>
        </w:rPr>
        <w:tab/>
        <w:t xml:space="preserve">V § </w:t>
      </w:r>
      <w:r>
        <w:rPr>
          <w:rFonts w:eastAsia="Calibri"/>
        </w:rPr>
        <w:t>17</w:t>
      </w:r>
      <w:r w:rsidRPr="007B3052">
        <w:rPr>
          <w:rFonts w:eastAsia="Calibri"/>
        </w:rPr>
        <w:t xml:space="preserve"> </w:t>
      </w:r>
      <w:r>
        <w:rPr>
          <w:rFonts w:eastAsia="Calibri"/>
        </w:rPr>
        <w:t xml:space="preserve">odst. 2 </w:t>
      </w:r>
      <w:r w:rsidRPr="007B3052">
        <w:rPr>
          <w:rFonts w:eastAsia="Calibri"/>
        </w:rPr>
        <w:t xml:space="preserve">se </w:t>
      </w:r>
      <w:r>
        <w:rPr>
          <w:rFonts w:eastAsia="Calibri"/>
        </w:rPr>
        <w:t>slova „podle § 10 odst. 1“ nahrazují slovy “podle § 10 odst. 1 písm. a) až f)“.</w:t>
      </w:r>
      <w:r w:rsidRPr="00007E95">
        <w:rPr>
          <w:rFonts w:eastAsia="Calibri"/>
          <w:b/>
        </w:rPr>
        <w:t>“</w:t>
      </w:r>
      <w:r w:rsidRPr="00007E95">
        <w:rPr>
          <w:rFonts w:eastAsia="Calibri"/>
        </w:rPr>
        <w:t>.</w:t>
      </w:r>
    </w:p>
    <w:p w:rsidR="00C14EE2" w:rsidRDefault="00C14EE2" w:rsidP="00C14EE2">
      <w:pPr>
        <w:rPr>
          <w:rFonts w:eastAsia="Calibri"/>
        </w:rPr>
      </w:pPr>
      <w:r>
        <w:rPr>
          <w:rFonts w:eastAsia="Calibri"/>
        </w:rPr>
        <w:t>Dosavadní bod 58 a následující se přečíslují.</w:t>
      </w:r>
    </w:p>
    <w:p w:rsidR="00C14EE2" w:rsidRDefault="00C14EE2" w:rsidP="00C14EE2">
      <w:pPr>
        <w:ind w:left="360"/>
        <w:contextualSpacing/>
        <w:rPr>
          <w:rFonts w:eastAsia="Calibri"/>
        </w:rPr>
      </w:pPr>
    </w:p>
    <w:p w:rsidR="00C14EE2" w:rsidRPr="007B3052" w:rsidRDefault="00C14EE2" w:rsidP="00C14EE2">
      <w:pPr>
        <w:numPr>
          <w:ilvl w:val="0"/>
          <w:numId w:val="14"/>
        </w:numPr>
        <w:spacing w:after="160" w:line="259" w:lineRule="auto"/>
        <w:contextualSpacing/>
        <w:jc w:val="left"/>
        <w:rPr>
          <w:rFonts w:eastAsia="Calibri"/>
        </w:rPr>
      </w:pPr>
      <w:r w:rsidRPr="007B3052">
        <w:rPr>
          <w:rFonts w:eastAsia="Calibri"/>
        </w:rPr>
        <w:t xml:space="preserve">V části první, článku I, se za </w:t>
      </w:r>
      <w:r>
        <w:rPr>
          <w:rFonts w:eastAsia="Calibri"/>
        </w:rPr>
        <w:t xml:space="preserve">bod 59 (dosavadní </w:t>
      </w:r>
      <w:r w:rsidRPr="007B3052">
        <w:rPr>
          <w:rFonts w:eastAsia="Calibri"/>
        </w:rPr>
        <w:t xml:space="preserve">bod </w:t>
      </w:r>
      <w:r>
        <w:rPr>
          <w:rFonts w:eastAsia="Calibri"/>
        </w:rPr>
        <w:t xml:space="preserve">58) </w:t>
      </w:r>
      <w:r w:rsidRPr="007B3052">
        <w:rPr>
          <w:rFonts w:eastAsia="Calibri"/>
        </w:rPr>
        <w:t xml:space="preserve">vkládá nový bod </w:t>
      </w:r>
      <w:r>
        <w:rPr>
          <w:rFonts w:eastAsia="Calibri"/>
        </w:rPr>
        <w:t>60</w:t>
      </w:r>
      <w:r w:rsidRPr="007B3052">
        <w:rPr>
          <w:rFonts w:eastAsia="Calibri"/>
        </w:rPr>
        <w:t>, který zní:</w:t>
      </w:r>
    </w:p>
    <w:p w:rsidR="00C14EE2" w:rsidRPr="007B3052" w:rsidRDefault="00C14EE2" w:rsidP="00C14EE2">
      <w:pPr>
        <w:rPr>
          <w:rFonts w:eastAsia="Calibri"/>
        </w:rPr>
      </w:pPr>
      <w:r>
        <w:rPr>
          <w:rFonts w:eastAsia="Calibri"/>
          <w:b/>
        </w:rPr>
        <w:t>„60</w:t>
      </w:r>
      <w:r w:rsidRPr="007B3052">
        <w:rPr>
          <w:rFonts w:eastAsia="Calibri"/>
        </w:rPr>
        <w:t>.</w:t>
      </w:r>
      <w:r w:rsidRPr="007B3052">
        <w:rPr>
          <w:rFonts w:eastAsia="Calibri"/>
        </w:rPr>
        <w:tab/>
        <w:t xml:space="preserve">V § </w:t>
      </w:r>
      <w:r>
        <w:rPr>
          <w:rFonts w:eastAsia="Calibri"/>
        </w:rPr>
        <w:t>17</w:t>
      </w:r>
      <w:r w:rsidRPr="007B3052">
        <w:rPr>
          <w:rFonts w:eastAsia="Calibri"/>
        </w:rPr>
        <w:t xml:space="preserve"> se za </w:t>
      </w:r>
      <w:r>
        <w:rPr>
          <w:rFonts w:eastAsia="Calibri"/>
        </w:rPr>
        <w:t>odstavec 5</w:t>
      </w:r>
      <w:r w:rsidRPr="007B3052">
        <w:rPr>
          <w:rFonts w:eastAsia="Calibri"/>
        </w:rPr>
        <w:t xml:space="preserve"> </w:t>
      </w:r>
      <w:r>
        <w:rPr>
          <w:rFonts w:eastAsia="Calibri"/>
        </w:rPr>
        <w:t>vkládá nový odstavec 6, který</w:t>
      </w:r>
      <w:r w:rsidRPr="007B3052">
        <w:rPr>
          <w:rFonts w:eastAsia="Calibri"/>
        </w:rPr>
        <w:t xml:space="preserve"> zní:</w:t>
      </w:r>
    </w:p>
    <w:p w:rsidR="00C14EE2" w:rsidRPr="007B3052" w:rsidRDefault="00C14EE2" w:rsidP="00C14EE2">
      <w:pPr>
        <w:tabs>
          <w:tab w:val="left" w:pos="567"/>
        </w:tabs>
        <w:ind w:left="567" w:hanging="567"/>
        <w:rPr>
          <w:rFonts w:eastAsia="Calibri"/>
        </w:rPr>
      </w:pPr>
      <w:r w:rsidRPr="007B3052">
        <w:rPr>
          <w:rFonts w:eastAsia="Calibri"/>
        </w:rPr>
        <w:lastRenderedPageBreak/>
        <w:t>„</w:t>
      </w:r>
      <w:r w:rsidR="007464DD">
        <w:rPr>
          <w:rFonts w:eastAsia="Calibri"/>
        </w:rPr>
        <w:t>(</w:t>
      </w:r>
      <w:r>
        <w:rPr>
          <w:rFonts w:eastAsia="Calibri"/>
        </w:rPr>
        <w:t>6</w:t>
      </w:r>
      <w:r w:rsidRPr="007B3052">
        <w:rPr>
          <w:rFonts w:eastAsia="Calibri"/>
        </w:rPr>
        <w:t xml:space="preserve">) </w:t>
      </w:r>
      <w:r w:rsidRPr="007B3052">
        <w:rPr>
          <w:rFonts w:eastAsia="Calibri"/>
        </w:rPr>
        <w:tab/>
      </w:r>
      <w:r w:rsidRPr="00D6273B">
        <w:rPr>
          <w:rFonts w:eastAsia="Calibri"/>
        </w:rPr>
        <w:t>Provozovatel potravinářského podniku, který vyrábí potraviny</w:t>
      </w:r>
      <w:r>
        <w:rPr>
          <w:rFonts w:eastAsia="Calibri"/>
        </w:rPr>
        <w:t>, nebo p</w:t>
      </w:r>
      <w:r w:rsidRPr="00D6273B">
        <w:rPr>
          <w:rFonts w:eastAsia="Calibri"/>
        </w:rPr>
        <w:t>rovozovatel potravinářského podniku</w:t>
      </w:r>
      <w:r>
        <w:rPr>
          <w:rFonts w:eastAsia="Calibri"/>
        </w:rPr>
        <w:t xml:space="preserve"> při prodeji potravin opatřených jakýmkoliv označením úzce spojeným</w:t>
      </w:r>
      <w:r w:rsidRPr="00533490">
        <w:rPr>
          <w:rFonts w:eastAsia="Calibri"/>
        </w:rPr>
        <w:t xml:space="preserve"> s</w:t>
      </w:r>
      <w:r>
        <w:rPr>
          <w:rFonts w:eastAsia="Calibri"/>
        </w:rPr>
        <w:t xml:space="preserve"> tímto </w:t>
      </w:r>
      <w:r w:rsidRPr="00533490">
        <w:rPr>
          <w:rFonts w:eastAsia="Calibri"/>
        </w:rPr>
        <w:t>provozov</w:t>
      </w:r>
      <w:r>
        <w:rPr>
          <w:rFonts w:eastAsia="Calibri"/>
        </w:rPr>
        <w:t xml:space="preserve">atelem potravinářského podniku a </w:t>
      </w:r>
      <w:r w:rsidRPr="00661E56">
        <w:rPr>
          <w:rFonts w:eastAsia="Calibri"/>
        </w:rPr>
        <w:t>záro</w:t>
      </w:r>
      <w:r>
        <w:rPr>
          <w:rFonts w:eastAsia="Calibri"/>
        </w:rPr>
        <w:t>veň vyrobených</w:t>
      </w:r>
      <w:r w:rsidRPr="00661E56">
        <w:rPr>
          <w:rFonts w:eastAsia="Calibri"/>
        </w:rPr>
        <w:t xml:space="preserve"> jiným provozovatelem potravinářského podniku </w:t>
      </w:r>
      <w:r>
        <w:rPr>
          <w:rFonts w:eastAsia="Calibri"/>
        </w:rPr>
        <w:t xml:space="preserve">(dále jen „potraviny privátní značky“), </w:t>
      </w:r>
      <w:r w:rsidRPr="00D6273B">
        <w:rPr>
          <w:rFonts w:eastAsia="Calibri"/>
        </w:rPr>
        <w:t>se dopustí přestupku tím, že poruší zákaz uvádět na trh potrav</w:t>
      </w:r>
      <w:r>
        <w:rPr>
          <w:rFonts w:eastAsia="Calibri"/>
        </w:rPr>
        <w:t>iny podle § 10 odst. 1 písm. g); to neplatí pro p</w:t>
      </w:r>
      <w:r w:rsidRPr="00C96107">
        <w:rPr>
          <w:rFonts w:eastAsia="Calibri"/>
        </w:rPr>
        <w:t>rovozovatel</w:t>
      </w:r>
      <w:r>
        <w:rPr>
          <w:rFonts w:eastAsia="Calibri"/>
        </w:rPr>
        <w:t>e</w:t>
      </w:r>
      <w:r w:rsidRPr="00C96107">
        <w:rPr>
          <w:rFonts w:eastAsia="Calibri"/>
        </w:rPr>
        <w:t xml:space="preserve"> potravinářského podniku, který </w:t>
      </w:r>
      <w:r>
        <w:rPr>
          <w:rFonts w:eastAsia="Calibri"/>
        </w:rPr>
        <w:t>vyrábí nebo provádí převážnou část výroby</w:t>
      </w:r>
      <w:r w:rsidRPr="00C96107">
        <w:rPr>
          <w:rFonts w:eastAsia="Calibri"/>
        </w:rPr>
        <w:t xml:space="preserve"> </w:t>
      </w:r>
      <w:r>
        <w:rPr>
          <w:rFonts w:eastAsia="Calibri"/>
        </w:rPr>
        <w:t>potravin privátní značky.</w:t>
      </w:r>
      <w:r w:rsidRPr="007B3052">
        <w:rPr>
          <w:rFonts w:eastAsia="Calibri"/>
        </w:rPr>
        <w:t>“.</w:t>
      </w:r>
      <w:r w:rsidRPr="007B3052">
        <w:rPr>
          <w:rFonts w:eastAsia="Calibri"/>
          <w:b/>
        </w:rPr>
        <w:t>“</w:t>
      </w:r>
      <w:r w:rsidRPr="007B3052">
        <w:rPr>
          <w:rFonts w:eastAsia="Calibri"/>
        </w:rPr>
        <w:t>.</w:t>
      </w:r>
    </w:p>
    <w:p w:rsidR="00C14EE2" w:rsidRDefault="00C14EE2" w:rsidP="00C14EE2">
      <w:pPr>
        <w:rPr>
          <w:rFonts w:eastAsia="Calibri"/>
        </w:rPr>
      </w:pPr>
      <w:r>
        <w:rPr>
          <w:rFonts w:eastAsia="Calibri"/>
        </w:rPr>
        <w:t>Dosavadní bod 59 a následující se přečíslují.</w:t>
      </w:r>
    </w:p>
    <w:p w:rsidR="00C14EE2" w:rsidRPr="007B3052" w:rsidRDefault="00C14EE2" w:rsidP="00C14EE2">
      <w:pPr>
        <w:rPr>
          <w:rFonts w:eastAsia="Calibri"/>
        </w:rPr>
      </w:pPr>
    </w:p>
    <w:p w:rsidR="00C14EE2" w:rsidRPr="007B3052" w:rsidRDefault="00C14EE2" w:rsidP="00C14EE2">
      <w:pPr>
        <w:numPr>
          <w:ilvl w:val="0"/>
          <w:numId w:val="14"/>
        </w:numPr>
        <w:spacing w:after="160" w:line="259" w:lineRule="auto"/>
        <w:contextualSpacing/>
        <w:jc w:val="left"/>
        <w:rPr>
          <w:rFonts w:eastAsia="Calibri"/>
        </w:rPr>
      </w:pPr>
      <w:r w:rsidRPr="007B3052">
        <w:rPr>
          <w:rFonts w:eastAsia="Calibri"/>
        </w:rPr>
        <w:t>V části první, článku I, bod 7</w:t>
      </w:r>
      <w:r>
        <w:rPr>
          <w:rFonts w:eastAsia="Calibri"/>
        </w:rPr>
        <w:t>2</w:t>
      </w:r>
      <w:r w:rsidRPr="007B3052">
        <w:rPr>
          <w:rFonts w:eastAsia="Calibri"/>
        </w:rPr>
        <w:t xml:space="preserve"> (dosavadní bod </w:t>
      </w:r>
      <w:r>
        <w:rPr>
          <w:rFonts w:eastAsia="Calibri"/>
        </w:rPr>
        <w:t>70</w:t>
      </w:r>
      <w:r w:rsidRPr="007B3052">
        <w:rPr>
          <w:rFonts w:eastAsia="Calibri"/>
        </w:rPr>
        <w:t>) nově zní:</w:t>
      </w:r>
    </w:p>
    <w:p w:rsidR="00C14EE2" w:rsidRPr="007B3052" w:rsidRDefault="00C14EE2" w:rsidP="00C14EE2">
      <w:pPr>
        <w:ind w:left="360"/>
        <w:contextualSpacing/>
        <w:rPr>
          <w:rFonts w:eastAsia="Calibri"/>
        </w:rPr>
      </w:pPr>
    </w:p>
    <w:p w:rsidR="00C14EE2" w:rsidRPr="007B3052" w:rsidRDefault="00C14EE2" w:rsidP="00C14EE2">
      <w:pPr>
        <w:contextualSpacing/>
        <w:rPr>
          <w:rFonts w:eastAsia="Calibri"/>
        </w:rPr>
      </w:pPr>
      <w:r w:rsidRPr="007B3052">
        <w:rPr>
          <w:rFonts w:eastAsia="Calibri"/>
          <w:b/>
        </w:rPr>
        <w:t>„72</w:t>
      </w:r>
      <w:r w:rsidRPr="007B3052">
        <w:rPr>
          <w:rFonts w:eastAsia="Calibri"/>
        </w:rPr>
        <w:t>.</w:t>
      </w:r>
      <w:r w:rsidRPr="007B3052">
        <w:rPr>
          <w:rFonts w:eastAsia="Calibri"/>
        </w:rPr>
        <w:tab/>
        <w:t>§ 17f zní:</w:t>
      </w:r>
    </w:p>
    <w:p w:rsidR="00C14EE2" w:rsidRPr="007B3052" w:rsidRDefault="00C14EE2" w:rsidP="00C14EE2">
      <w:pPr>
        <w:ind w:left="360"/>
        <w:contextualSpacing/>
        <w:jc w:val="center"/>
        <w:rPr>
          <w:rFonts w:eastAsia="Calibri"/>
        </w:rPr>
      </w:pPr>
      <w:r w:rsidRPr="007B3052">
        <w:rPr>
          <w:rFonts w:eastAsia="Calibri"/>
        </w:rPr>
        <w:t>„§ 17f</w:t>
      </w:r>
    </w:p>
    <w:p w:rsidR="00C14EE2" w:rsidRPr="007B3052" w:rsidRDefault="00C14EE2" w:rsidP="00C14EE2">
      <w:pPr>
        <w:ind w:left="360"/>
        <w:contextualSpacing/>
        <w:rPr>
          <w:rFonts w:eastAsia="Calibri"/>
        </w:rPr>
      </w:pPr>
      <w:r w:rsidRPr="007B3052">
        <w:rPr>
          <w:rFonts w:eastAsia="Calibri"/>
        </w:rPr>
        <w:t xml:space="preserve"> </w:t>
      </w:r>
    </w:p>
    <w:p w:rsidR="00C14EE2" w:rsidRPr="007B3052" w:rsidRDefault="00C14EE2" w:rsidP="00C14EE2">
      <w:pPr>
        <w:ind w:left="360"/>
        <w:contextualSpacing/>
        <w:rPr>
          <w:rFonts w:eastAsia="Calibri"/>
        </w:rPr>
      </w:pPr>
      <w:r w:rsidRPr="007B3052">
        <w:rPr>
          <w:rFonts w:eastAsia="Calibri"/>
        </w:rPr>
        <w:tab/>
        <w:t>Za přestupek lze uložit pokutu do</w:t>
      </w:r>
    </w:p>
    <w:p w:rsidR="00C14EE2" w:rsidRPr="007B3052" w:rsidRDefault="00C14EE2" w:rsidP="00C14EE2">
      <w:pPr>
        <w:ind w:left="360"/>
        <w:contextualSpacing/>
        <w:rPr>
          <w:rFonts w:eastAsia="Calibri"/>
        </w:rPr>
      </w:pPr>
      <w:r w:rsidRPr="007B3052">
        <w:rPr>
          <w:rFonts w:eastAsia="Calibri"/>
        </w:rPr>
        <w:t xml:space="preserve"> </w:t>
      </w:r>
    </w:p>
    <w:p w:rsidR="00C14EE2" w:rsidRPr="007B3052" w:rsidRDefault="00C14EE2" w:rsidP="00C14EE2">
      <w:pPr>
        <w:numPr>
          <w:ilvl w:val="0"/>
          <w:numId w:val="15"/>
        </w:numPr>
        <w:spacing w:after="160" w:line="259" w:lineRule="auto"/>
        <w:contextualSpacing/>
        <w:rPr>
          <w:rFonts w:eastAsia="Calibri"/>
        </w:rPr>
      </w:pPr>
      <w:r w:rsidRPr="0093198A">
        <w:rPr>
          <w:rFonts w:eastAsia="Calibri"/>
        </w:rPr>
        <w:t>1 000 000 Kč, jde-li o přestupek podle § 17 odst. 1 písm. g), h) nebo w), § 17 odst. 2 písm. d), § 17 odst. 4 písm. a), § 17 odst. 5, § 17a odst. 1, § 17a odst. 2 písm. a) nebo b), 17a odst. 3, 4 nebo 5, § 17b odst. 1 písm. d), § 17c odst. 2 písm. n), § 17c odst. 3 písm. a), b), e), f) nebo g), § 17c odst. 5 písm. a), d) nebo e), § 17d odst. 1 nebo 2, § 17d odst. 4 písm. a) nebo § 17e,</w:t>
      </w:r>
    </w:p>
    <w:p w:rsidR="00C14EE2" w:rsidRPr="007B3052" w:rsidRDefault="00C14EE2" w:rsidP="00C14EE2">
      <w:pPr>
        <w:ind w:left="360"/>
        <w:contextualSpacing/>
        <w:rPr>
          <w:rFonts w:eastAsia="Calibri"/>
        </w:rPr>
      </w:pPr>
    </w:p>
    <w:p w:rsidR="00C14EE2" w:rsidRPr="007B3052" w:rsidRDefault="00C14EE2" w:rsidP="00C14EE2">
      <w:pPr>
        <w:numPr>
          <w:ilvl w:val="0"/>
          <w:numId w:val="15"/>
        </w:numPr>
        <w:spacing w:after="160" w:line="259" w:lineRule="auto"/>
        <w:contextualSpacing/>
        <w:rPr>
          <w:rFonts w:eastAsia="Calibri"/>
        </w:rPr>
      </w:pPr>
      <w:r w:rsidRPr="0093198A">
        <w:rPr>
          <w:rFonts w:eastAsia="Calibri"/>
        </w:rPr>
        <w:t>3 000 000 Kč, jde-li o přestupek podle § 17 odst. 1 písm. f), k), l), q), s), t) nebo y), § 17 odst. 3, § 17a odst. 2 písm. c), § 17b odst. 1 písm. a), b) nebo c), § 17c odst. 1 písm. c) nebo d), § 17c odst. 2 písm. o), p) nebo q), § 17c odst. 3 písm. c) nebo d),</w:t>
      </w:r>
      <w:r>
        <w:rPr>
          <w:rFonts w:eastAsia="Calibri"/>
        </w:rPr>
        <w:t xml:space="preserve"> § 17c </w:t>
      </w:r>
      <w:r w:rsidRPr="0093198A">
        <w:rPr>
          <w:rFonts w:eastAsia="Calibri"/>
        </w:rPr>
        <w:t>odst. 5 písm. b) nebo c), § 17d odst. 3 písm. a), c) nebo d), § 17d odst. 4 písm. b) nebo § 17d odst. 5,</w:t>
      </w:r>
    </w:p>
    <w:p w:rsidR="00C14EE2" w:rsidRPr="007B3052" w:rsidRDefault="00C14EE2" w:rsidP="00C14EE2">
      <w:pPr>
        <w:ind w:left="360"/>
        <w:contextualSpacing/>
        <w:rPr>
          <w:rFonts w:eastAsia="Calibri"/>
        </w:rPr>
      </w:pPr>
    </w:p>
    <w:p w:rsidR="00C14EE2" w:rsidRPr="007B3052" w:rsidRDefault="00C14EE2" w:rsidP="00C14EE2">
      <w:pPr>
        <w:numPr>
          <w:ilvl w:val="0"/>
          <w:numId w:val="15"/>
        </w:numPr>
        <w:spacing w:after="160" w:line="259" w:lineRule="auto"/>
        <w:contextualSpacing/>
        <w:rPr>
          <w:rFonts w:eastAsia="Calibri"/>
        </w:rPr>
      </w:pPr>
      <w:r w:rsidRPr="0093198A">
        <w:rPr>
          <w:rFonts w:eastAsia="Calibri"/>
        </w:rPr>
        <w:t>10 000 000 Kč, jde-li o přestupek podle § 17 odst. 1 písm. a), b), d), e), j), m), n), o), r), u) nebo v), § 17 odst. 2 písm. c), g), h), i) nebo j), § 17 odst. 4 písm. c), § 17a odst. 6, § 17b odst. 2, 3, 4 nebo 5, § 17b odst. 6 písm. a) nebo b), § 17c odst. 1 písm. a) nebo b), § 17c odst. 2 písm. a), b), c), d), e), f), g), h), i), j), k), l) nebo m), § 17c odst. 4 nebo 6 nebo § 17d odst. 3 písm. b) nebo e) nebo § 17d odst. 6, nebo</w:t>
      </w:r>
    </w:p>
    <w:p w:rsidR="00C14EE2" w:rsidRPr="007B3052" w:rsidRDefault="00C14EE2" w:rsidP="00C14EE2">
      <w:pPr>
        <w:ind w:left="360"/>
        <w:contextualSpacing/>
        <w:rPr>
          <w:rFonts w:eastAsia="Calibri"/>
        </w:rPr>
      </w:pPr>
    </w:p>
    <w:p w:rsidR="00C14EE2" w:rsidRPr="007B3052" w:rsidRDefault="00C14EE2" w:rsidP="00C14EE2">
      <w:pPr>
        <w:ind w:left="360"/>
        <w:contextualSpacing/>
        <w:rPr>
          <w:rFonts w:eastAsia="Calibri"/>
        </w:rPr>
      </w:pPr>
      <w:r w:rsidRPr="007B3052">
        <w:rPr>
          <w:rFonts w:eastAsia="Calibri"/>
        </w:rPr>
        <w:t>d)</w:t>
      </w:r>
      <w:r w:rsidRPr="007B3052">
        <w:rPr>
          <w:rFonts w:eastAsia="Calibri"/>
        </w:rPr>
        <w:tab/>
      </w:r>
      <w:r w:rsidRPr="0093198A">
        <w:rPr>
          <w:rFonts w:eastAsia="Calibri"/>
        </w:rPr>
        <w:t xml:space="preserve">50 000 000 Kč, jde-li o přestupek podle § 17 odst. 1 písm. c), i), p) nebo x), § 17 odst. </w:t>
      </w:r>
      <w:r>
        <w:rPr>
          <w:rFonts w:eastAsia="Calibri"/>
        </w:rPr>
        <w:tab/>
      </w:r>
      <w:r w:rsidRPr="0093198A">
        <w:rPr>
          <w:rFonts w:eastAsia="Calibri"/>
        </w:rPr>
        <w:t>2 písm. a), b), e) nebo f), § 17 odst. 4 písm. b)</w:t>
      </w:r>
      <w:r>
        <w:rPr>
          <w:rFonts w:eastAsia="Calibri"/>
        </w:rPr>
        <w:t xml:space="preserve">, </w:t>
      </w:r>
      <w:r w:rsidRPr="0093198A">
        <w:rPr>
          <w:rFonts w:eastAsia="Calibri"/>
          <w:b/>
        </w:rPr>
        <w:t>§ 17 odst. 6</w:t>
      </w:r>
      <w:r w:rsidRPr="0093198A">
        <w:rPr>
          <w:rFonts w:eastAsia="Calibri"/>
        </w:rPr>
        <w:t xml:space="preserve"> nebo § 17b odst. 6 písm. </w:t>
      </w:r>
      <w:r>
        <w:rPr>
          <w:rFonts w:eastAsia="Calibri"/>
        </w:rPr>
        <w:tab/>
      </w:r>
      <w:r w:rsidRPr="0093198A">
        <w:rPr>
          <w:rFonts w:eastAsia="Calibri"/>
        </w:rPr>
        <w:t>c).“.</w:t>
      </w:r>
      <w:r w:rsidRPr="007B3052">
        <w:rPr>
          <w:rFonts w:eastAsia="Calibri"/>
          <w:b/>
        </w:rPr>
        <w:t>“</w:t>
      </w:r>
      <w:r>
        <w:rPr>
          <w:rFonts w:eastAsia="Calibri"/>
          <w:b/>
        </w:rPr>
        <w:t>.</w:t>
      </w:r>
    </w:p>
    <w:p w:rsidR="00C14EE2" w:rsidRDefault="00C14EE2" w:rsidP="00DC4351"/>
    <w:p w:rsidR="00EA2F11" w:rsidRPr="00C14EE2" w:rsidRDefault="00EF1C61" w:rsidP="00DC4351">
      <w:pPr>
        <w:rPr>
          <w:i/>
        </w:rPr>
      </w:pPr>
      <w:r w:rsidRPr="00EF1C61">
        <w:rPr>
          <w:b/>
          <w:i/>
        </w:rPr>
        <w:t xml:space="preserve">C2. </w:t>
      </w:r>
      <w:r w:rsidR="00C14EE2" w:rsidRPr="00C14EE2">
        <w:rPr>
          <w:i/>
        </w:rPr>
        <w:t>SD 6950</w:t>
      </w:r>
    </w:p>
    <w:p w:rsidR="00EF1C61" w:rsidRDefault="00EF1C61" w:rsidP="00C14EE2">
      <w:pPr>
        <w:pStyle w:val="l31"/>
        <w:rPr>
          <w:color w:val="000000"/>
        </w:rPr>
      </w:pPr>
      <w:r>
        <w:rPr>
          <w:color w:val="000000"/>
        </w:rPr>
        <w:t xml:space="preserve">1. </w:t>
      </w:r>
      <w:r w:rsidR="00C14EE2" w:rsidRPr="00C14EE2">
        <w:rPr>
          <w:color w:val="000000"/>
        </w:rPr>
        <w:t>V</w:t>
      </w:r>
      <w:r>
        <w:rPr>
          <w:color w:val="000000"/>
        </w:rPr>
        <w:t> části první</w:t>
      </w:r>
      <w:r w:rsidR="003045ED">
        <w:rPr>
          <w:color w:val="000000"/>
        </w:rPr>
        <w:t>,</w:t>
      </w:r>
      <w:r>
        <w:rPr>
          <w:color w:val="000000"/>
        </w:rPr>
        <w:t xml:space="preserve"> čl. I se za dosavadní bod 25 vkládá nový bod X, který zní:</w:t>
      </w:r>
    </w:p>
    <w:p w:rsidR="00C14EE2" w:rsidRPr="00C14EE2" w:rsidRDefault="00EF1C61" w:rsidP="00C14EE2">
      <w:pPr>
        <w:pStyle w:val="l31"/>
        <w:rPr>
          <w:color w:val="000000"/>
        </w:rPr>
      </w:pPr>
      <w:r>
        <w:rPr>
          <w:color w:val="000000"/>
        </w:rPr>
        <w:t xml:space="preserve"> „X. V </w:t>
      </w:r>
      <w:r w:rsidR="00C14EE2" w:rsidRPr="00C14EE2">
        <w:rPr>
          <w:color w:val="000000"/>
        </w:rPr>
        <w:t>§ 11 se na konci odstavce 2 doplňuje věta „Při distribuci těchto potravin klientům sociálních služeb je zakázána jakákoliv propagace subjektu, který poskytuje potravinovou pomoc klientům sociálních služeb, s výjimkou provozovatele potravinářského podniku poskytujícího bezplatně potraviny, neziskové organizace, která shromažďuje bezplatně potraviny, skladuje a přiděluje je humanitárním nebo charitativním organizacím určené ministerstvem rozhodnutím vydaným z moci úřední a humanitární nebo charitativní organizaci určené ministerstvem rozhodnutím vydaným z moci úřední.“.</w:t>
      </w:r>
      <w:r>
        <w:rPr>
          <w:color w:val="000000"/>
        </w:rPr>
        <w:t>“.</w:t>
      </w:r>
    </w:p>
    <w:p w:rsidR="00EF1C61" w:rsidRDefault="00EF1C61" w:rsidP="00C14EE2">
      <w:pPr>
        <w:pStyle w:val="l31"/>
        <w:rPr>
          <w:color w:val="000000"/>
        </w:rPr>
      </w:pPr>
      <w:r>
        <w:rPr>
          <w:color w:val="000000"/>
        </w:rPr>
        <w:lastRenderedPageBreak/>
        <w:t>2. V části první</w:t>
      </w:r>
      <w:r w:rsidR="003045ED">
        <w:rPr>
          <w:color w:val="000000"/>
        </w:rPr>
        <w:t>,</w:t>
      </w:r>
      <w:r>
        <w:rPr>
          <w:color w:val="000000"/>
        </w:rPr>
        <w:t xml:space="preserve"> čl. I se za dosavadní bod 25 vkládá nový bod X, který zní:</w:t>
      </w:r>
    </w:p>
    <w:p w:rsidR="00C14EE2" w:rsidRPr="00C14EE2" w:rsidRDefault="00EF1C61" w:rsidP="00C14EE2">
      <w:pPr>
        <w:pStyle w:val="l31"/>
      </w:pPr>
      <w:r>
        <w:rPr>
          <w:color w:val="000000"/>
        </w:rPr>
        <w:t xml:space="preserve">„X. </w:t>
      </w:r>
      <w:r w:rsidR="00C14EE2" w:rsidRPr="00C14EE2">
        <w:rPr>
          <w:color w:val="000000"/>
        </w:rPr>
        <w:t>V § 11 se na konci odstavce 3 doplňuje věta „Při distribuci těchto potravin klientům sociálních služeb je zakázána jakákoliv propagace subjektu, který poskytuje potravinovou pomoc klientům sociálních služeb, s výjimkou provozovatele potravinářského podniku poskytujícího bezplatně potraviny, neziskové organizace, která shromažďuje bezplatně potraviny, skladuje a přiděluje je humanitárním nebo charitativním organizacím určené ministerstvem rozhodnutím vydaným z moci úřední a humanitární nebo charitativní organizaci určené ministerstvem rozhodnutím vydaným z moci úřední.“.</w:t>
      </w:r>
      <w:r>
        <w:rPr>
          <w:color w:val="000000"/>
        </w:rPr>
        <w:t>“.</w:t>
      </w:r>
      <w:r w:rsidR="00C14EE2" w:rsidRPr="00C14EE2">
        <w:t xml:space="preserve"> </w:t>
      </w:r>
    </w:p>
    <w:p w:rsidR="00EA2F11" w:rsidRDefault="00EA2F11" w:rsidP="00DC4351"/>
    <w:p w:rsidR="00C14EE2" w:rsidRPr="00350EE3" w:rsidRDefault="00EF1C61" w:rsidP="00DC4351">
      <w:pPr>
        <w:rPr>
          <w:i/>
        </w:rPr>
      </w:pPr>
      <w:r w:rsidRPr="00EF1C61">
        <w:rPr>
          <w:b/>
          <w:i/>
        </w:rPr>
        <w:t>C3.</w:t>
      </w:r>
      <w:r>
        <w:rPr>
          <w:i/>
        </w:rPr>
        <w:t xml:space="preserve"> C</w:t>
      </w:r>
      <w:r w:rsidR="00350EE3" w:rsidRPr="00350EE3">
        <w:rPr>
          <w:i/>
        </w:rPr>
        <w:t>SD 6701</w:t>
      </w:r>
    </w:p>
    <w:p w:rsidR="00EF1C61" w:rsidRDefault="00EF1C61" w:rsidP="00350EE3">
      <w:pPr>
        <w:pStyle w:val="l31"/>
        <w:rPr>
          <w:color w:val="000000"/>
        </w:rPr>
      </w:pPr>
      <w:r>
        <w:rPr>
          <w:color w:val="000000"/>
        </w:rPr>
        <w:t>V části první</w:t>
      </w:r>
      <w:r w:rsidR="003045ED">
        <w:rPr>
          <w:color w:val="000000"/>
        </w:rPr>
        <w:t>,</w:t>
      </w:r>
      <w:r>
        <w:rPr>
          <w:color w:val="000000"/>
        </w:rPr>
        <w:t xml:space="preserve"> čl. I se za bod X vkládá nový bod, který zní:</w:t>
      </w:r>
    </w:p>
    <w:p w:rsidR="00EF1C61" w:rsidRDefault="00EF1C61" w:rsidP="00350EE3">
      <w:pPr>
        <w:pStyle w:val="l31"/>
        <w:rPr>
          <w:color w:val="000000"/>
        </w:rPr>
      </w:pPr>
      <w:r>
        <w:rPr>
          <w:color w:val="000000"/>
        </w:rPr>
        <w:t xml:space="preserve">„X. </w:t>
      </w:r>
      <w:r w:rsidR="00350EE3" w:rsidRPr="00350EE3">
        <w:rPr>
          <w:color w:val="000000"/>
        </w:rPr>
        <w:t>V § 11 se za odstavec 4 doplňuje nový odstavec 5</w:t>
      </w:r>
      <w:r>
        <w:rPr>
          <w:color w:val="000000"/>
        </w:rPr>
        <w:t>,</w:t>
      </w:r>
      <w:r w:rsidR="00350EE3" w:rsidRPr="00350EE3">
        <w:rPr>
          <w:color w:val="000000"/>
        </w:rPr>
        <w:t xml:space="preserve"> který zní: </w:t>
      </w:r>
    </w:p>
    <w:p w:rsidR="00350EE3" w:rsidRPr="00350EE3" w:rsidRDefault="00EF1C61" w:rsidP="00EF1C61">
      <w:pPr>
        <w:pStyle w:val="l31"/>
        <w:ind w:firstLine="708"/>
      </w:pPr>
      <w:r>
        <w:rPr>
          <w:color w:val="000000"/>
        </w:rPr>
        <w:t>„</w:t>
      </w:r>
      <w:r w:rsidR="00350EE3" w:rsidRPr="00350EE3">
        <w:rPr>
          <w:color w:val="000000"/>
        </w:rPr>
        <w:t>(5) Při distribuci potravin podle odstavců 2 a 3 je zakázána propagace jiné osoby než neziskové organizace nebo veřejně prospěšné právnické osoby podle odstavců 2 a 3.</w:t>
      </w:r>
      <w:r>
        <w:rPr>
          <w:color w:val="000000"/>
        </w:rPr>
        <w:t>“.“.</w:t>
      </w:r>
    </w:p>
    <w:p w:rsidR="00536FB7" w:rsidRDefault="00536FB7" w:rsidP="00DC4351"/>
    <w:p w:rsidR="00350EE3" w:rsidRPr="00350EE3" w:rsidRDefault="00350EE3" w:rsidP="00DC4351">
      <w:pPr>
        <w:rPr>
          <w:b/>
        </w:rPr>
      </w:pPr>
    </w:p>
    <w:p w:rsidR="00350EE3" w:rsidRPr="00350EE3" w:rsidRDefault="00350EE3" w:rsidP="00DC4351">
      <w:pPr>
        <w:rPr>
          <w:b/>
        </w:rPr>
      </w:pPr>
      <w:r w:rsidRPr="00350EE3">
        <w:rPr>
          <w:b/>
        </w:rPr>
        <w:t>D.</w:t>
      </w:r>
      <w:r w:rsidRPr="00350EE3">
        <w:rPr>
          <w:b/>
        </w:rPr>
        <w:tab/>
        <w:t xml:space="preserve">Poslanec </w:t>
      </w:r>
      <w:r>
        <w:rPr>
          <w:b/>
        </w:rPr>
        <w:t xml:space="preserve">Jiří </w:t>
      </w:r>
      <w:r w:rsidRPr="00350EE3">
        <w:rPr>
          <w:b/>
        </w:rPr>
        <w:t>Běhounek</w:t>
      </w:r>
      <w:r>
        <w:rPr>
          <w:b/>
        </w:rPr>
        <w:t xml:space="preserve"> </w:t>
      </w:r>
    </w:p>
    <w:p w:rsidR="00C14EE2" w:rsidRPr="00350EE3" w:rsidRDefault="00350EE3" w:rsidP="00DC4351">
      <w:pPr>
        <w:rPr>
          <w:i/>
        </w:rPr>
      </w:pPr>
      <w:r w:rsidRPr="00350EE3">
        <w:rPr>
          <w:i/>
        </w:rPr>
        <w:t>SD 5939</w:t>
      </w:r>
    </w:p>
    <w:p w:rsidR="00350EE3" w:rsidRDefault="00350EE3" w:rsidP="00350EE3">
      <w:pPr>
        <w:pStyle w:val="Text"/>
        <w:keepNext/>
        <w:keepLines/>
        <w:numPr>
          <w:ilvl w:val="0"/>
          <w:numId w:val="19"/>
        </w:numPr>
        <w:spacing w:after="200" w:line="276" w:lineRule="auto"/>
      </w:pPr>
      <w:r>
        <w:rPr>
          <w14:textOutline w14:w="12700" w14:cap="flat" w14:cmpd="sng" w14:algn="ctr">
            <w14:noFill/>
            <w14:prstDash w14:val="solid"/>
            <w14:miter w14:lim="400000"/>
          </w14:textOutline>
        </w:rPr>
        <w:t>V části první, čl. I se vkládá nový bod 5, který zní:</w:t>
      </w:r>
    </w:p>
    <w:p w:rsidR="00350EE3" w:rsidRDefault="00350EE3" w:rsidP="00350EE3">
      <w:pPr>
        <w:pStyle w:val="TextA"/>
        <w:ind w:left="709"/>
      </w:pPr>
      <w:r>
        <w:t>„</w:t>
      </w:r>
      <w:r>
        <w:rPr>
          <w:b/>
          <w:bCs/>
        </w:rPr>
        <w:t>5.</w:t>
      </w:r>
      <w:r>
        <w:t xml:space="preserve"> V § 2 odst. 1 se na konci písmene z) tečka nahrazuje čárkou a vkládá se písmeno za), kter</w:t>
      </w:r>
      <w:r>
        <w:rPr>
          <w:lang w:val="fr-FR"/>
        </w:rPr>
        <w:t xml:space="preserve">é </w:t>
      </w:r>
      <w:r>
        <w:t>zní:</w:t>
      </w:r>
    </w:p>
    <w:p w:rsidR="00350EE3" w:rsidRDefault="00350EE3" w:rsidP="00350EE3">
      <w:pPr>
        <w:pStyle w:val="TextA"/>
      </w:pPr>
    </w:p>
    <w:p w:rsidR="00350EE3" w:rsidRDefault="00350EE3" w:rsidP="00350EE3">
      <w:pPr>
        <w:pStyle w:val="TextA"/>
      </w:pPr>
      <w:r>
        <w:t xml:space="preserve">„za) nikotinovým sáčkem bez obsahu tabáku výrobek bez tabáku obsahující nikotin pro orální užití, který </w:t>
      </w:r>
      <w:r>
        <w:rPr>
          <w:lang w:val="de-DE"/>
        </w:rPr>
        <w:t>nen</w:t>
      </w:r>
      <w:r>
        <w:t>í upraven pří</w:t>
      </w:r>
      <w:r>
        <w:rPr>
          <w:lang w:val="pt-PT"/>
        </w:rPr>
        <w:t>mo pou</w:t>
      </w:r>
      <w:r>
        <w:t>žitelným předpisem Evropsk</w:t>
      </w:r>
      <w:r>
        <w:rPr>
          <w:lang w:val="fr-FR"/>
        </w:rPr>
        <w:t xml:space="preserve">é </w:t>
      </w:r>
      <w:r>
        <w:t>unie</w:t>
      </w:r>
      <w:r>
        <w:rPr>
          <w:vertAlign w:val="superscript"/>
        </w:rPr>
        <w:t>23</w:t>
      </w:r>
      <w:r w:rsidR="00536FB7">
        <w:rPr>
          <w:vertAlign w:val="superscript"/>
        </w:rPr>
        <w:t>a</w:t>
      </w:r>
      <w:r>
        <w:rPr>
          <w:vertAlign w:val="superscript"/>
        </w:rPr>
        <w:t>)</w:t>
      </w:r>
      <w:r>
        <w:t>”.</w:t>
      </w:r>
    </w:p>
    <w:p w:rsidR="00350EE3" w:rsidRDefault="00350EE3" w:rsidP="00350EE3">
      <w:pPr>
        <w:pStyle w:val="TextA"/>
      </w:pPr>
    </w:p>
    <w:p w:rsidR="00350EE3" w:rsidRDefault="00350EE3" w:rsidP="00350EE3">
      <w:pPr>
        <w:pStyle w:val="TextA"/>
      </w:pPr>
      <w:r>
        <w:t>Poznámka pod č</w:t>
      </w:r>
      <w:r>
        <w:rPr>
          <w:lang w:val="pt-PT"/>
        </w:rPr>
        <w:t xml:space="preserve">arou </w:t>
      </w:r>
      <w:r>
        <w:t>č. 23</w:t>
      </w:r>
      <w:r w:rsidR="00536FB7">
        <w:t>a</w:t>
      </w:r>
      <w:r>
        <w:t xml:space="preserve"> zní:</w:t>
      </w:r>
    </w:p>
    <w:p w:rsidR="00350EE3" w:rsidRDefault="00350EE3" w:rsidP="00350EE3">
      <w:pPr>
        <w:pStyle w:val="TextA"/>
        <w:rPr>
          <w:vertAlign w:val="superscript"/>
        </w:rPr>
      </w:pPr>
      <w:r>
        <w:t>„</w:t>
      </w:r>
      <w:r>
        <w:rPr>
          <w:vertAlign w:val="superscript"/>
        </w:rPr>
        <w:t>23</w:t>
      </w:r>
      <w:r w:rsidR="00536FB7">
        <w:rPr>
          <w:vertAlign w:val="superscript"/>
        </w:rPr>
        <w:t>a</w:t>
      </w:r>
      <w:r>
        <w:rPr>
          <w:vertAlign w:val="superscript"/>
        </w:rPr>
        <w:t xml:space="preserve">) </w:t>
      </w:r>
      <w:r>
        <w:t>Nařízení Evropsk</w:t>
      </w:r>
      <w:r>
        <w:rPr>
          <w:lang w:val="fr-FR"/>
        </w:rPr>
        <w:t>é</w:t>
      </w:r>
      <w:r>
        <w:t>ho parlamentu a Rady (ES) č.178/2002</w:t>
      </w:r>
      <w:r w:rsidR="00536FB7">
        <w:t>.“.</w:t>
      </w:r>
    </w:p>
    <w:p w:rsidR="00350EE3" w:rsidRDefault="00350EE3" w:rsidP="00350EE3">
      <w:pPr>
        <w:pStyle w:val="TextA"/>
      </w:pPr>
    </w:p>
    <w:p w:rsidR="00350EE3" w:rsidRDefault="00350EE3" w:rsidP="00350EE3">
      <w:pPr>
        <w:pStyle w:val="TextA"/>
      </w:pPr>
      <w:r>
        <w:t>Následující body se přečíslují.</w:t>
      </w:r>
    </w:p>
    <w:p w:rsidR="00350EE3" w:rsidRDefault="00350EE3" w:rsidP="00350EE3">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00" w:line="276" w:lineRule="auto"/>
        <w:jc w:val="both"/>
        <w:rPr>
          <w14:textOutline w14:w="12700" w14:cap="flat" w14:cmpd="sng" w14:algn="ctr">
            <w14:noFill/>
            <w14:prstDash w14:val="solid"/>
            <w14:miter w14:lim="400000"/>
          </w14:textOutline>
        </w:rPr>
      </w:pPr>
    </w:p>
    <w:p w:rsidR="00350EE3" w:rsidRDefault="00350EE3" w:rsidP="00350EE3">
      <w:pPr>
        <w:pStyle w:val="Text"/>
        <w:keepNext/>
        <w:keepLines/>
        <w:numPr>
          <w:ilvl w:val="0"/>
          <w:numId w:val="19"/>
        </w:numPr>
        <w:spacing w:after="200" w:line="276" w:lineRule="auto"/>
        <w:jc w:val="both"/>
      </w:pPr>
      <w:r>
        <w:rPr>
          <w14:textOutline w14:w="12700" w14:cap="flat" w14:cmpd="sng" w14:algn="ctr">
            <w14:noFill/>
            <w14:prstDash w14:val="solid"/>
            <w14:miter w14:lim="400000"/>
          </w14:textOutline>
        </w:rPr>
        <w:t>V části první, čl. I se vkládá nový bod 34, který zní:</w:t>
      </w:r>
    </w:p>
    <w:p w:rsidR="00350EE3" w:rsidRDefault="00350EE3" w:rsidP="00350EE3">
      <w:pPr>
        <w:pStyle w:val="Text"/>
        <w:keepNext/>
        <w:keepLines/>
        <w:spacing w:after="200" w:line="276" w:lineRule="auto"/>
        <w:ind w:left="501"/>
        <w:jc w:val="both"/>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w:t>
      </w:r>
      <w:r>
        <w:rPr>
          <w:b/>
          <w:bCs/>
          <w14:textOutline w14:w="12700" w14:cap="flat" w14:cmpd="sng" w14:algn="ctr">
            <w14:noFill/>
            <w14:prstDash w14:val="solid"/>
            <w14:miter w14:lim="400000"/>
          </w14:textOutline>
        </w:rPr>
        <w:t>34.</w:t>
      </w:r>
      <w:r>
        <w:rPr>
          <w14:textOutline w14:w="12700" w14:cap="flat" w14:cmpd="sng" w14:algn="ctr">
            <w14:noFill/>
            <w14:prstDash w14:val="solid"/>
            <w14:miter w14:lim="400000"/>
          </w14:textOutline>
        </w:rPr>
        <w:t xml:space="preserve"> Za §12j se vkládá §12k, který zní:</w:t>
      </w:r>
    </w:p>
    <w:p w:rsidR="00350EE3" w:rsidRDefault="00350EE3" w:rsidP="00350EE3">
      <w:pPr>
        <w:pStyle w:val="Text"/>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00" w:line="276" w:lineRule="auto"/>
        <w:jc w:val="both"/>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 xml:space="preserve">                                                                        § 12k</w:t>
      </w:r>
    </w:p>
    <w:p w:rsidR="00350EE3" w:rsidRPr="00464DC5" w:rsidRDefault="00350EE3" w:rsidP="00464DC5">
      <w:pPr>
        <w:pStyle w:val="TextA"/>
        <w:jc w:val="center"/>
        <w:rPr>
          <w:b/>
        </w:rPr>
      </w:pPr>
      <w:r w:rsidRPr="00464DC5">
        <w:rPr>
          <w:b/>
        </w:rPr>
        <w:t>Nikotinov</w:t>
      </w:r>
      <w:r w:rsidRPr="00464DC5">
        <w:rPr>
          <w:b/>
          <w:lang w:val="fr-FR"/>
        </w:rPr>
        <w:t xml:space="preserve">é </w:t>
      </w:r>
      <w:r w:rsidRPr="00464DC5">
        <w:rPr>
          <w:b/>
        </w:rPr>
        <w:t>sáčky bez obsahu tabáku</w:t>
      </w:r>
    </w:p>
    <w:p w:rsidR="00350EE3" w:rsidRDefault="00350EE3" w:rsidP="00350EE3">
      <w:pPr>
        <w:pStyle w:val="VchozA"/>
        <w:rPr>
          <w:rFonts w:ascii="Times New Roman" w:eastAsia="Times New Roman" w:hAnsi="Times New Roman" w:cs="Times New Roman"/>
          <w:sz w:val="24"/>
          <w:szCs w:val="24"/>
        </w:rPr>
      </w:pPr>
    </w:p>
    <w:p w:rsidR="00350EE3" w:rsidRDefault="00350EE3" w:rsidP="00350EE3">
      <w:pPr>
        <w:pStyle w:val="TextA"/>
      </w:pPr>
      <w:r>
        <w:t>(1) Výrobce, dovozce, maloobchodní prodejce a distributor nikotinový</w:t>
      </w:r>
      <w:r>
        <w:rPr>
          <w:lang w:val="de-DE"/>
        </w:rPr>
        <w:t>ch s</w:t>
      </w:r>
      <w:r>
        <w:t>áčků bez obsahu tabáku jsou povinni zajistit, aby tyto výrobky splňovaly požadavky na složení, vzhled, jakost a vlastnosti stanoven</w:t>
      </w:r>
      <w:r>
        <w:rPr>
          <w:lang w:val="fr-FR"/>
        </w:rPr>
        <w:t xml:space="preserve">é </w:t>
      </w:r>
      <w:r>
        <w:t>prováděcím právním předpisem.</w:t>
      </w:r>
    </w:p>
    <w:p w:rsidR="00350EE3" w:rsidRDefault="00350EE3" w:rsidP="00350EE3">
      <w:pPr>
        <w:pStyle w:val="TextA"/>
        <w:rPr>
          <w:shd w:val="clear" w:color="auto" w:fill="FFFFFF"/>
        </w:rPr>
      </w:pPr>
    </w:p>
    <w:p w:rsidR="00350EE3" w:rsidRDefault="00350EE3" w:rsidP="00350EE3">
      <w:pPr>
        <w:pStyle w:val="TextA"/>
      </w:pPr>
      <w:r>
        <w:lastRenderedPageBreak/>
        <w:t>(2) Výrobce, dovozce, maloobchodní prodejce a distributor nikotinový</w:t>
      </w:r>
      <w:r>
        <w:rPr>
          <w:lang w:val="de-DE"/>
        </w:rPr>
        <w:t>ch s</w:t>
      </w:r>
      <w:r>
        <w:t>áčků bez obsahu tabáku jsou povinni způsobem stanoveným prováděcím právním předpisem zajistit na jednotkov</w:t>
      </w:r>
      <w:r>
        <w:rPr>
          <w:lang w:val="fr-FR"/>
        </w:rPr>
        <w:t>é</w:t>
      </w:r>
      <w:r>
        <w:t>m balení uvedení</w:t>
      </w:r>
    </w:p>
    <w:p w:rsidR="00350EE3" w:rsidRDefault="00350EE3" w:rsidP="00350EE3">
      <w:pPr>
        <w:pStyle w:val="TextA"/>
        <w:rPr>
          <w:shd w:val="clear" w:color="auto" w:fill="FFFFFF"/>
        </w:rPr>
      </w:pPr>
    </w:p>
    <w:p w:rsidR="00350EE3" w:rsidRDefault="00350EE3" w:rsidP="00350EE3">
      <w:pPr>
        <w:pStyle w:val="TextA"/>
      </w:pPr>
      <w:r>
        <w:t>a) údajů podle § 12d odst. 1 písm. a) až d),</w:t>
      </w:r>
    </w:p>
    <w:p w:rsidR="00350EE3" w:rsidRDefault="00350EE3" w:rsidP="00350EE3">
      <w:pPr>
        <w:pStyle w:val="TextA"/>
        <w:rPr>
          <w:shd w:val="clear" w:color="auto" w:fill="FFFFFF"/>
        </w:rPr>
      </w:pPr>
    </w:p>
    <w:p w:rsidR="00350EE3" w:rsidRDefault="00350EE3" w:rsidP="00350EE3">
      <w:pPr>
        <w:pStyle w:val="TextA"/>
      </w:pPr>
      <w:r>
        <w:t>b) seznamu všech složek obsažených ve výrobku,</w:t>
      </w:r>
    </w:p>
    <w:p w:rsidR="00350EE3" w:rsidRDefault="00350EE3" w:rsidP="00350EE3">
      <w:pPr>
        <w:pStyle w:val="TextA"/>
        <w:rPr>
          <w:shd w:val="clear" w:color="auto" w:fill="FFFFFF"/>
        </w:rPr>
      </w:pPr>
    </w:p>
    <w:p w:rsidR="00350EE3" w:rsidRDefault="00350EE3" w:rsidP="00350EE3">
      <w:pPr>
        <w:pStyle w:val="TextA"/>
      </w:pPr>
      <w:r>
        <w:t>c) obsahu nikotinu ve výrobku,</w:t>
      </w:r>
    </w:p>
    <w:p w:rsidR="00350EE3" w:rsidRDefault="00350EE3" w:rsidP="00350EE3">
      <w:pPr>
        <w:pStyle w:val="TextA"/>
        <w:rPr>
          <w:shd w:val="clear" w:color="auto" w:fill="FFFFFF"/>
        </w:rPr>
      </w:pPr>
    </w:p>
    <w:p w:rsidR="00350EE3" w:rsidRDefault="00350EE3" w:rsidP="00350EE3">
      <w:pPr>
        <w:pStyle w:val="TextA"/>
      </w:pPr>
      <w:r>
        <w:t>d) množství nikotinu v dávce,</w:t>
      </w:r>
    </w:p>
    <w:p w:rsidR="00350EE3" w:rsidRDefault="00350EE3" w:rsidP="00350EE3">
      <w:pPr>
        <w:pStyle w:val="TextA"/>
        <w:rPr>
          <w:shd w:val="clear" w:color="auto" w:fill="FFFFFF"/>
        </w:rPr>
      </w:pPr>
    </w:p>
    <w:p w:rsidR="00350EE3" w:rsidRDefault="00350EE3" w:rsidP="00350EE3">
      <w:pPr>
        <w:pStyle w:val="TextA"/>
      </w:pPr>
      <w:r>
        <w:t>e) čísla šarže nebo rovnocenn</w:t>
      </w:r>
      <w:r>
        <w:rPr>
          <w:lang w:val="fr-FR"/>
        </w:rPr>
        <w:t>é</w:t>
      </w:r>
      <w:r>
        <w:t>ho údaje, který umožní určit místo a dobu výroby,</w:t>
      </w:r>
    </w:p>
    <w:p w:rsidR="00350EE3" w:rsidRDefault="00350EE3" w:rsidP="00350EE3">
      <w:pPr>
        <w:pStyle w:val="TextA"/>
        <w:rPr>
          <w:shd w:val="clear" w:color="auto" w:fill="FFFFFF"/>
        </w:rPr>
      </w:pPr>
    </w:p>
    <w:p w:rsidR="00350EE3" w:rsidRDefault="00350EE3" w:rsidP="00350EE3">
      <w:pPr>
        <w:pStyle w:val="TextA"/>
      </w:pPr>
      <w:r>
        <w:t>f) údaje o uchování výrobku mimo dosah osob mladší</w:t>
      </w:r>
      <w:r>
        <w:rPr>
          <w:lang w:val="en-US"/>
        </w:rPr>
        <w:t>ch 18 let a</w:t>
      </w:r>
    </w:p>
    <w:p w:rsidR="00350EE3" w:rsidRDefault="00350EE3" w:rsidP="00350EE3">
      <w:pPr>
        <w:pStyle w:val="TextA"/>
        <w:rPr>
          <w:shd w:val="clear" w:color="auto" w:fill="FFFFFF"/>
        </w:rPr>
      </w:pPr>
    </w:p>
    <w:p w:rsidR="00350EE3" w:rsidRDefault="00350EE3" w:rsidP="00350EE3">
      <w:pPr>
        <w:pStyle w:val="TextA"/>
      </w:pPr>
      <w:r>
        <w:t>g) zdravotního varování.</w:t>
      </w:r>
    </w:p>
    <w:p w:rsidR="00350EE3" w:rsidRDefault="00350EE3" w:rsidP="00350EE3">
      <w:pPr>
        <w:pStyle w:val="TextA"/>
        <w:rPr>
          <w:shd w:val="clear" w:color="auto" w:fill="FFFFFF"/>
        </w:rPr>
      </w:pPr>
    </w:p>
    <w:p w:rsidR="00350EE3" w:rsidRDefault="00350EE3" w:rsidP="00350EE3">
      <w:pPr>
        <w:pStyle w:val="TextA"/>
      </w:pPr>
      <w:r>
        <w:t>(3) Výrobce, dovozce, maloobchodní prodejce a distributor nikotinový</w:t>
      </w:r>
      <w:r>
        <w:rPr>
          <w:lang w:val="de-DE"/>
        </w:rPr>
        <w:t>ch s</w:t>
      </w:r>
      <w:r>
        <w:t>áčků bez obsahu tabáku jsou povinni zajistit, aby jejich jednotková balení obsahovala</w:t>
      </w:r>
    </w:p>
    <w:p w:rsidR="00350EE3" w:rsidRDefault="00350EE3" w:rsidP="00350EE3">
      <w:pPr>
        <w:pStyle w:val="TextA"/>
        <w:rPr>
          <w:shd w:val="clear" w:color="auto" w:fill="FFFFFF"/>
        </w:rPr>
      </w:pPr>
    </w:p>
    <w:p w:rsidR="00350EE3" w:rsidRDefault="00350EE3" w:rsidP="00350EE3">
      <w:pPr>
        <w:pStyle w:val="TextA"/>
      </w:pPr>
      <w:r>
        <w:t>a) návod k použití a skladování výrobku,</w:t>
      </w:r>
    </w:p>
    <w:p w:rsidR="00350EE3" w:rsidRDefault="00350EE3" w:rsidP="00350EE3">
      <w:pPr>
        <w:pStyle w:val="TextA"/>
        <w:rPr>
          <w:shd w:val="clear" w:color="auto" w:fill="FFFFFF"/>
        </w:rPr>
      </w:pPr>
    </w:p>
    <w:p w:rsidR="00350EE3" w:rsidRDefault="00350EE3" w:rsidP="00350EE3">
      <w:pPr>
        <w:pStyle w:val="TextA"/>
      </w:pPr>
      <w:r>
        <w:t>b) informaci o tom, že výrobek se nedoporučuje používat nekuřáky,</w:t>
      </w:r>
    </w:p>
    <w:p w:rsidR="00350EE3" w:rsidRDefault="00350EE3" w:rsidP="00350EE3">
      <w:pPr>
        <w:pStyle w:val="TextA"/>
        <w:rPr>
          <w:shd w:val="clear" w:color="auto" w:fill="FFFFFF"/>
        </w:rPr>
      </w:pPr>
    </w:p>
    <w:p w:rsidR="00350EE3" w:rsidRDefault="00350EE3" w:rsidP="00350EE3">
      <w:pPr>
        <w:pStyle w:val="TextA"/>
      </w:pPr>
      <w:r>
        <w:t>c) informace o kontraindikacích,</w:t>
      </w:r>
    </w:p>
    <w:p w:rsidR="00350EE3" w:rsidRDefault="00350EE3" w:rsidP="00350EE3">
      <w:pPr>
        <w:pStyle w:val="TextA"/>
      </w:pPr>
    </w:p>
    <w:p w:rsidR="00350EE3" w:rsidRDefault="00350EE3" w:rsidP="00350EE3">
      <w:pPr>
        <w:pStyle w:val="TextA"/>
      </w:pPr>
      <w:r>
        <w:t>d) varování pro specifick</w:t>
      </w:r>
      <w:r>
        <w:rPr>
          <w:lang w:val="fr-FR"/>
        </w:rPr>
        <w:t xml:space="preserve">é </w:t>
      </w:r>
      <w:r>
        <w:t>rizikov</w:t>
      </w:r>
      <w:r>
        <w:rPr>
          <w:lang w:val="fr-FR"/>
        </w:rPr>
        <w:t xml:space="preserve">é </w:t>
      </w:r>
      <w:r>
        <w:t>skupiny,</w:t>
      </w:r>
    </w:p>
    <w:p w:rsidR="00350EE3" w:rsidRDefault="00350EE3" w:rsidP="00350EE3">
      <w:pPr>
        <w:pStyle w:val="TextA"/>
        <w:rPr>
          <w:shd w:val="clear" w:color="auto" w:fill="FFFFFF"/>
        </w:rPr>
      </w:pPr>
    </w:p>
    <w:p w:rsidR="00350EE3" w:rsidRDefault="00350EE3" w:rsidP="00350EE3">
      <w:pPr>
        <w:pStyle w:val="TextA"/>
      </w:pPr>
      <w:r>
        <w:t>e) informaci o možných nepříznivý</w:t>
      </w:r>
      <w:r>
        <w:rPr>
          <w:lang w:val="de-DE"/>
        </w:rPr>
        <w:t xml:space="preserve">ch </w:t>
      </w:r>
      <w:r>
        <w:t>účincích,</w:t>
      </w:r>
    </w:p>
    <w:p w:rsidR="00350EE3" w:rsidRDefault="00350EE3" w:rsidP="00350EE3">
      <w:pPr>
        <w:pStyle w:val="TextA"/>
        <w:rPr>
          <w:shd w:val="clear" w:color="auto" w:fill="FFFFFF"/>
        </w:rPr>
      </w:pPr>
    </w:p>
    <w:p w:rsidR="00350EE3" w:rsidRDefault="00350EE3" w:rsidP="00350EE3">
      <w:pPr>
        <w:pStyle w:val="TextA"/>
      </w:pPr>
      <w:r>
        <w:t>f) informace o návykovosti a toxicitě,</w:t>
      </w:r>
    </w:p>
    <w:p w:rsidR="00350EE3" w:rsidRDefault="00350EE3" w:rsidP="00350EE3">
      <w:pPr>
        <w:pStyle w:val="TextA"/>
        <w:rPr>
          <w:shd w:val="clear" w:color="auto" w:fill="FFFFFF"/>
        </w:rPr>
      </w:pPr>
    </w:p>
    <w:p w:rsidR="00350EE3" w:rsidRDefault="00350EE3" w:rsidP="00350EE3">
      <w:pPr>
        <w:pStyle w:val="TextA"/>
      </w:pPr>
      <w:r>
        <w:t>g) kontaktní údaje výrobce nebo dovozce a</w:t>
      </w:r>
    </w:p>
    <w:p w:rsidR="00350EE3" w:rsidRDefault="00350EE3" w:rsidP="00350EE3">
      <w:pPr>
        <w:pStyle w:val="TextA"/>
        <w:rPr>
          <w:shd w:val="clear" w:color="auto" w:fill="FFFFFF"/>
        </w:rPr>
      </w:pPr>
    </w:p>
    <w:p w:rsidR="00350EE3" w:rsidRDefault="00350EE3" w:rsidP="00350EE3">
      <w:pPr>
        <w:pStyle w:val="TextA"/>
      </w:pPr>
      <w:r>
        <w:t>h) údaje o právnick</w:t>
      </w:r>
      <w:r>
        <w:rPr>
          <w:lang w:val="fr-FR"/>
        </w:rPr>
        <w:t xml:space="preserve">é </w:t>
      </w:r>
      <w:r>
        <w:t>nebo fyzick</w:t>
      </w:r>
      <w:r>
        <w:rPr>
          <w:lang w:val="fr-FR"/>
        </w:rPr>
        <w:t xml:space="preserve">é </w:t>
      </w:r>
      <w:r>
        <w:t>kontaktní osobě mající sídlo ve člensk</w:t>
      </w:r>
      <w:r>
        <w:rPr>
          <w:lang w:val="fr-FR"/>
        </w:rPr>
        <w:t>é</w:t>
      </w:r>
      <w:r>
        <w:t>m státě Evropsk</w:t>
      </w:r>
      <w:r>
        <w:rPr>
          <w:lang w:val="fr-FR"/>
        </w:rPr>
        <w:t xml:space="preserve">é </w:t>
      </w:r>
      <w:r>
        <w:t>unie.</w:t>
      </w:r>
    </w:p>
    <w:p w:rsidR="00350EE3" w:rsidRDefault="00350EE3" w:rsidP="00350EE3">
      <w:pPr>
        <w:pStyle w:val="TextA"/>
        <w:rPr>
          <w:shd w:val="clear" w:color="auto" w:fill="FFFFFF"/>
        </w:rPr>
      </w:pPr>
    </w:p>
    <w:p w:rsidR="00350EE3" w:rsidRDefault="00350EE3" w:rsidP="00350EE3">
      <w:pPr>
        <w:pStyle w:val="TextA"/>
      </w:pPr>
      <w:r>
        <w:t>(4) Výrobce a dovozce nikotinový</w:t>
      </w:r>
      <w:r>
        <w:rPr>
          <w:lang w:val="de-DE"/>
        </w:rPr>
        <w:t>ch s</w:t>
      </w:r>
      <w:r>
        <w:t>áčků bez obsahu tabáku oznámí v elektronick</w:t>
      </w:r>
      <w:r>
        <w:rPr>
          <w:lang w:val="fr-FR"/>
        </w:rPr>
        <w:t xml:space="preserve">é </w:t>
      </w:r>
      <w:r>
        <w:t>podobě dálkovým přenosem dat ve lhůtách a v rozsahu stanoven</w:t>
      </w:r>
      <w:r>
        <w:rPr>
          <w:lang w:val="fr-FR"/>
        </w:rPr>
        <w:t>é</w:t>
      </w:r>
      <w:r>
        <w:t>m prováděcím právním předpisem Ministerstvu zdravotnictví</w:t>
      </w:r>
    </w:p>
    <w:p w:rsidR="00350EE3" w:rsidRDefault="00350EE3" w:rsidP="00350EE3">
      <w:pPr>
        <w:pStyle w:val="TextA"/>
        <w:rPr>
          <w:shd w:val="clear" w:color="auto" w:fill="FFFFFF"/>
        </w:rPr>
      </w:pPr>
    </w:p>
    <w:p w:rsidR="00350EE3" w:rsidRDefault="00350EE3" w:rsidP="00350EE3">
      <w:pPr>
        <w:pStyle w:val="TextA"/>
      </w:pPr>
      <w:r>
        <w:t>a) informace o nikotinový</w:t>
      </w:r>
      <w:r>
        <w:rPr>
          <w:lang w:val="de-DE"/>
        </w:rPr>
        <w:t>ch s</w:t>
      </w:r>
      <w:r>
        <w:t>áčcích bez obsahu tabáku, kter</w:t>
      </w:r>
      <w:r>
        <w:rPr>
          <w:lang w:val="fr-FR"/>
        </w:rPr>
        <w:t xml:space="preserve">é </w:t>
      </w:r>
      <w:r>
        <w:t xml:space="preserve">hodlá </w:t>
      </w:r>
      <w:r>
        <w:rPr>
          <w:lang w:val="fr-FR"/>
        </w:rPr>
        <w:t>uvé</w:t>
      </w:r>
      <w:r>
        <w:t>st na trh nebo dov</w:t>
      </w:r>
      <w:r>
        <w:rPr>
          <w:lang w:val="fr-FR"/>
        </w:rPr>
        <w:t>é</w:t>
      </w:r>
      <w:r>
        <w:t>zt, a</w:t>
      </w:r>
    </w:p>
    <w:p w:rsidR="00350EE3" w:rsidRDefault="00350EE3" w:rsidP="00350EE3">
      <w:pPr>
        <w:pStyle w:val="TextA"/>
        <w:rPr>
          <w:shd w:val="clear" w:color="auto" w:fill="FFFFFF"/>
        </w:rPr>
      </w:pPr>
    </w:p>
    <w:p w:rsidR="00350EE3" w:rsidRDefault="00350EE3" w:rsidP="00350EE3">
      <w:pPr>
        <w:pStyle w:val="TextA"/>
      </w:pPr>
      <w:r>
        <w:t>b) informace o trhu s nikotinovými sáčky bez obsahu tabáku.</w:t>
      </w:r>
    </w:p>
    <w:p w:rsidR="00350EE3" w:rsidRDefault="00350EE3" w:rsidP="00350EE3">
      <w:pPr>
        <w:pStyle w:val="TextA"/>
        <w:rPr>
          <w:shd w:val="clear" w:color="auto" w:fill="FFFFFF"/>
        </w:rPr>
      </w:pPr>
    </w:p>
    <w:p w:rsidR="00350EE3" w:rsidRDefault="00350EE3" w:rsidP="00350EE3">
      <w:pPr>
        <w:pStyle w:val="TextA"/>
      </w:pPr>
      <w:r>
        <w:t>(5) Při každ</w:t>
      </w:r>
      <w:r>
        <w:rPr>
          <w:lang w:val="fr-FR"/>
        </w:rPr>
        <w:t xml:space="preserve">é </w:t>
      </w:r>
      <w:r>
        <w:t>podstatn</w:t>
      </w:r>
      <w:r>
        <w:rPr>
          <w:lang w:val="fr-FR"/>
        </w:rPr>
        <w:t xml:space="preserve">é </w:t>
      </w:r>
      <w:r>
        <w:t>změně výrobku se předkládá nov</w:t>
      </w:r>
      <w:r>
        <w:rPr>
          <w:lang w:val="fr-FR"/>
        </w:rPr>
        <w:t xml:space="preserve">é </w:t>
      </w:r>
      <w:r>
        <w:t>oznámení podle odstavce 4 písm. a).</w:t>
      </w:r>
    </w:p>
    <w:p w:rsidR="00350EE3" w:rsidRDefault="00350EE3" w:rsidP="00350EE3">
      <w:pPr>
        <w:pStyle w:val="TextA"/>
        <w:rPr>
          <w:shd w:val="clear" w:color="auto" w:fill="FFFFFF"/>
        </w:rPr>
      </w:pPr>
    </w:p>
    <w:p w:rsidR="00350EE3" w:rsidRDefault="00350EE3" w:rsidP="00350EE3">
      <w:pPr>
        <w:pStyle w:val="TextA"/>
      </w:pPr>
      <w:r>
        <w:lastRenderedPageBreak/>
        <w:t>(6) Výrobce, dovozce a distributor nikotinový</w:t>
      </w:r>
      <w:r>
        <w:rPr>
          <w:lang w:val="de-DE"/>
        </w:rPr>
        <w:t>ch s</w:t>
      </w:r>
      <w:r>
        <w:t>áčků bez obsahu tabáku jsou povinni</w:t>
      </w:r>
    </w:p>
    <w:p w:rsidR="00350EE3" w:rsidRDefault="00350EE3" w:rsidP="00350EE3">
      <w:pPr>
        <w:pStyle w:val="TextA"/>
        <w:rPr>
          <w:shd w:val="clear" w:color="auto" w:fill="FFFFFF"/>
        </w:rPr>
      </w:pPr>
    </w:p>
    <w:p w:rsidR="00350EE3" w:rsidRDefault="00350EE3" w:rsidP="00536FB7">
      <w:pPr>
        <w:pStyle w:val="TextA"/>
        <w:jc w:val="both"/>
      </w:pPr>
      <w:r>
        <w:t>a) zav</w:t>
      </w:r>
      <w:r>
        <w:rPr>
          <w:lang w:val="fr-FR"/>
        </w:rPr>
        <w:t>é</w:t>
      </w:r>
      <w:r>
        <w:t>st a udržovat syst</w:t>
      </w:r>
      <w:r>
        <w:rPr>
          <w:lang w:val="fr-FR"/>
        </w:rPr>
        <w:t>é</w:t>
      </w:r>
      <w:r>
        <w:t xml:space="preserve">m pro shromažďování informací </w:t>
      </w:r>
      <w:r>
        <w:rPr>
          <w:lang w:val="it-IT"/>
        </w:rPr>
        <w:t>o v</w:t>
      </w:r>
      <w:r>
        <w:t>šech podezřeních na nepříznivé účinky těchto výrobků na lidsk</w:t>
      </w:r>
      <w:r>
        <w:rPr>
          <w:lang w:val="fr-FR"/>
        </w:rPr>
        <w:t xml:space="preserve">é </w:t>
      </w:r>
      <w:r>
        <w:t>zdraví,</w:t>
      </w:r>
    </w:p>
    <w:p w:rsidR="00350EE3" w:rsidRDefault="00350EE3" w:rsidP="00350EE3">
      <w:pPr>
        <w:pStyle w:val="TextA"/>
        <w:rPr>
          <w:shd w:val="clear" w:color="auto" w:fill="FFFFFF"/>
        </w:rPr>
      </w:pPr>
    </w:p>
    <w:p w:rsidR="00350EE3" w:rsidRDefault="00350EE3" w:rsidP="00536FB7">
      <w:pPr>
        <w:pStyle w:val="TextA"/>
        <w:jc w:val="both"/>
      </w:pPr>
      <w:r>
        <w:t>b) neprodleně přijmout nápravn</w:t>
      </w:r>
      <w:r>
        <w:rPr>
          <w:lang w:val="fr-FR"/>
        </w:rPr>
        <w:t xml:space="preserve">é </w:t>
      </w:r>
      <w:r>
        <w:t>opatření nezbytn</w:t>
      </w:r>
      <w:r>
        <w:rPr>
          <w:lang w:val="fr-FR"/>
        </w:rPr>
        <w:t xml:space="preserve">é </w:t>
      </w:r>
      <w:r>
        <w:t>pro dosažení souladu výrobku s tímto zákonem nebo prováděcím právním předpisem, popřípadě pro jeho stažení z trhu, pokud lze důvodně předpoklá</w:t>
      </w:r>
      <w:r>
        <w:rPr>
          <w:lang w:val="nl-NL"/>
        </w:rPr>
        <w:t xml:space="preserve">dat, </w:t>
      </w:r>
      <w:r>
        <w:t>že nikotinov</w:t>
      </w:r>
      <w:r>
        <w:rPr>
          <w:lang w:val="fr-FR"/>
        </w:rPr>
        <w:t xml:space="preserve">é </w:t>
      </w:r>
      <w:r>
        <w:t>sáčky bez obsahu tabáku, kter</w:t>
      </w:r>
      <w:r>
        <w:rPr>
          <w:lang w:val="fr-FR"/>
        </w:rPr>
        <w:t xml:space="preserve">é </w:t>
      </w:r>
      <w:r>
        <w:t>drží a kter</w:t>
      </w:r>
      <w:r>
        <w:rPr>
          <w:lang w:val="fr-FR"/>
        </w:rPr>
        <w:t xml:space="preserve">é </w:t>
      </w:r>
      <w:r>
        <w:t>byly nebo mají být uvedeny na trh, nejsou bezpečn</w:t>
      </w:r>
      <w:r>
        <w:rPr>
          <w:lang w:val="fr-FR"/>
        </w:rPr>
        <w:t xml:space="preserve">é </w:t>
      </w:r>
      <w:r>
        <w:t xml:space="preserve">nebo odpovídající jakosti nebo jsou jinak v rozporu s tímto zákonem nebo prováděcím právním předpisem, </w:t>
      </w:r>
    </w:p>
    <w:p w:rsidR="00350EE3" w:rsidRDefault="00350EE3" w:rsidP="00350EE3">
      <w:pPr>
        <w:pStyle w:val="TextA"/>
        <w:rPr>
          <w:shd w:val="clear" w:color="auto" w:fill="FFFFFF"/>
        </w:rPr>
      </w:pPr>
    </w:p>
    <w:p w:rsidR="00350EE3" w:rsidRDefault="00350EE3" w:rsidP="00536FB7">
      <w:pPr>
        <w:pStyle w:val="TextA"/>
        <w:jc w:val="both"/>
      </w:pPr>
      <w:r>
        <w:t>c) v případě podle písmene b) okamžitě informovat v elektronick</w:t>
      </w:r>
      <w:r>
        <w:rPr>
          <w:lang w:val="fr-FR"/>
        </w:rPr>
        <w:t xml:space="preserve">é </w:t>
      </w:r>
      <w:r>
        <w:t>podobě dálkovým přenosem dat Ministerstvo zdravotnictví s uvedením podrobností zejm</w:t>
      </w:r>
      <w:r>
        <w:rPr>
          <w:lang w:val="fr-FR"/>
        </w:rPr>
        <w:t>é</w:t>
      </w:r>
      <w:r>
        <w:t>na ohledně rizika pro lidsk</w:t>
      </w:r>
      <w:r>
        <w:rPr>
          <w:lang w:val="fr-FR"/>
        </w:rPr>
        <w:t xml:space="preserve">é </w:t>
      </w:r>
      <w:r>
        <w:t>zdraví a bezpečnost a ohledně přijat</w:t>
      </w:r>
      <w:r>
        <w:rPr>
          <w:lang w:val="fr-FR"/>
        </w:rPr>
        <w:t>é</w:t>
      </w:r>
      <w:r>
        <w:t>ho nápravn</w:t>
      </w:r>
      <w:r>
        <w:rPr>
          <w:lang w:val="fr-FR"/>
        </w:rPr>
        <w:t>é</w:t>
      </w:r>
      <w:r>
        <w:t>ho opatření a jeho výsledku.</w:t>
      </w:r>
      <w:r>
        <w:rPr>
          <w:rtl/>
          <w:lang w:val="ar-SA"/>
        </w:rPr>
        <w:t>“</w:t>
      </w:r>
    </w:p>
    <w:p w:rsidR="00350EE3" w:rsidRDefault="00350EE3" w:rsidP="00350EE3">
      <w:pPr>
        <w:pStyle w:val="TextA"/>
      </w:pPr>
    </w:p>
    <w:p w:rsidR="00350EE3" w:rsidRDefault="00350EE3" w:rsidP="00350EE3">
      <w:pPr>
        <w:pStyle w:val="TextA"/>
      </w:pPr>
      <w:r>
        <w:t>Následující body se přečíslují.</w:t>
      </w:r>
    </w:p>
    <w:p w:rsidR="00350EE3" w:rsidRDefault="00350EE3" w:rsidP="00350EE3">
      <w:pPr>
        <w:pStyle w:val="TextA"/>
      </w:pPr>
    </w:p>
    <w:p w:rsidR="00350EE3" w:rsidRDefault="00350EE3" w:rsidP="00350EE3">
      <w:pPr>
        <w:pStyle w:val="TextA"/>
        <w:numPr>
          <w:ilvl w:val="0"/>
          <w:numId w:val="19"/>
        </w:numPr>
      </w:pPr>
      <w:r>
        <w:t xml:space="preserve">V části první, čl. I se vkládá nový bod </w:t>
      </w:r>
      <w:r w:rsidR="00536FB7">
        <w:t>X</w:t>
      </w:r>
      <w:r>
        <w:t>, který zní:</w:t>
      </w:r>
    </w:p>
    <w:p w:rsidR="00350EE3" w:rsidRDefault="00350EE3" w:rsidP="00350EE3">
      <w:pPr>
        <w:pStyle w:val="TextA"/>
        <w:ind w:left="501"/>
      </w:pPr>
    </w:p>
    <w:p w:rsidR="00350EE3" w:rsidRDefault="00350EE3" w:rsidP="00350EE3">
      <w:pPr>
        <w:pStyle w:val="TextA"/>
      </w:pPr>
      <w:r>
        <w:t>„</w:t>
      </w:r>
      <w:r w:rsidR="00536FB7">
        <w:t xml:space="preserve">X. </w:t>
      </w:r>
      <w:r>
        <w:t>§</w:t>
      </w:r>
      <w:r w:rsidR="00536FB7">
        <w:t xml:space="preserve"> </w:t>
      </w:r>
      <w:r>
        <w:t xml:space="preserve">13e </w:t>
      </w:r>
      <w:r w:rsidR="00536FB7">
        <w:t xml:space="preserve">včetně nadpisu </w:t>
      </w:r>
      <w:r>
        <w:t>zní:</w:t>
      </w:r>
    </w:p>
    <w:p w:rsidR="00350EE3" w:rsidRDefault="00350EE3" w:rsidP="00350EE3">
      <w:pPr>
        <w:pStyle w:val="TextA"/>
      </w:pPr>
    </w:p>
    <w:p w:rsidR="00350EE3" w:rsidRDefault="00350EE3" w:rsidP="00536FB7">
      <w:pPr>
        <w:pStyle w:val="TextA"/>
        <w:jc w:val="center"/>
      </w:pPr>
      <w:r>
        <w:t>§ 13e</w:t>
      </w:r>
    </w:p>
    <w:p w:rsidR="00350EE3" w:rsidRPr="00536FB7" w:rsidRDefault="00350EE3" w:rsidP="00536FB7">
      <w:pPr>
        <w:pStyle w:val="TextA"/>
        <w:jc w:val="center"/>
        <w:rPr>
          <w:b/>
        </w:rPr>
      </w:pPr>
      <w:r w:rsidRPr="00536FB7">
        <w:rPr>
          <w:b/>
        </w:rPr>
        <w:t>Uvádění tabákový</w:t>
      </w:r>
      <w:r w:rsidRPr="00536FB7">
        <w:rPr>
          <w:b/>
          <w:lang w:val="de-DE"/>
        </w:rPr>
        <w:t>ch v</w:t>
      </w:r>
      <w:r w:rsidRPr="00536FB7">
        <w:rPr>
          <w:b/>
        </w:rPr>
        <w:t>ýrobků a výrobků souvisejících s tabákovými výrobky na</w:t>
      </w:r>
      <w:r w:rsidR="00536FB7">
        <w:rPr>
          <w:b/>
        </w:rPr>
        <w:t> </w:t>
      </w:r>
      <w:r w:rsidRPr="00536FB7">
        <w:rPr>
          <w:b/>
        </w:rPr>
        <w:t>trh</w:t>
      </w:r>
    </w:p>
    <w:p w:rsidR="00350EE3" w:rsidRDefault="00350EE3" w:rsidP="00350EE3">
      <w:pPr>
        <w:pStyle w:val="TextA"/>
        <w:rPr>
          <w:shd w:val="clear" w:color="auto" w:fill="FFFFFF"/>
        </w:rPr>
      </w:pPr>
    </w:p>
    <w:p w:rsidR="00350EE3" w:rsidRDefault="00350EE3" w:rsidP="00536FB7">
      <w:pPr>
        <w:pStyle w:val="TextA"/>
        <w:ind w:firstLine="708"/>
        <w:jc w:val="both"/>
      </w:pPr>
      <w:r>
        <w:t xml:space="preserve">(1) Je-li tabákový výrobek nebo výrobek související </w:t>
      </w:r>
      <w:r>
        <w:rPr>
          <w:lang w:val="en-US"/>
        </w:rPr>
        <w:t>s tab</w:t>
      </w:r>
      <w:r>
        <w:t>ákovými výrobky nebo nikotinový sáček bez obsahu tabáku uváděn na trh na území Česk</w:t>
      </w:r>
      <w:r>
        <w:rPr>
          <w:lang w:val="fr-FR"/>
        </w:rPr>
        <w:t xml:space="preserve">é </w:t>
      </w:r>
      <w:r>
        <w:t xml:space="preserve">republiky, uvádějí se údaje podle § </w:t>
      </w:r>
      <w:r>
        <w:rPr>
          <w:lang w:val="en-US"/>
        </w:rPr>
        <w:t>12d a</w:t>
      </w:r>
      <w:r>
        <w:t>ž 12f, § 12h odst. 2 a 3, § 12g odst. 1 a 3, § 12j odst. 2 a § 12k odst. 2 a 3 v česk</w:t>
      </w:r>
      <w:r>
        <w:rPr>
          <w:lang w:val="fr-FR"/>
        </w:rPr>
        <w:t>é</w:t>
      </w:r>
      <w:r>
        <w:t>m jazyce.</w:t>
      </w:r>
    </w:p>
    <w:p w:rsidR="00350EE3" w:rsidRDefault="00350EE3" w:rsidP="00536FB7">
      <w:pPr>
        <w:pStyle w:val="TextA"/>
        <w:jc w:val="both"/>
        <w:rPr>
          <w:shd w:val="clear" w:color="auto" w:fill="FFFFFF"/>
        </w:rPr>
      </w:pPr>
    </w:p>
    <w:p w:rsidR="00350EE3" w:rsidRDefault="00350EE3" w:rsidP="00536FB7">
      <w:pPr>
        <w:pStyle w:val="TextA"/>
        <w:ind w:firstLine="708"/>
        <w:jc w:val="both"/>
      </w:pPr>
      <w:r>
        <w:t>(2) V případě tabákový</w:t>
      </w:r>
      <w:r>
        <w:rPr>
          <w:lang w:val="de-DE"/>
        </w:rPr>
        <w:t>ch v</w:t>
      </w:r>
      <w:r>
        <w:t>ýrobků, výrobků souvisejících s tabákovými výrobky a nikotinový</w:t>
      </w:r>
      <w:r>
        <w:rPr>
          <w:lang w:val="de-DE"/>
        </w:rPr>
        <w:t>ch s</w:t>
      </w:r>
      <w:r>
        <w:t>áčků bez obsahu tabáku nabízených k prodeji komunikačními prostředky na dálku musí být před dokončením nákupu poskytnuty konečn</w:t>
      </w:r>
      <w:r>
        <w:rPr>
          <w:lang w:val="fr-FR"/>
        </w:rPr>
        <w:t>é</w:t>
      </w:r>
      <w:r>
        <w:t xml:space="preserve">mu spotřebiteli všechny údaje podle § 12d odst. 1 písm. a) až d) a f) až </w:t>
      </w:r>
      <w:r>
        <w:rPr>
          <w:lang w:val="it-IT"/>
        </w:rPr>
        <w:t xml:space="preserve">h), </w:t>
      </w:r>
      <w:r>
        <w:t>§ 12e pí</w:t>
      </w:r>
      <w:r>
        <w:rPr>
          <w:lang w:val="pt-PT"/>
        </w:rPr>
        <w:t xml:space="preserve">sm. a) a b), </w:t>
      </w:r>
      <w:r>
        <w:t xml:space="preserve">§ </w:t>
      </w:r>
      <w:r>
        <w:rPr>
          <w:lang w:val="en-US"/>
        </w:rPr>
        <w:t>12f p</w:t>
      </w:r>
      <w:r>
        <w:t>í</w:t>
      </w:r>
      <w:r>
        <w:rPr>
          <w:lang w:val="pt-PT"/>
        </w:rPr>
        <w:t xml:space="preserve">sm. a) a b), </w:t>
      </w:r>
      <w:r>
        <w:t xml:space="preserve">§ 12h odst. 2 písm. a) až </w:t>
      </w:r>
      <w:r>
        <w:rPr>
          <w:lang w:val="pt-PT"/>
        </w:rPr>
        <w:t xml:space="preserve">d), f) a g), </w:t>
      </w:r>
      <w:r>
        <w:t>§ 12h odst. 3, § 12j odst. 2 pí</w:t>
      </w:r>
      <w:r>
        <w:rPr>
          <w:lang w:val="pt-PT"/>
        </w:rPr>
        <w:t xml:space="preserve">sm. a) a b) a </w:t>
      </w:r>
      <w:r>
        <w:t>§ 12k dost.2 písm. a) až d).</w:t>
      </w:r>
      <w:r>
        <w:rPr>
          <w:rtl/>
          <w:lang w:val="ar-SA"/>
        </w:rPr>
        <w:t>“</w:t>
      </w:r>
    </w:p>
    <w:p w:rsidR="00350EE3" w:rsidRDefault="00350EE3" w:rsidP="00350EE3">
      <w:pPr>
        <w:pStyle w:val="TextA"/>
      </w:pPr>
    </w:p>
    <w:p w:rsidR="00350EE3" w:rsidRDefault="00350EE3" w:rsidP="00350EE3">
      <w:pPr>
        <w:pStyle w:val="TextA"/>
      </w:pPr>
      <w:r>
        <w:t xml:space="preserve">Následující body se přečíslují. </w:t>
      </w:r>
    </w:p>
    <w:p w:rsidR="00350EE3" w:rsidRDefault="00350EE3" w:rsidP="00350EE3">
      <w:pPr>
        <w:pStyle w:val="TextA"/>
      </w:pPr>
    </w:p>
    <w:p w:rsidR="00350EE3" w:rsidRDefault="00350EE3" w:rsidP="00350EE3">
      <w:pPr>
        <w:pStyle w:val="TextA"/>
      </w:pPr>
      <w:r>
        <w:t xml:space="preserve">4. V části první, čl. I se vkládá nový bod </w:t>
      </w:r>
      <w:r w:rsidR="00536FB7">
        <w:t>X</w:t>
      </w:r>
      <w:r>
        <w:t>, který zní:</w:t>
      </w:r>
    </w:p>
    <w:p w:rsidR="00350EE3" w:rsidRDefault="00350EE3" w:rsidP="00350EE3">
      <w:pPr>
        <w:pStyle w:val="TextA"/>
      </w:pPr>
    </w:p>
    <w:p w:rsidR="00350EE3" w:rsidRDefault="00350EE3" w:rsidP="00350EE3">
      <w:pPr>
        <w:pStyle w:val="TextA"/>
      </w:pPr>
      <w:r>
        <w:t>„</w:t>
      </w:r>
      <w:r w:rsidR="00536FB7">
        <w:t>X</w:t>
      </w:r>
      <w:r>
        <w:rPr>
          <w:b/>
          <w:bCs/>
        </w:rPr>
        <w:t>.</w:t>
      </w:r>
      <w:r>
        <w:t xml:space="preserve"> V §</w:t>
      </w:r>
      <w:r w:rsidR="00536FB7">
        <w:t xml:space="preserve"> </w:t>
      </w:r>
      <w:r>
        <w:t xml:space="preserve">19 </w:t>
      </w:r>
      <w:r w:rsidR="00536FB7">
        <w:t xml:space="preserve">se na konci </w:t>
      </w:r>
      <w:r>
        <w:t>odst</w:t>
      </w:r>
      <w:r w:rsidR="00536FB7">
        <w:t>avce</w:t>
      </w:r>
      <w:r>
        <w:t xml:space="preserve"> 4 </w:t>
      </w:r>
      <w:r w:rsidR="00536FB7">
        <w:t xml:space="preserve">tečka nahrazuje čárkou a </w:t>
      </w:r>
      <w:r>
        <w:t xml:space="preserve">doplňuje </w:t>
      </w:r>
      <w:r w:rsidR="00536FB7">
        <w:t>se písmeno c)</w:t>
      </w:r>
      <w:r>
        <w:t>, kter</w:t>
      </w:r>
      <w:r w:rsidR="00284085">
        <w:t>é</w:t>
      </w:r>
      <w:r>
        <w:t xml:space="preserve"> zní:</w:t>
      </w:r>
    </w:p>
    <w:p w:rsidR="00350EE3" w:rsidRDefault="00284085" w:rsidP="00350EE3">
      <w:pPr>
        <w:pStyle w:val="VchozA"/>
        <w:spacing w:after="0" w:line="240" w:lineRule="auto"/>
        <w:jc w:val="both"/>
        <w:rPr>
          <w:rFonts w:ascii="Times New Roman" w:eastAsia="Times New Roman" w:hAnsi="Times New Roman" w:cs="Times New Roman"/>
          <w:b w:val="0"/>
          <w:bCs w:val="0"/>
          <w:sz w:val="24"/>
          <w:szCs w:val="24"/>
          <w:shd w:val="clear" w:color="auto" w:fill="FFFFFF"/>
        </w:rPr>
      </w:pPr>
      <w:r>
        <w:rPr>
          <w:rFonts w:ascii="Times New Roman" w:hAnsi="Times New Roman"/>
          <w:b w:val="0"/>
          <w:bCs w:val="0"/>
          <w:sz w:val="24"/>
          <w:szCs w:val="24"/>
          <w:shd w:val="clear" w:color="auto" w:fill="FFFFFF"/>
        </w:rPr>
        <w:t>„</w:t>
      </w:r>
      <w:r w:rsidR="00350EE3">
        <w:rPr>
          <w:rFonts w:ascii="Times New Roman" w:hAnsi="Times New Roman"/>
          <w:b w:val="0"/>
          <w:bCs w:val="0"/>
          <w:sz w:val="24"/>
          <w:szCs w:val="24"/>
          <w:shd w:val="clear" w:color="auto" w:fill="FFFFFF"/>
        </w:rPr>
        <w:t>c) nikotinov</w:t>
      </w:r>
      <w:r w:rsidR="00350EE3">
        <w:rPr>
          <w:rFonts w:ascii="Times New Roman" w:hAnsi="Times New Roman"/>
          <w:b w:val="0"/>
          <w:bCs w:val="0"/>
          <w:sz w:val="24"/>
          <w:szCs w:val="24"/>
          <w:shd w:val="clear" w:color="auto" w:fill="FFFFFF"/>
          <w:lang w:val="fr-FR"/>
        </w:rPr>
        <w:t xml:space="preserve">é </w:t>
      </w:r>
      <w:r w:rsidR="00350EE3">
        <w:rPr>
          <w:rFonts w:ascii="Times New Roman" w:hAnsi="Times New Roman"/>
          <w:b w:val="0"/>
          <w:bCs w:val="0"/>
          <w:sz w:val="24"/>
          <w:szCs w:val="24"/>
          <w:shd w:val="clear" w:color="auto" w:fill="FFFFFF"/>
        </w:rPr>
        <w:t>sáčky bez obsahu tabáku</w:t>
      </w:r>
    </w:p>
    <w:p w:rsidR="00350EE3" w:rsidRDefault="00350EE3" w:rsidP="00284085">
      <w:pPr>
        <w:pStyle w:val="VchozA"/>
        <w:tabs>
          <w:tab w:val="left" w:pos="567"/>
        </w:tabs>
        <w:spacing w:after="0" w:line="240" w:lineRule="auto"/>
        <w:ind w:left="426"/>
        <w:jc w:val="both"/>
        <w:rPr>
          <w:rFonts w:ascii="Times New Roman" w:eastAsia="Times New Roman" w:hAnsi="Times New Roman" w:cs="Times New Roman"/>
          <w:b w:val="0"/>
          <w:bCs w:val="0"/>
          <w:sz w:val="24"/>
          <w:szCs w:val="24"/>
          <w:shd w:val="clear" w:color="auto" w:fill="FFFFFF"/>
        </w:rPr>
      </w:pPr>
      <w:r>
        <w:rPr>
          <w:rFonts w:ascii="Times New Roman" w:hAnsi="Times New Roman"/>
          <w:b w:val="0"/>
          <w:bCs w:val="0"/>
          <w:sz w:val="24"/>
          <w:szCs w:val="24"/>
          <w:shd w:val="clear" w:color="auto" w:fill="FFFFFF"/>
        </w:rPr>
        <w:t>1. požadavky na jejich složení, vzhled, jakost a vlastnosti,</w:t>
      </w:r>
    </w:p>
    <w:p w:rsidR="00350EE3" w:rsidRDefault="00350EE3" w:rsidP="00284085">
      <w:pPr>
        <w:pStyle w:val="VchozA"/>
        <w:tabs>
          <w:tab w:val="left" w:pos="567"/>
        </w:tabs>
        <w:spacing w:after="0" w:line="240" w:lineRule="auto"/>
        <w:ind w:left="426"/>
        <w:jc w:val="both"/>
        <w:rPr>
          <w:rFonts w:ascii="Times New Roman" w:eastAsia="Times New Roman" w:hAnsi="Times New Roman" w:cs="Times New Roman"/>
          <w:b w:val="0"/>
          <w:bCs w:val="0"/>
          <w:sz w:val="24"/>
          <w:szCs w:val="24"/>
          <w:shd w:val="clear" w:color="auto" w:fill="FFFFFF"/>
        </w:rPr>
      </w:pPr>
      <w:r>
        <w:rPr>
          <w:rFonts w:ascii="Times New Roman" w:hAnsi="Times New Roman"/>
          <w:b w:val="0"/>
          <w:bCs w:val="0"/>
          <w:sz w:val="24"/>
          <w:szCs w:val="24"/>
          <w:shd w:val="clear" w:color="auto" w:fill="FFFFFF"/>
        </w:rPr>
        <w:t>2. požadavky na jejich označování, včetně zakázaných prvků a rysů,</w:t>
      </w:r>
    </w:p>
    <w:p w:rsidR="00350EE3" w:rsidRPr="00284085" w:rsidRDefault="00350EE3" w:rsidP="00284085">
      <w:pPr>
        <w:pStyle w:val="VchozA"/>
        <w:tabs>
          <w:tab w:val="left" w:pos="567"/>
        </w:tabs>
        <w:spacing w:after="0" w:line="240" w:lineRule="auto"/>
        <w:ind w:left="426"/>
        <w:jc w:val="both"/>
        <w:rPr>
          <w:rFonts w:ascii="Times New Roman" w:eastAsia="Times New Roman" w:hAnsi="Times New Roman" w:cs="Times New Roman"/>
          <w:b w:val="0"/>
          <w:bCs w:val="0"/>
          <w:sz w:val="24"/>
          <w:szCs w:val="24"/>
          <w:shd w:val="clear" w:color="auto" w:fill="FFFFFF"/>
        </w:rPr>
      </w:pPr>
      <w:r>
        <w:rPr>
          <w:rFonts w:ascii="Times New Roman" w:hAnsi="Times New Roman"/>
          <w:b w:val="0"/>
          <w:bCs w:val="0"/>
          <w:sz w:val="24"/>
          <w:szCs w:val="24"/>
          <w:shd w:val="clear" w:color="auto" w:fill="FFFFFF"/>
        </w:rPr>
        <w:t>3. způ</w:t>
      </w:r>
      <w:r>
        <w:rPr>
          <w:rFonts w:ascii="Times New Roman" w:hAnsi="Times New Roman"/>
          <w:b w:val="0"/>
          <w:bCs w:val="0"/>
          <w:sz w:val="24"/>
          <w:szCs w:val="24"/>
          <w:shd w:val="clear" w:color="auto" w:fill="FFFFFF"/>
          <w:lang w:val="pt-PT"/>
        </w:rPr>
        <w:t>sob, lh</w:t>
      </w:r>
      <w:r>
        <w:rPr>
          <w:rFonts w:ascii="Times New Roman" w:hAnsi="Times New Roman"/>
          <w:b w:val="0"/>
          <w:bCs w:val="0"/>
          <w:sz w:val="24"/>
          <w:szCs w:val="24"/>
          <w:shd w:val="clear" w:color="auto" w:fill="FFFFFF"/>
        </w:rPr>
        <w:t>ůt</w:t>
      </w:r>
      <w:r w:rsidR="00284085">
        <w:rPr>
          <w:rFonts w:ascii="Times New Roman" w:hAnsi="Times New Roman"/>
          <w:b w:val="0"/>
          <w:bCs w:val="0"/>
          <w:sz w:val="24"/>
          <w:szCs w:val="24"/>
          <w:shd w:val="clear" w:color="auto" w:fill="FFFFFF"/>
        </w:rPr>
        <w:t>y a rozsah oznamovací povinnosti.“.“.</w:t>
      </w:r>
    </w:p>
    <w:p w:rsidR="00350EE3" w:rsidRDefault="00350EE3" w:rsidP="00350EE3">
      <w:pPr>
        <w:pStyle w:val="VchozA"/>
        <w:spacing w:after="0" w:line="240" w:lineRule="auto"/>
        <w:jc w:val="both"/>
        <w:rPr>
          <w:rFonts w:ascii="Times New Roman" w:eastAsia="Times New Roman" w:hAnsi="Times New Roman" w:cs="Times New Roman"/>
          <w:b w:val="0"/>
          <w:bCs w:val="0"/>
          <w:sz w:val="24"/>
          <w:szCs w:val="24"/>
          <w:shd w:val="clear" w:color="auto" w:fill="FFFFFF"/>
        </w:rPr>
      </w:pPr>
    </w:p>
    <w:p w:rsidR="00350EE3" w:rsidRDefault="00350EE3" w:rsidP="00350EE3">
      <w:pPr>
        <w:pStyle w:val="TextA"/>
      </w:pPr>
      <w:r>
        <w:t>5. V č</w:t>
      </w:r>
      <w:r>
        <w:rPr>
          <w:lang w:val="it-IT"/>
        </w:rPr>
        <w:t>l. II P</w:t>
      </w:r>
      <w:r>
        <w:t>řechodn</w:t>
      </w:r>
      <w:r>
        <w:rPr>
          <w:lang w:val="fr-FR"/>
        </w:rPr>
        <w:t xml:space="preserve">é </w:t>
      </w:r>
      <w:r>
        <w:t>ustanovení se dosavadní text označuje jako bod 1. a doplňuje se nový bod 2., který zní:</w:t>
      </w:r>
    </w:p>
    <w:p w:rsidR="00350EE3" w:rsidRDefault="00350EE3" w:rsidP="00350EE3">
      <w:pPr>
        <w:pStyle w:val="TextA"/>
      </w:pPr>
    </w:p>
    <w:p w:rsidR="00350EE3" w:rsidRDefault="00350EE3" w:rsidP="00350EE3">
      <w:pPr>
        <w:pStyle w:val="TextA"/>
      </w:pPr>
      <w:r>
        <w:t>„2. Nikotinov</w:t>
      </w:r>
      <w:r>
        <w:rPr>
          <w:lang w:val="fr-FR"/>
        </w:rPr>
        <w:t xml:space="preserve">é </w:t>
      </w:r>
      <w:r>
        <w:t>sáčky bez obsahu tabáku, kter</w:t>
      </w:r>
      <w:r>
        <w:rPr>
          <w:lang w:val="fr-FR"/>
        </w:rPr>
        <w:t xml:space="preserve">é </w:t>
      </w:r>
      <w:r>
        <w:t>nejsou v souladu s požadavky stanovenými zákonem č. 110/1997 Sb., ve znění účinn</w:t>
      </w:r>
      <w:r>
        <w:rPr>
          <w:lang w:val="fr-FR"/>
        </w:rPr>
        <w:t>é</w:t>
      </w:r>
      <w:r>
        <w:t xml:space="preserve">m ode dne nabytí účinnosti tohoto zákona, a byly </w:t>
      </w:r>
      <w:r>
        <w:lastRenderedPageBreak/>
        <w:t>vyrobeny nebo uvedeny na trh nejpozději do dne nabytí účinnosti tohoto zákona, mohou být nabízeny k prodeji a prodávány nejd</w:t>
      </w:r>
      <w:r>
        <w:rPr>
          <w:lang w:val="fr-FR"/>
        </w:rPr>
        <w:t>é</w:t>
      </w:r>
      <w:r>
        <w:t>le do 31.12.2021.</w:t>
      </w:r>
      <w:r w:rsidR="00284085">
        <w:t>“.“.</w:t>
      </w:r>
    </w:p>
    <w:p w:rsidR="00350EE3" w:rsidRDefault="00350EE3" w:rsidP="00350EE3">
      <w:pPr>
        <w:pStyle w:val="TextA"/>
      </w:pPr>
    </w:p>
    <w:p w:rsidR="00350EE3" w:rsidRDefault="00350EE3" w:rsidP="00DC4351"/>
    <w:p w:rsidR="00350EE3" w:rsidRPr="00350EE3" w:rsidRDefault="00350EE3" w:rsidP="00DC4351">
      <w:pPr>
        <w:rPr>
          <w:b/>
        </w:rPr>
      </w:pPr>
      <w:r w:rsidRPr="00350EE3">
        <w:rPr>
          <w:b/>
        </w:rPr>
        <w:t>E.</w:t>
      </w:r>
      <w:r w:rsidRPr="00350EE3">
        <w:rPr>
          <w:b/>
        </w:rPr>
        <w:tab/>
        <w:t>Poslanec V</w:t>
      </w:r>
      <w:r>
        <w:rPr>
          <w:b/>
        </w:rPr>
        <w:t>lastimil</w:t>
      </w:r>
      <w:r w:rsidRPr="00350EE3">
        <w:rPr>
          <w:b/>
        </w:rPr>
        <w:t xml:space="preserve"> Válek</w:t>
      </w:r>
    </w:p>
    <w:p w:rsidR="00350EE3" w:rsidRPr="00350EE3" w:rsidRDefault="00350EE3" w:rsidP="00DC4351">
      <w:pPr>
        <w:rPr>
          <w:i/>
        </w:rPr>
      </w:pPr>
      <w:r w:rsidRPr="00350EE3">
        <w:rPr>
          <w:i/>
        </w:rPr>
        <w:t>SD 6206</w:t>
      </w:r>
    </w:p>
    <w:p w:rsidR="00350EE3" w:rsidRPr="005020A0" w:rsidRDefault="00350EE3" w:rsidP="00350EE3">
      <w:r w:rsidRPr="005020A0">
        <w:t>V části první</w:t>
      </w:r>
      <w:r w:rsidR="00284085">
        <w:t>,</w:t>
      </w:r>
      <w:r w:rsidRPr="005020A0">
        <w:t xml:space="preserve"> čl. I se za dosavadní bod 20 vkládá nový bod X, který zní:</w:t>
      </w:r>
    </w:p>
    <w:p w:rsidR="00350EE3" w:rsidRPr="005020A0" w:rsidRDefault="00350EE3" w:rsidP="00350EE3">
      <w:r w:rsidRPr="005020A0">
        <w:t>„X. V § 8 se na konci odstavce 1 tečka nahrazuje čárkou a doplňuje se písmeno e), které zní:</w:t>
      </w:r>
    </w:p>
    <w:p w:rsidR="00350EE3" w:rsidRPr="005020A0" w:rsidRDefault="00350EE3" w:rsidP="00350EE3">
      <w:r w:rsidRPr="005020A0">
        <w:t>„e) údaje podle čl. 9 odst. 1 písm. b) a c) nařízení Evropského parlamentu a Rady (EU) č. 1169/2011, jde-li o potravinu nabízenou k prodeji samoobslužným způsobem.“</w:t>
      </w:r>
      <w:r w:rsidR="00DE2BAE">
        <w:t>.</w:t>
      </w:r>
    </w:p>
    <w:p w:rsidR="00350EE3" w:rsidRDefault="00350EE3" w:rsidP="00DC4351"/>
    <w:p w:rsidR="00350EE3" w:rsidRDefault="00350EE3" w:rsidP="00DC4351"/>
    <w:p w:rsidR="00350EE3" w:rsidRPr="00DE2BAE" w:rsidRDefault="00DE2BAE" w:rsidP="00DC4351">
      <w:pPr>
        <w:rPr>
          <w:b/>
        </w:rPr>
      </w:pPr>
      <w:r w:rsidRPr="00DE2BAE">
        <w:rPr>
          <w:b/>
        </w:rPr>
        <w:t>F.</w:t>
      </w:r>
      <w:r>
        <w:rPr>
          <w:b/>
        </w:rPr>
        <w:tab/>
      </w:r>
      <w:r w:rsidRPr="00DE2BAE">
        <w:rPr>
          <w:b/>
        </w:rPr>
        <w:t>Poslanec Radek Holomčík</w:t>
      </w:r>
    </w:p>
    <w:p w:rsidR="00350EE3" w:rsidRPr="00DE2BAE" w:rsidRDefault="00DE2BAE" w:rsidP="00DC4351">
      <w:pPr>
        <w:rPr>
          <w:i/>
        </w:rPr>
      </w:pPr>
      <w:r w:rsidRPr="00DE2BAE">
        <w:rPr>
          <w:i/>
        </w:rPr>
        <w:t>SD 6744</w:t>
      </w:r>
    </w:p>
    <w:p w:rsidR="00DE2BAE" w:rsidRDefault="00DE2BAE" w:rsidP="00DE2BAE">
      <w:pPr>
        <w:spacing w:after="200"/>
        <w:ind w:left="566" w:right="400" w:hanging="360"/>
      </w:pPr>
      <w:r>
        <w:rPr>
          <w:b/>
        </w:rPr>
        <w:t>1.</w:t>
      </w:r>
      <w:r>
        <w:rPr>
          <w:sz w:val="14"/>
          <w:szCs w:val="14"/>
        </w:rPr>
        <w:t xml:space="preserve">      </w:t>
      </w:r>
      <w:r>
        <w:t xml:space="preserve">V části první, čl. I se za dosavadní bod </w:t>
      </w:r>
      <w:r w:rsidR="00284085">
        <w:t>4</w:t>
      </w:r>
      <w:r>
        <w:t xml:space="preserve"> vkládá nový bod</w:t>
      </w:r>
      <w:r w:rsidR="00284085">
        <w:t xml:space="preserve"> X</w:t>
      </w:r>
      <w:r>
        <w:t>, který zní:</w:t>
      </w:r>
    </w:p>
    <w:p w:rsidR="00DE2BAE" w:rsidRDefault="00284085" w:rsidP="006947ED">
      <w:pPr>
        <w:spacing w:after="200"/>
        <w:ind w:right="400"/>
      </w:pPr>
      <w:r>
        <w:t>„X</w:t>
      </w:r>
      <w:r w:rsidR="00DE2BAE">
        <w:t xml:space="preserve">. V § 2 odst. 1 se na konci písmene z) tečka nahrazuje čárkou a vkládá se nové písmeno </w:t>
      </w:r>
      <w:r w:rsidR="006947ED">
        <w:t>z</w:t>
      </w:r>
      <w:r w:rsidR="00DE2BAE">
        <w:t>a), které zní:</w:t>
      </w:r>
    </w:p>
    <w:p w:rsidR="00DE2BAE" w:rsidRDefault="006947ED" w:rsidP="006947ED">
      <w:pPr>
        <w:spacing w:after="200"/>
        <w:ind w:right="400"/>
      </w:pPr>
      <w:r>
        <w:t>„z</w:t>
      </w:r>
      <w:r w:rsidR="00DE2BAE">
        <w:t>a) uváděním potraviny na trh se pro účely posouzení, zda není potravina označená zdánlivě totožně s potravinou uváděnou na trh v jiném členském státě Evropské unie, ačkoliv má odlišné složení nebo vlastnosti, rozumí nabízení potravin, jejich předávání nebo převod vlastnického práva k potravině za účelem distribuce, používání nebo spotřeby na trhu členského státu Evropské unie, za úplatu nebo zdarma, prvnímu nabyvateli po výrobci, či dovozci do členského státu Evropské unie, a to i prostřednictvím prodeje na dálku; v případě přeshraničního prodeje na dálku se potravina považuje za uvedenou na trh ve členském státě Evropské unie, ve kterém se nachází její první nabyvatel po výrobci, či dovozci do členského státu Evropské unie.“.</w:t>
      </w:r>
      <w:r>
        <w:t>“.</w:t>
      </w:r>
    </w:p>
    <w:p w:rsidR="00DE2BAE" w:rsidRDefault="00DE2BAE" w:rsidP="006947ED">
      <w:pPr>
        <w:spacing w:after="200"/>
        <w:ind w:right="400"/>
      </w:pPr>
      <w:r>
        <w:t>Následující body se přečíslují.</w:t>
      </w:r>
    </w:p>
    <w:p w:rsidR="00DE2BAE" w:rsidRDefault="00DE2BAE" w:rsidP="006947ED">
      <w:pPr>
        <w:ind w:left="998" w:right="403"/>
      </w:pPr>
      <w:r>
        <w:t xml:space="preserve"> </w:t>
      </w:r>
    </w:p>
    <w:p w:rsidR="00DE2BAE" w:rsidRDefault="00DE2BAE" w:rsidP="00DE2BAE">
      <w:pPr>
        <w:spacing w:after="200"/>
        <w:ind w:left="566" w:right="400" w:hanging="360"/>
      </w:pPr>
      <w:r>
        <w:rPr>
          <w:b/>
        </w:rPr>
        <w:t>2.</w:t>
      </w:r>
      <w:r>
        <w:rPr>
          <w:sz w:val="14"/>
          <w:szCs w:val="14"/>
        </w:rPr>
        <w:t xml:space="preserve">     </w:t>
      </w:r>
      <w:r>
        <w:t>Za část třetí se vkládá nová část čtvrtá, která včetně nadpisu zní:</w:t>
      </w:r>
    </w:p>
    <w:p w:rsidR="00DE2BAE" w:rsidRDefault="00DE2BAE" w:rsidP="006947ED">
      <w:pPr>
        <w:spacing w:after="200"/>
        <w:ind w:right="400"/>
        <w:jc w:val="center"/>
      </w:pPr>
      <w:r>
        <w:t>„ČÁST ČTVRTÁ</w:t>
      </w:r>
    </w:p>
    <w:p w:rsidR="00DE2BAE" w:rsidRDefault="00DE2BAE" w:rsidP="006947ED">
      <w:pPr>
        <w:spacing w:after="200"/>
        <w:ind w:right="400"/>
        <w:jc w:val="center"/>
        <w:rPr>
          <w:b/>
        </w:rPr>
      </w:pPr>
      <w:r>
        <w:rPr>
          <w:b/>
        </w:rPr>
        <w:t>Změna zákona o ochraně spotřebitele</w:t>
      </w:r>
    </w:p>
    <w:p w:rsidR="00DE2BAE" w:rsidRDefault="00DE2BAE" w:rsidP="006947ED">
      <w:pPr>
        <w:spacing w:after="200"/>
        <w:ind w:right="400"/>
        <w:jc w:val="center"/>
      </w:pPr>
      <w:r>
        <w:t xml:space="preserve">Čl. </w:t>
      </w:r>
      <w:r w:rsidR="006947ED">
        <w:t>V</w:t>
      </w:r>
      <w:r>
        <w:t>I</w:t>
      </w:r>
    </w:p>
    <w:p w:rsidR="00DE2BAE" w:rsidRDefault="00DE2BAE" w:rsidP="006947ED">
      <w:pPr>
        <w:spacing w:before="120" w:after="120"/>
        <w:ind w:right="400" w:firstLine="708"/>
      </w:pPr>
      <w:r>
        <w:t>V § 2 odst. 1 zákona č. 634/1992 Sb., o ochraně spotřebitele, ve znění zákona č. 217/1993 Sb., zákona č. 40/1995 Sb., zákona č. 104/1995 Sb., zákona č. 64/2000 Sb., zákona č. 145/2000 Sb., zákona č. 102/2001 Sb., zákona č. 452/2001 Sb., zákona č. 227/2003 Sb., zákona č. 36/2008 Sb., zákona č. 155/2010 Sb., zákona č. 238/2012 Sb., zákona č. 378/2015 Sb. a zákona 179/2019 Sb., se na konci písmene v) tečka nahrazuje čárkou a vkládá se nové písmeno w), které zní:</w:t>
      </w:r>
    </w:p>
    <w:p w:rsidR="00DE2BAE" w:rsidRDefault="00DE2BAE" w:rsidP="006947ED">
      <w:pPr>
        <w:spacing w:after="200"/>
        <w:ind w:right="400"/>
      </w:pPr>
      <w:r>
        <w:t xml:space="preserve">„w) uváděním potraviny na trh  se pro účely posouzení, zda není potravina označená zdánlivě totožně s potravinou uváděnou na trh v jiném členském státě Evropské unie, ačkoliv má odlišné složení nebo vlastnosti, rozumí nabízení potravin, jejich předávání nebo převod vlastnického práva k potravině za účelem distribuce, používání nebo spotřeby na trhu členského státu Evropské unie, za úplatu nebo zdarma, prvnímu nabyvateli po výrobci, či dovozci do členského státu Evropské unie, a to i prostřednictvím prodeje na dálku; v </w:t>
      </w:r>
      <w:r>
        <w:lastRenderedPageBreak/>
        <w:t>případě přeshraničního prodeje na dálku se potravina považuje za uvedenou na trh ve členském státě Evropské unie, ve kterém se nachází její první nabyvatel po výrobci, či dovozci do členského státu Evropské unie.“.“.</w:t>
      </w:r>
    </w:p>
    <w:p w:rsidR="00DE2BAE" w:rsidRDefault="00DE2BAE" w:rsidP="006947ED">
      <w:pPr>
        <w:spacing w:after="200"/>
        <w:ind w:right="400"/>
      </w:pPr>
      <w:r>
        <w:t xml:space="preserve">Dosavadní část čtvrtá se označuje jako část pátá a dosavadní článek VI se označuje jako článek VII. </w:t>
      </w:r>
    </w:p>
    <w:p w:rsidR="00DE2BAE" w:rsidRDefault="00DE2BAE" w:rsidP="00DE2BAE"/>
    <w:p w:rsidR="00350EE3" w:rsidRPr="00DE2BAE" w:rsidRDefault="00DE2BAE" w:rsidP="00DC4351">
      <w:pPr>
        <w:rPr>
          <w:i/>
        </w:rPr>
      </w:pPr>
      <w:r w:rsidRPr="00DE2BAE">
        <w:rPr>
          <w:i/>
        </w:rPr>
        <w:t>SD 6745</w:t>
      </w:r>
    </w:p>
    <w:p w:rsidR="00DE2BAE" w:rsidRDefault="00DE2BAE" w:rsidP="006947ED">
      <w:pPr>
        <w:keepNext/>
        <w:widowControl w:val="0"/>
        <w:numPr>
          <w:ilvl w:val="0"/>
          <w:numId w:val="20"/>
        </w:numPr>
        <w:shd w:val="clear" w:color="auto" w:fill="FFFFFF"/>
        <w:ind w:left="426" w:hanging="426"/>
      </w:pPr>
      <w:r>
        <w:t>V části první</w:t>
      </w:r>
      <w:r w:rsidR="006947ED">
        <w:t>,</w:t>
      </w:r>
      <w:r>
        <w:t xml:space="preserve"> </w:t>
      </w:r>
      <w:r w:rsidR="006947ED">
        <w:t>č</w:t>
      </w:r>
      <w:r>
        <w:t xml:space="preserve">l. I </w:t>
      </w:r>
      <w:r w:rsidR="006947ED">
        <w:t xml:space="preserve">dosavadní </w:t>
      </w:r>
      <w:r>
        <w:t xml:space="preserve">bod 21 </w:t>
      </w:r>
      <w:r w:rsidR="006947ED">
        <w:t xml:space="preserve">nově </w:t>
      </w:r>
      <w:r>
        <w:t>zní:</w:t>
      </w:r>
    </w:p>
    <w:p w:rsidR="00DE2BAE" w:rsidRDefault="00DE2BAE" w:rsidP="006947ED">
      <w:pPr>
        <w:keepNext/>
        <w:widowControl w:val="0"/>
        <w:shd w:val="clear" w:color="auto" w:fill="FFFFFF"/>
        <w:ind w:left="426" w:hanging="426"/>
      </w:pPr>
    </w:p>
    <w:p w:rsidR="00DE2BAE" w:rsidRDefault="00DE2BAE" w:rsidP="006947ED">
      <w:pPr>
        <w:keepNext/>
        <w:widowControl w:val="0"/>
        <w:shd w:val="clear" w:color="auto" w:fill="FFFFFF"/>
        <w:ind w:left="426" w:hanging="426"/>
      </w:pPr>
      <w:r>
        <w:t>„21. V § 9b odstavec 1 zní:</w:t>
      </w:r>
    </w:p>
    <w:p w:rsidR="00DE2BAE" w:rsidRDefault="00DE2BAE" w:rsidP="006947ED">
      <w:pPr>
        <w:keepNext/>
        <w:widowControl w:val="0"/>
        <w:shd w:val="clear" w:color="auto" w:fill="FFFFFF"/>
        <w:ind w:left="426" w:hanging="426"/>
      </w:pPr>
    </w:p>
    <w:p w:rsidR="00DE2BAE" w:rsidRDefault="00DE2BAE" w:rsidP="006947ED">
      <w:pPr>
        <w:keepNext/>
        <w:widowControl w:val="0"/>
        <w:shd w:val="clear" w:color="auto" w:fill="FFFFFF"/>
        <w:ind w:left="426"/>
      </w:pPr>
      <w:r>
        <w:t>„(1) Při uvádění potraviny na trh lze poskytnout informaci slovy "česká potravina", grafické znázornění stanovené prováděcím právním předpisem nebo jinou informaci zejména slovní, obrazovou nebo grafickou naznačující, že země původu potraviny je Česká republika, pokud 100% všech složek celkové hmotnosti potraviny, vinařských produktů</w:t>
      </w:r>
      <w:r>
        <w:rPr>
          <w:vertAlign w:val="superscript"/>
        </w:rPr>
        <w:t>47)</w:t>
      </w:r>
      <w:r>
        <w:t xml:space="preserve"> nebo mléka pochází z České republiky, s výjimkou složek, které z důvodů přírodních podmínek nemohou být v České republice produkovány, a prvovýroba</w:t>
      </w:r>
      <w:r>
        <w:rPr>
          <w:vertAlign w:val="superscript"/>
        </w:rPr>
        <w:t>48)</w:t>
      </w:r>
      <w:r>
        <w:t xml:space="preserve">, narození, chov, porážka zvířat a všechny fáze výroby proběhly na území České republiky.“.“. </w:t>
      </w:r>
    </w:p>
    <w:p w:rsidR="00DE2BAE" w:rsidRDefault="00DE2BAE" w:rsidP="006947ED">
      <w:pPr>
        <w:keepNext/>
        <w:widowControl w:val="0"/>
        <w:shd w:val="clear" w:color="auto" w:fill="FFFFFF"/>
        <w:ind w:left="426" w:hanging="426"/>
      </w:pPr>
    </w:p>
    <w:p w:rsidR="00DE2BAE" w:rsidRDefault="00DE2BAE" w:rsidP="006947ED">
      <w:pPr>
        <w:keepNext/>
        <w:widowControl w:val="0"/>
        <w:numPr>
          <w:ilvl w:val="0"/>
          <w:numId w:val="20"/>
        </w:numPr>
        <w:shd w:val="clear" w:color="auto" w:fill="FFFFFF"/>
        <w:ind w:left="426" w:hanging="426"/>
      </w:pPr>
      <w:r>
        <w:t>V části první</w:t>
      </w:r>
      <w:r w:rsidR="006947ED">
        <w:t>, č</w:t>
      </w:r>
      <w:r>
        <w:t>l. I se bod 22 zrušuje.</w:t>
      </w:r>
    </w:p>
    <w:p w:rsidR="00DE2BAE" w:rsidRDefault="00DE2BAE" w:rsidP="006947ED">
      <w:pPr>
        <w:keepNext/>
        <w:widowControl w:val="0"/>
        <w:shd w:val="clear" w:color="auto" w:fill="FFFFFF"/>
        <w:ind w:left="426" w:hanging="426"/>
      </w:pPr>
    </w:p>
    <w:p w:rsidR="00DE2BAE" w:rsidRDefault="00DE2BAE" w:rsidP="006947ED">
      <w:pPr>
        <w:keepNext/>
        <w:widowControl w:val="0"/>
        <w:shd w:val="clear" w:color="auto" w:fill="FFFFFF"/>
        <w:ind w:left="426" w:hanging="426"/>
      </w:pPr>
      <w:r>
        <w:t xml:space="preserve">Následující body se přečíslují. </w:t>
      </w:r>
    </w:p>
    <w:p w:rsidR="00DE2BAE" w:rsidRDefault="00DE2BAE" w:rsidP="006947ED">
      <w:pPr>
        <w:keepNext/>
        <w:widowControl w:val="0"/>
        <w:shd w:val="clear" w:color="auto" w:fill="FFFFFF"/>
        <w:ind w:left="426" w:hanging="426"/>
      </w:pPr>
    </w:p>
    <w:p w:rsidR="00DE2BAE" w:rsidRDefault="006947ED" w:rsidP="006947ED">
      <w:pPr>
        <w:keepNext/>
        <w:widowControl w:val="0"/>
        <w:numPr>
          <w:ilvl w:val="0"/>
          <w:numId w:val="20"/>
        </w:numPr>
        <w:shd w:val="clear" w:color="auto" w:fill="FFFFFF"/>
        <w:ind w:left="426" w:hanging="426"/>
      </w:pPr>
      <w:r>
        <w:t xml:space="preserve">V části první, čl. I dosavadní </w:t>
      </w:r>
      <w:r w:rsidR="00DE2BAE">
        <w:t>body 7</w:t>
      </w:r>
      <w:r>
        <w:t>2</w:t>
      </w:r>
      <w:r w:rsidR="00DE2BAE">
        <w:t xml:space="preserve"> a 7</w:t>
      </w:r>
      <w:r>
        <w:t xml:space="preserve">3 nově </w:t>
      </w:r>
      <w:r w:rsidR="00DE2BAE">
        <w:t>znějí:</w:t>
      </w:r>
    </w:p>
    <w:p w:rsidR="00DE2BAE" w:rsidRDefault="00DE2BAE" w:rsidP="006947ED">
      <w:pPr>
        <w:keepNext/>
        <w:widowControl w:val="0"/>
        <w:shd w:val="clear" w:color="auto" w:fill="FFFFFF"/>
        <w:ind w:left="426" w:hanging="426"/>
      </w:pPr>
    </w:p>
    <w:p w:rsidR="00DE2BAE" w:rsidRDefault="00DE2BAE" w:rsidP="006947ED">
      <w:pPr>
        <w:keepNext/>
        <w:widowControl w:val="0"/>
        <w:shd w:val="clear" w:color="auto" w:fill="FFFFFF"/>
        <w:ind w:left="426" w:hanging="426"/>
      </w:pPr>
      <w:r>
        <w:t>„7</w:t>
      </w:r>
      <w:r w:rsidR="006947ED">
        <w:t>2</w:t>
      </w:r>
      <w:r>
        <w:t xml:space="preserve">. V § 18 odst. 1 se písmeno n) zrušuje. </w:t>
      </w:r>
    </w:p>
    <w:p w:rsidR="00DE2BAE" w:rsidRDefault="00DE2BAE" w:rsidP="006947ED">
      <w:pPr>
        <w:keepNext/>
        <w:widowControl w:val="0"/>
        <w:shd w:val="clear" w:color="auto" w:fill="FFFFFF"/>
        <w:ind w:left="426" w:hanging="426"/>
      </w:pPr>
      <w:r>
        <w:t>Dosavadní písmena o) až u) se označují jako písmena n) až t)</w:t>
      </w:r>
    </w:p>
    <w:p w:rsidR="00DE2BAE" w:rsidRDefault="00DE2BAE" w:rsidP="006947ED">
      <w:pPr>
        <w:keepNext/>
        <w:widowControl w:val="0"/>
        <w:shd w:val="clear" w:color="auto" w:fill="FFFFFF"/>
        <w:ind w:left="426" w:hanging="426"/>
      </w:pPr>
    </w:p>
    <w:p w:rsidR="00DE2BAE" w:rsidRDefault="00DE2BAE" w:rsidP="006947ED">
      <w:pPr>
        <w:keepNext/>
        <w:widowControl w:val="0"/>
        <w:shd w:val="clear" w:color="auto" w:fill="FFFFFF"/>
        <w:ind w:left="426" w:hanging="426"/>
      </w:pPr>
      <w:r>
        <w:t>7</w:t>
      </w:r>
      <w:r w:rsidR="006947ED">
        <w:t>3</w:t>
      </w:r>
      <w:r>
        <w:t xml:space="preserve">. V § 18 odst. 1 se písmeno p) zrušuje. </w:t>
      </w:r>
    </w:p>
    <w:p w:rsidR="00DE2BAE" w:rsidRDefault="00DE2BAE" w:rsidP="006947ED">
      <w:pPr>
        <w:keepNext/>
        <w:widowControl w:val="0"/>
        <w:shd w:val="clear" w:color="auto" w:fill="FFFFFF"/>
        <w:ind w:left="426" w:hanging="426"/>
      </w:pPr>
      <w:r>
        <w:t xml:space="preserve">Dosavadní písmena q) až t) se označují jako písmena p) až s)“. </w:t>
      </w:r>
    </w:p>
    <w:p w:rsidR="00C14EE2" w:rsidRDefault="00C14EE2" w:rsidP="00DC4351"/>
    <w:p w:rsidR="00DE2BAE" w:rsidRDefault="00DE2BAE" w:rsidP="00DC4351"/>
    <w:p w:rsidR="00DE2BAE" w:rsidRPr="00DE2BAE" w:rsidRDefault="00DE2BAE" w:rsidP="00DC4351">
      <w:pPr>
        <w:rPr>
          <w:b/>
        </w:rPr>
      </w:pPr>
      <w:r w:rsidRPr="00DE2BAE">
        <w:rPr>
          <w:b/>
        </w:rPr>
        <w:t>G.</w:t>
      </w:r>
      <w:r w:rsidRPr="00DE2BAE">
        <w:rPr>
          <w:b/>
        </w:rPr>
        <w:tab/>
        <w:t>Poslanec Josef Kott</w:t>
      </w:r>
    </w:p>
    <w:p w:rsidR="00DE2BAE" w:rsidRPr="00DE2BAE" w:rsidRDefault="00DE2BAE" w:rsidP="00DC4351">
      <w:pPr>
        <w:rPr>
          <w:i/>
        </w:rPr>
      </w:pPr>
      <w:r w:rsidRPr="00DE2BAE">
        <w:rPr>
          <w:i/>
        </w:rPr>
        <w:t>SD 6484</w:t>
      </w:r>
    </w:p>
    <w:p w:rsidR="00DE2BAE" w:rsidRPr="00DE2BAE" w:rsidRDefault="00DE2BAE" w:rsidP="00A052E7">
      <w:pPr>
        <w:rPr>
          <w:color w:val="000000"/>
        </w:rPr>
      </w:pPr>
      <w:r w:rsidRPr="00DE2BAE">
        <w:rPr>
          <w:color w:val="000000"/>
        </w:rPr>
        <w:t>V části první, čl. I dosavadní bod 24 nově zní:</w:t>
      </w:r>
    </w:p>
    <w:p w:rsidR="00DE2BAE" w:rsidRPr="00DE2BAE" w:rsidRDefault="00DE2BAE" w:rsidP="00A052E7">
      <w:pPr>
        <w:rPr>
          <w:color w:val="000000"/>
        </w:rPr>
      </w:pPr>
    </w:p>
    <w:p w:rsidR="00DE2BAE" w:rsidRPr="00DE2BAE" w:rsidRDefault="00DE2BAE" w:rsidP="00A052E7">
      <w:pPr>
        <w:rPr>
          <w:color w:val="000000"/>
        </w:rPr>
      </w:pPr>
      <w:r w:rsidRPr="00DE2BAE">
        <w:rPr>
          <w:color w:val="000000"/>
        </w:rPr>
        <w:t>„X. V § 10 se na konci odstavce 1 tečka nahrazuje čárkou a doplňují se písmena f) a g), která včetně poznámky pod čarou č. 64 znějí:</w:t>
      </w:r>
    </w:p>
    <w:p w:rsidR="00DE2BAE" w:rsidRPr="00DE2BAE" w:rsidRDefault="00DE2BAE" w:rsidP="00A052E7">
      <w:pPr>
        <w:rPr>
          <w:color w:val="000000"/>
        </w:rPr>
      </w:pPr>
    </w:p>
    <w:p w:rsidR="00DE2BAE" w:rsidRPr="00DE2BAE" w:rsidRDefault="00DE2BAE" w:rsidP="00A052E7">
      <w:pPr>
        <w:rPr>
          <w:color w:val="000000"/>
        </w:rPr>
      </w:pPr>
      <w:r w:rsidRPr="00DE2BAE">
        <w:rPr>
          <w:color w:val="000000"/>
        </w:rPr>
        <w:t>„f) obsahující látky v rozporu s požadavky na složení doplňků stravy nebo látky zakázané při výrobě potravin podle vyhlášky o doplňcích stravy a složení potravin</w:t>
      </w:r>
      <w:r w:rsidRPr="00DE2BAE">
        <w:rPr>
          <w:color w:val="000000"/>
          <w:vertAlign w:val="superscript"/>
        </w:rPr>
        <w:t>64)</w:t>
      </w:r>
      <w:r w:rsidRPr="00DE2BAE">
        <w:rPr>
          <w:color w:val="000000"/>
        </w:rPr>
        <w:t xml:space="preserve"> a</w:t>
      </w:r>
    </w:p>
    <w:p w:rsidR="00DE2BAE" w:rsidRPr="00DE2BAE" w:rsidRDefault="00DE2BAE" w:rsidP="00A052E7">
      <w:pPr>
        <w:rPr>
          <w:color w:val="000000"/>
        </w:rPr>
      </w:pPr>
      <w:r w:rsidRPr="00DE2BAE">
        <w:rPr>
          <w:color w:val="000000"/>
        </w:rPr>
        <w:t>g) zdánlivě totožné s potravinou uváděnou na trh v jiných členských státech Evropské unie, ačkoliv potravina uváděná na trh v České republice má podstatně odlišné složení nebo vlastnosti, pokud to není odůvodněno oprávněnými a objektivními skutečnostmi a pokud není potravina opatřena snadno přístupnou a dostatečnou informací o tomto odlišném složení nebo vlastnostech.</w:t>
      </w:r>
    </w:p>
    <w:p w:rsidR="00DE2BAE" w:rsidRPr="00DE2BAE" w:rsidRDefault="00DE2BAE" w:rsidP="00A052E7">
      <w:pPr>
        <w:rPr>
          <w:color w:val="000000"/>
        </w:rPr>
      </w:pPr>
      <w:r w:rsidRPr="00DE2BAE">
        <w:rPr>
          <w:color w:val="000000"/>
        </w:rPr>
        <w:t>______________________</w:t>
      </w:r>
    </w:p>
    <w:p w:rsidR="00DE2BAE" w:rsidRPr="00DE2BAE" w:rsidRDefault="00DE2BAE" w:rsidP="00A052E7">
      <w:pPr>
        <w:rPr>
          <w:color w:val="000000"/>
        </w:rPr>
      </w:pPr>
      <w:r w:rsidRPr="00DE2BAE">
        <w:rPr>
          <w:color w:val="000000"/>
          <w:vertAlign w:val="superscript"/>
        </w:rPr>
        <w:t>64)</w:t>
      </w:r>
      <w:r w:rsidRPr="00DE2BAE">
        <w:rPr>
          <w:color w:val="000000"/>
        </w:rPr>
        <w:t xml:space="preserve"> Vyhláška č. 58/2018 Sb., o doplňcích stravy a složení potravin.“.“.</w:t>
      </w:r>
    </w:p>
    <w:p w:rsidR="00DE2BAE" w:rsidRDefault="00DE2BAE" w:rsidP="00DC4351"/>
    <w:p w:rsidR="00DE2BAE" w:rsidRPr="00DE2BAE" w:rsidRDefault="00DE2BAE" w:rsidP="00DC4351">
      <w:pPr>
        <w:rPr>
          <w:i/>
        </w:rPr>
      </w:pPr>
      <w:r w:rsidRPr="00DE2BAE">
        <w:rPr>
          <w:i/>
        </w:rPr>
        <w:lastRenderedPageBreak/>
        <w:t>SD 6485</w:t>
      </w:r>
    </w:p>
    <w:p w:rsidR="00DE2BAE" w:rsidRPr="008B5DA6" w:rsidRDefault="00DE2BAE" w:rsidP="008B5DA6">
      <w:r w:rsidRPr="008B5DA6">
        <w:t>V části první, čl. I se za dosavadní bod 50 vkládají nové body X a Y, které znějí:</w:t>
      </w:r>
    </w:p>
    <w:p w:rsidR="00DE2BAE" w:rsidRPr="008B5DA6" w:rsidRDefault="00DE2BAE" w:rsidP="008B5DA6"/>
    <w:tbl>
      <w:tblPr>
        <w:tblW w:w="5000" w:type="pct"/>
        <w:tblCellMar>
          <w:left w:w="0" w:type="dxa"/>
          <w:right w:w="0" w:type="dxa"/>
        </w:tblCellMar>
        <w:tblLook w:val="04A0" w:firstRow="1" w:lastRow="0" w:firstColumn="1" w:lastColumn="0" w:noHBand="0" w:noVBand="1"/>
      </w:tblPr>
      <w:tblGrid>
        <w:gridCol w:w="9066"/>
        <w:gridCol w:w="6"/>
      </w:tblGrid>
      <w:tr w:rsidR="00DE2BAE" w:rsidRPr="008B5DA6" w:rsidTr="00913EB4">
        <w:tc>
          <w:tcPr>
            <w:tcW w:w="0" w:type="auto"/>
            <w:shd w:val="clear" w:color="auto" w:fill="auto"/>
          </w:tcPr>
          <w:p w:rsidR="00DE2BAE" w:rsidRPr="00A052E7" w:rsidRDefault="00DE2BAE" w:rsidP="008B5DA6">
            <w:r w:rsidRPr="008B5DA6">
              <w:rPr>
                <w:color w:val="444444"/>
              </w:rPr>
              <w:t>„</w:t>
            </w:r>
            <w:r w:rsidRPr="00A052E7">
              <w:t>X. V § 16 odst. 10 se slova „laboratoře jiného orgánu dozoru nebo orgánu dozoru“ nahrazují slovy „zkoušky poskytnutý jiným orgánem dozoru nebo orgánem dozoru“ a na konci textu odstavce 10 se doplňují slova „nebo výsledek zkoušky z jiné kontroly, kterou orgán dozoru provedl u jiné kontrolované osoby“.“.</w:t>
            </w:r>
          </w:p>
          <w:p w:rsidR="00DE2BAE" w:rsidRPr="00A052E7" w:rsidRDefault="00DE2BAE" w:rsidP="008B5DA6"/>
          <w:p w:rsidR="00DE2BAE" w:rsidRPr="00A052E7" w:rsidRDefault="00DE2BAE" w:rsidP="008B5DA6">
            <w:r w:rsidRPr="00A052E7">
              <w:t>„Y. V § 16 se na konci odstavce 10 doplňuje věta „Při kontrole navazující na výsledek zkoušky podle věty první u jiné kontrolované osoby se odběr kontrolního vzorku neprovádí.“.“.</w:t>
            </w:r>
          </w:p>
          <w:p w:rsidR="00DE2BAE" w:rsidRPr="00A052E7" w:rsidRDefault="00DE2BAE" w:rsidP="008B5DA6"/>
          <w:p w:rsidR="00DE2BAE" w:rsidRPr="008B5DA6" w:rsidRDefault="00DE2BAE" w:rsidP="008B5DA6">
            <w:pPr>
              <w:rPr>
                <w:color w:val="444444"/>
              </w:rPr>
            </w:pPr>
            <w:r w:rsidRPr="00A052E7">
              <w:t>Dosavadní body 51 až 73 se přečíslují.</w:t>
            </w:r>
          </w:p>
        </w:tc>
        <w:tc>
          <w:tcPr>
            <w:tcW w:w="0" w:type="auto"/>
            <w:shd w:val="clear" w:color="auto" w:fill="auto"/>
          </w:tcPr>
          <w:p w:rsidR="00DE2BAE" w:rsidRPr="008B5DA6" w:rsidRDefault="00DE2BAE" w:rsidP="008B5DA6">
            <w:pPr>
              <w:rPr>
                <w:color w:val="444444"/>
              </w:rPr>
            </w:pPr>
          </w:p>
        </w:tc>
      </w:tr>
    </w:tbl>
    <w:p w:rsidR="00DE2BAE" w:rsidRDefault="00DE2BAE" w:rsidP="00DC4351"/>
    <w:p w:rsidR="00DE2BAE" w:rsidRPr="008B5DA6" w:rsidRDefault="008B5DA6" w:rsidP="00DC4351">
      <w:pPr>
        <w:rPr>
          <w:i/>
        </w:rPr>
      </w:pPr>
      <w:r w:rsidRPr="008B5DA6">
        <w:rPr>
          <w:i/>
        </w:rPr>
        <w:t>SD 6487</w:t>
      </w:r>
    </w:p>
    <w:p w:rsidR="008B5DA6" w:rsidRPr="008B5DA6" w:rsidRDefault="008B5DA6" w:rsidP="008B5DA6">
      <w:pPr>
        <w:pStyle w:val="Odstavecseseznamem"/>
        <w:numPr>
          <w:ilvl w:val="0"/>
          <w:numId w:val="18"/>
        </w:numPr>
        <w:ind w:left="709" w:hanging="578"/>
        <w:jc w:val="both"/>
        <w:rPr>
          <w:szCs w:val="22"/>
        </w:rPr>
      </w:pPr>
      <w:r w:rsidRPr="008B5DA6">
        <w:rPr>
          <w:szCs w:val="22"/>
        </w:rPr>
        <w:t>Za část třetí se vkládá nová část čtvrtá, která zní:</w:t>
      </w:r>
    </w:p>
    <w:p w:rsidR="008B5DA6" w:rsidRPr="008B5DA6" w:rsidRDefault="008B5DA6" w:rsidP="008B5DA6">
      <w:pPr>
        <w:rPr>
          <w:szCs w:val="22"/>
        </w:rPr>
      </w:pPr>
    </w:p>
    <w:p w:rsidR="008B5DA6" w:rsidRPr="008B5DA6" w:rsidRDefault="008B5DA6" w:rsidP="008B5DA6">
      <w:pPr>
        <w:jc w:val="center"/>
        <w:rPr>
          <w:szCs w:val="22"/>
        </w:rPr>
      </w:pPr>
    </w:p>
    <w:p w:rsidR="008B5DA6" w:rsidRPr="008B5DA6" w:rsidRDefault="008B5DA6" w:rsidP="008B5DA6">
      <w:pPr>
        <w:jc w:val="center"/>
        <w:rPr>
          <w:b/>
          <w:szCs w:val="22"/>
        </w:rPr>
      </w:pPr>
      <w:r w:rsidRPr="008B5DA6">
        <w:rPr>
          <w:szCs w:val="22"/>
        </w:rPr>
        <w:t>„ČÁST ČTVRTÁ</w:t>
      </w:r>
    </w:p>
    <w:p w:rsidR="008B5DA6" w:rsidRPr="008B5DA6" w:rsidRDefault="008B5DA6" w:rsidP="008B5DA6">
      <w:pPr>
        <w:jc w:val="center"/>
        <w:rPr>
          <w:b/>
          <w:szCs w:val="22"/>
        </w:rPr>
      </w:pPr>
    </w:p>
    <w:p w:rsidR="008B5DA6" w:rsidRPr="008B5DA6" w:rsidRDefault="008B5DA6" w:rsidP="008B5DA6">
      <w:pPr>
        <w:jc w:val="center"/>
        <w:rPr>
          <w:b/>
          <w:szCs w:val="22"/>
        </w:rPr>
      </w:pPr>
      <w:r w:rsidRPr="008B5DA6">
        <w:rPr>
          <w:b/>
          <w:szCs w:val="22"/>
        </w:rPr>
        <w:t>Změna zákona o zadávání veřejných zakázek</w:t>
      </w:r>
    </w:p>
    <w:p w:rsidR="008B5DA6" w:rsidRPr="008B5DA6" w:rsidRDefault="008B5DA6" w:rsidP="008B5DA6">
      <w:pPr>
        <w:jc w:val="center"/>
        <w:rPr>
          <w:szCs w:val="22"/>
        </w:rPr>
      </w:pPr>
    </w:p>
    <w:p w:rsidR="008B5DA6" w:rsidRPr="008B5DA6" w:rsidRDefault="008B5DA6" w:rsidP="008B5DA6">
      <w:pPr>
        <w:jc w:val="center"/>
        <w:rPr>
          <w:szCs w:val="22"/>
        </w:rPr>
      </w:pPr>
      <w:r w:rsidRPr="008B5DA6">
        <w:rPr>
          <w:szCs w:val="22"/>
        </w:rPr>
        <w:t>Čl. VI</w:t>
      </w:r>
    </w:p>
    <w:p w:rsidR="008B5DA6" w:rsidRPr="008B5DA6" w:rsidRDefault="008B5DA6" w:rsidP="008B5DA6">
      <w:pPr>
        <w:jc w:val="center"/>
        <w:rPr>
          <w:szCs w:val="22"/>
        </w:rPr>
      </w:pPr>
    </w:p>
    <w:p w:rsidR="008B5DA6" w:rsidRPr="008B5DA6" w:rsidRDefault="008B5DA6" w:rsidP="008B5DA6">
      <w:pPr>
        <w:rPr>
          <w:szCs w:val="22"/>
        </w:rPr>
      </w:pPr>
      <w:r w:rsidRPr="008B5DA6">
        <w:rPr>
          <w:szCs w:val="22"/>
        </w:rPr>
        <w:tab/>
        <w:t>V zákoně č. 134/2016 Sb., o zadávání veřejných zakázek, ve znění zákona č. 147/2017 Sb., 183/2017 Sb., zákona č. 368/2016 Sb., zákona č.287/2018 Sb., zákona č. 309/2019 Sb. a zákona č. 277/2019 Sb., se za § 37 vkládá nový § 37a, který včetně nadpisu a poznámky pod čarou č. 52 zní:</w:t>
      </w:r>
    </w:p>
    <w:p w:rsidR="008B5DA6" w:rsidRPr="008B5DA6" w:rsidRDefault="008B5DA6" w:rsidP="008B5DA6">
      <w:pPr>
        <w:rPr>
          <w:szCs w:val="22"/>
        </w:rPr>
      </w:pPr>
    </w:p>
    <w:p w:rsidR="008B5DA6" w:rsidRPr="008B5DA6" w:rsidRDefault="008B5DA6" w:rsidP="008B5DA6">
      <w:pPr>
        <w:jc w:val="center"/>
        <w:rPr>
          <w:szCs w:val="22"/>
        </w:rPr>
      </w:pPr>
      <w:r w:rsidRPr="008B5DA6">
        <w:rPr>
          <w:szCs w:val="22"/>
        </w:rPr>
        <w:t>„§ 37a</w:t>
      </w:r>
    </w:p>
    <w:p w:rsidR="008B5DA6" w:rsidRPr="008B5DA6" w:rsidRDefault="008B5DA6" w:rsidP="008B5DA6">
      <w:pPr>
        <w:jc w:val="center"/>
        <w:rPr>
          <w:szCs w:val="22"/>
        </w:rPr>
      </w:pPr>
    </w:p>
    <w:p w:rsidR="008B5DA6" w:rsidRPr="008B5DA6" w:rsidRDefault="008B5DA6" w:rsidP="008B5DA6">
      <w:pPr>
        <w:jc w:val="center"/>
        <w:rPr>
          <w:b/>
          <w:szCs w:val="22"/>
        </w:rPr>
      </w:pPr>
      <w:r w:rsidRPr="008B5DA6">
        <w:rPr>
          <w:b/>
          <w:szCs w:val="22"/>
        </w:rPr>
        <w:t>Podmínka účasti v zadávacím řízení na dodávku potravin</w:t>
      </w:r>
    </w:p>
    <w:p w:rsidR="008B5DA6" w:rsidRPr="008B5DA6" w:rsidRDefault="008B5DA6" w:rsidP="008B5DA6">
      <w:pPr>
        <w:rPr>
          <w:szCs w:val="22"/>
        </w:rPr>
      </w:pPr>
    </w:p>
    <w:p w:rsidR="008B5DA6" w:rsidRPr="008B5DA6" w:rsidRDefault="008B5DA6" w:rsidP="008B5DA6">
      <w:pPr>
        <w:spacing w:line="360" w:lineRule="auto"/>
        <w:ind w:firstLine="708"/>
        <w:rPr>
          <w:szCs w:val="22"/>
        </w:rPr>
      </w:pPr>
      <w:r w:rsidRPr="008B5DA6">
        <w:rPr>
          <w:szCs w:val="22"/>
        </w:rPr>
        <w:t xml:space="preserve">Veřejný zadavatel může v zadávacím řízení na dodávku potravin stanovit jako podmínku účasti v zadávacím řízení dodání </w:t>
      </w:r>
    </w:p>
    <w:p w:rsidR="008B5DA6" w:rsidRPr="008B5DA6" w:rsidRDefault="008B5DA6" w:rsidP="008B5DA6">
      <w:pPr>
        <w:pStyle w:val="Odstavecseseznamem"/>
        <w:numPr>
          <w:ilvl w:val="0"/>
          <w:numId w:val="21"/>
        </w:numPr>
        <w:spacing w:line="360" w:lineRule="auto"/>
        <w:jc w:val="both"/>
        <w:rPr>
          <w:szCs w:val="22"/>
        </w:rPr>
      </w:pPr>
      <w:r w:rsidRPr="008B5DA6">
        <w:rPr>
          <w:szCs w:val="22"/>
        </w:rPr>
        <w:t xml:space="preserve">místní nebo regionální potraviny z krátkého dodavatelského řetězce, </w:t>
      </w:r>
    </w:p>
    <w:p w:rsidR="008B5DA6" w:rsidRPr="008B5DA6" w:rsidRDefault="008B5DA6" w:rsidP="008B5DA6">
      <w:pPr>
        <w:pStyle w:val="Odstavecseseznamem"/>
        <w:numPr>
          <w:ilvl w:val="0"/>
          <w:numId w:val="21"/>
        </w:numPr>
        <w:spacing w:line="360" w:lineRule="auto"/>
        <w:jc w:val="both"/>
        <w:rPr>
          <w:szCs w:val="22"/>
        </w:rPr>
      </w:pPr>
      <w:r w:rsidRPr="008B5DA6">
        <w:rPr>
          <w:szCs w:val="22"/>
        </w:rPr>
        <w:t>potraviny splňující certifikovaná schémata kvality nařízení Evropského parlamentu a Rady (EU) č. 1151/2012 o režimech jakosti zemědělských produktů a potravin</w:t>
      </w:r>
      <w:r w:rsidRPr="008B5DA6">
        <w:rPr>
          <w:szCs w:val="22"/>
          <w:vertAlign w:val="superscript"/>
        </w:rPr>
        <w:t>52),</w:t>
      </w:r>
      <w:r w:rsidRPr="008B5DA6">
        <w:rPr>
          <w:szCs w:val="22"/>
        </w:rPr>
        <w:t xml:space="preserve"> nebo</w:t>
      </w:r>
    </w:p>
    <w:p w:rsidR="008B5DA6" w:rsidRPr="008B5DA6" w:rsidRDefault="008B5DA6" w:rsidP="008B5DA6">
      <w:pPr>
        <w:pStyle w:val="Odstavecseseznamem"/>
        <w:numPr>
          <w:ilvl w:val="0"/>
          <w:numId w:val="21"/>
        </w:numPr>
        <w:spacing w:line="360" w:lineRule="auto"/>
        <w:jc w:val="both"/>
        <w:rPr>
          <w:szCs w:val="22"/>
        </w:rPr>
      </w:pPr>
      <w:r w:rsidRPr="008B5DA6">
        <w:rPr>
          <w:szCs w:val="22"/>
        </w:rPr>
        <w:t>potraviny produkované v systému ekologického zemědělství.</w:t>
      </w:r>
    </w:p>
    <w:p w:rsidR="008B5DA6" w:rsidRPr="008B5DA6" w:rsidRDefault="008B5DA6" w:rsidP="008B5DA6">
      <w:pPr>
        <w:rPr>
          <w:szCs w:val="22"/>
        </w:rPr>
      </w:pPr>
    </w:p>
    <w:p w:rsidR="008B5DA6" w:rsidRPr="008B5DA6" w:rsidRDefault="008B5DA6" w:rsidP="008B5DA6">
      <w:pPr>
        <w:rPr>
          <w:szCs w:val="22"/>
        </w:rPr>
      </w:pPr>
      <w:r w:rsidRPr="008B5DA6">
        <w:rPr>
          <w:szCs w:val="22"/>
        </w:rPr>
        <w:t>________________________________</w:t>
      </w:r>
    </w:p>
    <w:p w:rsidR="008B5DA6" w:rsidRPr="008B5DA6" w:rsidRDefault="008B5DA6" w:rsidP="008B5DA6">
      <w:pPr>
        <w:rPr>
          <w:szCs w:val="22"/>
        </w:rPr>
      </w:pPr>
      <w:r w:rsidRPr="008B5DA6">
        <w:rPr>
          <w:szCs w:val="22"/>
          <w:vertAlign w:val="superscript"/>
        </w:rPr>
        <w:t xml:space="preserve">52) </w:t>
      </w:r>
      <w:r w:rsidRPr="008B5DA6">
        <w:rPr>
          <w:szCs w:val="22"/>
        </w:rPr>
        <w:t>Nařízení Evropského parlamentu a Rady (EU) č. 1151/2012 ze dne 21. listopadu 2012 o režimech jakosti zemědělských produktů a potravin, v platném znění.“.“.</w:t>
      </w:r>
    </w:p>
    <w:p w:rsidR="008B5DA6" w:rsidRPr="008B5DA6" w:rsidRDefault="008B5DA6" w:rsidP="008B5DA6">
      <w:pPr>
        <w:rPr>
          <w:szCs w:val="22"/>
        </w:rPr>
      </w:pPr>
    </w:p>
    <w:p w:rsidR="008B5DA6" w:rsidRPr="008B5DA6" w:rsidRDefault="008B5DA6" w:rsidP="008B5DA6">
      <w:pPr>
        <w:rPr>
          <w:szCs w:val="22"/>
        </w:rPr>
      </w:pPr>
    </w:p>
    <w:p w:rsidR="008B5DA6" w:rsidRPr="008B5DA6" w:rsidRDefault="008B5DA6" w:rsidP="008B5DA6">
      <w:pPr>
        <w:rPr>
          <w:szCs w:val="22"/>
        </w:rPr>
      </w:pPr>
      <w:r w:rsidRPr="008B5DA6">
        <w:rPr>
          <w:szCs w:val="22"/>
        </w:rPr>
        <w:t>Dosavadní část čtvrtá, čl. VI se označí jako část pátá, čl. VII.</w:t>
      </w:r>
    </w:p>
    <w:p w:rsidR="008B5DA6" w:rsidRPr="008B5DA6" w:rsidRDefault="008B5DA6" w:rsidP="008B5DA6">
      <w:pPr>
        <w:rPr>
          <w:szCs w:val="22"/>
        </w:rPr>
      </w:pPr>
    </w:p>
    <w:p w:rsidR="008B5DA6" w:rsidRPr="008B5DA6" w:rsidRDefault="008B5DA6" w:rsidP="008B5DA6">
      <w:pPr>
        <w:rPr>
          <w:szCs w:val="22"/>
        </w:rPr>
      </w:pPr>
    </w:p>
    <w:p w:rsidR="008B5DA6" w:rsidRPr="008B5DA6" w:rsidRDefault="008B5DA6" w:rsidP="008B5DA6">
      <w:pPr>
        <w:pStyle w:val="Odstavecseseznamem"/>
        <w:numPr>
          <w:ilvl w:val="0"/>
          <w:numId w:val="18"/>
        </w:numPr>
        <w:ind w:left="709" w:hanging="578"/>
        <w:jc w:val="both"/>
        <w:rPr>
          <w:szCs w:val="22"/>
        </w:rPr>
      </w:pPr>
      <w:r w:rsidRPr="008B5DA6">
        <w:rPr>
          <w:szCs w:val="22"/>
        </w:rPr>
        <w:lastRenderedPageBreak/>
        <w:t xml:space="preserve">V části páté, čl. VII </w:t>
      </w:r>
      <w:r w:rsidRPr="008B5DA6">
        <w:rPr>
          <w:i/>
          <w:szCs w:val="22"/>
        </w:rPr>
        <w:t>(dosavadní část čtvrtá, čl. VI.)</w:t>
      </w:r>
      <w:r w:rsidRPr="008B5DA6">
        <w:rPr>
          <w:szCs w:val="22"/>
        </w:rPr>
        <w:t xml:space="preserve"> se doplňuje písmeno c), které zní:</w:t>
      </w:r>
    </w:p>
    <w:p w:rsidR="008B5DA6" w:rsidRPr="008B5DA6" w:rsidRDefault="008B5DA6" w:rsidP="008B5DA6">
      <w:pPr>
        <w:pStyle w:val="Odstavecseseznamem"/>
        <w:ind w:left="709"/>
        <w:jc w:val="both"/>
        <w:rPr>
          <w:szCs w:val="22"/>
        </w:rPr>
      </w:pPr>
    </w:p>
    <w:p w:rsidR="008B5DA6" w:rsidRPr="008B5DA6" w:rsidRDefault="008B5DA6" w:rsidP="008B5DA6">
      <w:pPr>
        <w:pStyle w:val="Odstavecseseznamem"/>
        <w:ind w:left="709"/>
        <w:jc w:val="both"/>
        <w:rPr>
          <w:szCs w:val="22"/>
        </w:rPr>
      </w:pPr>
      <w:r w:rsidRPr="008B5DA6">
        <w:rPr>
          <w:szCs w:val="22"/>
        </w:rPr>
        <w:t xml:space="preserve">„c) části čtvrté, čl. VI, která nabývají účinnosti dnem 1. ledna 2022“. </w:t>
      </w:r>
    </w:p>
    <w:p w:rsidR="008B5DA6" w:rsidRPr="008B5DA6" w:rsidRDefault="008B5DA6" w:rsidP="008B5DA6">
      <w:pPr>
        <w:pStyle w:val="Odstavecseseznamem"/>
        <w:ind w:left="709"/>
        <w:jc w:val="both"/>
        <w:rPr>
          <w:szCs w:val="22"/>
        </w:rPr>
      </w:pPr>
    </w:p>
    <w:p w:rsidR="008B5DA6" w:rsidRDefault="008B5DA6" w:rsidP="00DC4351"/>
    <w:p w:rsidR="008B5DA6" w:rsidRPr="008B5DA6" w:rsidRDefault="008B5DA6" w:rsidP="00DC4351">
      <w:pPr>
        <w:rPr>
          <w:i/>
        </w:rPr>
      </w:pPr>
      <w:r w:rsidRPr="008B5DA6">
        <w:rPr>
          <w:i/>
        </w:rPr>
        <w:t>SD 6510</w:t>
      </w:r>
      <w:r>
        <w:rPr>
          <w:i/>
        </w:rPr>
        <w:t xml:space="preserve"> – posl. Birke</w:t>
      </w:r>
    </w:p>
    <w:p w:rsidR="008B5DA6" w:rsidRPr="00A052E7" w:rsidRDefault="008B5DA6" w:rsidP="008B5DA6">
      <w:r>
        <w:rPr>
          <w:b/>
        </w:rPr>
        <w:t xml:space="preserve">I. </w:t>
      </w:r>
      <w:r w:rsidRPr="00A052E7">
        <w:t>V části první, čl. I dosavadní bod 7</w:t>
      </w:r>
      <w:r w:rsidR="00A052E7" w:rsidRPr="00A052E7">
        <w:t xml:space="preserve"> nově </w:t>
      </w:r>
      <w:r w:rsidRPr="00A052E7">
        <w:t xml:space="preserve"> zní:</w:t>
      </w:r>
    </w:p>
    <w:p w:rsidR="008B5DA6" w:rsidRDefault="008B5DA6" w:rsidP="008B5DA6">
      <w:pPr>
        <w:rPr>
          <w:rFonts w:ascii="Arial" w:hAnsi="Arial" w:cs="Arial"/>
        </w:rPr>
      </w:pPr>
    </w:p>
    <w:p w:rsidR="008B5DA6" w:rsidRDefault="008B5DA6" w:rsidP="008B5DA6">
      <w:pPr>
        <w:pStyle w:val="Default"/>
        <w:jc w:val="both"/>
        <w:rPr>
          <w:rFonts w:ascii="Times New Roman" w:hAnsi="Times New Roman" w:cs="Times New Roman"/>
        </w:rPr>
      </w:pPr>
      <w:r w:rsidRPr="00EA6C36">
        <w:rPr>
          <w:rFonts w:ascii="Times New Roman" w:hAnsi="Times New Roman" w:cs="Times New Roman"/>
        </w:rPr>
        <w:t>„</w:t>
      </w:r>
      <w:r>
        <w:rPr>
          <w:rFonts w:ascii="Times New Roman" w:hAnsi="Times New Roman" w:cs="Times New Roman"/>
        </w:rPr>
        <w:t>7</w:t>
      </w:r>
      <w:r w:rsidRPr="00EA6C36">
        <w:rPr>
          <w:rFonts w:ascii="Times New Roman" w:hAnsi="Times New Roman" w:cs="Times New Roman"/>
          <w:b/>
        </w:rPr>
        <w:t>.</w:t>
      </w:r>
      <w:r w:rsidRPr="00EA6C36">
        <w:rPr>
          <w:rFonts w:ascii="Times New Roman" w:hAnsi="Times New Roman" w:cs="Times New Roman"/>
        </w:rPr>
        <w:t xml:space="preserve"> V § 3 odst. 1 písmeno i) zní: </w:t>
      </w:r>
    </w:p>
    <w:p w:rsidR="008B5DA6" w:rsidRPr="00EA6C36" w:rsidRDefault="008B5DA6" w:rsidP="008B5DA6">
      <w:pPr>
        <w:pStyle w:val="Default"/>
        <w:jc w:val="both"/>
        <w:rPr>
          <w:rFonts w:ascii="Times New Roman" w:hAnsi="Times New Roman" w:cs="Times New Roman"/>
        </w:rPr>
      </w:pPr>
    </w:p>
    <w:p w:rsidR="008B5DA6" w:rsidRPr="00EA6C36" w:rsidRDefault="008B5DA6" w:rsidP="008B5DA6">
      <w:pPr>
        <w:pStyle w:val="Default"/>
        <w:jc w:val="both"/>
        <w:rPr>
          <w:rFonts w:ascii="Times New Roman" w:hAnsi="Times New Roman" w:cs="Times New Roman"/>
        </w:rPr>
      </w:pPr>
      <w:r w:rsidRPr="00EA6C36">
        <w:rPr>
          <w:rFonts w:ascii="Times New Roman" w:hAnsi="Times New Roman" w:cs="Times New Roman"/>
        </w:rPr>
        <w:t xml:space="preserve"> „i) oznámit příslušnému orgánu dozoru v listinné podobě nebo v elektronické podobě dálkovým přenosem dat zahájení, změny nebo ukončení výkonu předmětu činnosti podle tohoto zákona nejpozději v den, kdy tyto skutečnosti nastaly, a dále v oznámení uvést a ke dni změny aktualizovat </w:t>
      </w:r>
    </w:p>
    <w:p w:rsidR="008B5DA6" w:rsidRPr="00EA6C36" w:rsidRDefault="008B5DA6" w:rsidP="008B5DA6">
      <w:pPr>
        <w:pStyle w:val="Default"/>
        <w:spacing w:after="17"/>
        <w:jc w:val="both"/>
        <w:rPr>
          <w:rFonts w:ascii="Times New Roman" w:hAnsi="Times New Roman" w:cs="Times New Roman"/>
        </w:rPr>
      </w:pPr>
      <w:r w:rsidRPr="00EA6C36">
        <w:rPr>
          <w:rFonts w:ascii="Times New Roman" w:hAnsi="Times New Roman" w:cs="Times New Roman"/>
        </w:rPr>
        <w:t xml:space="preserve">1. své jméno, příjmení nebo obchodní firmu, sídlo a adresu provozovny, jde-li o osobu fyzickou, nebo obchodní firmu nebo název, sídlo a adresu provozovny, jde-li o osobu právnickou, </w:t>
      </w:r>
    </w:p>
    <w:p w:rsidR="008B5DA6" w:rsidRPr="00EA6C36" w:rsidRDefault="008B5DA6" w:rsidP="008B5DA6">
      <w:pPr>
        <w:pStyle w:val="Default"/>
        <w:spacing w:after="17"/>
        <w:jc w:val="both"/>
        <w:rPr>
          <w:rFonts w:ascii="Times New Roman" w:hAnsi="Times New Roman" w:cs="Times New Roman"/>
        </w:rPr>
      </w:pPr>
      <w:r w:rsidRPr="00EA6C36">
        <w:rPr>
          <w:rFonts w:ascii="Times New Roman" w:hAnsi="Times New Roman" w:cs="Times New Roman"/>
        </w:rPr>
        <w:t xml:space="preserve">2. identifikační číslo osoby, </w:t>
      </w:r>
    </w:p>
    <w:p w:rsidR="008B5DA6" w:rsidRPr="00EA6C36" w:rsidRDefault="008B5DA6" w:rsidP="008B5DA6">
      <w:pPr>
        <w:pStyle w:val="Default"/>
        <w:spacing w:after="17"/>
        <w:jc w:val="both"/>
        <w:rPr>
          <w:rFonts w:ascii="Times New Roman" w:hAnsi="Times New Roman" w:cs="Times New Roman"/>
        </w:rPr>
      </w:pPr>
      <w:r w:rsidRPr="00EA6C36">
        <w:rPr>
          <w:rFonts w:ascii="Times New Roman" w:hAnsi="Times New Roman" w:cs="Times New Roman"/>
        </w:rPr>
        <w:t xml:space="preserve">3. předmět činnosti nebo podnikání a </w:t>
      </w:r>
    </w:p>
    <w:p w:rsidR="008B5DA6" w:rsidRPr="00EA6C36" w:rsidRDefault="008B5DA6" w:rsidP="008B5DA6">
      <w:pPr>
        <w:pStyle w:val="Default"/>
        <w:jc w:val="both"/>
        <w:rPr>
          <w:rFonts w:ascii="Times New Roman" w:hAnsi="Times New Roman" w:cs="Times New Roman"/>
        </w:rPr>
      </w:pPr>
      <w:r w:rsidRPr="00EA6C36">
        <w:rPr>
          <w:rFonts w:ascii="Times New Roman" w:hAnsi="Times New Roman" w:cs="Times New Roman"/>
        </w:rPr>
        <w:t xml:space="preserve">4. konkrétní činnosti, které jako provozovatel potravinářského podniku provozuje; </w:t>
      </w:r>
    </w:p>
    <w:p w:rsidR="008B5DA6" w:rsidRPr="00EA6C36" w:rsidRDefault="008B5DA6" w:rsidP="008B5DA6">
      <w:pPr>
        <w:pStyle w:val="Default"/>
        <w:jc w:val="both"/>
        <w:rPr>
          <w:rFonts w:ascii="Times New Roman" w:hAnsi="Times New Roman" w:cs="Times New Roman"/>
        </w:rPr>
      </w:pPr>
    </w:p>
    <w:p w:rsidR="008B5DA6" w:rsidRPr="00A052E7" w:rsidRDefault="008B5DA6" w:rsidP="008B5DA6">
      <w:pPr>
        <w:pStyle w:val="Default"/>
        <w:jc w:val="both"/>
        <w:rPr>
          <w:rFonts w:ascii="Times New Roman" w:hAnsi="Times New Roman" w:cs="Times New Roman"/>
        </w:rPr>
      </w:pPr>
      <w:r w:rsidRPr="00A052E7">
        <w:rPr>
          <w:rFonts w:ascii="Times New Roman" w:hAnsi="Times New Roman" w:cs="Times New Roman"/>
        </w:rPr>
        <w:t>tyto údaje se při provozování stravovací služby uvedené v § 16 odst. 1 písm. a) oznamují krajské hygienické stanici, která je neprodleně předává Státní veterinární správě, a při provozování stravovací služby jiné než uvedené v § 16 odst. 1 písm. a), § 16 odst. 2 písm. a) a v § 16 odst. 3 písm. a) se oznamují Státní zemědělské a potravinářské inspekci, která je neprodleně předá Státní veterinární správě a krajské hygienické stranici,“.“.</w:t>
      </w:r>
    </w:p>
    <w:p w:rsidR="008B5DA6" w:rsidRDefault="008B5DA6" w:rsidP="008B5DA6">
      <w:pPr>
        <w:pStyle w:val="Default"/>
        <w:jc w:val="both"/>
        <w:rPr>
          <w:rFonts w:ascii="Times New Roman" w:hAnsi="Times New Roman" w:cs="Times New Roman"/>
        </w:rPr>
      </w:pPr>
    </w:p>
    <w:p w:rsidR="008B5DA6" w:rsidRPr="003719F5" w:rsidRDefault="008B5DA6" w:rsidP="008B5DA6"/>
    <w:p w:rsidR="008B5DA6" w:rsidRPr="003719F5" w:rsidRDefault="008B5DA6" w:rsidP="008B5DA6">
      <w:pPr>
        <w:rPr>
          <w:b/>
          <w:bCs/>
        </w:rPr>
      </w:pPr>
      <w:r w:rsidRPr="003719F5">
        <w:rPr>
          <w:b/>
          <w:bCs/>
        </w:rPr>
        <w:t>I</w:t>
      </w:r>
      <w:r>
        <w:rPr>
          <w:b/>
          <w:bCs/>
        </w:rPr>
        <w:t>I</w:t>
      </w:r>
      <w:r w:rsidRPr="003719F5">
        <w:rPr>
          <w:b/>
          <w:bCs/>
        </w:rPr>
        <w:t xml:space="preserve">. </w:t>
      </w:r>
      <w:r w:rsidRPr="00A052E7">
        <w:t>V části první, čl. I se za dosavadní bod 48 vkládají body X a Y, které znějí:</w:t>
      </w:r>
    </w:p>
    <w:p w:rsidR="008B5DA6" w:rsidRPr="003719F5" w:rsidRDefault="008B5DA6" w:rsidP="008B5DA6">
      <w:pPr>
        <w:rPr>
          <w:b/>
          <w:bCs/>
        </w:rPr>
      </w:pPr>
      <w:r w:rsidRPr="003719F5">
        <w:rPr>
          <w:b/>
          <w:bCs/>
        </w:rPr>
        <w:t xml:space="preserve"> </w:t>
      </w:r>
    </w:p>
    <w:p w:rsidR="008B5DA6" w:rsidRPr="003719F5" w:rsidRDefault="008B5DA6" w:rsidP="008B5DA6">
      <w:pPr>
        <w:pStyle w:val="Default"/>
        <w:jc w:val="both"/>
        <w:rPr>
          <w:rFonts w:ascii="Times New Roman" w:hAnsi="Times New Roman" w:cs="Times New Roman"/>
        </w:rPr>
      </w:pPr>
      <w:r w:rsidRPr="003719F5">
        <w:rPr>
          <w:rFonts w:ascii="Times New Roman" w:hAnsi="Times New Roman" w:cs="Times New Roman"/>
        </w:rPr>
        <w:t>„</w:t>
      </w:r>
      <w:r>
        <w:rPr>
          <w:rFonts w:ascii="Times New Roman" w:hAnsi="Times New Roman" w:cs="Times New Roman"/>
        </w:rPr>
        <w:t>X.</w:t>
      </w:r>
      <w:r w:rsidRPr="003719F5">
        <w:rPr>
          <w:rFonts w:ascii="Times New Roman" w:hAnsi="Times New Roman" w:cs="Times New Roman"/>
        </w:rPr>
        <w:t xml:space="preserve"> </w:t>
      </w:r>
      <w:r>
        <w:rPr>
          <w:rFonts w:ascii="Times New Roman" w:hAnsi="Times New Roman" w:cs="Times New Roman"/>
        </w:rPr>
        <w:t>V § 16 odstavec 1 včetně poznámek pod čarou č. a) až i)</w:t>
      </w:r>
      <w:r w:rsidRPr="003719F5">
        <w:rPr>
          <w:rFonts w:ascii="Times New Roman" w:hAnsi="Times New Roman" w:cs="Times New Roman"/>
        </w:rPr>
        <w:t xml:space="preserve"> zní: </w:t>
      </w:r>
    </w:p>
    <w:p w:rsidR="008B5DA6" w:rsidRPr="003719F5" w:rsidRDefault="008B5DA6" w:rsidP="008B5DA6">
      <w:pPr>
        <w:pStyle w:val="Default"/>
        <w:jc w:val="both"/>
        <w:rPr>
          <w:rFonts w:ascii="Times New Roman" w:hAnsi="Times New Roman" w:cs="Times New Roman"/>
        </w:rPr>
      </w:pPr>
    </w:p>
    <w:p w:rsidR="008B5DA6" w:rsidRDefault="008B5DA6" w:rsidP="008B5DA6">
      <w:pPr>
        <w:pStyle w:val="Default"/>
        <w:jc w:val="both"/>
        <w:rPr>
          <w:rFonts w:ascii="Times New Roman" w:hAnsi="Times New Roman" w:cs="Times New Roman"/>
        </w:rPr>
      </w:pPr>
      <w:r w:rsidRPr="003719F5">
        <w:rPr>
          <w:rFonts w:ascii="Times New Roman" w:hAnsi="Times New Roman" w:cs="Times New Roman"/>
        </w:rPr>
        <w:t xml:space="preserve">„(1) Krajské hygienické stanice vykonávají kontrolu dodržování povinností provozovatele potravinářského podniku a výrobce, dovozce, distributora a maloobchodního prodejce výrobků souvisejících s tabákovými výrobky stanovených tímto zákonem a na základě tohoto zákona </w:t>
      </w:r>
    </w:p>
    <w:p w:rsidR="008B5DA6" w:rsidRPr="003719F5" w:rsidRDefault="008B5DA6" w:rsidP="008B5DA6">
      <w:pPr>
        <w:pStyle w:val="Default"/>
        <w:jc w:val="both"/>
        <w:rPr>
          <w:rFonts w:ascii="Times New Roman" w:hAnsi="Times New Roman" w:cs="Times New Roman"/>
        </w:rPr>
      </w:pPr>
    </w:p>
    <w:p w:rsidR="008B5DA6" w:rsidRPr="00A052E7" w:rsidRDefault="008B5DA6" w:rsidP="008B5DA6">
      <w:pPr>
        <w:pStyle w:val="Default"/>
        <w:spacing w:after="134"/>
        <w:jc w:val="both"/>
        <w:rPr>
          <w:rFonts w:ascii="Times New Roman" w:hAnsi="Times New Roman" w:cs="Times New Roman"/>
        </w:rPr>
      </w:pPr>
      <w:r w:rsidRPr="003719F5">
        <w:rPr>
          <w:rFonts w:ascii="Times New Roman" w:hAnsi="Times New Roman" w:cs="Times New Roman"/>
        </w:rPr>
        <w:t xml:space="preserve">a) </w:t>
      </w:r>
      <w:r w:rsidRPr="00A052E7">
        <w:rPr>
          <w:rFonts w:ascii="Times New Roman" w:hAnsi="Times New Roman" w:cs="Times New Roman"/>
        </w:rPr>
        <w:t>pro provozování stravovacích služeb v souvislosti s poskytováním zdravotních služeb</w:t>
      </w:r>
      <w:r w:rsidRPr="00A052E7">
        <w:rPr>
          <w:rStyle w:val="Znakapoznpodarou"/>
          <w:rFonts w:ascii="Times New Roman" w:hAnsi="Times New Roman" w:cs="Times New Roman"/>
        </w:rPr>
        <w:t>a)</w:t>
      </w:r>
      <w:r w:rsidRPr="00A052E7">
        <w:rPr>
          <w:rFonts w:ascii="Times New Roman" w:hAnsi="Times New Roman" w:cs="Times New Roman"/>
        </w:rPr>
        <w:t>, sociálních služeb</w:t>
      </w:r>
      <w:r w:rsidRPr="00A052E7">
        <w:rPr>
          <w:rStyle w:val="Znakapoznpodarou"/>
          <w:rFonts w:ascii="Times New Roman" w:hAnsi="Times New Roman" w:cs="Times New Roman"/>
        </w:rPr>
        <w:t>b)</w:t>
      </w:r>
      <w:r w:rsidRPr="00A052E7">
        <w:rPr>
          <w:rFonts w:ascii="Times New Roman" w:hAnsi="Times New Roman" w:cs="Times New Roman"/>
        </w:rPr>
        <w:t xml:space="preserve"> a služby péče o dítě v dětské skupině</w:t>
      </w:r>
      <w:r w:rsidRPr="00A052E7">
        <w:rPr>
          <w:rStyle w:val="Znakapoznpodarou"/>
          <w:rFonts w:ascii="Times New Roman" w:hAnsi="Times New Roman" w:cs="Times New Roman"/>
        </w:rPr>
        <w:t>c)</w:t>
      </w:r>
      <w:r w:rsidRPr="00A052E7">
        <w:rPr>
          <w:rFonts w:ascii="Times New Roman" w:hAnsi="Times New Roman" w:cs="Times New Roman"/>
        </w:rPr>
        <w:t>, v souvislosti se stravováním v zařízeních školního stravování</w:t>
      </w:r>
      <w:r w:rsidRPr="00A052E7">
        <w:rPr>
          <w:rStyle w:val="Znakapoznpodarou"/>
          <w:rFonts w:ascii="Times New Roman" w:hAnsi="Times New Roman" w:cs="Times New Roman"/>
        </w:rPr>
        <w:t>d)</w:t>
      </w:r>
      <w:r w:rsidRPr="00A052E7">
        <w:rPr>
          <w:rFonts w:ascii="Times New Roman" w:hAnsi="Times New Roman" w:cs="Times New Roman"/>
        </w:rPr>
        <w:t>, ve Vězeňské službě České republiky</w:t>
      </w:r>
      <w:r w:rsidRPr="00A052E7">
        <w:rPr>
          <w:rStyle w:val="Znakapoznpodarou"/>
          <w:rFonts w:ascii="Times New Roman" w:hAnsi="Times New Roman" w:cs="Times New Roman"/>
        </w:rPr>
        <w:t>e)</w:t>
      </w:r>
      <w:r w:rsidRPr="00A052E7">
        <w:rPr>
          <w:rFonts w:ascii="Times New Roman" w:hAnsi="Times New Roman" w:cs="Times New Roman"/>
        </w:rPr>
        <w:t>, ve vazebních věznicích</w:t>
      </w:r>
      <w:r w:rsidRPr="00A052E7">
        <w:rPr>
          <w:rStyle w:val="Znakapoznpodarou"/>
          <w:rFonts w:ascii="Times New Roman" w:hAnsi="Times New Roman" w:cs="Times New Roman"/>
        </w:rPr>
        <w:t>f)</w:t>
      </w:r>
      <w:r w:rsidRPr="00A052E7">
        <w:rPr>
          <w:rFonts w:ascii="Times New Roman" w:hAnsi="Times New Roman" w:cs="Times New Roman"/>
        </w:rPr>
        <w:t>, ve věznicích</w:t>
      </w:r>
      <w:r w:rsidRPr="00A052E7">
        <w:rPr>
          <w:rStyle w:val="Znakapoznpodarou"/>
          <w:rFonts w:ascii="Times New Roman" w:hAnsi="Times New Roman" w:cs="Times New Roman"/>
        </w:rPr>
        <w:t>g)</w:t>
      </w:r>
      <w:r w:rsidRPr="00A052E7">
        <w:rPr>
          <w:rFonts w:ascii="Times New Roman" w:hAnsi="Times New Roman" w:cs="Times New Roman"/>
        </w:rPr>
        <w:t>, v ústavech pro výkon zabezpečovací detence</w:t>
      </w:r>
      <w:r w:rsidRPr="00A052E7">
        <w:rPr>
          <w:rStyle w:val="Znakapoznpodarou"/>
          <w:rFonts w:ascii="Times New Roman" w:hAnsi="Times New Roman" w:cs="Times New Roman"/>
        </w:rPr>
        <w:t>h)</w:t>
      </w:r>
      <w:r w:rsidRPr="00A052E7">
        <w:rPr>
          <w:rFonts w:ascii="Times New Roman" w:hAnsi="Times New Roman" w:cs="Times New Roman"/>
        </w:rPr>
        <w:t xml:space="preserve"> a v rámci školy v přírodě, zotavovacích akcí pro děti a jiných podobných akcí</w:t>
      </w:r>
      <w:r w:rsidRPr="00A052E7">
        <w:rPr>
          <w:rStyle w:val="Znakapoznpodarou"/>
          <w:rFonts w:ascii="Times New Roman" w:hAnsi="Times New Roman" w:cs="Times New Roman"/>
        </w:rPr>
        <w:t xml:space="preserve"> </w:t>
      </w:r>
      <w:r w:rsidRPr="00A052E7">
        <w:rPr>
          <w:rFonts w:ascii="Times New Roman" w:hAnsi="Times New Roman" w:cs="Times New Roman"/>
        </w:rPr>
        <w:t>pro děti</w:t>
      </w:r>
      <w:r w:rsidRPr="00A052E7">
        <w:rPr>
          <w:rStyle w:val="Znakapoznpodarou"/>
          <w:rFonts w:ascii="Times New Roman" w:hAnsi="Times New Roman" w:cs="Times New Roman"/>
        </w:rPr>
        <w:t>i)</w:t>
      </w:r>
      <w:r w:rsidRPr="00A052E7">
        <w:rPr>
          <w:rFonts w:ascii="Times New Roman" w:hAnsi="Times New Roman" w:cs="Times New Roman"/>
        </w:rPr>
        <w:t xml:space="preserve">, </w:t>
      </w:r>
    </w:p>
    <w:p w:rsidR="008B5DA6" w:rsidRPr="003719F5" w:rsidRDefault="008B5DA6" w:rsidP="008B5DA6">
      <w:pPr>
        <w:pStyle w:val="Default"/>
        <w:spacing w:after="134"/>
        <w:jc w:val="both"/>
        <w:rPr>
          <w:rFonts w:ascii="Times New Roman" w:hAnsi="Times New Roman" w:cs="Times New Roman"/>
        </w:rPr>
      </w:pPr>
      <w:r w:rsidRPr="005D5DD4">
        <w:rPr>
          <w:rFonts w:ascii="Times New Roman" w:hAnsi="Times New Roman" w:cs="Times New Roman"/>
        </w:rPr>
        <w:t>b) při zjišťování příčin poškození nebo ohrožení zdraví a zamezení šíření infekčních</w:t>
      </w:r>
      <w:r w:rsidRPr="003719F5">
        <w:rPr>
          <w:rFonts w:ascii="Times New Roman" w:hAnsi="Times New Roman" w:cs="Times New Roman"/>
        </w:rPr>
        <w:t xml:space="preserve"> onemocnění nebo jiného poškození zdraví z potravin a </w:t>
      </w:r>
    </w:p>
    <w:p w:rsidR="008B5DA6" w:rsidRPr="003719F5" w:rsidRDefault="008B5DA6" w:rsidP="008B5DA6">
      <w:pPr>
        <w:pStyle w:val="Default"/>
        <w:jc w:val="both"/>
        <w:rPr>
          <w:rFonts w:ascii="Times New Roman" w:hAnsi="Times New Roman" w:cs="Times New Roman"/>
        </w:rPr>
      </w:pPr>
      <w:r w:rsidRPr="003719F5">
        <w:rPr>
          <w:rFonts w:ascii="Times New Roman" w:hAnsi="Times New Roman" w:cs="Times New Roman"/>
        </w:rPr>
        <w:t>c) pro výrobu, distribuci a uvádění elektronických cigaret, náhradních náplní do nich a bylinných výrobků určených ke kouření na trh.</w:t>
      </w:r>
    </w:p>
    <w:p w:rsidR="00A052E7" w:rsidRDefault="00A052E7" w:rsidP="008B5DA6">
      <w:pPr>
        <w:pStyle w:val="Default"/>
        <w:jc w:val="both"/>
        <w:rPr>
          <w:rFonts w:ascii="Times New Roman" w:hAnsi="Times New Roman" w:cs="Times New Roman"/>
        </w:rPr>
      </w:pPr>
    </w:p>
    <w:p w:rsidR="008B5DA6" w:rsidRPr="003719F5" w:rsidRDefault="00A052E7" w:rsidP="008B5DA6">
      <w:pPr>
        <w:pStyle w:val="Default"/>
        <w:jc w:val="both"/>
        <w:rPr>
          <w:rFonts w:ascii="Times New Roman" w:hAnsi="Times New Roman" w:cs="Times New Roman"/>
        </w:rPr>
      </w:pPr>
      <w:r>
        <w:rPr>
          <w:rFonts w:ascii="Times New Roman" w:hAnsi="Times New Roman" w:cs="Times New Roman"/>
        </w:rPr>
        <w:t>__________________</w:t>
      </w:r>
    </w:p>
    <w:p w:rsidR="008B5DA6" w:rsidRPr="001D7CD1" w:rsidRDefault="008B5DA6" w:rsidP="008B5DA6">
      <w:pPr>
        <w:pStyle w:val="Textpoznpodarou"/>
        <w:ind w:left="0" w:firstLine="0"/>
        <w:rPr>
          <w:sz w:val="18"/>
          <w:szCs w:val="18"/>
        </w:rPr>
      </w:pPr>
      <w:r w:rsidRPr="001D7CD1">
        <w:rPr>
          <w:rStyle w:val="Znakapoznpodarou"/>
          <w:sz w:val="18"/>
          <w:szCs w:val="18"/>
        </w:rPr>
        <w:t>a)</w:t>
      </w:r>
      <w:r w:rsidRPr="001D7CD1">
        <w:rPr>
          <w:sz w:val="18"/>
          <w:szCs w:val="18"/>
        </w:rPr>
        <w:t xml:space="preserve"> § 2 odst. 2 zákona č. 372/2011 Sb., o zdravotních službách a podmínkách jejich poskytování (zákon o zdravotních službách), ve znění pozdějších předpisů.</w:t>
      </w:r>
    </w:p>
    <w:p w:rsidR="008B5DA6" w:rsidRPr="001D7CD1" w:rsidRDefault="008B5DA6" w:rsidP="008B5DA6">
      <w:pPr>
        <w:pStyle w:val="Textpoznpodarou"/>
        <w:ind w:left="0" w:firstLine="0"/>
        <w:rPr>
          <w:sz w:val="18"/>
          <w:szCs w:val="18"/>
        </w:rPr>
      </w:pPr>
      <w:r w:rsidRPr="001D7CD1">
        <w:rPr>
          <w:rStyle w:val="Znakapoznpodarou"/>
          <w:sz w:val="18"/>
          <w:szCs w:val="18"/>
        </w:rPr>
        <w:t>b)</w:t>
      </w:r>
      <w:r w:rsidRPr="001D7CD1">
        <w:rPr>
          <w:sz w:val="18"/>
          <w:szCs w:val="18"/>
        </w:rPr>
        <w:t xml:space="preserve"> Zákon č. 108/2006 Sb., o sociálních službách, ve znění pozdějších předpisů.</w:t>
      </w:r>
    </w:p>
    <w:p w:rsidR="008B5DA6" w:rsidRPr="005D5DD4" w:rsidRDefault="008B5DA6" w:rsidP="008B5DA6">
      <w:pPr>
        <w:pStyle w:val="Textpoznpodarou"/>
        <w:tabs>
          <w:tab w:val="clear" w:pos="425"/>
          <w:tab w:val="left" w:pos="426"/>
        </w:tabs>
        <w:ind w:left="0" w:firstLine="0"/>
      </w:pPr>
      <w:r w:rsidRPr="001D7CD1">
        <w:rPr>
          <w:rStyle w:val="Znakapoznpodarou"/>
          <w:sz w:val="18"/>
          <w:szCs w:val="18"/>
        </w:rPr>
        <w:lastRenderedPageBreak/>
        <w:t>c)</w:t>
      </w:r>
      <w:r w:rsidRPr="001D7CD1">
        <w:rPr>
          <w:sz w:val="18"/>
          <w:szCs w:val="18"/>
        </w:rPr>
        <w:t xml:space="preserve"> Zákon č. 247/2014 Sb., o poskytování služby péče o dítě v dětské skupině a o změně souvisejících zákonů, ve znění </w:t>
      </w:r>
      <w:r w:rsidRPr="005D5DD4">
        <w:rPr>
          <w:sz w:val="18"/>
          <w:szCs w:val="18"/>
        </w:rPr>
        <w:t>pozdějších předpisů</w:t>
      </w:r>
    </w:p>
    <w:p w:rsidR="008B5DA6" w:rsidRPr="005D5DD4" w:rsidRDefault="008B5DA6" w:rsidP="008B5DA6">
      <w:pPr>
        <w:pStyle w:val="Textpoznpodarou"/>
        <w:ind w:left="0" w:firstLine="0"/>
        <w:rPr>
          <w:sz w:val="18"/>
          <w:szCs w:val="18"/>
        </w:rPr>
      </w:pPr>
      <w:r w:rsidRPr="005D5DD4">
        <w:rPr>
          <w:rStyle w:val="Znakapoznpodarou"/>
          <w:sz w:val="18"/>
          <w:szCs w:val="18"/>
        </w:rPr>
        <w:t>d)</w:t>
      </w:r>
      <w:r w:rsidRPr="005D5DD4">
        <w:rPr>
          <w:sz w:val="18"/>
          <w:szCs w:val="18"/>
        </w:rPr>
        <w:t xml:space="preserve"> §§ 119, 119a zákona č. 561/2004 Sb., o předškolním, základním, středním, vyšším odborném a jiném vzdělávání, ve znění pozdějších předpisů.</w:t>
      </w:r>
    </w:p>
    <w:p w:rsidR="008B5DA6" w:rsidRPr="005D5DD4" w:rsidRDefault="008B5DA6" w:rsidP="008B5DA6">
      <w:pPr>
        <w:pStyle w:val="Textpoznpodarou"/>
        <w:ind w:left="0" w:firstLine="0"/>
        <w:rPr>
          <w:sz w:val="18"/>
          <w:szCs w:val="18"/>
        </w:rPr>
      </w:pPr>
      <w:r w:rsidRPr="005D5DD4">
        <w:rPr>
          <w:rStyle w:val="Znakapoznpodarou"/>
          <w:sz w:val="18"/>
          <w:szCs w:val="18"/>
        </w:rPr>
        <w:t>e)</w:t>
      </w:r>
      <w:r w:rsidRPr="005D5DD4">
        <w:rPr>
          <w:sz w:val="18"/>
          <w:szCs w:val="18"/>
        </w:rPr>
        <w:t xml:space="preserve">  Zákon č. 555/1992 Sb., o Vězeňské službě a justiční stráži České republiky, ve znění pozdějších předpisů.</w:t>
      </w:r>
    </w:p>
    <w:p w:rsidR="008B5DA6" w:rsidRPr="005D5DD4" w:rsidRDefault="008B5DA6" w:rsidP="008B5DA6">
      <w:pPr>
        <w:pStyle w:val="Textpoznpodarou"/>
        <w:ind w:left="0" w:firstLine="0"/>
        <w:rPr>
          <w:sz w:val="18"/>
          <w:szCs w:val="18"/>
        </w:rPr>
      </w:pPr>
      <w:r w:rsidRPr="005D5DD4">
        <w:rPr>
          <w:rStyle w:val="Znakapoznpodarou"/>
          <w:sz w:val="18"/>
          <w:szCs w:val="18"/>
        </w:rPr>
        <w:t>f)</w:t>
      </w:r>
      <w:r w:rsidRPr="005D5DD4">
        <w:rPr>
          <w:sz w:val="18"/>
          <w:szCs w:val="18"/>
        </w:rPr>
        <w:t xml:space="preserve"> Zákon č. 293/1993 Sb., o výkonu vazby, ve znění pozdějších předpisů.</w:t>
      </w:r>
    </w:p>
    <w:p w:rsidR="008B5DA6" w:rsidRPr="005D5DD4" w:rsidRDefault="008B5DA6" w:rsidP="008B5DA6">
      <w:pPr>
        <w:pStyle w:val="Textpoznpodarou"/>
        <w:ind w:left="0" w:firstLine="0"/>
        <w:rPr>
          <w:sz w:val="18"/>
          <w:szCs w:val="18"/>
        </w:rPr>
      </w:pPr>
      <w:r w:rsidRPr="005D5DD4">
        <w:rPr>
          <w:rStyle w:val="Znakapoznpodarou"/>
          <w:sz w:val="18"/>
          <w:szCs w:val="18"/>
        </w:rPr>
        <w:t>g)</w:t>
      </w:r>
      <w:r w:rsidRPr="005D5DD4">
        <w:rPr>
          <w:sz w:val="18"/>
          <w:szCs w:val="18"/>
        </w:rPr>
        <w:t xml:space="preserve"> Zákon č. 169/1999 Sb., o výkonu trestu odnětí svobody a o změně některých souvisejících zákonů, ve znění pozdějších předpisů.</w:t>
      </w:r>
    </w:p>
    <w:p w:rsidR="008B5DA6" w:rsidRPr="005D5DD4" w:rsidRDefault="008B5DA6" w:rsidP="008B5DA6">
      <w:pPr>
        <w:pStyle w:val="Textpoznpodarou"/>
        <w:ind w:left="0" w:firstLine="0"/>
        <w:rPr>
          <w:sz w:val="18"/>
          <w:szCs w:val="18"/>
        </w:rPr>
      </w:pPr>
      <w:r w:rsidRPr="005D5DD4">
        <w:rPr>
          <w:rStyle w:val="Znakapoznpodarou"/>
          <w:sz w:val="18"/>
          <w:szCs w:val="18"/>
        </w:rPr>
        <w:t>h)</w:t>
      </w:r>
      <w:r w:rsidRPr="005D5DD4">
        <w:rPr>
          <w:sz w:val="18"/>
          <w:szCs w:val="18"/>
        </w:rPr>
        <w:t xml:space="preserve">  Zákon č. 129/2008 Sb., o výkonu zabezpečovací detence a o změně některých souvisejících zákonů, ve znění pozdějších předpisů.</w:t>
      </w:r>
    </w:p>
    <w:p w:rsidR="008B5DA6" w:rsidRPr="001D7CD1" w:rsidRDefault="008B5DA6" w:rsidP="008B5DA6">
      <w:pPr>
        <w:pStyle w:val="Textpoznpodarou"/>
        <w:ind w:left="0" w:firstLine="0"/>
        <w:rPr>
          <w:sz w:val="18"/>
          <w:szCs w:val="18"/>
        </w:rPr>
      </w:pPr>
      <w:r w:rsidRPr="005D5DD4">
        <w:rPr>
          <w:rStyle w:val="Znakapoznpodarou"/>
          <w:sz w:val="18"/>
          <w:szCs w:val="18"/>
        </w:rPr>
        <w:t>i)</w:t>
      </w:r>
      <w:r w:rsidRPr="005D5DD4">
        <w:rPr>
          <w:sz w:val="18"/>
          <w:szCs w:val="18"/>
        </w:rPr>
        <w:t xml:space="preserve">   §§ 8, 11a, 12 Zákona č. 258/2000</w:t>
      </w:r>
      <w:r w:rsidRPr="001D7CD1">
        <w:rPr>
          <w:sz w:val="18"/>
          <w:szCs w:val="18"/>
        </w:rPr>
        <w:t xml:space="preserve"> Sb. o ochraně veřejného zdraví, ve znění pozdějších předpisů.“.</w:t>
      </w:r>
    </w:p>
    <w:p w:rsidR="008B5DA6" w:rsidRDefault="008B5DA6" w:rsidP="008B5DA6">
      <w:pPr>
        <w:pStyle w:val="Default"/>
        <w:jc w:val="both"/>
        <w:rPr>
          <w:rFonts w:ascii="Times New Roman" w:hAnsi="Times New Roman" w:cs="Times New Roman"/>
        </w:rPr>
      </w:pPr>
    </w:p>
    <w:p w:rsidR="008B5DA6" w:rsidRDefault="008B5DA6" w:rsidP="008B5DA6">
      <w:pPr>
        <w:pStyle w:val="Default"/>
        <w:jc w:val="both"/>
        <w:rPr>
          <w:rFonts w:ascii="Times New Roman" w:hAnsi="Times New Roman" w:cs="Times New Roman"/>
        </w:rPr>
      </w:pPr>
      <w:r w:rsidRPr="003719F5">
        <w:rPr>
          <w:rFonts w:ascii="Times New Roman" w:hAnsi="Times New Roman" w:cs="Times New Roman"/>
        </w:rPr>
        <w:t>„</w:t>
      </w:r>
      <w:r>
        <w:rPr>
          <w:rFonts w:ascii="Times New Roman" w:hAnsi="Times New Roman" w:cs="Times New Roman"/>
        </w:rPr>
        <w:t>Y</w:t>
      </w:r>
      <w:r w:rsidRPr="003719F5">
        <w:rPr>
          <w:rFonts w:ascii="Times New Roman" w:hAnsi="Times New Roman" w:cs="Times New Roman"/>
          <w:b/>
        </w:rPr>
        <w:t>.</w:t>
      </w:r>
      <w:r w:rsidRPr="003719F5">
        <w:rPr>
          <w:rFonts w:ascii="Times New Roman" w:hAnsi="Times New Roman" w:cs="Times New Roman"/>
        </w:rPr>
        <w:t xml:space="preserve"> V § 16 odstavec </w:t>
      </w:r>
      <w:r>
        <w:rPr>
          <w:rFonts w:ascii="Times New Roman" w:hAnsi="Times New Roman" w:cs="Times New Roman"/>
        </w:rPr>
        <w:t>5</w:t>
      </w:r>
      <w:r w:rsidRPr="003719F5">
        <w:rPr>
          <w:rFonts w:ascii="Times New Roman" w:hAnsi="Times New Roman" w:cs="Times New Roman"/>
        </w:rPr>
        <w:t xml:space="preserve"> zní: </w:t>
      </w:r>
    </w:p>
    <w:p w:rsidR="008B5DA6" w:rsidRPr="003719F5" w:rsidRDefault="008B5DA6" w:rsidP="008B5DA6">
      <w:pPr>
        <w:pStyle w:val="Default"/>
        <w:jc w:val="both"/>
        <w:rPr>
          <w:rFonts w:ascii="Times New Roman" w:hAnsi="Times New Roman" w:cs="Times New Roman"/>
        </w:rPr>
      </w:pPr>
    </w:p>
    <w:p w:rsidR="008B5DA6" w:rsidRDefault="008B5DA6" w:rsidP="008B5DA6">
      <w:pPr>
        <w:pStyle w:val="Default"/>
        <w:jc w:val="both"/>
        <w:rPr>
          <w:rFonts w:ascii="Times New Roman" w:hAnsi="Times New Roman" w:cs="Times New Roman"/>
          <w:color w:val="auto"/>
        </w:rPr>
      </w:pPr>
      <w:r>
        <w:rPr>
          <w:rFonts w:ascii="Times New Roman" w:hAnsi="Times New Roman" w:cs="Times New Roman"/>
        </w:rPr>
        <w:t>„</w:t>
      </w:r>
      <w:r w:rsidRPr="003719F5">
        <w:rPr>
          <w:rFonts w:ascii="Times New Roman" w:hAnsi="Times New Roman" w:cs="Times New Roman"/>
          <w:color w:val="auto"/>
        </w:rPr>
        <w:t xml:space="preserve">(5) Státní zemědělská a potravinářská inspekce vykonává kontrolu dodržování povinností provozovatele potravinářského podniku a výrobce, dovozce, distributora a maloobchodního prodejce tabákových výrobků stanovených tímto zákonem a na základě tohoto zákona </w:t>
      </w:r>
    </w:p>
    <w:p w:rsidR="008B5DA6" w:rsidRPr="003719F5" w:rsidRDefault="008B5DA6" w:rsidP="008B5DA6">
      <w:pPr>
        <w:pStyle w:val="Default"/>
        <w:jc w:val="both"/>
        <w:rPr>
          <w:rFonts w:ascii="Times New Roman" w:hAnsi="Times New Roman" w:cs="Times New Roman"/>
          <w:color w:val="auto"/>
        </w:rPr>
      </w:pPr>
    </w:p>
    <w:p w:rsidR="008B5DA6" w:rsidRPr="003719F5" w:rsidRDefault="008B5DA6" w:rsidP="008B5DA6">
      <w:pPr>
        <w:pStyle w:val="Default"/>
        <w:spacing w:after="137"/>
        <w:jc w:val="both"/>
        <w:rPr>
          <w:rFonts w:ascii="Times New Roman" w:hAnsi="Times New Roman" w:cs="Times New Roman"/>
          <w:color w:val="auto"/>
        </w:rPr>
      </w:pPr>
      <w:r w:rsidRPr="003719F5">
        <w:rPr>
          <w:rFonts w:ascii="Times New Roman" w:hAnsi="Times New Roman" w:cs="Times New Roman"/>
          <w:color w:val="auto"/>
        </w:rPr>
        <w:t xml:space="preserve">a) pro výrobu potravin, pro balení, krájení nebo jiný způsob dělení potravin a pro uvádění potravin na trh, pokud tato kontrola není prováděna podle odstavce 2 písm. c), odstavce 3 písm. c) nebo odstavce 4 písm. a) nebo b), </w:t>
      </w:r>
    </w:p>
    <w:p w:rsidR="008B5DA6" w:rsidRPr="003719F5" w:rsidRDefault="008B5DA6" w:rsidP="008B5DA6">
      <w:pPr>
        <w:pStyle w:val="Default"/>
        <w:spacing w:after="137"/>
        <w:jc w:val="both"/>
        <w:rPr>
          <w:rFonts w:ascii="Times New Roman" w:hAnsi="Times New Roman" w:cs="Times New Roman"/>
          <w:color w:val="auto"/>
        </w:rPr>
      </w:pPr>
      <w:r w:rsidRPr="003719F5">
        <w:rPr>
          <w:rFonts w:ascii="Times New Roman" w:hAnsi="Times New Roman" w:cs="Times New Roman"/>
          <w:color w:val="auto"/>
        </w:rPr>
        <w:t xml:space="preserve">b) pro výrobu, distribuci a uvádění tabákových výrobků na trh, </w:t>
      </w:r>
    </w:p>
    <w:p w:rsidR="008B5DA6" w:rsidRPr="003719F5" w:rsidRDefault="008B5DA6" w:rsidP="008B5DA6">
      <w:pPr>
        <w:pStyle w:val="Default"/>
        <w:spacing w:after="137"/>
        <w:jc w:val="both"/>
        <w:rPr>
          <w:rFonts w:ascii="Times New Roman" w:hAnsi="Times New Roman" w:cs="Times New Roman"/>
          <w:color w:val="auto"/>
        </w:rPr>
      </w:pPr>
      <w:r w:rsidRPr="003719F5">
        <w:rPr>
          <w:rFonts w:ascii="Times New Roman" w:hAnsi="Times New Roman" w:cs="Times New Roman"/>
          <w:color w:val="auto"/>
        </w:rPr>
        <w:t xml:space="preserve">c) pro vstup a dovoz potravin ze třetích zemí, pokud tento dozor není prováděn podle odstavce 4, a pro vstup a dovoz tabákových výrobků ze třetích zemí, a </w:t>
      </w:r>
    </w:p>
    <w:p w:rsidR="008B5DA6" w:rsidRPr="003719F5" w:rsidRDefault="008B5DA6" w:rsidP="008B5DA6">
      <w:pPr>
        <w:pStyle w:val="Default"/>
        <w:jc w:val="both"/>
        <w:rPr>
          <w:rFonts w:ascii="Times New Roman" w:hAnsi="Times New Roman" w:cs="Times New Roman"/>
          <w:color w:val="auto"/>
        </w:rPr>
      </w:pPr>
      <w:r w:rsidRPr="003719F5">
        <w:rPr>
          <w:rFonts w:ascii="Times New Roman" w:hAnsi="Times New Roman" w:cs="Times New Roman"/>
          <w:color w:val="auto"/>
        </w:rPr>
        <w:t xml:space="preserve">d) </w:t>
      </w:r>
      <w:r w:rsidRPr="00A052E7">
        <w:rPr>
          <w:rFonts w:ascii="Times New Roman" w:hAnsi="Times New Roman" w:cs="Times New Roman"/>
        </w:rPr>
        <w:t>pro provozování stravovacích služeb, pokud tato kontrola není prováděna podle odstavce 1 písm. a), odstavce 2 písm. a) nebo odstavce 3 písm. a)</w:t>
      </w:r>
      <w:r w:rsidRPr="00A052E7">
        <w:rPr>
          <w:rFonts w:ascii="Times New Roman" w:hAnsi="Times New Roman" w:cs="Times New Roman"/>
          <w:color w:val="auto"/>
        </w:rPr>
        <w:t>.“.“.</w:t>
      </w:r>
      <w:r w:rsidRPr="003719F5">
        <w:rPr>
          <w:rFonts w:ascii="Times New Roman" w:hAnsi="Times New Roman" w:cs="Times New Roman"/>
          <w:color w:val="auto"/>
        </w:rPr>
        <w:t xml:space="preserve"> </w:t>
      </w:r>
    </w:p>
    <w:p w:rsidR="008B5DA6" w:rsidRDefault="008B5DA6" w:rsidP="008B5DA6">
      <w:pPr>
        <w:rPr>
          <w:b/>
        </w:rPr>
      </w:pPr>
    </w:p>
    <w:p w:rsidR="008B5DA6" w:rsidRPr="00EA6C36" w:rsidRDefault="008B5DA6" w:rsidP="008B5DA6">
      <w:pPr>
        <w:pStyle w:val="Default"/>
        <w:jc w:val="both"/>
        <w:rPr>
          <w:rFonts w:ascii="Times New Roman" w:hAnsi="Times New Roman" w:cs="Times New Roman"/>
        </w:rPr>
      </w:pPr>
      <w:r w:rsidRPr="00624058">
        <w:rPr>
          <w:rFonts w:ascii="Times New Roman" w:hAnsi="Times New Roman" w:cs="Times New Roman"/>
        </w:rPr>
        <w:t xml:space="preserve">Dosavadní body </w:t>
      </w:r>
      <w:r>
        <w:rPr>
          <w:rFonts w:ascii="Times New Roman" w:hAnsi="Times New Roman" w:cs="Times New Roman"/>
        </w:rPr>
        <w:t>49</w:t>
      </w:r>
      <w:r w:rsidRPr="00624058">
        <w:rPr>
          <w:rFonts w:ascii="Times New Roman" w:hAnsi="Times New Roman" w:cs="Times New Roman"/>
        </w:rPr>
        <w:t xml:space="preserve"> až 73 se přečíslují.</w:t>
      </w:r>
      <w:r w:rsidRPr="00EA6C36">
        <w:rPr>
          <w:rFonts w:ascii="Times New Roman" w:hAnsi="Times New Roman" w:cs="Times New Roman"/>
        </w:rPr>
        <w:t xml:space="preserve"> </w:t>
      </w:r>
    </w:p>
    <w:p w:rsidR="008B5DA6" w:rsidRDefault="008B5DA6" w:rsidP="008B5DA6">
      <w:pPr>
        <w:rPr>
          <w:b/>
        </w:rPr>
      </w:pPr>
    </w:p>
    <w:p w:rsidR="008B5DA6" w:rsidRPr="00A052E7" w:rsidRDefault="008B5DA6" w:rsidP="008B5DA6">
      <w:r w:rsidRPr="009D6A5C">
        <w:rPr>
          <w:b/>
        </w:rPr>
        <w:t>I</w:t>
      </w:r>
      <w:r>
        <w:rPr>
          <w:b/>
        </w:rPr>
        <w:t>II</w:t>
      </w:r>
      <w:r w:rsidRPr="00A052E7">
        <w:t>. V části první, čl. II se dosavadní text označuje jako bod 1 a doplňuje se bod 2, který zní:</w:t>
      </w:r>
    </w:p>
    <w:p w:rsidR="008B5DA6" w:rsidRPr="00A052E7" w:rsidRDefault="008B5DA6" w:rsidP="008B5DA6">
      <w:pPr>
        <w:rPr>
          <w:highlight w:val="yellow"/>
        </w:rPr>
      </w:pPr>
    </w:p>
    <w:p w:rsidR="008B5DA6" w:rsidRPr="00A052E7" w:rsidRDefault="008B5DA6" w:rsidP="008B5DA6">
      <w:pPr>
        <w:ind w:left="340" w:hanging="340"/>
      </w:pPr>
      <w:r w:rsidRPr="00A052E7">
        <w:t>„2. Řízení o odpovědnosti za přestupky zjištěné při kontrole podle § 16 odst. 1 písm. a) zahájená podle zákona č. 110/1997 Sb., ve znění účinném přede dnem nabytí účinnosti tohoto zákona, a do dne nabytí účinnosti tohoto zákona pravomocně neskončená, se dokončí podle zákona č. 110/1997 Sb., ve znění účinném přede dnem nabytí účinnosti tohoto zákona“.</w:t>
      </w:r>
    </w:p>
    <w:p w:rsidR="00DE2BAE" w:rsidRDefault="00DE2BAE" w:rsidP="00DC4351"/>
    <w:p w:rsidR="00DE2BAE" w:rsidRPr="00EF18C4" w:rsidRDefault="00EF18C4" w:rsidP="00DC4351">
      <w:pPr>
        <w:rPr>
          <w:i/>
        </w:rPr>
      </w:pPr>
      <w:r w:rsidRPr="00EF18C4">
        <w:rPr>
          <w:i/>
        </w:rPr>
        <w:t>SD 6342</w:t>
      </w:r>
    </w:p>
    <w:p w:rsidR="00EF18C4" w:rsidRPr="00EF18C4" w:rsidRDefault="00EF18C4" w:rsidP="00EF18C4">
      <w:pPr>
        <w:pStyle w:val="Odstavecseseznamem"/>
        <w:numPr>
          <w:ilvl w:val="0"/>
          <w:numId w:val="22"/>
        </w:numPr>
        <w:jc w:val="both"/>
        <w:rPr>
          <w:szCs w:val="22"/>
        </w:rPr>
      </w:pPr>
      <w:r w:rsidRPr="00EF18C4">
        <w:rPr>
          <w:szCs w:val="22"/>
        </w:rPr>
        <w:t>V části první, čl. I se za dosavadní bod 54 vkládá nový bod X, který zní:</w:t>
      </w:r>
    </w:p>
    <w:p w:rsidR="00EF18C4" w:rsidRPr="00EF18C4" w:rsidRDefault="00EF18C4" w:rsidP="00EF18C4">
      <w:pPr>
        <w:ind w:left="131"/>
        <w:rPr>
          <w:szCs w:val="22"/>
        </w:rPr>
      </w:pPr>
    </w:p>
    <w:p w:rsidR="00EF18C4" w:rsidRPr="00EF18C4" w:rsidRDefault="00EF18C4" w:rsidP="00EF18C4">
      <w:pPr>
        <w:ind w:left="131"/>
        <w:rPr>
          <w:szCs w:val="22"/>
        </w:rPr>
      </w:pPr>
      <w:r w:rsidRPr="00EF18C4">
        <w:rPr>
          <w:szCs w:val="22"/>
        </w:rPr>
        <w:t>„X. V § 16b se doplňuje odstavec 6, který zní:</w:t>
      </w:r>
    </w:p>
    <w:p w:rsidR="00EF18C4" w:rsidRPr="00EF18C4" w:rsidRDefault="00EF18C4" w:rsidP="00EF18C4">
      <w:pPr>
        <w:ind w:left="131"/>
        <w:rPr>
          <w:szCs w:val="22"/>
        </w:rPr>
      </w:pPr>
    </w:p>
    <w:p w:rsidR="00EF18C4" w:rsidRPr="00EF18C4" w:rsidRDefault="00EF18C4" w:rsidP="00EF18C4">
      <w:pPr>
        <w:ind w:firstLine="708"/>
        <w:rPr>
          <w:szCs w:val="22"/>
        </w:rPr>
      </w:pPr>
      <w:r w:rsidRPr="00EF18C4">
        <w:rPr>
          <w:szCs w:val="22"/>
        </w:rPr>
        <w:t>„(6) Státní zemědělská a potravinářská inspekce je příslušným orgánem pro postupy podle prováděcího nařízení Komise (EU) 2016/779 ze dne 18. května 2016, kterým se stanoví jednotná pravidla k postupům pro určení toho, zda má tabákový výrobek charakteristickou příchuť.“.“.</w:t>
      </w:r>
    </w:p>
    <w:p w:rsidR="00EF18C4" w:rsidRPr="00EF18C4" w:rsidRDefault="00EF18C4" w:rsidP="00EF18C4">
      <w:pPr>
        <w:ind w:firstLine="708"/>
        <w:rPr>
          <w:szCs w:val="22"/>
        </w:rPr>
      </w:pPr>
    </w:p>
    <w:p w:rsidR="00EF18C4" w:rsidRPr="00EF18C4" w:rsidRDefault="00EF18C4" w:rsidP="00EF18C4">
      <w:pPr>
        <w:rPr>
          <w:szCs w:val="22"/>
        </w:rPr>
      </w:pPr>
      <w:r w:rsidRPr="00EF18C4">
        <w:rPr>
          <w:szCs w:val="22"/>
        </w:rPr>
        <w:t>Dosavadní body 55 až 73 se přečíslují.</w:t>
      </w:r>
    </w:p>
    <w:p w:rsidR="00EF18C4" w:rsidRPr="00EF18C4" w:rsidRDefault="00EF18C4" w:rsidP="00EF18C4">
      <w:pPr>
        <w:rPr>
          <w:szCs w:val="22"/>
        </w:rPr>
      </w:pPr>
    </w:p>
    <w:p w:rsidR="00EF18C4" w:rsidRPr="00EF18C4" w:rsidRDefault="00EF18C4" w:rsidP="00EF18C4">
      <w:pPr>
        <w:pStyle w:val="Odstavecseseznamem"/>
        <w:numPr>
          <w:ilvl w:val="0"/>
          <w:numId w:val="22"/>
        </w:numPr>
        <w:jc w:val="both"/>
        <w:rPr>
          <w:szCs w:val="22"/>
        </w:rPr>
      </w:pPr>
      <w:r w:rsidRPr="00EF18C4">
        <w:rPr>
          <w:szCs w:val="22"/>
        </w:rPr>
        <w:t>V části druhé, čl. III se za dosavadní bod 38 vkládá nový bod X, který zní:</w:t>
      </w:r>
    </w:p>
    <w:p w:rsidR="00EF18C4" w:rsidRPr="00EF18C4" w:rsidRDefault="00EF18C4" w:rsidP="00EF18C4">
      <w:pPr>
        <w:rPr>
          <w:szCs w:val="22"/>
        </w:rPr>
      </w:pPr>
    </w:p>
    <w:p w:rsidR="00EF18C4" w:rsidRPr="00EF18C4" w:rsidRDefault="00EF18C4" w:rsidP="00EF18C4">
      <w:pPr>
        <w:rPr>
          <w:szCs w:val="22"/>
        </w:rPr>
      </w:pPr>
      <w:r w:rsidRPr="00EF18C4">
        <w:rPr>
          <w:szCs w:val="22"/>
        </w:rPr>
        <w:t>„X. V § 8 se dosavadní text označuje jako odstavec 1 a doplňuje se odstavec 2, který zní:</w:t>
      </w:r>
    </w:p>
    <w:p w:rsidR="00EF18C4" w:rsidRPr="00EF18C4" w:rsidRDefault="00EF18C4" w:rsidP="00EF18C4">
      <w:pPr>
        <w:rPr>
          <w:szCs w:val="22"/>
        </w:rPr>
      </w:pPr>
    </w:p>
    <w:p w:rsidR="00EF18C4" w:rsidRPr="00EF18C4" w:rsidRDefault="00EF18C4" w:rsidP="00EF18C4">
      <w:pPr>
        <w:rPr>
          <w:szCs w:val="22"/>
        </w:rPr>
      </w:pPr>
      <w:r w:rsidRPr="00EF18C4">
        <w:rPr>
          <w:szCs w:val="22"/>
        </w:rPr>
        <w:lastRenderedPageBreak/>
        <w:tab/>
        <w:t>„(2) Ústřední inspektorát postupuje podle prováděcího nařízení Komise (EU) 2016/779 ze dne 18. května 2016, kterým se stanoví jednotná pravidla k postupům pro určení toho, zda má tabákový výrobek charakteristickou příchuť, a rozhoduje podle tohoto nařízení.“.“.</w:t>
      </w:r>
    </w:p>
    <w:p w:rsidR="00EF18C4" w:rsidRPr="00EF18C4" w:rsidRDefault="00EF18C4" w:rsidP="00EF18C4">
      <w:pPr>
        <w:rPr>
          <w:szCs w:val="22"/>
        </w:rPr>
      </w:pPr>
    </w:p>
    <w:p w:rsidR="00EF18C4" w:rsidRPr="00EF18C4" w:rsidRDefault="00EF18C4" w:rsidP="00EF18C4">
      <w:pPr>
        <w:rPr>
          <w:szCs w:val="22"/>
        </w:rPr>
      </w:pPr>
      <w:r w:rsidRPr="00EF18C4">
        <w:rPr>
          <w:szCs w:val="22"/>
        </w:rPr>
        <w:t xml:space="preserve">Dosavadní body 39 až 47 se přečíslují.  </w:t>
      </w:r>
    </w:p>
    <w:p w:rsidR="00DE2BAE" w:rsidRDefault="00DE2BAE" w:rsidP="00DC4351"/>
    <w:p w:rsidR="00EF18C4" w:rsidRPr="00EF18C4" w:rsidRDefault="00EF18C4" w:rsidP="00DC4351">
      <w:pPr>
        <w:rPr>
          <w:i/>
        </w:rPr>
      </w:pPr>
      <w:r w:rsidRPr="00EF18C4">
        <w:rPr>
          <w:i/>
        </w:rPr>
        <w:t>SD 5963</w:t>
      </w:r>
    </w:p>
    <w:p w:rsidR="00EF18C4" w:rsidRPr="00EF18C4" w:rsidRDefault="00EF18C4" w:rsidP="00EF18C4">
      <w:pPr>
        <w:pStyle w:val="Odstavecseseznamem"/>
        <w:numPr>
          <w:ilvl w:val="0"/>
          <w:numId w:val="25"/>
        </w:numPr>
        <w:jc w:val="both"/>
        <w:rPr>
          <w:szCs w:val="22"/>
        </w:rPr>
      </w:pPr>
      <w:r w:rsidRPr="00EF18C4">
        <w:rPr>
          <w:szCs w:val="22"/>
        </w:rPr>
        <w:t xml:space="preserve">V části první, čl. I se za bod 2 vkládá nový bod </w:t>
      </w:r>
      <w:r w:rsidR="00A052E7">
        <w:rPr>
          <w:szCs w:val="22"/>
        </w:rPr>
        <w:t>X</w:t>
      </w:r>
      <w:r w:rsidRPr="00EF18C4">
        <w:rPr>
          <w:szCs w:val="22"/>
        </w:rPr>
        <w:t>, který zní:</w:t>
      </w:r>
    </w:p>
    <w:p w:rsidR="00EF18C4" w:rsidRPr="00EF18C4" w:rsidRDefault="00EF18C4" w:rsidP="00EF18C4">
      <w:pPr>
        <w:rPr>
          <w:szCs w:val="22"/>
        </w:rPr>
      </w:pPr>
    </w:p>
    <w:p w:rsidR="00EF18C4" w:rsidRPr="00EF18C4" w:rsidRDefault="00EF18C4" w:rsidP="00EF18C4">
      <w:pPr>
        <w:rPr>
          <w:szCs w:val="22"/>
        </w:rPr>
      </w:pPr>
      <w:r w:rsidRPr="00EF18C4">
        <w:rPr>
          <w:szCs w:val="22"/>
        </w:rPr>
        <w:t>„</w:t>
      </w:r>
      <w:r w:rsidR="00A052E7">
        <w:rPr>
          <w:szCs w:val="22"/>
        </w:rPr>
        <w:t>X</w:t>
      </w:r>
      <w:r w:rsidRPr="00EF18C4">
        <w:rPr>
          <w:szCs w:val="22"/>
        </w:rPr>
        <w:t>. V § 1 se na konci textu odstavce 2 doplňují slova „s výjimkou pitné vody, kterou provozovatel potravinářského podniku uvádí na trh nebo kterou používá v jakékoli fázi výroby, zpracování nebo distribuce potravin podle čl. 3 bodu 16 nařízení Evropského parlamentu a Rady (ES) č. 178/2002“.“.</w:t>
      </w:r>
    </w:p>
    <w:p w:rsidR="00EF18C4" w:rsidRPr="00EF18C4" w:rsidRDefault="00EF18C4" w:rsidP="00EF18C4">
      <w:pPr>
        <w:rPr>
          <w:szCs w:val="22"/>
        </w:rPr>
      </w:pPr>
    </w:p>
    <w:p w:rsidR="00EF18C4" w:rsidRPr="00EF18C4" w:rsidRDefault="00EF18C4" w:rsidP="00EF18C4">
      <w:pPr>
        <w:rPr>
          <w:szCs w:val="22"/>
        </w:rPr>
      </w:pPr>
      <w:r w:rsidRPr="00EF18C4">
        <w:rPr>
          <w:szCs w:val="22"/>
        </w:rPr>
        <w:t>Dosavadní body 3 až 73 se přečíslují.</w:t>
      </w:r>
    </w:p>
    <w:p w:rsidR="00EF18C4" w:rsidRDefault="00EF18C4" w:rsidP="00EF18C4">
      <w:pPr>
        <w:rPr>
          <w:rFonts w:ascii="Arial" w:hAnsi="Arial" w:cs="Arial"/>
          <w:sz w:val="22"/>
          <w:szCs w:val="22"/>
        </w:rPr>
      </w:pPr>
    </w:p>
    <w:p w:rsidR="00EF18C4" w:rsidRPr="00EF18C4" w:rsidRDefault="00EF18C4" w:rsidP="00EF18C4">
      <w:pPr>
        <w:pStyle w:val="Odstavecseseznamem"/>
        <w:numPr>
          <w:ilvl w:val="0"/>
          <w:numId w:val="25"/>
        </w:numPr>
        <w:ind w:left="709" w:hanging="578"/>
        <w:jc w:val="both"/>
        <w:rPr>
          <w:szCs w:val="22"/>
        </w:rPr>
      </w:pPr>
      <w:r w:rsidRPr="00EF18C4">
        <w:rPr>
          <w:szCs w:val="22"/>
        </w:rPr>
        <w:t>V části první, čl. I se za dosavadní bod 48 vkládá bod X, který zní:</w:t>
      </w:r>
    </w:p>
    <w:p w:rsidR="00EF18C4" w:rsidRPr="00EF18C4" w:rsidRDefault="00EF18C4" w:rsidP="00EF18C4">
      <w:pPr>
        <w:rPr>
          <w:szCs w:val="22"/>
        </w:rPr>
      </w:pPr>
    </w:p>
    <w:p w:rsidR="00EF18C4" w:rsidRPr="00EF18C4" w:rsidRDefault="00EF18C4" w:rsidP="00EF18C4">
      <w:pPr>
        <w:rPr>
          <w:szCs w:val="22"/>
        </w:rPr>
      </w:pPr>
      <w:r w:rsidRPr="00EF18C4">
        <w:rPr>
          <w:szCs w:val="22"/>
        </w:rPr>
        <w:t>„X. V § 16 odst. 6 se slova „za účelem zjišťování souladu potravin a tabákových výrobků“ nahrazují slovy „, nakládání s kontrolními vzorky a posouzení výsledků zkoušek kontrolních vzorků za účelem zjišťování souladu potravin, tabákových výrobků a výrobků souvisejících s tabákovými výrobky“ a za slova „Evropské unie“ se vkládají slova „, tímto zákonem, zvláštním právním předpisem“.“.</w:t>
      </w:r>
    </w:p>
    <w:p w:rsidR="00EF18C4" w:rsidRPr="00EF18C4" w:rsidRDefault="00EF18C4" w:rsidP="00EF18C4">
      <w:pPr>
        <w:rPr>
          <w:szCs w:val="22"/>
        </w:rPr>
      </w:pPr>
    </w:p>
    <w:p w:rsidR="00EF18C4" w:rsidRPr="00EF18C4" w:rsidRDefault="00EF18C4" w:rsidP="00EF18C4">
      <w:pPr>
        <w:rPr>
          <w:szCs w:val="22"/>
        </w:rPr>
      </w:pPr>
      <w:r w:rsidRPr="00EF18C4">
        <w:rPr>
          <w:szCs w:val="22"/>
        </w:rPr>
        <w:t>Dosavadní body 49 až 73 se přečíslují.</w:t>
      </w:r>
    </w:p>
    <w:p w:rsidR="00EF18C4" w:rsidRDefault="00EF18C4" w:rsidP="00EF18C4">
      <w:pPr>
        <w:rPr>
          <w:rFonts w:ascii="Arial" w:hAnsi="Arial" w:cs="Arial"/>
          <w:sz w:val="22"/>
          <w:szCs w:val="22"/>
        </w:rPr>
      </w:pPr>
    </w:p>
    <w:p w:rsidR="00EF18C4" w:rsidRPr="00EF18C4" w:rsidRDefault="00EF18C4" w:rsidP="00EF18C4">
      <w:pPr>
        <w:pStyle w:val="Odstavecseseznamem"/>
        <w:numPr>
          <w:ilvl w:val="0"/>
          <w:numId w:val="25"/>
        </w:numPr>
        <w:ind w:left="709" w:hanging="567"/>
        <w:jc w:val="both"/>
        <w:rPr>
          <w:szCs w:val="22"/>
        </w:rPr>
      </w:pPr>
      <w:r w:rsidRPr="00EF18C4">
        <w:rPr>
          <w:szCs w:val="22"/>
        </w:rPr>
        <w:t xml:space="preserve">V části první, čl. I v dosavadním bodu 50 v § 16 odst. 8 se věta první nahrazuje větou „V případě kontroly prodeje na dálku, kontroly mikrobiologických požadavků nebo je-li prováděno hodnocení na místě a v dalších případech, kdy nejsou splněny podmínky podle čl. 35 odst. 2 nařízení Evropského parlamentu a Rady (EU) 2017/625, a kontroly tabákových výrobků a výrobků souvisejících s tabákovými výrobky se vzorek pro druhé odborné stanovisko neposkytuje.“. </w:t>
      </w:r>
    </w:p>
    <w:p w:rsidR="00EF18C4" w:rsidRPr="000A2934" w:rsidRDefault="00EF18C4" w:rsidP="00EF18C4">
      <w:pPr>
        <w:rPr>
          <w:rFonts w:ascii="Arial" w:hAnsi="Arial" w:cs="Arial"/>
          <w:i/>
          <w:sz w:val="22"/>
          <w:szCs w:val="22"/>
        </w:rPr>
      </w:pPr>
    </w:p>
    <w:p w:rsidR="00EF18C4" w:rsidRPr="00EF18C4" w:rsidRDefault="00EF18C4" w:rsidP="00EF18C4">
      <w:pPr>
        <w:pStyle w:val="Odstavecseseznamem"/>
        <w:numPr>
          <w:ilvl w:val="0"/>
          <w:numId w:val="25"/>
        </w:numPr>
        <w:ind w:left="709" w:hanging="578"/>
        <w:jc w:val="both"/>
        <w:rPr>
          <w:szCs w:val="22"/>
        </w:rPr>
      </w:pPr>
      <w:r w:rsidRPr="00EF18C4">
        <w:rPr>
          <w:szCs w:val="22"/>
        </w:rPr>
        <w:t>V části první, čl. I se za dosavadní bod 71 vkládají nové body X a Y, které znějí:</w:t>
      </w:r>
    </w:p>
    <w:p w:rsidR="00EF18C4" w:rsidRPr="00EF18C4" w:rsidRDefault="00EF18C4" w:rsidP="00EF18C4">
      <w:pPr>
        <w:rPr>
          <w:szCs w:val="22"/>
        </w:rPr>
      </w:pPr>
    </w:p>
    <w:p w:rsidR="00EF18C4" w:rsidRPr="00EF18C4" w:rsidRDefault="00EF18C4" w:rsidP="00EF18C4">
      <w:pPr>
        <w:rPr>
          <w:szCs w:val="22"/>
        </w:rPr>
      </w:pPr>
      <w:r w:rsidRPr="00EF18C4">
        <w:rPr>
          <w:szCs w:val="22"/>
        </w:rPr>
        <w:t>„X. V § 18 odst. 1 písm. m) bodu 3 se za slovo „na“ vkládají slova „nakládání s kontrolními vzorky a“.</w:t>
      </w:r>
    </w:p>
    <w:p w:rsidR="00EF18C4" w:rsidRPr="00EF18C4" w:rsidRDefault="00EF18C4" w:rsidP="00EF18C4">
      <w:pPr>
        <w:rPr>
          <w:szCs w:val="22"/>
        </w:rPr>
      </w:pPr>
    </w:p>
    <w:p w:rsidR="00EF18C4" w:rsidRPr="00EF18C4" w:rsidRDefault="00EF18C4" w:rsidP="00EF18C4">
      <w:pPr>
        <w:rPr>
          <w:szCs w:val="22"/>
        </w:rPr>
      </w:pPr>
      <w:r w:rsidRPr="00EF18C4">
        <w:rPr>
          <w:szCs w:val="22"/>
        </w:rPr>
        <w:t>Y. V § 18 odst. 1 písm. m) se doplňuje bod 4, který zní:</w:t>
      </w:r>
    </w:p>
    <w:p w:rsidR="00EF18C4" w:rsidRPr="00EF18C4" w:rsidRDefault="00EF18C4" w:rsidP="00EF18C4">
      <w:pPr>
        <w:rPr>
          <w:szCs w:val="22"/>
        </w:rPr>
      </w:pPr>
    </w:p>
    <w:p w:rsidR="00EF18C4" w:rsidRPr="00EF18C4" w:rsidRDefault="00EF18C4" w:rsidP="00EF18C4">
      <w:pPr>
        <w:rPr>
          <w:szCs w:val="22"/>
        </w:rPr>
      </w:pPr>
      <w:r w:rsidRPr="00EF18C4">
        <w:rPr>
          <w:szCs w:val="22"/>
        </w:rPr>
        <w:t>„4. způsob posouzení výsledků zkoušek kontrolních vzorků,“.“.</w:t>
      </w:r>
    </w:p>
    <w:p w:rsidR="00EF18C4" w:rsidRPr="00EF18C4" w:rsidRDefault="00EF18C4" w:rsidP="00EF18C4">
      <w:pPr>
        <w:rPr>
          <w:szCs w:val="22"/>
        </w:rPr>
      </w:pPr>
    </w:p>
    <w:p w:rsidR="00EF18C4" w:rsidRPr="00EF18C4" w:rsidRDefault="00EF18C4" w:rsidP="00EF18C4">
      <w:pPr>
        <w:rPr>
          <w:szCs w:val="22"/>
        </w:rPr>
      </w:pPr>
      <w:r w:rsidRPr="00EF18C4">
        <w:rPr>
          <w:szCs w:val="22"/>
        </w:rPr>
        <w:t>Dosavadní body 72 a 73 se přečíslují.</w:t>
      </w:r>
    </w:p>
    <w:p w:rsidR="00EF18C4" w:rsidRDefault="00EF18C4" w:rsidP="00EF18C4">
      <w:pPr>
        <w:pStyle w:val="Odstavecseseznamem"/>
        <w:ind w:left="0"/>
        <w:jc w:val="both"/>
        <w:rPr>
          <w:rFonts w:ascii="Arial" w:hAnsi="Arial" w:cs="Arial"/>
          <w:i/>
          <w:sz w:val="22"/>
          <w:szCs w:val="22"/>
        </w:rPr>
      </w:pPr>
    </w:p>
    <w:p w:rsidR="00EF18C4" w:rsidRPr="00EF18C4" w:rsidRDefault="00EF18C4" w:rsidP="00EF18C4">
      <w:pPr>
        <w:pStyle w:val="Odstavecseseznamem"/>
        <w:numPr>
          <w:ilvl w:val="0"/>
          <w:numId w:val="25"/>
        </w:numPr>
        <w:ind w:left="709" w:hanging="578"/>
        <w:jc w:val="both"/>
        <w:rPr>
          <w:szCs w:val="22"/>
        </w:rPr>
      </w:pPr>
      <w:r w:rsidRPr="00EF18C4">
        <w:rPr>
          <w:szCs w:val="22"/>
        </w:rPr>
        <w:t xml:space="preserve">V části druhé, čl. III dosavadní bod 16 </w:t>
      </w:r>
      <w:r w:rsidR="00A052E7">
        <w:rPr>
          <w:szCs w:val="22"/>
        </w:rPr>
        <w:t xml:space="preserve">nově </w:t>
      </w:r>
      <w:r w:rsidRPr="00EF18C4">
        <w:rPr>
          <w:szCs w:val="22"/>
        </w:rPr>
        <w:t>zní:</w:t>
      </w:r>
    </w:p>
    <w:p w:rsidR="00EF18C4" w:rsidRPr="00EF18C4" w:rsidRDefault="00EF18C4" w:rsidP="00EF18C4">
      <w:pPr>
        <w:ind w:left="131"/>
        <w:rPr>
          <w:szCs w:val="22"/>
        </w:rPr>
      </w:pPr>
    </w:p>
    <w:p w:rsidR="00EF18C4" w:rsidRPr="00EF18C4" w:rsidRDefault="00EF18C4" w:rsidP="00EF18C4">
      <w:pPr>
        <w:ind w:left="131"/>
        <w:rPr>
          <w:szCs w:val="22"/>
        </w:rPr>
      </w:pPr>
      <w:r w:rsidRPr="00EF18C4">
        <w:rPr>
          <w:szCs w:val="22"/>
        </w:rPr>
        <w:t xml:space="preserve">„X. V § 3 odst. 6 se slova „ve výši ceny, za kterou byl nevyhovující vzorek při kontrolním nákupu zakoupen“ zrušují a za větu první se vkládá věta „Pokud vzorek odebraný při kontrolním nákupu splňuje kontrolované požadavky právních předpisů, jeho povaha to umožňuje, je neporušený a již není potřebný k provedení kontroly, lze od smlouvy uzavřené jednáním při kontrolním nákupu odstoupit. Inspekce rozhodne, že kontrolovaná osoba uhradí </w:t>
      </w:r>
      <w:r w:rsidRPr="00EF18C4">
        <w:rPr>
          <w:szCs w:val="22"/>
        </w:rPr>
        <w:lastRenderedPageBreak/>
        <w:t>náklady za kontrolní nákup ve výši, za kterou byl vzorek při kontrolním nákupu zakoupen, poté co kontrolovaná osoba vrácený předmět kontrolního nákupu převzala nebo měla možnost jej převzít.“.“.</w:t>
      </w:r>
    </w:p>
    <w:p w:rsidR="00EF18C4" w:rsidRDefault="00EF18C4" w:rsidP="00EF18C4">
      <w:pPr>
        <w:ind w:left="131"/>
        <w:rPr>
          <w:rFonts w:ascii="Arial" w:hAnsi="Arial" w:cs="Arial"/>
          <w:sz w:val="22"/>
          <w:szCs w:val="22"/>
        </w:rPr>
      </w:pPr>
    </w:p>
    <w:p w:rsidR="00EF18C4" w:rsidRPr="00EF18C4" w:rsidRDefault="00EF18C4" w:rsidP="00EF18C4">
      <w:pPr>
        <w:pStyle w:val="Odstavecseseznamem"/>
        <w:numPr>
          <w:ilvl w:val="0"/>
          <w:numId w:val="25"/>
        </w:numPr>
        <w:ind w:left="709" w:hanging="578"/>
        <w:jc w:val="both"/>
        <w:rPr>
          <w:szCs w:val="22"/>
        </w:rPr>
      </w:pPr>
      <w:r w:rsidRPr="00EF18C4">
        <w:rPr>
          <w:szCs w:val="22"/>
        </w:rPr>
        <w:t>V části druhé, čl. III v dosavadním bodu 23 § 4a nově zní:</w:t>
      </w:r>
    </w:p>
    <w:p w:rsidR="00EF18C4" w:rsidRPr="00EF18C4" w:rsidRDefault="00EF18C4" w:rsidP="00EF18C4">
      <w:pPr>
        <w:pStyle w:val="Odstavecseseznamem"/>
        <w:rPr>
          <w:szCs w:val="22"/>
        </w:rPr>
      </w:pPr>
    </w:p>
    <w:p w:rsidR="00EF18C4" w:rsidRPr="00EF18C4" w:rsidRDefault="00EF18C4" w:rsidP="00EF18C4">
      <w:pPr>
        <w:jc w:val="center"/>
        <w:rPr>
          <w:szCs w:val="22"/>
        </w:rPr>
      </w:pPr>
      <w:r w:rsidRPr="00EF18C4">
        <w:rPr>
          <w:szCs w:val="22"/>
        </w:rPr>
        <w:t>„§ 4a</w:t>
      </w:r>
    </w:p>
    <w:p w:rsidR="00EF18C4" w:rsidRPr="00EF18C4" w:rsidRDefault="00EF18C4" w:rsidP="00EF18C4">
      <w:pPr>
        <w:jc w:val="center"/>
        <w:rPr>
          <w:szCs w:val="22"/>
        </w:rPr>
      </w:pPr>
    </w:p>
    <w:p w:rsidR="00EF18C4" w:rsidRPr="00EF18C4" w:rsidRDefault="00EF18C4" w:rsidP="00EF18C4">
      <w:pPr>
        <w:ind w:firstLine="708"/>
        <w:rPr>
          <w:szCs w:val="22"/>
        </w:rPr>
      </w:pPr>
      <w:r w:rsidRPr="00EF18C4">
        <w:rPr>
          <w:szCs w:val="22"/>
        </w:rPr>
        <w:t>(1) Pokud inspektor provádí kontrolní úkony na místě nebo na místě doručuje písemnost, činí úkony jménem kontrolované osoby též člen jejího statutárního orgánu, zaměstnanec kontrolované osoby nebo jiná fyzická osoba, která vykonává nebo zabezpečuje činnosti kontrolované osoby související s předmětem kontroly.</w:t>
      </w:r>
    </w:p>
    <w:p w:rsidR="00EF18C4" w:rsidRPr="00EF18C4" w:rsidRDefault="00EF18C4" w:rsidP="00EF18C4">
      <w:pPr>
        <w:rPr>
          <w:szCs w:val="22"/>
        </w:rPr>
      </w:pPr>
    </w:p>
    <w:p w:rsidR="00EF18C4" w:rsidRPr="00EF18C4" w:rsidRDefault="00EF18C4" w:rsidP="00EF18C4">
      <w:pPr>
        <w:ind w:firstLine="708"/>
        <w:rPr>
          <w:szCs w:val="22"/>
        </w:rPr>
      </w:pPr>
      <w:r w:rsidRPr="00EF18C4">
        <w:rPr>
          <w:szCs w:val="22"/>
        </w:rPr>
        <w:t>(2) Zkoušení vzorku pro druhé odborné stanovisko podle § 16 odst. 7 zákona o potravinách a tabákových výrobcích lze provést pouze v laboratořích určených inspekcí podle čl. 37 nařízení Evropského parlamentu a Rady (EU) 2017/625, a to v rozsahu úkolů určených inspekcí. Pokud není možné provést zkoušení vzorku pro druhé odborné stanovisko v rámci rozsahu určení podle věty první, lze jej provést v laboratořích určených inspekcí podle čl. 37 nařízení Evropského parlamentu a Rady (EU) 2017/625 i mimo rozsah úkolů určených inspekcí. Pokud není možné provést zkoušení vzorku pro druhé odborné stanovisko v laboratoři určené inspekcí, lze jej provést v jiné vhodné laboratoři, která splňuje podmínky pro provoz laboratoří stanovené v nařízení Evropského parlamentu a Rady (EU) 2017/625. Nezbytnost zadání zkoušení vzorku pro druhé odborné stanovisko v jiné než určené laboratoři prokazuje kontrolovaná osoba.“.</w:t>
      </w:r>
    </w:p>
    <w:p w:rsidR="00EF18C4" w:rsidRDefault="00EF18C4" w:rsidP="00EF18C4">
      <w:pPr>
        <w:ind w:firstLine="708"/>
        <w:rPr>
          <w:rFonts w:ascii="Arial" w:hAnsi="Arial" w:cs="Arial"/>
          <w:sz w:val="22"/>
          <w:szCs w:val="22"/>
        </w:rPr>
      </w:pPr>
    </w:p>
    <w:p w:rsidR="00EF18C4" w:rsidRPr="00EF18C4" w:rsidRDefault="00EF18C4" w:rsidP="00EF18C4">
      <w:pPr>
        <w:pStyle w:val="Odstavecseseznamem"/>
        <w:numPr>
          <w:ilvl w:val="0"/>
          <w:numId w:val="25"/>
        </w:numPr>
        <w:ind w:left="709" w:hanging="578"/>
        <w:jc w:val="both"/>
        <w:rPr>
          <w:szCs w:val="22"/>
        </w:rPr>
      </w:pPr>
      <w:r w:rsidRPr="00EF18C4">
        <w:rPr>
          <w:szCs w:val="22"/>
        </w:rPr>
        <w:t>V části druhé, čl. III dosavadní bod 25 nově zní:</w:t>
      </w:r>
    </w:p>
    <w:p w:rsidR="00EF18C4" w:rsidRPr="00EF18C4" w:rsidRDefault="00EF18C4" w:rsidP="00EF18C4">
      <w:pPr>
        <w:ind w:left="131"/>
        <w:rPr>
          <w:szCs w:val="22"/>
        </w:rPr>
      </w:pPr>
    </w:p>
    <w:p w:rsidR="00EF18C4" w:rsidRPr="00EF18C4" w:rsidRDefault="00EF18C4" w:rsidP="00EF18C4">
      <w:pPr>
        <w:ind w:left="131"/>
        <w:rPr>
          <w:szCs w:val="22"/>
        </w:rPr>
      </w:pPr>
      <w:r w:rsidRPr="00EF18C4">
        <w:rPr>
          <w:szCs w:val="22"/>
        </w:rPr>
        <w:t>„X. V § 5 odst. 1 písmeno e) zní:</w:t>
      </w:r>
    </w:p>
    <w:p w:rsidR="00EF18C4" w:rsidRPr="00EF18C4" w:rsidRDefault="00EF18C4" w:rsidP="00EF18C4">
      <w:pPr>
        <w:ind w:left="131"/>
        <w:rPr>
          <w:szCs w:val="22"/>
        </w:rPr>
      </w:pPr>
    </w:p>
    <w:p w:rsidR="00EF18C4" w:rsidRPr="00EF18C4" w:rsidRDefault="00EF18C4" w:rsidP="00EF18C4">
      <w:pPr>
        <w:ind w:left="131"/>
        <w:rPr>
          <w:szCs w:val="22"/>
        </w:rPr>
      </w:pPr>
      <w:r w:rsidRPr="00EF18C4">
        <w:rPr>
          <w:szCs w:val="22"/>
        </w:rPr>
        <w:t xml:space="preserve">„e) pozastaví </w:t>
      </w:r>
    </w:p>
    <w:p w:rsidR="00EF18C4" w:rsidRPr="00EF18C4" w:rsidRDefault="00EF18C4" w:rsidP="00EF18C4">
      <w:pPr>
        <w:pStyle w:val="Odstavecseseznamem"/>
        <w:numPr>
          <w:ilvl w:val="0"/>
          <w:numId w:val="23"/>
        </w:numPr>
        <w:ind w:left="567"/>
        <w:jc w:val="both"/>
        <w:rPr>
          <w:szCs w:val="22"/>
        </w:rPr>
      </w:pPr>
      <w:r w:rsidRPr="00EF18C4">
        <w:rPr>
          <w:szCs w:val="22"/>
        </w:rPr>
        <w:t>uvádění zemědělských výrobků nebo potravin na trh anebo distribuci nebo uvádění tabákových výrobků na trh při podezření, že nejsou bezpečné</w:t>
      </w:r>
      <w:r w:rsidRPr="00EF18C4">
        <w:rPr>
          <w:szCs w:val="22"/>
          <w:vertAlign w:val="superscript"/>
        </w:rPr>
        <w:t>36)</w:t>
      </w:r>
      <w:r w:rsidRPr="00EF18C4">
        <w:rPr>
          <w:szCs w:val="22"/>
        </w:rPr>
        <w:t xml:space="preserve">, </w:t>
      </w:r>
    </w:p>
    <w:p w:rsidR="00EF18C4" w:rsidRPr="00EF18C4" w:rsidRDefault="00EF18C4" w:rsidP="00EF18C4">
      <w:pPr>
        <w:pStyle w:val="Odstavecseseznamem"/>
        <w:numPr>
          <w:ilvl w:val="0"/>
          <w:numId w:val="23"/>
        </w:numPr>
        <w:ind w:left="567"/>
        <w:jc w:val="both"/>
        <w:rPr>
          <w:szCs w:val="22"/>
        </w:rPr>
      </w:pPr>
      <w:r w:rsidRPr="00EF18C4">
        <w:rPr>
          <w:szCs w:val="22"/>
        </w:rPr>
        <w:t>vstup do prostor potravinářského podniku, kde se manipuluje s potravinami, nebo manipulaci s potravinami osobám, které přicházejí do přímého styku s potravinami, při podezření, že došlo k nedodržení požadavku na osobní hygienu osob manipulujících s potravinami podle přílohy II kapitoly VIII přímo použitelného předpisu Evropské unie o hygieně potravin, a to v rámci podniku, pro který vykonávají práci, nebo</w:t>
      </w:r>
    </w:p>
    <w:p w:rsidR="00EF18C4" w:rsidRPr="00EF18C4" w:rsidRDefault="00EF18C4" w:rsidP="00EF18C4">
      <w:pPr>
        <w:pStyle w:val="Odstavecseseznamem"/>
        <w:numPr>
          <w:ilvl w:val="0"/>
          <w:numId w:val="23"/>
        </w:numPr>
        <w:ind w:left="567"/>
        <w:jc w:val="both"/>
        <w:rPr>
          <w:szCs w:val="22"/>
        </w:rPr>
      </w:pPr>
      <w:r w:rsidRPr="00EF18C4">
        <w:rPr>
          <w:szCs w:val="22"/>
        </w:rPr>
        <w:t>fungování internetových stránek nebo jejich části, které provozuje nebo využívá, jestliže nesplňují požadavky stanovené zvláštním právním předpisem, přímo použitelným předpisem Evropské unie nebo mezinárodními smlouvami,“.“.</w:t>
      </w:r>
    </w:p>
    <w:p w:rsidR="00EF18C4" w:rsidRDefault="00EF18C4" w:rsidP="00EF18C4">
      <w:pPr>
        <w:ind w:left="207"/>
        <w:rPr>
          <w:rFonts w:ascii="Arial" w:hAnsi="Arial" w:cs="Arial"/>
          <w:i/>
          <w:sz w:val="22"/>
          <w:szCs w:val="22"/>
        </w:rPr>
      </w:pPr>
    </w:p>
    <w:p w:rsidR="00EF18C4" w:rsidRPr="00EF18C4" w:rsidRDefault="00EF18C4" w:rsidP="00EF18C4">
      <w:pPr>
        <w:pStyle w:val="Odstavecseseznamem"/>
        <w:numPr>
          <w:ilvl w:val="0"/>
          <w:numId w:val="25"/>
        </w:numPr>
        <w:ind w:hanging="938"/>
        <w:jc w:val="both"/>
        <w:rPr>
          <w:szCs w:val="22"/>
        </w:rPr>
      </w:pPr>
      <w:r w:rsidRPr="00EF18C4">
        <w:rPr>
          <w:szCs w:val="22"/>
        </w:rPr>
        <w:t>V části druhé, čl. III se za dosavadní bod 32 vkládá nový bod X, který zní:</w:t>
      </w:r>
    </w:p>
    <w:p w:rsidR="00EF18C4" w:rsidRPr="00EF18C4" w:rsidRDefault="00EF18C4" w:rsidP="00EF18C4">
      <w:pPr>
        <w:ind w:left="142"/>
        <w:rPr>
          <w:szCs w:val="22"/>
        </w:rPr>
      </w:pPr>
    </w:p>
    <w:p w:rsidR="00EF18C4" w:rsidRPr="00EF18C4" w:rsidRDefault="00EF18C4" w:rsidP="00EF18C4">
      <w:pPr>
        <w:ind w:left="142"/>
        <w:rPr>
          <w:szCs w:val="22"/>
        </w:rPr>
      </w:pPr>
      <w:r w:rsidRPr="00EF18C4">
        <w:rPr>
          <w:szCs w:val="22"/>
        </w:rPr>
        <w:t>„X. V § 5 odst. 4 se slovo „poslední“ nahrazuje slovem „třetí“.“.</w:t>
      </w:r>
    </w:p>
    <w:p w:rsidR="00EF18C4" w:rsidRPr="00EF18C4" w:rsidRDefault="00EF18C4" w:rsidP="00EF18C4">
      <w:pPr>
        <w:ind w:left="142"/>
        <w:rPr>
          <w:szCs w:val="22"/>
        </w:rPr>
      </w:pPr>
    </w:p>
    <w:p w:rsidR="00EF18C4" w:rsidRPr="00EF18C4" w:rsidRDefault="00EF18C4" w:rsidP="00EF18C4">
      <w:pPr>
        <w:rPr>
          <w:szCs w:val="22"/>
        </w:rPr>
      </w:pPr>
      <w:r w:rsidRPr="00EF18C4">
        <w:rPr>
          <w:szCs w:val="22"/>
        </w:rPr>
        <w:t xml:space="preserve">Dosavadní body 33 až 47 se přečíslují.  </w:t>
      </w:r>
    </w:p>
    <w:p w:rsidR="00EF18C4" w:rsidRDefault="00EF18C4" w:rsidP="00EF18C4">
      <w:pPr>
        <w:ind w:left="142"/>
        <w:rPr>
          <w:rFonts w:ascii="Arial" w:hAnsi="Arial" w:cs="Arial"/>
          <w:i/>
          <w:sz w:val="22"/>
          <w:szCs w:val="22"/>
        </w:rPr>
      </w:pPr>
    </w:p>
    <w:p w:rsidR="00EF18C4" w:rsidRPr="00EF18C4" w:rsidRDefault="00EF18C4" w:rsidP="00EF18C4">
      <w:pPr>
        <w:pStyle w:val="Odstavecseseznamem"/>
        <w:numPr>
          <w:ilvl w:val="0"/>
          <w:numId w:val="25"/>
        </w:numPr>
        <w:ind w:hanging="938"/>
        <w:jc w:val="both"/>
        <w:rPr>
          <w:szCs w:val="22"/>
        </w:rPr>
      </w:pPr>
      <w:r w:rsidRPr="00EF18C4">
        <w:rPr>
          <w:szCs w:val="22"/>
        </w:rPr>
        <w:t xml:space="preserve">V části druhé, čl. III dosavadní bod </w:t>
      </w:r>
      <w:r w:rsidR="00534246">
        <w:rPr>
          <w:szCs w:val="22"/>
        </w:rPr>
        <w:t>X</w:t>
      </w:r>
      <w:r w:rsidRPr="00EF18C4">
        <w:rPr>
          <w:szCs w:val="22"/>
        </w:rPr>
        <w:t xml:space="preserve"> nově zní:</w:t>
      </w:r>
    </w:p>
    <w:p w:rsidR="00EF18C4" w:rsidRPr="00EF18C4" w:rsidRDefault="00EF18C4" w:rsidP="00EF18C4">
      <w:pPr>
        <w:ind w:left="142"/>
        <w:rPr>
          <w:szCs w:val="22"/>
        </w:rPr>
      </w:pPr>
    </w:p>
    <w:p w:rsidR="00EF18C4" w:rsidRPr="00EF18C4" w:rsidRDefault="00EF18C4" w:rsidP="00EF18C4">
      <w:pPr>
        <w:ind w:left="142"/>
        <w:rPr>
          <w:szCs w:val="22"/>
        </w:rPr>
      </w:pPr>
      <w:r w:rsidRPr="00EF18C4">
        <w:rPr>
          <w:szCs w:val="22"/>
        </w:rPr>
        <w:t>„X. V § 5a odstavec 2 zní:</w:t>
      </w:r>
    </w:p>
    <w:p w:rsidR="00EF18C4" w:rsidRPr="00EF18C4" w:rsidRDefault="00EF18C4" w:rsidP="00EF18C4">
      <w:pPr>
        <w:ind w:left="142"/>
        <w:rPr>
          <w:szCs w:val="22"/>
        </w:rPr>
      </w:pPr>
    </w:p>
    <w:p w:rsidR="00EF18C4" w:rsidRPr="00EF18C4" w:rsidRDefault="00EF18C4" w:rsidP="00EF18C4">
      <w:pPr>
        <w:ind w:left="142" w:firstLine="566"/>
        <w:rPr>
          <w:szCs w:val="22"/>
        </w:rPr>
      </w:pPr>
      <w:r w:rsidRPr="00EF18C4">
        <w:rPr>
          <w:szCs w:val="22"/>
        </w:rPr>
        <w:lastRenderedPageBreak/>
        <w:t xml:space="preserve">„(2) Inspektor vydá souhlas s uváděním na trh zemědělských výrobků nebo potravin, jejichž uvádění na trh bylo pozastaveno podle § 5 odst. 1 písm. e) bodu 1, s distribucí nebo uváděním na trh tabákových výrobků, jejichž distribuce nebo uvádění na trh bylo pozastaveno podle § 5 odst. 1 písm. e) bodu 1, nebo se vstupem nebo s manipulací s potravinami u osob, kterým byly vstup nebo manipulace s potravinami pozastaveny podle § 5 odst. 1 písm. e) bodu 2, nebo s fungováním internetových stránek nebo jejich části, které byly pozastaveny podle § 5 odst. 1 písm. e) bodu 3, a to </w:t>
      </w:r>
    </w:p>
    <w:p w:rsidR="00EF18C4" w:rsidRPr="00EF18C4" w:rsidRDefault="00EF18C4" w:rsidP="00EF18C4">
      <w:pPr>
        <w:ind w:left="142"/>
        <w:rPr>
          <w:szCs w:val="22"/>
        </w:rPr>
      </w:pPr>
    </w:p>
    <w:p w:rsidR="00EF18C4" w:rsidRPr="00EF18C4" w:rsidRDefault="00EF18C4" w:rsidP="00EF18C4">
      <w:pPr>
        <w:pStyle w:val="Odstavecseseznamem"/>
        <w:numPr>
          <w:ilvl w:val="0"/>
          <w:numId w:val="24"/>
        </w:numPr>
        <w:jc w:val="both"/>
        <w:rPr>
          <w:szCs w:val="22"/>
        </w:rPr>
      </w:pPr>
      <w:r w:rsidRPr="00EF18C4">
        <w:rPr>
          <w:szCs w:val="22"/>
        </w:rPr>
        <w:t>neprodleně, nejpozději však do 15 dnů ode dne, kdy kontrolovaná osoba prokáže, že výrobky nebo potraviny jsou bezpečné nebo že osoba, které byl vstup nebo manipulace s potravinami pozastaveny, splňuje požadavky na osobní hygienu podle přílohy II kapitoly VIII bodu 2 přímo použitelného předpisu Evropské unie o hygieně potravin nebo že internetové stránky splňují požadavky právních předpisů, nebo</w:t>
      </w:r>
    </w:p>
    <w:p w:rsidR="00EF18C4" w:rsidRPr="00EF18C4" w:rsidRDefault="00EF18C4" w:rsidP="00EF18C4">
      <w:pPr>
        <w:ind w:left="142"/>
        <w:rPr>
          <w:szCs w:val="22"/>
        </w:rPr>
      </w:pPr>
    </w:p>
    <w:p w:rsidR="00EF18C4" w:rsidRPr="00EF18C4" w:rsidRDefault="00EF18C4" w:rsidP="00EF18C4">
      <w:pPr>
        <w:pStyle w:val="Odstavecseseznamem"/>
        <w:numPr>
          <w:ilvl w:val="0"/>
          <w:numId w:val="24"/>
        </w:numPr>
        <w:jc w:val="both"/>
        <w:rPr>
          <w:szCs w:val="22"/>
        </w:rPr>
      </w:pPr>
      <w:r w:rsidRPr="00EF18C4">
        <w:rPr>
          <w:szCs w:val="22"/>
        </w:rPr>
        <w:t>pokud inspekce shromáždí podklady odůvodňující vydání souhlasu.“.“.</w:t>
      </w:r>
    </w:p>
    <w:p w:rsidR="00EF18C4" w:rsidRPr="00EF18C4" w:rsidRDefault="00EF18C4" w:rsidP="00DC4351">
      <w:pPr>
        <w:rPr>
          <w:sz w:val="28"/>
        </w:rPr>
      </w:pPr>
    </w:p>
    <w:p w:rsidR="00EF18C4" w:rsidRPr="00913EB4" w:rsidRDefault="00913EB4" w:rsidP="00DC4351">
      <w:pPr>
        <w:rPr>
          <w:i/>
        </w:rPr>
      </w:pPr>
      <w:r w:rsidRPr="00913EB4">
        <w:rPr>
          <w:i/>
        </w:rPr>
        <w:t>SD 6967</w:t>
      </w:r>
    </w:p>
    <w:p w:rsidR="00913EB4" w:rsidRDefault="00913EB4" w:rsidP="00913EB4">
      <w:pPr>
        <w:autoSpaceDE w:val="0"/>
        <w:autoSpaceDN w:val="0"/>
        <w:adjustRightInd w:val="0"/>
        <w:rPr>
          <w:rFonts w:eastAsia="Calibri"/>
          <w:bCs/>
          <w:szCs w:val="22"/>
        </w:rPr>
      </w:pPr>
      <w:r w:rsidRPr="00ED7AC0">
        <w:rPr>
          <w:rFonts w:eastAsia="Calibri"/>
          <w:bCs/>
          <w:szCs w:val="22"/>
        </w:rPr>
        <w:t>Za</w:t>
      </w:r>
      <w:r w:rsidR="00534246">
        <w:rPr>
          <w:rFonts w:eastAsia="Calibri"/>
          <w:bCs/>
          <w:szCs w:val="22"/>
        </w:rPr>
        <w:t xml:space="preserve"> dosavadní </w:t>
      </w:r>
      <w:r w:rsidRPr="00ED7AC0">
        <w:rPr>
          <w:rFonts w:eastAsia="Calibri"/>
          <w:bCs/>
          <w:szCs w:val="22"/>
        </w:rPr>
        <w:t xml:space="preserve">část </w:t>
      </w:r>
      <w:r>
        <w:rPr>
          <w:rFonts w:eastAsia="Calibri"/>
          <w:bCs/>
          <w:szCs w:val="22"/>
        </w:rPr>
        <w:t xml:space="preserve">třetí </w:t>
      </w:r>
      <w:r w:rsidRPr="00ED7AC0">
        <w:rPr>
          <w:rFonts w:eastAsia="Calibri"/>
          <w:bCs/>
          <w:szCs w:val="22"/>
        </w:rPr>
        <w:t xml:space="preserve">se vkládá nová část </w:t>
      </w:r>
      <w:r>
        <w:rPr>
          <w:rFonts w:eastAsia="Calibri"/>
          <w:bCs/>
          <w:szCs w:val="22"/>
        </w:rPr>
        <w:t>čtvrtá</w:t>
      </w:r>
      <w:r w:rsidRPr="00ED7AC0">
        <w:rPr>
          <w:rFonts w:eastAsia="Calibri"/>
          <w:bCs/>
          <w:szCs w:val="22"/>
        </w:rPr>
        <w:t>, která včetně nadpisu zní:</w:t>
      </w:r>
    </w:p>
    <w:p w:rsidR="00913EB4" w:rsidRDefault="00913EB4" w:rsidP="00913EB4">
      <w:pPr>
        <w:autoSpaceDE w:val="0"/>
        <w:autoSpaceDN w:val="0"/>
        <w:adjustRightInd w:val="0"/>
        <w:rPr>
          <w:rFonts w:eastAsia="Calibri"/>
          <w:bCs/>
          <w:szCs w:val="22"/>
        </w:rPr>
      </w:pPr>
    </w:p>
    <w:p w:rsidR="00913EB4" w:rsidRPr="00ED7AC0" w:rsidRDefault="00913EB4" w:rsidP="00913EB4">
      <w:pPr>
        <w:autoSpaceDE w:val="0"/>
        <w:autoSpaceDN w:val="0"/>
        <w:adjustRightInd w:val="0"/>
        <w:jc w:val="center"/>
        <w:rPr>
          <w:rFonts w:eastAsia="Calibri"/>
          <w:bCs/>
          <w:szCs w:val="22"/>
        </w:rPr>
      </w:pPr>
      <w:r w:rsidRPr="00ED7AC0">
        <w:rPr>
          <w:rFonts w:eastAsia="Calibri"/>
          <w:bCs/>
          <w:szCs w:val="22"/>
        </w:rPr>
        <w:t xml:space="preserve">„ČÁST </w:t>
      </w:r>
      <w:r>
        <w:rPr>
          <w:rFonts w:eastAsia="Calibri"/>
          <w:bCs/>
          <w:szCs w:val="22"/>
        </w:rPr>
        <w:t>ČTVRTÁ</w:t>
      </w:r>
    </w:p>
    <w:p w:rsidR="00913EB4" w:rsidRDefault="00913EB4" w:rsidP="00913EB4">
      <w:pPr>
        <w:autoSpaceDE w:val="0"/>
        <w:autoSpaceDN w:val="0"/>
        <w:adjustRightInd w:val="0"/>
        <w:jc w:val="center"/>
        <w:rPr>
          <w:rFonts w:eastAsia="Calibri"/>
          <w:bCs/>
          <w:szCs w:val="22"/>
        </w:rPr>
      </w:pPr>
    </w:p>
    <w:p w:rsidR="00913EB4" w:rsidRDefault="00913EB4" w:rsidP="00913EB4">
      <w:pPr>
        <w:autoSpaceDE w:val="0"/>
        <w:autoSpaceDN w:val="0"/>
        <w:adjustRightInd w:val="0"/>
        <w:jc w:val="center"/>
        <w:rPr>
          <w:rFonts w:eastAsia="Calibri"/>
          <w:bCs/>
          <w:szCs w:val="22"/>
        </w:rPr>
      </w:pPr>
      <w:r w:rsidRPr="00ED7AC0">
        <w:rPr>
          <w:rFonts w:eastAsia="Calibri"/>
          <w:bCs/>
          <w:szCs w:val="22"/>
        </w:rPr>
        <w:t xml:space="preserve">Změna zákona o </w:t>
      </w:r>
      <w:r>
        <w:rPr>
          <w:rFonts w:eastAsia="Calibri"/>
          <w:bCs/>
          <w:szCs w:val="22"/>
        </w:rPr>
        <w:t>regulaci reklamy</w:t>
      </w:r>
    </w:p>
    <w:p w:rsidR="00913EB4" w:rsidRDefault="00913EB4" w:rsidP="00913EB4">
      <w:pPr>
        <w:autoSpaceDE w:val="0"/>
        <w:autoSpaceDN w:val="0"/>
        <w:adjustRightInd w:val="0"/>
        <w:rPr>
          <w:rFonts w:eastAsia="Calibri"/>
          <w:bCs/>
          <w:szCs w:val="22"/>
        </w:rPr>
      </w:pPr>
    </w:p>
    <w:p w:rsidR="00913EB4" w:rsidRPr="00ED7AC0" w:rsidRDefault="00913EB4" w:rsidP="00913EB4">
      <w:pPr>
        <w:autoSpaceDE w:val="0"/>
        <w:autoSpaceDN w:val="0"/>
        <w:adjustRightInd w:val="0"/>
        <w:rPr>
          <w:rFonts w:eastAsia="Calibri"/>
          <w:bCs/>
          <w:szCs w:val="22"/>
        </w:rPr>
      </w:pPr>
      <w:r w:rsidRPr="00ED7AC0">
        <w:rPr>
          <w:rFonts w:eastAsia="Calibri"/>
          <w:bCs/>
          <w:szCs w:val="22"/>
        </w:rPr>
        <w:t>Zákon č. 40/1995 Sb.</w:t>
      </w:r>
      <w:r>
        <w:rPr>
          <w:rFonts w:eastAsia="Calibri"/>
          <w:bCs/>
          <w:szCs w:val="22"/>
        </w:rPr>
        <w:t xml:space="preserve"> </w:t>
      </w:r>
      <w:r w:rsidRPr="00ED7AC0">
        <w:rPr>
          <w:rFonts w:eastAsia="Calibri"/>
          <w:bCs/>
          <w:szCs w:val="22"/>
        </w:rPr>
        <w:t>o regulaci reklamy a o změně a doplnění zákona č. 468/1991 Sb., o provozování rozhlasového a televizního vysílání, ve znění pozdějších předpisů</w:t>
      </w:r>
      <w:r>
        <w:rPr>
          <w:rFonts w:eastAsia="Calibri"/>
          <w:bCs/>
          <w:szCs w:val="22"/>
        </w:rPr>
        <w:t>, se mění takto:</w:t>
      </w:r>
    </w:p>
    <w:p w:rsidR="00913EB4" w:rsidRPr="004A4CA0" w:rsidRDefault="00913EB4" w:rsidP="00913EB4">
      <w:pPr>
        <w:pStyle w:val="Odstavecseseznamem"/>
        <w:autoSpaceDE w:val="0"/>
        <w:autoSpaceDN w:val="0"/>
        <w:adjustRightInd w:val="0"/>
        <w:jc w:val="both"/>
      </w:pPr>
    </w:p>
    <w:p w:rsidR="00913EB4" w:rsidRPr="00ED7AC0" w:rsidRDefault="00913EB4" w:rsidP="00913EB4">
      <w:pPr>
        <w:pStyle w:val="Odstavecseseznamem"/>
        <w:widowControl w:val="0"/>
        <w:numPr>
          <w:ilvl w:val="0"/>
          <w:numId w:val="26"/>
        </w:numPr>
        <w:suppressAutoHyphens/>
        <w:autoSpaceDE w:val="0"/>
        <w:autoSpaceDN w:val="0"/>
        <w:adjustRightInd w:val="0"/>
        <w:jc w:val="both"/>
      </w:pPr>
      <w:r>
        <w:rPr>
          <w:rFonts w:eastAsia="Calibri"/>
          <w:szCs w:val="22"/>
        </w:rPr>
        <w:t xml:space="preserve">V </w:t>
      </w:r>
      <w:r w:rsidRPr="00213BF6">
        <w:rPr>
          <w:rFonts w:eastAsia="Calibri"/>
          <w:szCs w:val="22"/>
        </w:rPr>
        <w:t xml:space="preserve">§ 5n odst. 1 </w:t>
      </w:r>
      <w:r>
        <w:rPr>
          <w:rFonts w:eastAsia="Calibri"/>
          <w:szCs w:val="22"/>
        </w:rPr>
        <w:t>se za slova „</w:t>
      </w:r>
      <w:r w:rsidRPr="00ED7AC0">
        <w:rPr>
          <w:rFonts w:eastAsia="Calibri"/>
          <w:szCs w:val="22"/>
        </w:rPr>
        <w:t>ani diagnostickým zdravotnickým prostředkem in vitro</w:t>
      </w:r>
      <w:r>
        <w:rPr>
          <w:rFonts w:eastAsia="Calibri"/>
          <w:szCs w:val="22"/>
        </w:rPr>
        <w:t>,“ doplňují slova: „</w:t>
      </w:r>
      <w:r>
        <w:t xml:space="preserve">ani </w:t>
      </w:r>
      <w:r w:rsidRPr="00801F5D">
        <w:t>potravinou pro zvláštní lékařské účely,</w:t>
      </w:r>
      <w:r>
        <w:t>“, slovo „nebo“ se nahrazuje čárkou a na konci věty se doplňují slova „nebo potravinou pro zvláštní lékařské účely“.</w:t>
      </w:r>
    </w:p>
    <w:p w:rsidR="00913EB4" w:rsidRPr="00ED7AC0" w:rsidRDefault="00913EB4" w:rsidP="00913EB4">
      <w:pPr>
        <w:pStyle w:val="Odstavecseseznamem"/>
        <w:autoSpaceDE w:val="0"/>
        <w:autoSpaceDN w:val="0"/>
        <w:adjustRightInd w:val="0"/>
        <w:jc w:val="both"/>
      </w:pPr>
    </w:p>
    <w:p w:rsidR="00913EB4" w:rsidRPr="00ED7AC0" w:rsidRDefault="00913EB4" w:rsidP="00913EB4">
      <w:pPr>
        <w:pStyle w:val="Odstavecseseznamem"/>
        <w:widowControl w:val="0"/>
        <w:numPr>
          <w:ilvl w:val="0"/>
          <w:numId w:val="26"/>
        </w:numPr>
        <w:suppressAutoHyphens/>
        <w:autoSpaceDE w:val="0"/>
        <w:autoSpaceDN w:val="0"/>
        <w:adjustRightInd w:val="0"/>
        <w:jc w:val="both"/>
      </w:pPr>
      <w:r>
        <w:t xml:space="preserve">V § 5n odst. 2 </w:t>
      </w:r>
      <w:r>
        <w:rPr>
          <w:rFonts w:eastAsia="Calibri"/>
          <w:szCs w:val="22"/>
        </w:rPr>
        <w:t>se za slova „</w:t>
      </w:r>
      <w:r w:rsidRPr="00ED7AC0">
        <w:rPr>
          <w:rFonts w:eastAsia="Calibri"/>
          <w:szCs w:val="22"/>
        </w:rPr>
        <w:t>diagnostickým zdravotnickým prostředkem in vitro</w:t>
      </w:r>
      <w:r>
        <w:rPr>
          <w:rFonts w:eastAsia="Calibri"/>
          <w:szCs w:val="22"/>
        </w:rPr>
        <w:t xml:space="preserve">“ doplňují slova: „ </w:t>
      </w:r>
      <w:r>
        <w:t>, potravinou</w:t>
      </w:r>
      <w:r w:rsidRPr="00801F5D">
        <w:t xml:space="preserve"> pro zvláštní lékařské účely</w:t>
      </w:r>
      <w:r>
        <w:t>“.</w:t>
      </w:r>
    </w:p>
    <w:p w:rsidR="00913EB4" w:rsidRDefault="00913EB4" w:rsidP="00913EB4">
      <w:pPr>
        <w:pStyle w:val="Odstavecseseznamem"/>
      </w:pPr>
    </w:p>
    <w:p w:rsidR="00913EB4" w:rsidRDefault="00913EB4" w:rsidP="00913EB4">
      <w:pPr>
        <w:autoSpaceDE w:val="0"/>
        <w:autoSpaceDN w:val="0"/>
        <w:adjustRightInd w:val="0"/>
      </w:pPr>
    </w:p>
    <w:p w:rsidR="00913EB4" w:rsidRDefault="00913EB4" w:rsidP="00913EB4">
      <w:pPr>
        <w:autoSpaceDE w:val="0"/>
        <w:autoSpaceDN w:val="0"/>
        <w:adjustRightInd w:val="0"/>
      </w:pPr>
      <w:r>
        <w:t xml:space="preserve">Stávající část čtvrtá je označuje jako část pátá. </w:t>
      </w:r>
    </w:p>
    <w:p w:rsidR="00913EB4" w:rsidRDefault="00913EB4" w:rsidP="00913EB4">
      <w:pPr>
        <w:autoSpaceDE w:val="0"/>
        <w:autoSpaceDN w:val="0"/>
        <w:adjustRightInd w:val="0"/>
      </w:pPr>
    </w:p>
    <w:p w:rsidR="00913EB4" w:rsidRDefault="00913EB4" w:rsidP="00913EB4">
      <w:pPr>
        <w:autoSpaceDE w:val="0"/>
        <w:autoSpaceDN w:val="0"/>
        <w:adjustRightInd w:val="0"/>
      </w:pPr>
    </w:p>
    <w:p w:rsidR="00913EB4" w:rsidRPr="00913EB4" w:rsidRDefault="00913EB4" w:rsidP="00913EB4">
      <w:pPr>
        <w:autoSpaceDE w:val="0"/>
        <w:autoSpaceDN w:val="0"/>
        <w:adjustRightInd w:val="0"/>
        <w:rPr>
          <w:b/>
        </w:rPr>
      </w:pPr>
      <w:r w:rsidRPr="00913EB4">
        <w:rPr>
          <w:b/>
        </w:rPr>
        <w:t>H.</w:t>
      </w:r>
      <w:r w:rsidRPr="00913EB4">
        <w:rPr>
          <w:b/>
        </w:rPr>
        <w:tab/>
        <w:t>Poslanec Leo Luzar</w:t>
      </w:r>
    </w:p>
    <w:p w:rsidR="00913EB4" w:rsidRPr="00913EB4" w:rsidRDefault="00913EB4" w:rsidP="00913EB4">
      <w:pPr>
        <w:autoSpaceDE w:val="0"/>
        <w:autoSpaceDN w:val="0"/>
        <w:adjustRightInd w:val="0"/>
        <w:rPr>
          <w:i/>
        </w:rPr>
      </w:pPr>
      <w:r w:rsidRPr="00913EB4">
        <w:rPr>
          <w:i/>
        </w:rPr>
        <w:t>SD 4500</w:t>
      </w:r>
    </w:p>
    <w:p w:rsidR="00913EB4" w:rsidRPr="00913EB4" w:rsidRDefault="00913EB4" w:rsidP="00913EB4">
      <w:pPr>
        <w:numPr>
          <w:ilvl w:val="0"/>
          <w:numId w:val="27"/>
        </w:numPr>
        <w:spacing w:after="160" w:line="259" w:lineRule="auto"/>
        <w:contextualSpacing/>
        <w:jc w:val="left"/>
      </w:pPr>
      <w:r w:rsidRPr="00913EB4">
        <w:t>V části první, článku I, se za bod 57 vkládají nové body 58 a 59, které znějí:</w:t>
      </w:r>
    </w:p>
    <w:p w:rsidR="00913EB4" w:rsidRPr="00913EB4" w:rsidRDefault="00913EB4" w:rsidP="00913EB4">
      <w:pPr>
        <w:spacing w:after="160" w:line="259" w:lineRule="auto"/>
        <w:ind w:left="360"/>
        <w:contextualSpacing/>
      </w:pPr>
    </w:p>
    <w:p w:rsidR="00913EB4" w:rsidRPr="00913EB4" w:rsidRDefault="00913EB4" w:rsidP="00913EB4">
      <w:pPr>
        <w:spacing w:after="160" w:line="259" w:lineRule="auto"/>
      </w:pPr>
      <w:r w:rsidRPr="00913EB4">
        <w:rPr>
          <w:b/>
        </w:rPr>
        <w:t>„58</w:t>
      </w:r>
      <w:r w:rsidRPr="00913EB4">
        <w:t>.</w:t>
      </w:r>
      <w:r w:rsidRPr="00913EB4">
        <w:tab/>
        <w:t>V § 17 odst. 2 písm. f) se za slova „podle § 10 odst. 1“ vkládají slova „písm. a) až f)“.</w:t>
      </w:r>
    </w:p>
    <w:p w:rsidR="00913EB4" w:rsidRPr="00913EB4" w:rsidRDefault="00913EB4" w:rsidP="00913EB4">
      <w:pPr>
        <w:spacing w:after="160" w:line="259" w:lineRule="auto"/>
      </w:pPr>
      <w:r w:rsidRPr="00913EB4">
        <w:rPr>
          <w:b/>
        </w:rPr>
        <w:t xml:space="preserve">  59</w:t>
      </w:r>
      <w:r w:rsidRPr="00913EB4">
        <w:t>.</w:t>
      </w:r>
      <w:r w:rsidRPr="00913EB4">
        <w:tab/>
        <w:t>V § 17 odst. 2 se za písm. f) vkládá nové písmeno g), které zní:</w:t>
      </w:r>
    </w:p>
    <w:p w:rsidR="00913EB4" w:rsidRPr="00913EB4" w:rsidRDefault="00913EB4" w:rsidP="00913EB4">
      <w:pPr>
        <w:spacing w:after="160" w:line="259" w:lineRule="auto"/>
      </w:pPr>
      <w:r w:rsidRPr="00913EB4">
        <w:t>„g) poruší zákaz uvádět na trh potraviny podle § 10 odst. 1 písm. g),“.</w:t>
      </w:r>
    </w:p>
    <w:p w:rsidR="00913EB4" w:rsidRPr="00913EB4" w:rsidRDefault="00913EB4" w:rsidP="00913EB4">
      <w:pPr>
        <w:spacing w:after="160" w:line="259" w:lineRule="auto"/>
      </w:pPr>
      <w:r w:rsidRPr="00913EB4">
        <w:t>Dosavadní písmena g) až j) se označují jako písmena h) až k).</w:t>
      </w:r>
      <w:r w:rsidRPr="00913EB4">
        <w:rPr>
          <w:b/>
        </w:rPr>
        <w:t>“.</w:t>
      </w:r>
    </w:p>
    <w:p w:rsidR="00913EB4" w:rsidRPr="00913EB4" w:rsidRDefault="00913EB4" w:rsidP="00913EB4">
      <w:pPr>
        <w:spacing w:after="160" w:line="259" w:lineRule="auto"/>
      </w:pPr>
      <w:r w:rsidRPr="00913EB4">
        <w:t>Dosavadní bod 58 a následující se přečíslují.</w:t>
      </w:r>
    </w:p>
    <w:p w:rsidR="00913EB4" w:rsidRPr="00913EB4" w:rsidRDefault="00913EB4" w:rsidP="00913EB4">
      <w:pPr>
        <w:spacing w:after="160" w:line="259" w:lineRule="auto"/>
      </w:pPr>
    </w:p>
    <w:p w:rsidR="00913EB4" w:rsidRPr="00913EB4" w:rsidRDefault="00913EB4" w:rsidP="00913EB4">
      <w:pPr>
        <w:numPr>
          <w:ilvl w:val="0"/>
          <w:numId w:val="27"/>
        </w:numPr>
        <w:spacing w:after="160" w:line="259" w:lineRule="auto"/>
        <w:contextualSpacing/>
        <w:jc w:val="left"/>
      </w:pPr>
      <w:r w:rsidRPr="00913EB4">
        <w:lastRenderedPageBreak/>
        <w:t>V části první, čl</w:t>
      </w:r>
      <w:r w:rsidR="00534246">
        <w:t>.</w:t>
      </w:r>
      <w:r w:rsidRPr="00913EB4">
        <w:t xml:space="preserve"> I bod 72 (dosavadní bod 70) nově zní:</w:t>
      </w:r>
    </w:p>
    <w:p w:rsidR="00913EB4" w:rsidRPr="00913EB4" w:rsidRDefault="00913EB4" w:rsidP="00913EB4">
      <w:pPr>
        <w:spacing w:after="160" w:line="259" w:lineRule="auto"/>
        <w:ind w:left="360"/>
        <w:contextualSpacing/>
      </w:pPr>
    </w:p>
    <w:p w:rsidR="00913EB4" w:rsidRPr="00913EB4" w:rsidRDefault="00913EB4" w:rsidP="00913EB4">
      <w:pPr>
        <w:spacing w:after="160" w:line="259" w:lineRule="auto"/>
        <w:contextualSpacing/>
      </w:pPr>
      <w:r w:rsidRPr="00913EB4">
        <w:rPr>
          <w:b/>
        </w:rPr>
        <w:t>„72</w:t>
      </w:r>
      <w:r w:rsidRPr="00913EB4">
        <w:t>.</w:t>
      </w:r>
      <w:r w:rsidRPr="00913EB4">
        <w:tab/>
        <w:t>§ 17f zní:</w:t>
      </w:r>
    </w:p>
    <w:p w:rsidR="00913EB4" w:rsidRPr="00913EB4" w:rsidRDefault="00913EB4" w:rsidP="00913EB4">
      <w:pPr>
        <w:spacing w:after="160" w:line="259" w:lineRule="auto"/>
        <w:ind w:left="360"/>
        <w:contextualSpacing/>
        <w:jc w:val="center"/>
      </w:pPr>
      <w:r w:rsidRPr="00913EB4">
        <w:t>„§ 17f</w:t>
      </w:r>
    </w:p>
    <w:p w:rsidR="00913EB4" w:rsidRPr="00913EB4" w:rsidRDefault="00913EB4" w:rsidP="00913EB4">
      <w:pPr>
        <w:spacing w:after="160" w:line="259" w:lineRule="auto"/>
        <w:ind w:left="360"/>
        <w:contextualSpacing/>
      </w:pPr>
      <w:r w:rsidRPr="00913EB4">
        <w:t xml:space="preserve"> </w:t>
      </w:r>
    </w:p>
    <w:p w:rsidR="00913EB4" w:rsidRPr="00913EB4" w:rsidRDefault="00913EB4" w:rsidP="00913EB4">
      <w:pPr>
        <w:spacing w:after="160" w:line="259" w:lineRule="auto"/>
        <w:ind w:left="360"/>
        <w:contextualSpacing/>
      </w:pPr>
      <w:r w:rsidRPr="00913EB4">
        <w:tab/>
        <w:t>Za přestupek lze uložit pokutu do</w:t>
      </w:r>
    </w:p>
    <w:p w:rsidR="00913EB4" w:rsidRPr="00913EB4" w:rsidRDefault="00913EB4" w:rsidP="00913EB4">
      <w:pPr>
        <w:spacing w:after="160" w:line="259" w:lineRule="auto"/>
        <w:ind w:left="360"/>
        <w:contextualSpacing/>
      </w:pPr>
      <w:r w:rsidRPr="00913EB4">
        <w:t xml:space="preserve"> </w:t>
      </w:r>
    </w:p>
    <w:p w:rsidR="00913EB4" w:rsidRPr="00913EB4" w:rsidRDefault="00913EB4" w:rsidP="00534246">
      <w:pPr>
        <w:numPr>
          <w:ilvl w:val="0"/>
          <w:numId w:val="30"/>
        </w:numPr>
        <w:spacing w:after="160" w:line="259" w:lineRule="auto"/>
        <w:contextualSpacing/>
      </w:pPr>
      <w:r w:rsidRPr="00913EB4">
        <w:t>1 000 000 Kč, jde-li o přestupek podle § 17 odst. 1 písm. g), h) nebo w), § 17 odst. 2 písm. d), § 17 odst. 4 písm. a), § 17 odst. 5, § 17a odst. 1, § 17a odst. 2 písm. a) nebo b), 17a odst. 3, 4 nebo 5, § 17b odst. 1 písm. d), § 17c odst. 2 písm. n), § 17c odst. 3 písm. a), b), e), f) nebo g), § 17c odst. 5 písm. a), d) nebo e), § 17d odst. 1 nebo 2, § 17d odst. 4 písm. a) nebo § 17e,</w:t>
      </w:r>
    </w:p>
    <w:p w:rsidR="00913EB4" w:rsidRPr="00913EB4" w:rsidRDefault="00913EB4" w:rsidP="00913EB4">
      <w:pPr>
        <w:spacing w:after="160" w:line="259" w:lineRule="auto"/>
        <w:ind w:left="360"/>
        <w:contextualSpacing/>
      </w:pPr>
    </w:p>
    <w:p w:rsidR="00913EB4" w:rsidRPr="00913EB4" w:rsidRDefault="00913EB4" w:rsidP="00534246">
      <w:pPr>
        <w:numPr>
          <w:ilvl w:val="0"/>
          <w:numId w:val="30"/>
        </w:numPr>
        <w:spacing w:after="160" w:line="259" w:lineRule="auto"/>
        <w:contextualSpacing/>
      </w:pPr>
      <w:r w:rsidRPr="00913EB4">
        <w:t>3 000 000 Kč, jde-li o přestupek podle § 17 odst. 1 písm. f), k), l), q), s), t) nebo y), §</w:t>
      </w:r>
      <w:r w:rsidR="00534246">
        <w:t> </w:t>
      </w:r>
      <w:r w:rsidRPr="00913EB4">
        <w:t>17 odst. 3, § 17a odst. 2 písm. c), § 17b odst. 1 písm. a), b) nebo c), § 17c odst. 1 písm. c) nebo d), § 17c odst. 2 písm. o), p) nebo q), § 17c odst. 3 písm. c) nebo d), § 17c odst. 5 písm. b) nebo c), § 17d odst. 3 písm. a), c) nebo d), § 17d odst. 4 písm. b) nebo § 17d odst. 5,</w:t>
      </w:r>
    </w:p>
    <w:p w:rsidR="00913EB4" w:rsidRPr="00913EB4" w:rsidRDefault="00913EB4" w:rsidP="00913EB4">
      <w:pPr>
        <w:spacing w:after="160" w:line="259" w:lineRule="auto"/>
        <w:ind w:left="360"/>
        <w:contextualSpacing/>
      </w:pPr>
    </w:p>
    <w:p w:rsidR="00913EB4" w:rsidRPr="00913EB4" w:rsidRDefault="00913EB4" w:rsidP="00534246">
      <w:pPr>
        <w:numPr>
          <w:ilvl w:val="0"/>
          <w:numId w:val="30"/>
        </w:numPr>
        <w:spacing w:after="160" w:line="259" w:lineRule="auto"/>
        <w:contextualSpacing/>
      </w:pPr>
      <w:r w:rsidRPr="00913EB4">
        <w:t>10 000 000 Kč, jde-li o přestupek podle § 17 odst. 1 písm. a), b), d), e), j), m), n), o), r), u) nebo v), § 17 odst. 2 písm. c), h), i), j) nebo k), § 17 odst. 4 písm. c), § 17a odst. 6, §</w:t>
      </w:r>
      <w:r w:rsidR="00534246">
        <w:t> </w:t>
      </w:r>
      <w:r w:rsidRPr="00913EB4">
        <w:t>17b odst. 2, 3, 4 nebo 5, § 17b odst. 6 písm. a) nebo b), § 17c odst. 1 písm. a) nebo b), § 17c odst. 2 písm. a), b), c), d), e), f), g), h), i), j), k), l) nebo m), § 17c odst. 4 nebo 6 nebo § 17d odst. 3 písm. b) nebo e) nebo § 17d odst. 6, nebo</w:t>
      </w:r>
    </w:p>
    <w:p w:rsidR="00913EB4" w:rsidRPr="00913EB4" w:rsidRDefault="00913EB4" w:rsidP="00913EB4">
      <w:pPr>
        <w:spacing w:after="160" w:line="259" w:lineRule="auto"/>
        <w:ind w:left="360"/>
        <w:contextualSpacing/>
      </w:pPr>
    </w:p>
    <w:p w:rsidR="00913EB4" w:rsidRPr="00913EB4" w:rsidRDefault="00913EB4" w:rsidP="00913EB4">
      <w:pPr>
        <w:spacing w:after="160" w:line="259" w:lineRule="auto"/>
        <w:ind w:left="360"/>
        <w:contextualSpacing/>
      </w:pPr>
      <w:r w:rsidRPr="00913EB4">
        <w:t>d)</w:t>
      </w:r>
      <w:r w:rsidRPr="00913EB4">
        <w:tab/>
        <w:t>50 000 000 Kč, jde-li o přestupek podle § 17 odst. 1 písm. c), i), p) nebo x), § 17 odst.</w:t>
      </w:r>
      <w:r w:rsidR="00534246">
        <w:t> </w:t>
      </w:r>
      <w:r w:rsidRPr="00913EB4">
        <w:t>2 písm. a), b), e), f) nebo g), § 17 odst. 4 písm. b) nebo § 17b odst. 6 písm. c).“.</w:t>
      </w:r>
      <w:r w:rsidRPr="00913EB4">
        <w:rPr>
          <w:b/>
        </w:rPr>
        <w:t>“.</w:t>
      </w:r>
    </w:p>
    <w:p w:rsidR="00913EB4" w:rsidRPr="00913EB4" w:rsidRDefault="00913EB4" w:rsidP="00913EB4">
      <w:pPr>
        <w:spacing w:after="160" w:line="259" w:lineRule="auto"/>
        <w:ind w:left="360"/>
        <w:contextualSpacing/>
      </w:pPr>
      <w:r w:rsidRPr="00913EB4">
        <w:t xml:space="preserve"> </w:t>
      </w:r>
    </w:p>
    <w:p w:rsidR="00913EB4" w:rsidRPr="00913EB4" w:rsidRDefault="00913EB4" w:rsidP="00913EB4">
      <w:pPr>
        <w:numPr>
          <w:ilvl w:val="0"/>
          <w:numId w:val="27"/>
        </w:numPr>
        <w:spacing w:after="160" w:line="259" w:lineRule="auto"/>
        <w:contextualSpacing/>
        <w:jc w:val="left"/>
      </w:pPr>
      <w:r w:rsidRPr="00913EB4">
        <w:t>V části první, článku I, se za bod 72 (dosavadní bod 70) vkládá nový bod 73, který zní:</w:t>
      </w:r>
    </w:p>
    <w:p w:rsidR="00913EB4" w:rsidRPr="00913EB4" w:rsidRDefault="00913EB4" w:rsidP="00913EB4">
      <w:pPr>
        <w:spacing w:after="160" w:line="259" w:lineRule="auto"/>
        <w:ind w:firstLine="708"/>
        <w:rPr>
          <w:spacing w:val="6"/>
        </w:rPr>
      </w:pPr>
    </w:p>
    <w:p w:rsidR="00913EB4" w:rsidRPr="00913EB4" w:rsidRDefault="00913EB4" w:rsidP="00913EB4">
      <w:pPr>
        <w:spacing w:after="160" w:line="259" w:lineRule="auto"/>
      </w:pPr>
      <w:r w:rsidRPr="00913EB4">
        <w:rPr>
          <w:b/>
        </w:rPr>
        <w:t>„73</w:t>
      </w:r>
      <w:r w:rsidRPr="00913EB4">
        <w:t>.</w:t>
      </w:r>
      <w:r w:rsidRPr="00913EB4">
        <w:tab/>
        <w:t>Za § 17f se vkládá nový § 17g, který zní:</w:t>
      </w:r>
    </w:p>
    <w:p w:rsidR="00913EB4" w:rsidRPr="00913EB4" w:rsidRDefault="00913EB4" w:rsidP="00913EB4">
      <w:pPr>
        <w:spacing w:after="160" w:line="259" w:lineRule="auto"/>
        <w:jc w:val="center"/>
      </w:pPr>
      <w:r w:rsidRPr="00913EB4">
        <w:t>„§ 17g</w:t>
      </w:r>
    </w:p>
    <w:p w:rsidR="00913EB4" w:rsidRPr="00913EB4" w:rsidRDefault="00913EB4" w:rsidP="00913EB4">
      <w:pPr>
        <w:spacing w:after="160" w:line="259" w:lineRule="auto"/>
        <w:rPr>
          <w:b/>
        </w:rPr>
      </w:pPr>
      <w:r w:rsidRPr="00913EB4">
        <w:t>Přestupek podle § 17 odst. 2 písm. g) se projedná v samostatném řízení.“.</w:t>
      </w:r>
      <w:r w:rsidRPr="00913EB4">
        <w:rPr>
          <w:b/>
        </w:rPr>
        <w:t>“.</w:t>
      </w:r>
    </w:p>
    <w:p w:rsidR="00913EB4" w:rsidRPr="00913EB4" w:rsidRDefault="00913EB4" w:rsidP="00913EB4">
      <w:pPr>
        <w:spacing w:after="160" w:line="259" w:lineRule="auto"/>
      </w:pPr>
      <w:r w:rsidRPr="00913EB4">
        <w:t>Bod 73 (dosavadní bod 71) a následující se přečíslují.</w:t>
      </w:r>
    </w:p>
    <w:p w:rsidR="00913EB4" w:rsidRDefault="00913EB4" w:rsidP="00DC4351"/>
    <w:p w:rsidR="00913EB4" w:rsidRDefault="00913EB4" w:rsidP="00DC4351"/>
    <w:p w:rsidR="00913EB4" w:rsidRPr="00913EB4" w:rsidRDefault="00913EB4" w:rsidP="00DC4351">
      <w:pPr>
        <w:rPr>
          <w:b/>
        </w:rPr>
      </w:pPr>
      <w:r w:rsidRPr="00913EB4">
        <w:rPr>
          <w:b/>
        </w:rPr>
        <w:t>I.</w:t>
      </w:r>
      <w:r w:rsidRPr="00913EB4">
        <w:rPr>
          <w:b/>
        </w:rPr>
        <w:tab/>
        <w:t>Poslanec Radim Fiala</w:t>
      </w:r>
    </w:p>
    <w:p w:rsidR="00913EB4" w:rsidRPr="00913EB4" w:rsidRDefault="00913EB4" w:rsidP="00DC4351">
      <w:pPr>
        <w:rPr>
          <w:i/>
        </w:rPr>
      </w:pPr>
      <w:r w:rsidRPr="00913EB4">
        <w:rPr>
          <w:i/>
        </w:rPr>
        <w:t>SD 6922</w:t>
      </w:r>
    </w:p>
    <w:p w:rsidR="00913EB4" w:rsidRDefault="00913EB4" w:rsidP="00913EB4">
      <w:r w:rsidRPr="00277208">
        <w:t xml:space="preserve">1. </w:t>
      </w:r>
      <w:r w:rsidR="00534246">
        <w:t>V</w:t>
      </w:r>
      <w:r w:rsidRPr="00277208">
        <w:t xml:space="preserve"> části první, </w:t>
      </w:r>
      <w:r w:rsidR="00534246">
        <w:t>č</w:t>
      </w:r>
      <w:r w:rsidRPr="00277208">
        <w:t xml:space="preserve">l. I se za bod </w:t>
      </w:r>
      <w:r>
        <w:t>4</w:t>
      </w:r>
      <w:r w:rsidRPr="00277208">
        <w:t xml:space="preserve"> vkládá nový bod X.</w:t>
      </w:r>
      <w:r>
        <w:t>1</w:t>
      </w:r>
      <w:r w:rsidRPr="00277208">
        <w:t xml:space="preserve">, který zní:  </w:t>
      </w:r>
    </w:p>
    <w:p w:rsidR="00913EB4" w:rsidRDefault="00913EB4" w:rsidP="00913EB4"/>
    <w:p w:rsidR="00913EB4" w:rsidRPr="0045043D" w:rsidRDefault="00913EB4" w:rsidP="00913EB4">
      <w:pPr>
        <w:rPr>
          <w:lang w:eastAsia="sk-SK"/>
        </w:rPr>
      </w:pPr>
      <w:r w:rsidRPr="0045043D">
        <w:rPr>
          <w:lang w:eastAsia="sk-SK"/>
        </w:rPr>
        <w:t xml:space="preserve">„X.1 V § 2 odst. 1 se vkládá nové písmeno </w:t>
      </w:r>
      <w:r w:rsidRPr="0090011F">
        <w:rPr>
          <w:lang w:eastAsia="sk-SK"/>
        </w:rPr>
        <w:t>q),</w:t>
      </w:r>
      <w:r w:rsidRPr="0045043D">
        <w:rPr>
          <w:lang w:eastAsia="sk-SK"/>
        </w:rPr>
        <w:t xml:space="preserve"> které zní: </w:t>
      </w:r>
    </w:p>
    <w:p w:rsidR="00913EB4" w:rsidRPr="00D86A24" w:rsidRDefault="00913EB4" w:rsidP="00913EB4">
      <w:pPr>
        <w:rPr>
          <w:color w:val="FF0000"/>
          <w:lang w:eastAsia="sk-SK"/>
        </w:rPr>
      </w:pPr>
    </w:p>
    <w:p w:rsidR="00913EB4" w:rsidRDefault="00913EB4" w:rsidP="00913EB4">
      <w:pPr>
        <w:rPr>
          <w:bCs/>
          <w:iCs/>
          <w:lang w:eastAsia="sk-SK"/>
        </w:rPr>
      </w:pPr>
      <w:r w:rsidRPr="0045043D">
        <w:t>„</w:t>
      </w:r>
      <w:r>
        <w:t>q</w:t>
      </w:r>
      <w:r w:rsidRPr="0090011F">
        <w:rPr>
          <w:bCs/>
          <w:iCs/>
          <w:lang w:eastAsia="sk-SK"/>
        </w:rPr>
        <w:t>)</w:t>
      </w:r>
      <w:r w:rsidRPr="0045043D">
        <w:rPr>
          <w:bCs/>
          <w:iCs/>
          <w:lang w:eastAsia="sk-SK"/>
        </w:rPr>
        <w:t xml:space="preserve"> potravin</w:t>
      </w:r>
      <w:r>
        <w:rPr>
          <w:bCs/>
          <w:iCs/>
          <w:lang w:eastAsia="sk-SK"/>
        </w:rPr>
        <w:t>ou</w:t>
      </w:r>
      <w:r w:rsidRPr="0045043D">
        <w:rPr>
          <w:bCs/>
          <w:iCs/>
          <w:lang w:eastAsia="sk-SK"/>
        </w:rPr>
        <w:t xml:space="preserve"> z krátkého dodavatelského řetězce potravina vyroben</w:t>
      </w:r>
      <w:r>
        <w:rPr>
          <w:bCs/>
          <w:iCs/>
          <w:lang w:eastAsia="sk-SK"/>
        </w:rPr>
        <w:t>á</w:t>
      </w:r>
      <w:r w:rsidRPr="0045043D">
        <w:rPr>
          <w:bCs/>
          <w:iCs/>
          <w:lang w:eastAsia="sk-SK"/>
        </w:rPr>
        <w:t xml:space="preserve"> ze surovin, které pochází z území České republiky, u surovin rostlinného původu se </w:t>
      </w:r>
      <w:r>
        <w:rPr>
          <w:bCs/>
          <w:iCs/>
          <w:lang w:eastAsia="sk-SK"/>
        </w:rPr>
        <w:t xml:space="preserve">tím </w:t>
      </w:r>
      <w:r w:rsidRPr="0045043D">
        <w:rPr>
          <w:bCs/>
          <w:iCs/>
          <w:lang w:eastAsia="sk-SK"/>
        </w:rPr>
        <w:t xml:space="preserve">rozumí vypěstování, zpracování </w:t>
      </w:r>
      <w:r w:rsidRPr="0045043D">
        <w:rPr>
          <w:bCs/>
          <w:iCs/>
          <w:lang w:eastAsia="sk-SK"/>
        </w:rPr>
        <w:lastRenderedPageBreak/>
        <w:t>a zabalení, u surovin živočišného původu se jedná o narození zvířat, odchov, chov, výkrm, poražení a zpra</w:t>
      </w:r>
      <w:r>
        <w:rPr>
          <w:bCs/>
          <w:iCs/>
          <w:lang w:eastAsia="sk-SK"/>
        </w:rPr>
        <w:t>cování na území České republiky,</w:t>
      </w:r>
      <w:r w:rsidRPr="0045043D">
        <w:rPr>
          <w:bCs/>
          <w:iCs/>
          <w:lang w:eastAsia="sk-SK"/>
        </w:rPr>
        <w:t>“</w:t>
      </w:r>
    </w:p>
    <w:p w:rsidR="00913EB4" w:rsidRDefault="00913EB4" w:rsidP="00913EB4">
      <w:pPr>
        <w:rPr>
          <w:bCs/>
          <w:iCs/>
          <w:lang w:eastAsia="sk-SK"/>
        </w:rPr>
      </w:pPr>
    </w:p>
    <w:p w:rsidR="00913EB4" w:rsidRPr="0045043D" w:rsidRDefault="00913EB4" w:rsidP="00913EB4">
      <w:pPr>
        <w:rPr>
          <w:bCs/>
          <w:iCs/>
          <w:lang w:eastAsia="sk-SK"/>
        </w:rPr>
      </w:pPr>
      <w:r w:rsidRPr="001335EF">
        <w:rPr>
          <w:bCs/>
          <w:iCs/>
          <w:lang w:eastAsia="sk-SK"/>
        </w:rPr>
        <w:t>Dosavadní písmena q) až z) se označují jako písmena r</w:t>
      </w:r>
      <w:r>
        <w:rPr>
          <w:bCs/>
          <w:iCs/>
          <w:lang w:eastAsia="sk-SK"/>
        </w:rPr>
        <w:t xml:space="preserve">) </w:t>
      </w:r>
      <w:r w:rsidRPr="001335EF">
        <w:rPr>
          <w:bCs/>
          <w:iCs/>
          <w:lang w:eastAsia="sk-SK"/>
        </w:rPr>
        <w:t>až za).</w:t>
      </w:r>
      <w:r>
        <w:rPr>
          <w:bCs/>
          <w:iCs/>
          <w:lang w:eastAsia="sk-SK"/>
        </w:rPr>
        <w:t xml:space="preserve">  </w:t>
      </w:r>
    </w:p>
    <w:p w:rsidR="00913EB4" w:rsidRDefault="00913EB4" w:rsidP="00913EB4">
      <w:pPr>
        <w:pStyle w:val="Stednmka21"/>
        <w:spacing w:line="360" w:lineRule="auto"/>
        <w:jc w:val="both"/>
        <w:rPr>
          <w:rFonts w:ascii="Times New Roman" w:hAnsi="Times New Roman"/>
          <w:sz w:val="24"/>
          <w:szCs w:val="24"/>
        </w:rPr>
      </w:pPr>
    </w:p>
    <w:p w:rsidR="00913EB4" w:rsidRPr="00987887" w:rsidRDefault="00913EB4" w:rsidP="00913EB4">
      <w:r w:rsidRPr="00987887">
        <w:t xml:space="preserve">2. </w:t>
      </w:r>
      <w:r w:rsidR="00534246">
        <w:t xml:space="preserve">V </w:t>
      </w:r>
      <w:r w:rsidRPr="00987887">
        <w:t xml:space="preserve">části první, </w:t>
      </w:r>
      <w:r w:rsidR="00534246">
        <w:t>č</w:t>
      </w:r>
      <w:r w:rsidRPr="00987887">
        <w:t xml:space="preserve">l. I </w:t>
      </w:r>
      <w:r w:rsidRPr="001335EF">
        <w:t>se za bod 22 vkládá</w:t>
      </w:r>
      <w:r w:rsidRPr="00987887">
        <w:t xml:space="preserve"> nový bod X.2, který zní:  </w:t>
      </w:r>
    </w:p>
    <w:p w:rsidR="00913EB4" w:rsidRPr="00E80AF7" w:rsidRDefault="00913EB4" w:rsidP="00913EB4">
      <w:pPr>
        <w:rPr>
          <w:highlight w:val="green"/>
        </w:rPr>
      </w:pPr>
    </w:p>
    <w:p w:rsidR="00913EB4" w:rsidRPr="001335EF" w:rsidRDefault="00913EB4" w:rsidP="00913EB4">
      <w:pPr>
        <w:pStyle w:val="Stednmka21"/>
        <w:jc w:val="both"/>
        <w:rPr>
          <w:rFonts w:ascii="Times New Roman" w:eastAsia="Times New Roman" w:hAnsi="Times New Roman"/>
          <w:sz w:val="24"/>
          <w:szCs w:val="24"/>
          <w:lang w:eastAsia="sk-SK"/>
        </w:rPr>
      </w:pPr>
      <w:r w:rsidRPr="001335EF">
        <w:rPr>
          <w:rFonts w:ascii="Times New Roman" w:eastAsia="Times New Roman" w:hAnsi="Times New Roman"/>
          <w:sz w:val="24"/>
          <w:szCs w:val="24"/>
          <w:lang w:eastAsia="sk-SK"/>
        </w:rPr>
        <w:t xml:space="preserve">„X.2 § 9b </w:t>
      </w:r>
      <w:r w:rsidR="00534246">
        <w:rPr>
          <w:rFonts w:ascii="Times New Roman" w:eastAsia="Times New Roman" w:hAnsi="Times New Roman"/>
          <w:sz w:val="24"/>
          <w:szCs w:val="24"/>
          <w:lang w:eastAsia="sk-SK"/>
        </w:rPr>
        <w:t xml:space="preserve">nově </w:t>
      </w:r>
      <w:r w:rsidRPr="001335EF">
        <w:rPr>
          <w:rFonts w:ascii="Times New Roman" w:eastAsia="Times New Roman" w:hAnsi="Times New Roman"/>
          <w:sz w:val="24"/>
          <w:szCs w:val="24"/>
          <w:lang w:eastAsia="sk-SK"/>
        </w:rPr>
        <w:t>zní:</w:t>
      </w:r>
    </w:p>
    <w:p w:rsidR="00913EB4" w:rsidRPr="00D632D8" w:rsidRDefault="00913EB4" w:rsidP="00913EB4">
      <w:pPr>
        <w:widowControl w:val="0"/>
        <w:autoSpaceDE w:val="0"/>
        <w:autoSpaceDN w:val="0"/>
        <w:adjustRightInd w:val="0"/>
      </w:pPr>
      <w:r>
        <w:t>„</w:t>
      </w:r>
      <w:r w:rsidRPr="00D632D8">
        <w:t>(1) Při uvádění potraviny na trh lze poskytnout informaci slovy „</w:t>
      </w:r>
      <w:r w:rsidRPr="0090011F">
        <w:rPr>
          <w:bCs/>
          <w:iCs/>
          <w:color w:val="000000"/>
          <w:lang w:eastAsia="sk-SK"/>
        </w:rPr>
        <w:t>potravina z krátkého dodavatelského řetězce</w:t>
      </w:r>
      <w:r w:rsidRPr="00D632D8">
        <w:t>“, grafické znázornění stanovené prováděcím právním předpisem nebo jinou informaci zejména slovní, obrazovou nebo grafickou naznačující, že země původu potraviny je Česká republika, pokud</w:t>
      </w:r>
    </w:p>
    <w:p w:rsidR="00913EB4" w:rsidRPr="0090011F" w:rsidRDefault="00913EB4" w:rsidP="00913EB4">
      <w:pPr>
        <w:widowControl w:val="0"/>
        <w:numPr>
          <w:ilvl w:val="0"/>
          <w:numId w:val="29"/>
        </w:numPr>
        <w:autoSpaceDE w:val="0"/>
        <w:autoSpaceDN w:val="0"/>
        <w:adjustRightInd w:val="0"/>
      </w:pPr>
      <w:r w:rsidRPr="00D632D8">
        <w:t>100 % všech složek celkové hmotnosti nezpracované potraviny, vinařských produktů</w:t>
      </w:r>
      <w:r w:rsidRPr="00D632D8">
        <w:rPr>
          <w:vertAlign w:val="superscript"/>
        </w:rPr>
        <w:footnoteReference w:customMarkFollows="1" w:id="1"/>
        <w:t>47)</w:t>
      </w:r>
      <w:r w:rsidRPr="00D632D8">
        <w:t xml:space="preserve"> nebo mléka pochází z České republiky, a prvovýroba</w:t>
      </w:r>
      <w:r w:rsidRPr="00D632D8">
        <w:rPr>
          <w:vertAlign w:val="superscript"/>
        </w:rPr>
        <w:footnoteReference w:customMarkFollows="1" w:id="2"/>
        <w:t>48)</w:t>
      </w:r>
      <w:r w:rsidRPr="00D632D8">
        <w:t xml:space="preserve">, </w:t>
      </w:r>
      <w:r w:rsidRPr="0090011F">
        <w:t>narození, chov, porážka zvířat a všechny fáze výroby proběhly na území České republiky, nebo</w:t>
      </w:r>
    </w:p>
    <w:p w:rsidR="00913EB4" w:rsidRPr="00987887" w:rsidRDefault="00913EB4" w:rsidP="00913EB4">
      <w:pPr>
        <w:widowControl w:val="0"/>
        <w:autoSpaceDE w:val="0"/>
        <w:autoSpaceDN w:val="0"/>
        <w:adjustRightInd w:val="0"/>
      </w:pPr>
    </w:p>
    <w:p w:rsidR="00913EB4" w:rsidRDefault="00913EB4" w:rsidP="00913EB4">
      <w:pPr>
        <w:widowControl w:val="0"/>
        <w:numPr>
          <w:ilvl w:val="0"/>
          <w:numId w:val="29"/>
        </w:numPr>
        <w:autoSpaceDE w:val="0"/>
        <w:autoSpaceDN w:val="0"/>
        <w:adjustRightInd w:val="0"/>
      </w:pPr>
      <w:r w:rsidRPr="00987887">
        <w:t>součet hmotnosti složek pocházejících z České republiky tvoří nejméně 75 % celkové hmotnosti všech složek stanovené v okamžiku jejich použití při výrobě potraviny jiné než uvedené v písmeni a) a výroba proběhla na území České republiky; přidaná voda se nezapočítává do celkové hmotnosti všech složek.</w:t>
      </w:r>
    </w:p>
    <w:p w:rsidR="00913EB4" w:rsidRPr="001335EF" w:rsidRDefault="00913EB4" w:rsidP="00913EB4">
      <w:pPr>
        <w:widowControl w:val="0"/>
        <w:autoSpaceDE w:val="0"/>
        <w:autoSpaceDN w:val="0"/>
        <w:adjustRightInd w:val="0"/>
      </w:pPr>
    </w:p>
    <w:p w:rsidR="00913EB4" w:rsidRPr="00987887" w:rsidRDefault="00913EB4" w:rsidP="00913EB4">
      <w:pPr>
        <w:widowControl w:val="0"/>
        <w:autoSpaceDE w:val="0"/>
        <w:autoSpaceDN w:val="0"/>
        <w:adjustRightInd w:val="0"/>
      </w:pPr>
      <w:r>
        <w:t xml:space="preserve">  </w:t>
      </w:r>
      <w:r w:rsidRPr="001335EF">
        <w:t>(2) Označení podle odstavce 1 písm. b) nelze použít pro vinařské produkty.</w:t>
      </w:r>
    </w:p>
    <w:p w:rsidR="00913EB4" w:rsidRPr="00D632D8" w:rsidRDefault="00913EB4" w:rsidP="00913EB4">
      <w:pPr>
        <w:widowControl w:val="0"/>
        <w:autoSpaceDE w:val="0"/>
        <w:autoSpaceDN w:val="0"/>
        <w:adjustRightInd w:val="0"/>
        <w:rPr>
          <w:b/>
          <w:strike/>
        </w:rPr>
      </w:pP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w:t>
      </w:r>
      <w:r>
        <w:rPr>
          <w:rFonts w:ascii="Times New Roman" w:hAnsi="Times New Roman"/>
          <w:sz w:val="24"/>
          <w:szCs w:val="24"/>
        </w:rPr>
        <w:t>3</w:t>
      </w:r>
      <w:r w:rsidRPr="00277208">
        <w:rPr>
          <w:rFonts w:ascii="Times New Roman" w:hAnsi="Times New Roman"/>
          <w:sz w:val="24"/>
          <w:szCs w:val="24"/>
        </w:rPr>
        <w:t>) Provozovatel potravinářského podniku provozující maloobchod</w:t>
      </w:r>
      <w:r w:rsidRPr="0090011F">
        <w:rPr>
          <w:rStyle w:val="Znakapoznpodarou"/>
          <w:rFonts w:ascii="Times New Roman" w:hAnsi="Times New Roman"/>
          <w:sz w:val="24"/>
          <w:szCs w:val="24"/>
        </w:rPr>
        <w:footnoteReference w:customMarkFollows="1" w:id="3"/>
        <w:t>6</w:t>
      </w:r>
      <w:r w:rsidRPr="0090011F">
        <w:rPr>
          <w:rFonts w:ascii="Times New Roman" w:hAnsi="Times New Roman"/>
          <w:sz w:val="24"/>
          <w:szCs w:val="24"/>
          <w:vertAlign w:val="superscript"/>
        </w:rPr>
        <w:t>1)</w:t>
      </w:r>
      <w:r w:rsidRPr="00277208">
        <w:rPr>
          <w:rFonts w:ascii="Times New Roman" w:hAnsi="Times New Roman"/>
          <w:sz w:val="24"/>
          <w:szCs w:val="24"/>
          <w:vertAlign w:val="superscript"/>
        </w:rPr>
        <w:t xml:space="preserve"> </w:t>
      </w:r>
      <w:r w:rsidRPr="00277208">
        <w:rPr>
          <w:rFonts w:ascii="Times New Roman" w:hAnsi="Times New Roman"/>
          <w:sz w:val="24"/>
          <w:szCs w:val="24"/>
        </w:rPr>
        <w:t xml:space="preserve">je povinen zajistit, aby podíl vybraných základních </w:t>
      </w:r>
      <w:r w:rsidRPr="0045043D">
        <w:rPr>
          <w:rFonts w:ascii="Times New Roman" w:hAnsi="Times New Roman"/>
          <w:sz w:val="24"/>
          <w:szCs w:val="24"/>
        </w:rPr>
        <w:t xml:space="preserve">potravin </w:t>
      </w:r>
      <w:r w:rsidRPr="0045043D">
        <w:rPr>
          <w:rFonts w:ascii="Times New Roman" w:eastAsia="Times New Roman" w:hAnsi="Times New Roman"/>
          <w:bCs/>
          <w:iCs/>
          <w:sz w:val="24"/>
          <w:szCs w:val="24"/>
          <w:lang w:eastAsia="sk-SK"/>
        </w:rPr>
        <w:t>z krátkého dodavatelského řetězce</w:t>
      </w:r>
      <w:r w:rsidRPr="0045043D">
        <w:rPr>
          <w:rFonts w:ascii="Times New Roman" w:hAnsi="Times New Roman"/>
          <w:sz w:val="24"/>
          <w:szCs w:val="24"/>
        </w:rPr>
        <w:t xml:space="preserve"> uvedených </w:t>
      </w:r>
      <w:r w:rsidRPr="00277208">
        <w:rPr>
          <w:rFonts w:ascii="Times New Roman" w:hAnsi="Times New Roman"/>
          <w:sz w:val="24"/>
          <w:szCs w:val="24"/>
        </w:rPr>
        <w:t>v Příloze č. 1 a splňujících kritéria dle odst. 1 písm. a) nebo b), bez ohledu na to, zda jsou způsobem dle odstavce 1 zákona skutečně označeny, prodaných konečným spotřebitelům činil v každé jím provozované maloobchodní provozovně</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55 % v kalendářním roce 202</w:t>
      </w:r>
      <w:r>
        <w:rPr>
          <w:rFonts w:ascii="Times New Roman" w:hAnsi="Times New Roman"/>
          <w:sz w:val="24"/>
          <w:szCs w:val="24"/>
        </w:rPr>
        <w:t>2</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58 % v kalendářním roce 202</w:t>
      </w:r>
      <w:r>
        <w:rPr>
          <w:rFonts w:ascii="Times New Roman" w:hAnsi="Times New Roman"/>
          <w:sz w:val="24"/>
          <w:szCs w:val="24"/>
        </w:rPr>
        <w:t>3</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61 % v kalendářním roce 202</w:t>
      </w:r>
      <w:r>
        <w:rPr>
          <w:rFonts w:ascii="Times New Roman" w:hAnsi="Times New Roman"/>
          <w:sz w:val="24"/>
          <w:szCs w:val="24"/>
        </w:rPr>
        <w:t>4</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64 % v kalendářním roce 202</w:t>
      </w:r>
      <w:r>
        <w:rPr>
          <w:rFonts w:ascii="Times New Roman" w:hAnsi="Times New Roman"/>
          <w:sz w:val="24"/>
          <w:szCs w:val="24"/>
        </w:rPr>
        <w:t>5</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67 % v kalendářním roce 202</w:t>
      </w:r>
      <w:r>
        <w:rPr>
          <w:rFonts w:ascii="Times New Roman" w:hAnsi="Times New Roman"/>
          <w:sz w:val="24"/>
          <w:szCs w:val="24"/>
        </w:rPr>
        <w:t>6</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70 % v kalendářním roce 202</w:t>
      </w:r>
      <w:r>
        <w:rPr>
          <w:rFonts w:ascii="Times New Roman" w:hAnsi="Times New Roman"/>
          <w:sz w:val="24"/>
          <w:szCs w:val="24"/>
        </w:rPr>
        <w:t>7</w:t>
      </w:r>
      <w:r w:rsidRPr="00277208">
        <w:rPr>
          <w:rFonts w:ascii="Times New Roman" w:hAnsi="Times New Roman"/>
          <w:sz w:val="24"/>
          <w:szCs w:val="24"/>
        </w:rPr>
        <w:t>,</w:t>
      </w:r>
    </w:p>
    <w:p w:rsidR="00913EB4" w:rsidRPr="00277208" w:rsidRDefault="00913EB4" w:rsidP="00913EB4">
      <w:pPr>
        <w:pStyle w:val="Stednmka21"/>
        <w:numPr>
          <w:ilvl w:val="0"/>
          <w:numId w:val="28"/>
        </w:numPr>
        <w:jc w:val="both"/>
        <w:rPr>
          <w:rFonts w:ascii="Times New Roman" w:hAnsi="Times New Roman"/>
          <w:sz w:val="24"/>
          <w:szCs w:val="24"/>
        </w:rPr>
      </w:pPr>
      <w:r w:rsidRPr="00277208">
        <w:rPr>
          <w:rFonts w:ascii="Times New Roman" w:hAnsi="Times New Roman"/>
          <w:sz w:val="24"/>
          <w:szCs w:val="24"/>
        </w:rPr>
        <w:t>minimálně 73 % v kalendářním roce 202</w:t>
      </w:r>
      <w:r>
        <w:rPr>
          <w:rFonts w:ascii="Times New Roman" w:hAnsi="Times New Roman"/>
          <w:sz w:val="24"/>
          <w:szCs w:val="24"/>
        </w:rPr>
        <w:t>8</w:t>
      </w:r>
      <w:r w:rsidRPr="00277208">
        <w:rPr>
          <w:rFonts w:ascii="Times New Roman" w:hAnsi="Times New Roman"/>
          <w:sz w:val="24"/>
          <w:szCs w:val="24"/>
        </w:rPr>
        <w:t xml:space="preserve"> a následujících letech.</w:t>
      </w:r>
    </w:p>
    <w:p w:rsidR="00913EB4" w:rsidRPr="00277208" w:rsidRDefault="00913EB4" w:rsidP="00913EB4">
      <w:pPr>
        <w:pStyle w:val="Stednmka21"/>
        <w:ind w:left="141"/>
        <w:jc w:val="both"/>
        <w:rPr>
          <w:rFonts w:ascii="Times New Roman" w:hAnsi="Times New Roman"/>
          <w:sz w:val="24"/>
          <w:szCs w:val="24"/>
        </w:rPr>
      </w:pP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w:t>
      </w:r>
      <w:r>
        <w:rPr>
          <w:rFonts w:ascii="Times New Roman" w:hAnsi="Times New Roman"/>
          <w:sz w:val="24"/>
          <w:szCs w:val="24"/>
        </w:rPr>
        <w:t>4</w:t>
      </w:r>
      <w:r w:rsidRPr="00277208">
        <w:rPr>
          <w:rFonts w:ascii="Times New Roman" w:hAnsi="Times New Roman"/>
          <w:sz w:val="24"/>
          <w:szCs w:val="24"/>
        </w:rPr>
        <w:t xml:space="preserve">) Povinnost dle odstavce 4 se nevztahuje na </w:t>
      </w:r>
    </w:p>
    <w:p w:rsidR="00913EB4" w:rsidRPr="00277208" w:rsidRDefault="00913EB4" w:rsidP="00913EB4">
      <w:pPr>
        <w:pStyle w:val="Stednmka21"/>
        <w:ind w:left="426"/>
        <w:jc w:val="both"/>
        <w:rPr>
          <w:rFonts w:ascii="Times New Roman" w:hAnsi="Times New Roman"/>
          <w:sz w:val="24"/>
          <w:szCs w:val="24"/>
        </w:rPr>
      </w:pPr>
      <w:r w:rsidRPr="00277208">
        <w:rPr>
          <w:rFonts w:ascii="Times New Roman" w:hAnsi="Times New Roman"/>
          <w:sz w:val="24"/>
          <w:szCs w:val="24"/>
        </w:rPr>
        <w:t>a) prodej potravin v maloobchodních provozovnách s prodejní plochou do 400 m</w:t>
      </w:r>
      <w:r w:rsidRPr="00277208">
        <w:rPr>
          <w:rFonts w:ascii="Times New Roman" w:hAnsi="Times New Roman"/>
          <w:sz w:val="24"/>
          <w:szCs w:val="24"/>
          <w:vertAlign w:val="superscript"/>
        </w:rPr>
        <w:t>2</w:t>
      </w:r>
      <w:r w:rsidRPr="00277208">
        <w:rPr>
          <w:rFonts w:ascii="Times New Roman" w:hAnsi="Times New Roman"/>
          <w:sz w:val="24"/>
          <w:szCs w:val="24"/>
        </w:rPr>
        <w:t>;</w:t>
      </w:r>
    </w:p>
    <w:p w:rsidR="00913EB4" w:rsidRPr="001335EF" w:rsidRDefault="00913EB4" w:rsidP="00913EB4">
      <w:pPr>
        <w:pStyle w:val="Stednmka21"/>
        <w:ind w:left="709" w:hanging="283"/>
        <w:jc w:val="both"/>
        <w:rPr>
          <w:rFonts w:ascii="Times New Roman" w:hAnsi="Times New Roman"/>
          <w:sz w:val="24"/>
          <w:szCs w:val="24"/>
        </w:rPr>
      </w:pPr>
      <w:r w:rsidRPr="00277208">
        <w:rPr>
          <w:rFonts w:ascii="Times New Roman" w:hAnsi="Times New Roman"/>
          <w:sz w:val="24"/>
          <w:szCs w:val="24"/>
        </w:rPr>
        <w:t xml:space="preserve">b) prodej potravin ve specializovaných maloobchodních provozovnách zaměřených na prodej potravin původem ze zemí, oblastí nebo regionů mimo území České republiky, pokud je takové specializované prodejní zaměření veřejně deklarováno, zejména označením provozovny, názvem nebo obchodním jménem provozovatele nebo jiným obdobným způsobem, a odpovídá mu skladba prodejů potravin konečným spotřebitelům; bližší podrobnosti </w:t>
      </w:r>
      <w:r w:rsidRPr="001335EF">
        <w:rPr>
          <w:rFonts w:ascii="Times New Roman" w:hAnsi="Times New Roman"/>
          <w:sz w:val="24"/>
          <w:szCs w:val="24"/>
        </w:rPr>
        <w:t>stanoví ministerstvo svou vyhláškou;</w:t>
      </w:r>
    </w:p>
    <w:p w:rsidR="00913EB4" w:rsidRPr="00277208" w:rsidRDefault="00913EB4" w:rsidP="00913EB4">
      <w:pPr>
        <w:pStyle w:val="Stednmka21"/>
        <w:ind w:left="709" w:hanging="283"/>
        <w:jc w:val="both"/>
        <w:rPr>
          <w:rFonts w:ascii="Times New Roman" w:hAnsi="Times New Roman"/>
          <w:sz w:val="24"/>
          <w:szCs w:val="24"/>
        </w:rPr>
      </w:pPr>
      <w:r w:rsidRPr="001335EF">
        <w:rPr>
          <w:rFonts w:ascii="Times New Roman" w:hAnsi="Times New Roman"/>
          <w:sz w:val="24"/>
          <w:szCs w:val="24"/>
        </w:rPr>
        <w:lastRenderedPageBreak/>
        <w:t>c) prodej potravin ve specializovaných maloobchodních provozovnách zaměřených na prodej konkrétních druhů, typů nebo kategorií potravin, pokud je takové specializované prodejní zaměření veřejně deklarováno, zejména označením provozovny, názvem nebo obchodním jménem provozovatele nebo jiným obdobným způsobem, a odpovídá mu skladba prodejů potravin konečným spotřebitelům; bližší podrobnosti stanoví ministerstvo svou vyhláškou.</w:t>
      </w:r>
    </w:p>
    <w:p w:rsidR="00913EB4" w:rsidRPr="00277208" w:rsidRDefault="00913EB4" w:rsidP="00913EB4">
      <w:pPr>
        <w:pStyle w:val="Stednmka21"/>
        <w:ind w:left="141"/>
        <w:jc w:val="both"/>
        <w:rPr>
          <w:rFonts w:ascii="Times New Roman" w:hAnsi="Times New Roman"/>
          <w:sz w:val="24"/>
          <w:szCs w:val="24"/>
        </w:rPr>
      </w:pP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w:t>
      </w:r>
      <w:r>
        <w:rPr>
          <w:rFonts w:ascii="Times New Roman" w:hAnsi="Times New Roman"/>
          <w:sz w:val="24"/>
          <w:szCs w:val="24"/>
        </w:rPr>
        <w:t>5</w:t>
      </w:r>
      <w:r w:rsidRPr="00277208">
        <w:rPr>
          <w:rFonts w:ascii="Times New Roman" w:hAnsi="Times New Roman"/>
          <w:sz w:val="24"/>
          <w:szCs w:val="24"/>
        </w:rPr>
        <w:t xml:space="preserve">) Pro účely odstavce </w:t>
      </w:r>
      <w:r>
        <w:rPr>
          <w:rFonts w:ascii="Times New Roman" w:hAnsi="Times New Roman"/>
          <w:sz w:val="24"/>
          <w:szCs w:val="24"/>
        </w:rPr>
        <w:t>3</w:t>
      </w:r>
      <w:r w:rsidRPr="00277208">
        <w:rPr>
          <w:rFonts w:ascii="Times New Roman" w:hAnsi="Times New Roman"/>
          <w:sz w:val="24"/>
          <w:szCs w:val="24"/>
        </w:rPr>
        <w:t xml:space="preserve"> se výše podílu vyjádřená v procentech zjistí jako stonásobek podílu celkového objemu potravin uvedených v Příloze č. 1, které splňují kritéria dle odst. 1 písm. a) nebo b), bez ohledu na to, zda jsou způsobem dle odstavce 1 zákona skutečně označeny, vyjádřeného v  jednotkách hmotnosti, prodaného provozovatelem potravinářského podniku provozujícím maloobchod v příslušném kalendářním roce, vůči celkovému objemu potravin uvedených v Příloze č. 1 vyjádřenému v jednotkách hmotnosti, prodanému provozovatelem potravinářského podniku provozujícího maloobchod za příslušný kalendářní rok, a to samostatně za každou maloobchodní provozovnu, na kterou se povinnost dle odst. </w:t>
      </w:r>
      <w:r>
        <w:rPr>
          <w:rFonts w:ascii="Times New Roman" w:hAnsi="Times New Roman"/>
          <w:sz w:val="24"/>
          <w:szCs w:val="24"/>
        </w:rPr>
        <w:t>3</w:t>
      </w:r>
      <w:r w:rsidRPr="00277208">
        <w:rPr>
          <w:rFonts w:ascii="Times New Roman" w:hAnsi="Times New Roman"/>
          <w:sz w:val="24"/>
          <w:szCs w:val="24"/>
        </w:rPr>
        <w:t xml:space="preserve"> vztahuje; přidaná voda, koření a sůl se nezohledňují.</w:t>
      </w:r>
    </w:p>
    <w:p w:rsidR="00913EB4" w:rsidRPr="00277208" w:rsidRDefault="00913EB4" w:rsidP="00913EB4">
      <w:pPr>
        <w:pStyle w:val="Stednmka21"/>
        <w:ind w:left="141"/>
        <w:jc w:val="both"/>
        <w:rPr>
          <w:rFonts w:ascii="Times New Roman" w:hAnsi="Times New Roman"/>
          <w:sz w:val="24"/>
          <w:szCs w:val="24"/>
        </w:rPr>
      </w:pPr>
    </w:p>
    <w:p w:rsidR="00913EB4"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w:t>
      </w:r>
      <w:r>
        <w:rPr>
          <w:rFonts w:ascii="Times New Roman" w:hAnsi="Times New Roman"/>
          <w:sz w:val="24"/>
          <w:szCs w:val="24"/>
        </w:rPr>
        <w:t>6</w:t>
      </w:r>
      <w:r w:rsidRPr="00277208">
        <w:rPr>
          <w:rFonts w:ascii="Times New Roman" w:hAnsi="Times New Roman"/>
          <w:sz w:val="24"/>
          <w:szCs w:val="24"/>
        </w:rPr>
        <w:t xml:space="preserve">) Provozovatel potravinářského </w:t>
      </w:r>
      <w:r w:rsidRPr="0045043D">
        <w:rPr>
          <w:rFonts w:ascii="Times New Roman" w:hAnsi="Times New Roman"/>
          <w:sz w:val="24"/>
          <w:szCs w:val="24"/>
        </w:rPr>
        <w:t xml:space="preserve">podniku je povinen bez zbytečného odkladu doložit orgánu dozoru na jeho žádost původ celkové hmotnosti potravin </w:t>
      </w:r>
      <w:r w:rsidRPr="0045043D">
        <w:rPr>
          <w:rFonts w:ascii="Times New Roman" w:eastAsia="Times New Roman" w:hAnsi="Times New Roman"/>
          <w:bCs/>
          <w:iCs/>
          <w:color w:val="000000"/>
          <w:sz w:val="24"/>
          <w:szCs w:val="24"/>
          <w:lang w:eastAsia="sk-SK"/>
        </w:rPr>
        <w:t>z krátkého dodavatelského řetězce</w:t>
      </w:r>
      <w:r w:rsidRPr="0045043D">
        <w:rPr>
          <w:rFonts w:ascii="Times New Roman" w:hAnsi="Times New Roman"/>
          <w:color w:val="FF0000"/>
          <w:sz w:val="24"/>
          <w:szCs w:val="24"/>
        </w:rPr>
        <w:t xml:space="preserve"> </w:t>
      </w:r>
      <w:bookmarkStart w:id="0" w:name="_Hlk56587957"/>
      <w:r w:rsidRPr="00DA0641">
        <w:rPr>
          <w:rFonts w:ascii="Times New Roman" w:hAnsi="Times New Roman"/>
          <w:sz w:val="24"/>
          <w:szCs w:val="24"/>
        </w:rPr>
        <w:t xml:space="preserve">uvedených v Příloze č. 1 </w:t>
      </w:r>
      <w:bookmarkEnd w:id="0"/>
      <w:r w:rsidRPr="00DA0641">
        <w:rPr>
          <w:rFonts w:ascii="Times New Roman" w:hAnsi="Times New Roman"/>
          <w:sz w:val="24"/>
          <w:szCs w:val="24"/>
        </w:rPr>
        <w:t>tohoto zákona</w:t>
      </w:r>
      <w:r w:rsidRPr="0045043D">
        <w:rPr>
          <w:rFonts w:ascii="Times New Roman" w:hAnsi="Times New Roman"/>
          <w:sz w:val="24"/>
          <w:szCs w:val="24"/>
        </w:rPr>
        <w:t xml:space="preserve"> nebo všech složek celkové hmotnosti potravin </w:t>
      </w:r>
      <w:r w:rsidRPr="0045043D">
        <w:rPr>
          <w:rFonts w:ascii="Times New Roman" w:eastAsia="Times New Roman" w:hAnsi="Times New Roman"/>
          <w:bCs/>
          <w:iCs/>
          <w:color w:val="000000"/>
          <w:sz w:val="24"/>
          <w:szCs w:val="24"/>
          <w:lang w:eastAsia="sk-SK"/>
        </w:rPr>
        <w:t>z krátkého dodavatelského řetězce</w:t>
      </w:r>
      <w:r w:rsidRPr="0045043D">
        <w:rPr>
          <w:rFonts w:ascii="Times New Roman" w:hAnsi="Times New Roman"/>
          <w:color w:val="FF0000"/>
          <w:sz w:val="24"/>
          <w:szCs w:val="24"/>
        </w:rPr>
        <w:t xml:space="preserve"> </w:t>
      </w:r>
      <w:r w:rsidRPr="00DA0641">
        <w:rPr>
          <w:rFonts w:ascii="Times New Roman" w:hAnsi="Times New Roman"/>
          <w:sz w:val="24"/>
          <w:szCs w:val="24"/>
        </w:rPr>
        <w:t xml:space="preserve">uvedených v Příloze č. 1 </w:t>
      </w:r>
      <w:bookmarkStart w:id="1" w:name="_Hlk56588488"/>
      <w:r w:rsidRPr="00DA0641">
        <w:rPr>
          <w:rFonts w:ascii="Times New Roman" w:hAnsi="Times New Roman"/>
          <w:sz w:val="24"/>
          <w:szCs w:val="24"/>
        </w:rPr>
        <w:t>tohoto zákona</w:t>
      </w:r>
      <w:bookmarkEnd w:id="1"/>
      <w:r w:rsidRPr="00DA0641">
        <w:rPr>
          <w:rFonts w:ascii="Times New Roman" w:hAnsi="Times New Roman"/>
          <w:sz w:val="24"/>
          <w:szCs w:val="24"/>
        </w:rPr>
        <w:t>, které v prů</w:t>
      </w:r>
      <w:r w:rsidRPr="00277208">
        <w:rPr>
          <w:rFonts w:ascii="Times New Roman" w:hAnsi="Times New Roman"/>
          <w:sz w:val="24"/>
          <w:szCs w:val="24"/>
        </w:rPr>
        <w:t>běhu kalendářního roku dodal provozovatelům potravinářského podniku provozujícím maloobchod do maloobchodních provozoven, na které se vztahuje povinnost dle odst. 4; přidaná voda, koření a sůl se nezohledňují.“.</w:t>
      </w:r>
    </w:p>
    <w:p w:rsidR="00913EB4" w:rsidRDefault="00913EB4" w:rsidP="00913EB4">
      <w:pPr>
        <w:pStyle w:val="Stednmka21"/>
        <w:ind w:left="141"/>
        <w:jc w:val="both"/>
        <w:rPr>
          <w:rFonts w:ascii="Times New Roman" w:hAnsi="Times New Roman"/>
          <w:sz w:val="24"/>
          <w:szCs w:val="24"/>
        </w:rPr>
      </w:pPr>
    </w:p>
    <w:p w:rsidR="00913EB4" w:rsidRPr="00277208" w:rsidRDefault="00913EB4" w:rsidP="00913EB4">
      <w:pPr>
        <w:pStyle w:val="Stednmka21"/>
        <w:ind w:left="141"/>
        <w:jc w:val="both"/>
        <w:rPr>
          <w:rFonts w:ascii="Times New Roman" w:hAnsi="Times New Roman"/>
          <w:sz w:val="24"/>
          <w:szCs w:val="24"/>
        </w:rPr>
      </w:pPr>
      <w:r>
        <w:rPr>
          <w:rFonts w:ascii="Times New Roman" w:hAnsi="Times New Roman"/>
          <w:sz w:val="24"/>
          <w:szCs w:val="24"/>
        </w:rPr>
        <w:t>Poznámka pod čarou č. 61 zní: „</w:t>
      </w:r>
      <w:r w:rsidRPr="003C1870">
        <w:rPr>
          <w:rFonts w:ascii="Times New Roman" w:hAnsi="Times New Roman"/>
          <w:sz w:val="24"/>
          <w:szCs w:val="24"/>
          <w:vertAlign w:val="superscript"/>
        </w:rPr>
        <w:t>61)</w:t>
      </w:r>
      <w:r>
        <w:rPr>
          <w:rFonts w:ascii="Times New Roman" w:hAnsi="Times New Roman"/>
          <w:sz w:val="24"/>
          <w:szCs w:val="24"/>
        </w:rPr>
        <w:t xml:space="preserve"> </w:t>
      </w:r>
      <w:r w:rsidRPr="003C1870">
        <w:rPr>
          <w:rFonts w:ascii="Times New Roman" w:hAnsi="Times New Roman"/>
        </w:rPr>
        <w:t>Čl. 3 odst. 7 nařízení Evropského parlamentu a Rady (EU) č. 178/2002, v platném znění</w:t>
      </w:r>
      <w:r>
        <w:rPr>
          <w:rFonts w:ascii="Times New Roman" w:hAnsi="Times New Roman"/>
          <w:sz w:val="24"/>
          <w:szCs w:val="24"/>
        </w:rPr>
        <w:t>”</w:t>
      </w:r>
      <w:r w:rsidRPr="00277208">
        <w:rPr>
          <w:rFonts w:ascii="Times New Roman" w:hAnsi="Times New Roman"/>
          <w:sz w:val="24"/>
          <w:szCs w:val="24"/>
        </w:rPr>
        <w:t>.</w:t>
      </w:r>
      <w:r>
        <w:rPr>
          <w:rFonts w:ascii="Times New Roman" w:hAnsi="Times New Roman"/>
          <w:sz w:val="24"/>
          <w:szCs w:val="24"/>
        </w:rPr>
        <w:t>”</w:t>
      </w:r>
    </w:p>
    <w:p w:rsidR="00913EB4" w:rsidRPr="00277208" w:rsidRDefault="00913EB4" w:rsidP="00913EB4">
      <w:pPr>
        <w:pStyle w:val="Stednmka21"/>
        <w:ind w:left="141"/>
        <w:jc w:val="both"/>
        <w:rPr>
          <w:rFonts w:ascii="Times New Roman" w:hAnsi="Times New Roman"/>
          <w:sz w:val="24"/>
          <w:szCs w:val="24"/>
        </w:rPr>
      </w:pPr>
    </w:p>
    <w:p w:rsidR="00913EB4" w:rsidRPr="00277208" w:rsidRDefault="00913EB4" w:rsidP="00913EB4">
      <w:pPr>
        <w:pStyle w:val="Stednmka21"/>
        <w:jc w:val="both"/>
        <w:rPr>
          <w:rFonts w:ascii="Times New Roman" w:hAnsi="Times New Roman"/>
          <w:sz w:val="24"/>
          <w:szCs w:val="24"/>
        </w:rPr>
      </w:pPr>
      <w:r>
        <w:rPr>
          <w:rFonts w:ascii="Times New Roman" w:hAnsi="Times New Roman"/>
          <w:sz w:val="24"/>
          <w:szCs w:val="24"/>
        </w:rPr>
        <w:t>3</w:t>
      </w:r>
      <w:r w:rsidRPr="00277208">
        <w:rPr>
          <w:rFonts w:ascii="Times New Roman" w:hAnsi="Times New Roman"/>
          <w:sz w:val="24"/>
          <w:szCs w:val="24"/>
        </w:rPr>
        <w:t xml:space="preserve">. </w:t>
      </w:r>
      <w:r w:rsidR="006772C3">
        <w:rPr>
          <w:rFonts w:ascii="Times New Roman" w:hAnsi="Times New Roman"/>
          <w:sz w:val="24"/>
          <w:szCs w:val="24"/>
        </w:rPr>
        <w:t>V</w:t>
      </w:r>
      <w:r w:rsidRPr="00277208">
        <w:rPr>
          <w:rFonts w:ascii="Times New Roman" w:hAnsi="Times New Roman"/>
          <w:sz w:val="24"/>
          <w:szCs w:val="24"/>
        </w:rPr>
        <w:t xml:space="preserve"> části první, </w:t>
      </w:r>
      <w:r w:rsidR="006772C3">
        <w:rPr>
          <w:rFonts w:ascii="Times New Roman" w:hAnsi="Times New Roman"/>
          <w:sz w:val="24"/>
          <w:szCs w:val="24"/>
        </w:rPr>
        <w:t>č</w:t>
      </w:r>
      <w:r w:rsidRPr="00277208">
        <w:rPr>
          <w:rFonts w:ascii="Times New Roman" w:hAnsi="Times New Roman"/>
          <w:sz w:val="24"/>
          <w:szCs w:val="24"/>
        </w:rPr>
        <w:t>l. I se za bod 58 vkládá nový bod X.</w:t>
      </w:r>
      <w:r>
        <w:rPr>
          <w:rFonts w:ascii="Times New Roman" w:hAnsi="Times New Roman"/>
          <w:sz w:val="24"/>
          <w:szCs w:val="24"/>
        </w:rPr>
        <w:t>3</w:t>
      </w:r>
      <w:r w:rsidRPr="00277208">
        <w:rPr>
          <w:rFonts w:ascii="Times New Roman" w:hAnsi="Times New Roman"/>
          <w:sz w:val="24"/>
          <w:szCs w:val="24"/>
        </w:rPr>
        <w:t xml:space="preserve">, který zní:  </w:t>
      </w:r>
    </w:p>
    <w:p w:rsidR="00913EB4" w:rsidRPr="00277208" w:rsidRDefault="00913EB4" w:rsidP="00913EB4">
      <w:pPr>
        <w:pStyle w:val="Stednmka21"/>
        <w:ind w:left="141"/>
        <w:jc w:val="both"/>
        <w:rPr>
          <w:rFonts w:ascii="Times New Roman" w:hAnsi="Times New Roman"/>
          <w:sz w:val="24"/>
          <w:szCs w:val="24"/>
        </w:rPr>
      </w:pP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„X.</w:t>
      </w:r>
      <w:r>
        <w:rPr>
          <w:rFonts w:ascii="Times New Roman" w:hAnsi="Times New Roman"/>
          <w:sz w:val="24"/>
          <w:szCs w:val="24"/>
        </w:rPr>
        <w:t>3</w:t>
      </w:r>
      <w:r w:rsidRPr="00277208">
        <w:rPr>
          <w:rFonts w:ascii="Times New Roman" w:hAnsi="Times New Roman"/>
          <w:sz w:val="24"/>
          <w:szCs w:val="24"/>
        </w:rPr>
        <w:t xml:space="preserve"> V § 17 se za odst. 5 vkládají nové odst</w:t>
      </w:r>
      <w:r>
        <w:rPr>
          <w:rFonts w:ascii="Times New Roman" w:hAnsi="Times New Roman"/>
          <w:sz w:val="24"/>
          <w:szCs w:val="24"/>
        </w:rPr>
        <w:t>avce</w:t>
      </w:r>
      <w:r w:rsidRPr="00277208">
        <w:rPr>
          <w:rFonts w:ascii="Times New Roman" w:hAnsi="Times New Roman"/>
          <w:sz w:val="24"/>
          <w:szCs w:val="24"/>
        </w:rPr>
        <w:t xml:space="preserve"> 6 a 7, které zní: </w:t>
      </w: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 xml:space="preserve">„ (6) Provozovatel potravinářského podniku se dopustí přestupku rovněž tím, že nesplní povinnost doložit původ potravin </w:t>
      </w:r>
      <w:r w:rsidRPr="0045043D">
        <w:rPr>
          <w:rFonts w:ascii="Times New Roman" w:eastAsia="Times New Roman" w:hAnsi="Times New Roman"/>
          <w:bCs/>
          <w:iCs/>
          <w:color w:val="000000"/>
          <w:sz w:val="24"/>
          <w:szCs w:val="24"/>
          <w:lang w:eastAsia="sk-SK"/>
        </w:rPr>
        <w:t>z krátkého dodavatelského řetězce</w:t>
      </w:r>
      <w:r w:rsidRPr="008D4EE2">
        <w:rPr>
          <w:rFonts w:ascii="Times New Roman" w:hAnsi="Times New Roman"/>
          <w:color w:val="FF0000"/>
          <w:sz w:val="24"/>
          <w:szCs w:val="24"/>
        </w:rPr>
        <w:t xml:space="preserve"> </w:t>
      </w:r>
      <w:r w:rsidRPr="00277208">
        <w:rPr>
          <w:rFonts w:ascii="Times New Roman" w:hAnsi="Times New Roman"/>
          <w:sz w:val="24"/>
          <w:szCs w:val="24"/>
        </w:rPr>
        <w:t xml:space="preserve">nebo jejich složek dle § 9b odst. </w:t>
      </w:r>
      <w:r>
        <w:rPr>
          <w:rFonts w:ascii="Times New Roman" w:hAnsi="Times New Roman"/>
          <w:sz w:val="24"/>
          <w:szCs w:val="24"/>
        </w:rPr>
        <w:t>6.</w:t>
      </w:r>
    </w:p>
    <w:p w:rsidR="00913EB4" w:rsidRPr="00277208" w:rsidRDefault="00913EB4" w:rsidP="00913EB4">
      <w:pPr>
        <w:pStyle w:val="Stednmka21"/>
        <w:ind w:left="141"/>
        <w:jc w:val="both"/>
        <w:rPr>
          <w:rFonts w:ascii="Times New Roman" w:hAnsi="Times New Roman"/>
          <w:sz w:val="24"/>
          <w:szCs w:val="24"/>
        </w:rPr>
      </w:pPr>
      <w:r w:rsidRPr="00277208">
        <w:rPr>
          <w:rFonts w:ascii="Times New Roman" w:hAnsi="Times New Roman"/>
          <w:sz w:val="24"/>
          <w:szCs w:val="24"/>
        </w:rPr>
        <w:t xml:space="preserve">(7) Provozovatel potravinářského podniku provozující maloobchod se dopustí přestupku, pokud nedodrží povinnost zajistit stanovenou úroveň podílu prodejů vybraných základních potravin </w:t>
      </w:r>
      <w:r w:rsidRPr="0045043D">
        <w:rPr>
          <w:rFonts w:ascii="Times New Roman" w:eastAsia="Times New Roman" w:hAnsi="Times New Roman"/>
          <w:bCs/>
          <w:iCs/>
          <w:color w:val="000000"/>
          <w:sz w:val="24"/>
          <w:szCs w:val="24"/>
          <w:lang w:eastAsia="sk-SK"/>
        </w:rPr>
        <w:t>z krátkého dodavatelského řetězce</w:t>
      </w:r>
      <w:r w:rsidRPr="008D4EE2">
        <w:rPr>
          <w:rFonts w:ascii="Times New Roman" w:hAnsi="Times New Roman"/>
          <w:color w:val="FF0000"/>
          <w:sz w:val="24"/>
          <w:szCs w:val="24"/>
        </w:rPr>
        <w:t xml:space="preserve"> </w:t>
      </w:r>
      <w:r w:rsidRPr="00277208">
        <w:rPr>
          <w:rFonts w:ascii="Times New Roman" w:hAnsi="Times New Roman"/>
          <w:sz w:val="24"/>
          <w:szCs w:val="24"/>
        </w:rPr>
        <w:t xml:space="preserve">konečným spotřebitelům v jím provozovaných maloobchodních provozovnách dle § 9b odst. </w:t>
      </w:r>
      <w:r>
        <w:rPr>
          <w:rFonts w:ascii="Times New Roman" w:hAnsi="Times New Roman"/>
          <w:sz w:val="24"/>
          <w:szCs w:val="24"/>
        </w:rPr>
        <w:t>3</w:t>
      </w:r>
      <w:r w:rsidRPr="00277208">
        <w:rPr>
          <w:rFonts w:ascii="Times New Roman" w:hAnsi="Times New Roman"/>
          <w:sz w:val="24"/>
          <w:szCs w:val="24"/>
        </w:rPr>
        <w:t>.“.“.</w:t>
      </w:r>
    </w:p>
    <w:p w:rsidR="00913EB4" w:rsidRPr="00277208" w:rsidRDefault="00913EB4" w:rsidP="00913EB4">
      <w:pPr>
        <w:pStyle w:val="Stednmka21"/>
        <w:rPr>
          <w:rFonts w:ascii="Times New Roman" w:hAnsi="Times New Roman"/>
          <w:sz w:val="24"/>
          <w:szCs w:val="24"/>
        </w:rPr>
      </w:pPr>
    </w:p>
    <w:p w:rsidR="00913EB4" w:rsidRDefault="00913EB4" w:rsidP="00913EB4">
      <w:pPr>
        <w:pStyle w:val="Stednmka21"/>
        <w:jc w:val="both"/>
        <w:rPr>
          <w:rFonts w:ascii="Times New Roman" w:hAnsi="Times New Roman"/>
          <w:sz w:val="24"/>
          <w:szCs w:val="24"/>
        </w:rPr>
      </w:pPr>
      <w:r>
        <w:rPr>
          <w:rFonts w:ascii="Times New Roman" w:hAnsi="Times New Roman"/>
          <w:sz w:val="24"/>
          <w:szCs w:val="24"/>
        </w:rPr>
        <w:t>4</w:t>
      </w:r>
      <w:r w:rsidRPr="00277208">
        <w:rPr>
          <w:rFonts w:ascii="Times New Roman" w:hAnsi="Times New Roman"/>
          <w:sz w:val="24"/>
          <w:szCs w:val="24"/>
        </w:rPr>
        <w:t xml:space="preserve">. </w:t>
      </w:r>
      <w:r w:rsidR="006772C3">
        <w:rPr>
          <w:rFonts w:ascii="Times New Roman" w:hAnsi="Times New Roman"/>
          <w:sz w:val="24"/>
          <w:szCs w:val="24"/>
        </w:rPr>
        <w:t>V</w:t>
      </w:r>
      <w:r w:rsidRPr="00277208">
        <w:rPr>
          <w:rFonts w:ascii="Times New Roman" w:hAnsi="Times New Roman"/>
          <w:sz w:val="24"/>
          <w:szCs w:val="24"/>
        </w:rPr>
        <w:t xml:space="preserve"> části první, </w:t>
      </w:r>
      <w:r w:rsidR="006772C3">
        <w:rPr>
          <w:rFonts w:ascii="Times New Roman" w:hAnsi="Times New Roman"/>
          <w:sz w:val="24"/>
          <w:szCs w:val="24"/>
        </w:rPr>
        <w:t>č</w:t>
      </w:r>
      <w:r w:rsidRPr="00277208">
        <w:rPr>
          <w:rFonts w:ascii="Times New Roman" w:hAnsi="Times New Roman"/>
          <w:sz w:val="24"/>
          <w:szCs w:val="24"/>
        </w:rPr>
        <w:t>l. I se za bod 70 vkládá nový bod X.</w:t>
      </w:r>
      <w:r>
        <w:rPr>
          <w:rFonts w:ascii="Times New Roman" w:hAnsi="Times New Roman"/>
          <w:sz w:val="24"/>
          <w:szCs w:val="24"/>
        </w:rPr>
        <w:t>4</w:t>
      </w:r>
      <w:r w:rsidRPr="00277208">
        <w:rPr>
          <w:rFonts w:ascii="Times New Roman" w:hAnsi="Times New Roman"/>
          <w:sz w:val="24"/>
          <w:szCs w:val="24"/>
        </w:rPr>
        <w:t xml:space="preserve">, který zní:  </w:t>
      </w:r>
    </w:p>
    <w:p w:rsidR="00913EB4" w:rsidRDefault="00913EB4" w:rsidP="00913EB4">
      <w:pPr>
        <w:pStyle w:val="Stednmka21"/>
        <w:jc w:val="both"/>
        <w:rPr>
          <w:rFonts w:ascii="Times New Roman" w:hAnsi="Times New Roman"/>
          <w:color w:val="000000"/>
          <w:sz w:val="24"/>
          <w:szCs w:val="24"/>
          <w:shd w:val="clear" w:color="auto" w:fill="FFFFFF"/>
        </w:rPr>
      </w:pPr>
      <w:r w:rsidRPr="00277208">
        <w:rPr>
          <w:rFonts w:ascii="Times New Roman" w:hAnsi="Times New Roman"/>
          <w:sz w:val="24"/>
          <w:szCs w:val="24"/>
        </w:rPr>
        <w:t>„X.</w:t>
      </w:r>
      <w:r>
        <w:rPr>
          <w:rFonts w:ascii="Times New Roman" w:hAnsi="Times New Roman"/>
          <w:sz w:val="24"/>
          <w:szCs w:val="24"/>
        </w:rPr>
        <w:t>4</w:t>
      </w:r>
      <w:r w:rsidRPr="00277208">
        <w:rPr>
          <w:rFonts w:ascii="Times New Roman" w:hAnsi="Times New Roman"/>
          <w:sz w:val="24"/>
          <w:szCs w:val="24"/>
        </w:rPr>
        <w:t xml:space="preserve"> V § 17f písm. </w:t>
      </w:r>
      <w:r>
        <w:rPr>
          <w:rFonts w:ascii="Times New Roman" w:hAnsi="Times New Roman"/>
          <w:sz w:val="24"/>
          <w:szCs w:val="24"/>
        </w:rPr>
        <w:t xml:space="preserve">a) se za slova </w:t>
      </w:r>
      <w:r w:rsidRPr="003724D5">
        <w:rPr>
          <w:rFonts w:ascii="Times New Roman" w:hAnsi="Times New Roman"/>
          <w:color w:val="000000"/>
          <w:sz w:val="24"/>
          <w:szCs w:val="24"/>
          <w:shd w:val="clear" w:color="auto" w:fill="FFFFFF"/>
        </w:rPr>
        <w:t>1</w:t>
      </w:r>
      <w:r>
        <w:rPr>
          <w:rFonts w:ascii="Times New Roman" w:hAnsi="Times New Roman"/>
          <w:color w:val="000000"/>
          <w:sz w:val="24"/>
          <w:szCs w:val="24"/>
          <w:shd w:val="clear" w:color="auto" w:fill="FFFFFF"/>
        </w:rPr>
        <w:t> </w:t>
      </w:r>
      <w:r w:rsidRPr="003724D5">
        <w:rPr>
          <w:rFonts w:ascii="Times New Roman" w:hAnsi="Times New Roman"/>
          <w:color w:val="000000"/>
          <w:sz w:val="24"/>
          <w:szCs w:val="24"/>
          <w:shd w:val="clear" w:color="auto" w:fill="FFFFFF"/>
        </w:rPr>
        <w:t>000</w:t>
      </w:r>
      <w:r>
        <w:rPr>
          <w:rFonts w:ascii="Times New Roman" w:hAnsi="Times New Roman"/>
          <w:color w:val="000000"/>
          <w:sz w:val="24"/>
          <w:szCs w:val="24"/>
          <w:shd w:val="clear" w:color="auto" w:fill="FFFFFF"/>
        </w:rPr>
        <w:t xml:space="preserve"> </w:t>
      </w:r>
      <w:r w:rsidRPr="003724D5">
        <w:rPr>
          <w:rFonts w:ascii="Times New Roman" w:hAnsi="Times New Roman"/>
          <w:color w:val="000000"/>
          <w:sz w:val="24"/>
          <w:szCs w:val="24"/>
          <w:shd w:val="clear" w:color="auto" w:fill="FFFFFF"/>
        </w:rPr>
        <w:t>000 Kč, jde-li o přestupek podle § 17 odst. 1 písm. g), h), x), § 17 odst. 2 písm. d), § 17 odst. 4 nebo 5,</w:t>
      </w:r>
      <w:r w:rsidRPr="003724D5">
        <w:rPr>
          <w:rFonts w:ascii="Times New Roman" w:hAnsi="Times New Roman"/>
          <w:sz w:val="24"/>
          <w:szCs w:val="24"/>
        </w:rPr>
        <w:t>“ vkládají slova „</w:t>
      </w:r>
      <w:r w:rsidRPr="003724D5">
        <w:rPr>
          <w:rFonts w:ascii="Times New Roman" w:eastAsia="Times New Roman" w:hAnsi="Times New Roman"/>
          <w:sz w:val="24"/>
          <w:szCs w:val="24"/>
          <w:lang w:eastAsia="cs-CZ"/>
        </w:rPr>
        <w:t>§ 17 odst. 6,</w:t>
      </w:r>
      <w:r w:rsidRPr="003724D5">
        <w:rPr>
          <w:rFonts w:ascii="Times New Roman" w:hAnsi="Times New Roman"/>
          <w:sz w:val="24"/>
          <w:szCs w:val="24"/>
        </w:rPr>
        <w:t>“;</w:t>
      </w:r>
    </w:p>
    <w:p w:rsidR="00913EB4" w:rsidRDefault="00913EB4" w:rsidP="00913EB4">
      <w:pPr>
        <w:pStyle w:val="Stednmka21"/>
        <w:jc w:val="both"/>
        <w:rPr>
          <w:rFonts w:ascii="Times New Roman" w:hAnsi="Times New Roman"/>
          <w:color w:val="000000"/>
          <w:sz w:val="24"/>
          <w:szCs w:val="24"/>
          <w:shd w:val="clear" w:color="auto" w:fill="FFFFFF"/>
        </w:rPr>
      </w:pPr>
    </w:p>
    <w:p w:rsidR="00913EB4" w:rsidRPr="008F08CE" w:rsidRDefault="00913EB4" w:rsidP="00913EB4">
      <w:pPr>
        <w:pStyle w:val="Stednmka21"/>
        <w:shd w:val="clear" w:color="auto" w:fill="FFFFFF" w:themeFill="background1"/>
        <w:jc w:val="both"/>
        <w:rPr>
          <w:rFonts w:ascii="Times New Roman" w:hAnsi="Times New Roman"/>
          <w:color w:val="000000"/>
          <w:sz w:val="24"/>
          <w:szCs w:val="24"/>
          <w:shd w:val="clear" w:color="auto" w:fill="FFFFFF"/>
        </w:rPr>
      </w:pPr>
      <w:r w:rsidRPr="008F08CE">
        <w:rPr>
          <w:rFonts w:ascii="Times New Roman" w:hAnsi="Times New Roman"/>
          <w:sz w:val="24"/>
          <w:szCs w:val="24"/>
        </w:rPr>
        <w:t xml:space="preserve">5. </w:t>
      </w:r>
      <w:r w:rsidR="006772C3">
        <w:rPr>
          <w:rFonts w:ascii="Times New Roman" w:hAnsi="Times New Roman"/>
          <w:sz w:val="24"/>
          <w:szCs w:val="24"/>
        </w:rPr>
        <w:t>V</w:t>
      </w:r>
      <w:r w:rsidRPr="008F08CE">
        <w:rPr>
          <w:rFonts w:ascii="Times New Roman" w:hAnsi="Times New Roman"/>
          <w:sz w:val="24"/>
          <w:szCs w:val="24"/>
        </w:rPr>
        <w:t xml:space="preserve"> části první, </w:t>
      </w:r>
      <w:r w:rsidR="006772C3">
        <w:rPr>
          <w:rFonts w:ascii="Times New Roman" w:hAnsi="Times New Roman"/>
          <w:sz w:val="24"/>
          <w:szCs w:val="24"/>
        </w:rPr>
        <w:t>č</w:t>
      </w:r>
      <w:r w:rsidRPr="008F08CE">
        <w:rPr>
          <w:rFonts w:ascii="Times New Roman" w:hAnsi="Times New Roman"/>
          <w:sz w:val="24"/>
          <w:szCs w:val="24"/>
        </w:rPr>
        <w:t xml:space="preserve">l. I se za bod 70 (a zároveň až za bod X.4)  vkládá nový bod X.5, který zní:  </w:t>
      </w:r>
    </w:p>
    <w:p w:rsidR="00913EB4" w:rsidRPr="008F08CE" w:rsidRDefault="00913EB4" w:rsidP="00913EB4">
      <w:pPr>
        <w:pStyle w:val="Stednmka21"/>
        <w:jc w:val="both"/>
        <w:rPr>
          <w:rFonts w:ascii="Times New Roman" w:hAnsi="Times New Roman"/>
          <w:color w:val="000000"/>
          <w:sz w:val="24"/>
          <w:szCs w:val="24"/>
          <w:shd w:val="clear" w:color="auto" w:fill="FFFFFF"/>
        </w:rPr>
      </w:pPr>
      <w:r w:rsidRPr="008F08CE">
        <w:rPr>
          <w:rFonts w:ascii="Times New Roman" w:hAnsi="Times New Roman"/>
          <w:sz w:val="24"/>
          <w:szCs w:val="24"/>
        </w:rPr>
        <w:t>„X.5 V § 17f písm. b) se za slova „</w:t>
      </w:r>
      <w:r w:rsidRPr="008F08CE">
        <w:rPr>
          <w:rFonts w:ascii="Times New Roman" w:hAnsi="Times New Roman"/>
          <w:color w:val="000000"/>
          <w:sz w:val="24"/>
          <w:szCs w:val="24"/>
          <w:shd w:val="clear" w:color="auto" w:fill="FFFFFF"/>
        </w:rPr>
        <w:t>3</w:t>
      </w:r>
      <w:r>
        <w:rPr>
          <w:rFonts w:ascii="Times New Roman" w:hAnsi="Times New Roman"/>
          <w:color w:val="000000"/>
          <w:sz w:val="24"/>
          <w:szCs w:val="24"/>
          <w:shd w:val="clear" w:color="auto" w:fill="FFFFFF"/>
        </w:rPr>
        <w:t> </w:t>
      </w:r>
      <w:r w:rsidRPr="008F08CE">
        <w:rPr>
          <w:rFonts w:ascii="Times New Roman" w:hAnsi="Times New Roman"/>
          <w:color w:val="000000"/>
          <w:sz w:val="24"/>
          <w:szCs w:val="24"/>
          <w:shd w:val="clear" w:color="auto" w:fill="FFFFFF"/>
        </w:rPr>
        <w:t>000</w:t>
      </w:r>
      <w:r>
        <w:rPr>
          <w:rFonts w:ascii="Times New Roman" w:hAnsi="Times New Roman"/>
          <w:color w:val="000000"/>
          <w:sz w:val="24"/>
          <w:szCs w:val="24"/>
          <w:shd w:val="clear" w:color="auto" w:fill="FFFFFF"/>
        </w:rPr>
        <w:t xml:space="preserve"> </w:t>
      </w:r>
      <w:r w:rsidRPr="008F08CE">
        <w:rPr>
          <w:rFonts w:ascii="Times New Roman" w:hAnsi="Times New Roman"/>
          <w:color w:val="000000"/>
          <w:sz w:val="24"/>
          <w:szCs w:val="24"/>
          <w:shd w:val="clear" w:color="auto" w:fill="FFFFFF"/>
        </w:rPr>
        <w:t>000 Kč, jde-li o přestupek podle § 17 odst. 1 písm. f), k), l), q), s), u) nebo z), § 17 odst. 3, </w:t>
      </w:r>
      <w:r w:rsidRPr="008F08CE">
        <w:rPr>
          <w:rFonts w:ascii="Times New Roman" w:hAnsi="Times New Roman"/>
          <w:sz w:val="24"/>
          <w:szCs w:val="24"/>
        </w:rPr>
        <w:t>“ vkládají slova „</w:t>
      </w:r>
      <w:r w:rsidRPr="008F08CE">
        <w:rPr>
          <w:rFonts w:ascii="Times New Roman" w:eastAsia="Times New Roman" w:hAnsi="Times New Roman"/>
          <w:sz w:val="24"/>
          <w:szCs w:val="24"/>
          <w:lang w:eastAsia="cs-CZ"/>
        </w:rPr>
        <w:t xml:space="preserve">§ 17 odst. 7 pokud jde o </w:t>
      </w:r>
      <w:r w:rsidRPr="008F08CE">
        <w:rPr>
          <w:rFonts w:ascii="Times New Roman" w:eastAsia="Times New Roman" w:hAnsi="Times New Roman"/>
          <w:bCs/>
          <w:sz w:val="24"/>
          <w:szCs w:val="24"/>
          <w:lang w:eastAsia="cs-CZ"/>
        </w:rPr>
        <w:t>maloobchodní</w:t>
      </w:r>
      <w:r w:rsidRPr="008F08CE">
        <w:rPr>
          <w:rFonts w:ascii="Times New Roman" w:eastAsia="Times New Roman" w:hAnsi="Times New Roman"/>
          <w:b/>
          <w:sz w:val="24"/>
          <w:szCs w:val="24"/>
          <w:lang w:eastAsia="cs-CZ"/>
        </w:rPr>
        <w:t xml:space="preserve"> </w:t>
      </w:r>
      <w:r w:rsidRPr="008F08CE">
        <w:rPr>
          <w:rFonts w:ascii="Times New Roman" w:eastAsia="Times New Roman" w:hAnsi="Times New Roman"/>
          <w:sz w:val="24"/>
          <w:szCs w:val="24"/>
          <w:lang w:eastAsia="cs-CZ"/>
        </w:rPr>
        <w:t>provozovnu s prodejní plochou od 400 m</w:t>
      </w:r>
      <w:r w:rsidRPr="008F08CE">
        <w:rPr>
          <w:rFonts w:ascii="Times New Roman" w:eastAsia="Times New Roman" w:hAnsi="Times New Roman"/>
          <w:sz w:val="24"/>
          <w:szCs w:val="24"/>
          <w:vertAlign w:val="superscript"/>
          <w:lang w:eastAsia="cs-CZ"/>
        </w:rPr>
        <w:t xml:space="preserve">2 </w:t>
      </w:r>
      <w:r w:rsidRPr="008F08CE">
        <w:rPr>
          <w:rFonts w:ascii="Times New Roman" w:eastAsia="Times New Roman" w:hAnsi="Times New Roman"/>
          <w:sz w:val="24"/>
          <w:szCs w:val="24"/>
          <w:lang w:eastAsia="cs-CZ"/>
        </w:rPr>
        <w:t>do 1 000 m</w:t>
      </w:r>
      <w:r w:rsidRPr="008F08CE">
        <w:rPr>
          <w:rFonts w:ascii="Times New Roman" w:eastAsia="Times New Roman" w:hAnsi="Times New Roman"/>
          <w:sz w:val="24"/>
          <w:szCs w:val="24"/>
          <w:vertAlign w:val="superscript"/>
          <w:lang w:eastAsia="cs-CZ"/>
        </w:rPr>
        <w:t>2</w:t>
      </w:r>
      <w:r w:rsidRPr="008F08CE">
        <w:rPr>
          <w:rFonts w:ascii="Times New Roman" w:eastAsia="Times New Roman" w:hAnsi="Times New Roman"/>
          <w:sz w:val="24"/>
          <w:szCs w:val="24"/>
          <w:lang w:eastAsia="cs-CZ"/>
        </w:rPr>
        <w:t>,</w:t>
      </w:r>
      <w:r w:rsidRPr="008F08CE">
        <w:rPr>
          <w:rFonts w:ascii="Times New Roman" w:hAnsi="Times New Roman"/>
          <w:sz w:val="24"/>
          <w:szCs w:val="24"/>
        </w:rPr>
        <w:t>“.</w:t>
      </w:r>
    </w:p>
    <w:p w:rsidR="00913EB4" w:rsidRPr="00277208" w:rsidRDefault="00913EB4" w:rsidP="00913EB4">
      <w:pPr>
        <w:pStyle w:val="Stednmka21"/>
        <w:rPr>
          <w:rFonts w:ascii="Times New Roman" w:hAnsi="Times New Roman"/>
          <w:sz w:val="24"/>
          <w:szCs w:val="24"/>
        </w:rPr>
      </w:pPr>
    </w:p>
    <w:p w:rsidR="00913EB4" w:rsidRPr="008F08CE" w:rsidRDefault="00913EB4" w:rsidP="00913EB4">
      <w:pPr>
        <w:pStyle w:val="Stednmka21"/>
        <w:jc w:val="both"/>
        <w:rPr>
          <w:rFonts w:ascii="Times New Roman" w:hAnsi="Times New Roman"/>
          <w:sz w:val="24"/>
          <w:szCs w:val="24"/>
        </w:rPr>
      </w:pPr>
      <w:r w:rsidRPr="008F08CE">
        <w:rPr>
          <w:rFonts w:ascii="Times New Roman" w:hAnsi="Times New Roman"/>
          <w:sz w:val="24"/>
          <w:szCs w:val="24"/>
        </w:rPr>
        <w:t xml:space="preserve">6. </w:t>
      </w:r>
      <w:r w:rsidR="006772C3">
        <w:rPr>
          <w:rFonts w:ascii="Times New Roman" w:hAnsi="Times New Roman"/>
          <w:sz w:val="24"/>
          <w:szCs w:val="24"/>
        </w:rPr>
        <w:t>V</w:t>
      </w:r>
      <w:r w:rsidRPr="008F08CE">
        <w:rPr>
          <w:rFonts w:ascii="Times New Roman" w:hAnsi="Times New Roman"/>
          <w:sz w:val="24"/>
          <w:szCs w:val="24"/>
        </w:rPr>
        <w:t xml:space="preserve"> části první, </w:t>
      </w:r>
      <w:r w:rsidR="006772C3">
        <w:rPr>
          <w:rFonts w:ascii="Times New Roman" w:hAnsi="Times New Roman"/>
          <w:sz w:val="24"/>
          <w:szCs w:val="24"/>
        </w:rPr>
        <w:t>č</w:t>
      </w:r>
      <w:r w:rsidRPr="008F08CE">
        <w:rPr>
          <w:rFonts w:ascii="Times New Roman" w:hAnsi="Times New Roman"/>
          <w:sz w:val="24"/>
          <w:szCs w:val="24"/>
        </w:rPr>
        <w:t xml:space="preserve">l. I se za bod 70 (a zároveň až za bod X.5) vkládá nový bod X.6, který zní:  </w:t>
      </w:r>
    </w:p>
    <w:p w:rsidR="00913EB4" w:rsidRPr="00277208" w:rsidRDefault="00913EB4" w:rsidP="00913EB4">
      <w:pPr>
        <w:pStyle w:val="Stednmka21"/>
        <w:jc w:val="both"/>
        <w:rPr>
          <w:rFonts w:ascii="Times New Roman" w:hAnsi="Times New Roman"/>
          <w:sz w:val="24"/>
          <w:szCs w:val="24"/>
        </w:rPr>
      </w:pPr>
      <w:r w:rsidRPr="008F08CE">
        <w:rPr>
          <w:rFonts w:ascii="Times New Roman" w:hAnsi="Times New Roman"/>
          <w:sz w:val="24"/>
          <w:szCs w:val="24"/>
        </w:rPr>
        <w:lastRenderedPageBreak/>
        <w:t xml:space="preserve">„X.6 V § 17f písm. c) </w:t>
      </w:r>
      <w:r w:rsidRPr="008F08CE">
        <w:rPr>
          <w:rFonts w:ascii="Times New Roman" w:hAnsi="Times New Roman"/>
          <w:color w:val="000000"/>
          <w:sz w:val="24"/>
          <w:szCs w:val="24"/>
          <w:shd w:val="clear" w:color="auto" w:fill="FFFFFF"/>
        </w:rPr>
        <w:t>10</w:t>
      </w:r>
      <w:r>
        <w:rPr>
          <w:rFonts w:ascii="Times New Roman" w:hAnsi="Times New Roman"/>
          <w:color w:val="000000"/>
          <w:sz w:val="24"/>
          <w:szCs w:val="24"/>
          <w:shd w:val="clear" w:color="auto" w:fill="FFFFFF"/>
        </w:rPr>
        <w:t> </w:t>
      </w:r>
      <w:r w:rsidRPr="008F08CE">
        <w:rPr>
          <w:rFonts w:ascii="Times New Roman" w:hAnsi="Times New Roman"/>
          <w:color w:val="000000"/>
          <w:sz w:val="24"/>
          <w:szCs w:val="24"/>
          <w:shd w:val="clear" w:color="auto" w:fill="FFFFFF"/>
        </w:rPr>
        <w:t>000</w:t>
      </w:r>
      <w:r>
        <w:rPr>
          <w:rFonts w:ascii="Times New Roman" w:hAnsi="Times New Roman"/>
          <w:color w:val="000000"/>
          <w:sz w:val="24"/>
          <w:szCs w:val="24"/>
          <w:shd w:val="clear" w:color="auto" w:fill="FFFFFF"/>
        </w:rPr>
        <w:t xml:space="preserve"> </w:t>
      </w:r>
      <w:r w:rsidRPr="008F08CE">
        <w:rPr>
          <w:rFonts w:ascii="Times New Roman" w:hAnsi="Times New Roman"/>
          <w:color w:val="000000"/>
          <w:sz w:val="24"/>
          <w:szCs w:val="24"/>
          <w:shd w:val="clear" w:color="auto" w:fill="FFFFFF"/>
        </w:rPr>
        <w:t>000 Kč, jde-li o přestupek podle § 17 odst. 1 písm. a), b), d), e), j), m), n), o), r), v) nebo w), § 17 odst. 2 písm. c), g), h), i) nebo j),</w:t>
      </w:r>
      <w:r>
        <w:rPr>
          <w:rFonts w:ascii="Times New Roman" w:hAnsi="Times New Roman"/>
          <w:color w:val="000000"/>
          <w:sz w:val="24"/>
          <w:szCs w:val="24"/>
          <w:shd w:val="clear" w:color="auto" w:fill="FFFFFF"/>
        </w:rPr>
        <w:t xml:space="preserve">“ </w:t>
      </w:r>
      <w:r w:rsidRPr="008F08CE">
        <w:rPr>
          <w:rFonts w:ascii="Times New Roman" w:hAnsi="Times New Roman"/>
          <w:color w:val="000000"/>
          <w:sz w:val="24"/>
          <w:szCs w:val="24"/>
          <w:shd w:val="clear" w:color="auto" w:fill="FFFFFF"/>
        </w:rPr>
        <w:t> </w:t>
      </w:r>
      <w:r w:rsidRPr="00277208">
        <w:rPr>
          <w:rFonts w:ascii="Times New Roman" w:hAnsi="Times New Roman"/>
          <w:sz w:val="24"/>
          <w:szCs w:val="24"/>
        </w:rPr>
        <w:t>vkládají slova „</w:t>
      </w:r>
      <w:r w:rsidRPr="00277208">
        <w:rPr>
          <w:rFonts w:ascii="Times New Roman" w:eastAsia="Times New Roman" w:hAnsi="Times New Roman"/>
          <w:sz w:val="24"/>
          <w:szCs w:val="24"/>
          <w:lang w:eastAsia="cs-CZ"/>
        </w:rPr>
        <w:t>§</w:t>
      </w:r>
      <w:r>
        <w:rPr>
          <w:rFonts w:ascii="Times New Roman" w:eastAsia="Times New Roman" w:hAnsi="Times New Roman"/>
          <w:sz w:val="24"/>
          <w:szCs w:val="24"/>
          <w:lang w:eastAsia="cs-CZ"/>
        </w:rPr>
        <w:t xml:space="preserve"> </w:t>
      </w:r>
      <w:r w:rsidRPr="00277208">
        <w:rPr>
          <w:rFonts w:ascii="Times New Roman" w:eastAsia="Times New Roman" w:hAnsi="Times New Roman"/>
          <w:sz w:val="24"/>
          <w:szCs w:val="24"/>
          <w:lang w:eastAsia="cs-CZ"/>
        </w:rPr>
        <w:t xml:space="preserve">17 odst. 7 pokud jde o </w:t>
      </w:r>
      <w:r w:rsidRPr="00277208">
        <w:rPr>
          <w:rFonts w:ascii="Times New Roman" w:eastAsia="Times New Roman" w:hAnsi="Times New Roman"/>
          <w:bCs/>
          <w:sz w:val="24"/>
          <w:szCs w:val="24"/>
          <w:lang w:eastAsia="cs-CZ"/>
        </w:rPr>
        <w:t>maloobchodní</w:t>
      </w:r>
      <w:r w:rsidRPr="00277208">
        <w:rPr>
          <w:rFonts w:ascii="Times New Roman" w:eastAsia="Times New Roman" w:hAnsi="Times New Roman"/>
          <w:b/>
          <w:sz w:val="24"/>
          <w:szCs w:val="24"/>
          <w:lang w:eastAsia="cs-CZ"/>
        </w:rPr>
        <w:t xml:space="preserve"> </w:t>
      </w:r>
      <w:r w:rsidRPr="00277208">
        <w:rPr>
          <w:rFonts w:ascii="Times New Roman" w:eastAsia="Times New Roman" w:hAnsi="Times New Roman"/>
          <w:sz w:val="24"/>
          <w:szCs w:val="24"/>
          <w:lang w:eastAsia="cs-CZ"/>
        </w:rPr>
        <w:t>provozovnu s prodejní plochou nad 1</w:t>
      </w:r>
      <w:r>
        <w:rPr>
          <w:rFonts w:ascii="Times New Roman" w:eastAsia="Times New Roman" w:hAnsi="Times New Roman"/>
          <w:sz w:val="24"/>
          <w:szCs w:val="24"/>
          <w:lang w:eastAsia="cs-CZ"/>
        </w:rPr>
        <w:t xml:space="preserve"> </w:t>
      </w:r>
      <w:r w:rsidRPr="00277208">
        <w:rPr>
          <w:rFonts w:ascii="Times New Roman" w:eastAsia="Times New Roman" w:hAnsi="Times New Roman"/>
          <w:sz w:val="24"/>
          <w:szCs w:val="24"/>
          <w:lang w:eastAsia="cs-CZ"/>
        </w:rPr>
        <w:t>000 m</w:t>
      </w:r>
      <w:r w:rsidRPr="00277208">
        <w:rPr>
          <w:rFonts w:ascii="Times New Roman" w:eastAsia="Times New Roman" w:hAnsi="Times New Roman"/>
          <w:sz w:val="24"/>
          <w:szCs w:val="24"/>
          <w:vertAlign w:val="superscript"/>
          <w:lang w:eastAsia="cs-CZ"/>
        </w:rPr>
        <w:t>2</w:t>
      </w:r>
      <w:r w:rsidRPr="00277208">
        <w:rPr>
          <w:rFonts w:ascii="Times New Roman" w:eastAsia="Times New Roman" w:hAnsi="Times New Roman"/>
          <w:sz w:val="24"/>
          <w:szCs w:val="24"/>
          <w:lang w:eastAsia="cs-CZ"/>
        </w:rPr>
        <w:t>.</w:t>
      </w:r>
      <w:r w:rsidRPr="00277208">
        <w:rPr>
          <w:rFonts w:ascii="Times New Roman" w:hAnsi="Times New Roman"/>
          <w:sz w:val="24"/>
          <w:szCs w:val="24"/>
        </w:rPr>
        <w:t>“.</w:t>
      </w:r>
    </w:p>
    <w:p w:rsidR="00913EB4" w:rsidRPr="00277208" w:rsidRDefault="00913EB4" w:rsidP="00913EB4">
      <w:pPr>
        <w:pStyle w:val="Stednmka21"/>
        <w:rPr>
          <w:rFonts w:ascii="Times New Roman" w:hAnsi="Times New Roman"/>
          <w:sz w:val="24"/>
          <w:szCs w:val="24"/>
        </w:rPr>
      </w:pPr>
    </w:p>
    <w:p w:rsidR="00913EB4" w:rsidRPr="00277208" w:rsidRDefault="00913EB4" w:rsidP="00913EB4">
      <w:pPr>
        <w:pStyle w:val="Stednmka21"/>
        <w:rPr>
          <w:rFonts w:ascii="Times New Roman" w:hAnsi="Times New Roman"/>
          <w:sz w:val="24"/>
          <w:szCs w:val="24"/>
        </w:rPr>
      </w:pPr>
      <w:r>
        <w:rPr>
          <w:rFonts w:ascii="Times New Roman" w:hAnsi="Times New Roman"/>
          <w:sz w:val="24"/>
          <w:szCs w:val="24"/>
        </w:rPr>
        <w:t>7</w:t>
      </w:r>
      <w:r w:rsidRPr="00277208">
        <w:rPr>
          <w:rFonts w:ascii="Times New Roman" w:hAnsi="Times New Roman"/>
          <w:sz w:val="24"/>
          <w:szCs w:val="24"/>
        </w:rPr>
        <w:t xml:space="preserve">. </w:t>
      </w:r>
      <w:r w:rsidR="006772C3">
        <w:rPr>
          <w:rFonts w:ascii="Times New Roman" w:hAnsi="Times New Roman"/>
          <w:sz w:val="24"/>
          <w:szCs w:val="24"/>
        </w:rPr>
        <w:t>V</w:t>
      </w:r>
      <w:r w:rsidRPr="00277208">
        <w:rPr>
          <w:rFonts w:ascii="Times New Roman" w:hAnsi="Times New Roman"/>
          <w:sz w:val="24"/>
          <w:szCs w:val="24"/>
        </w:rPr>
        <w:t xml:space="preserve"> části první,</w:t>
      </w:r>
      <w:r w:rsidR="006772C3">
        <w:rPr>
          <w:rFonts w:ascii="Times New Roman" w:hAnsi="Times New Roman"/>
          <w:sz w:val="24"/>
          <w:szCs w:val="24"/>
        </w:rPr>
        <w:t xml:space="preserve"> č</w:t>
      </w:r>
      <w:r w:rsidRPr="00277208">
        <w:rPr>
          <w:rFonts w:ascii="Times New Roman" w:hAnsi="Times New Roman"/>
          <w:sz w:val="24"/>
          <w:szCs w:val="24"/>
        </w:rPr>
        <w:t>l. I se za bod 71 vkládá nový bod X.</w:t>
      </w:r>
      <w:r>
        <w:rPr>
          <w:rFonts w:ascii="Times New Roman" w:hAnsi="Times New Roman"/>
          <w:sz w:val="24"/>
          <w:szCs w:val="24"/>
        </w:rPr>
        <w:t>7</w:t>
      </w:r>
      <w:r w:rsidRPr="00277208">
        <w:rPr>
          <w:rFonts w:ascii="Times New Roman" w:hAnsi="Times New Roman"/>
          <w:sz w:val="24"/>
          <w:szCs w:val="24"/>
        </w:rPr>
        <w:t xml:space="preserve">, který zní:  </w:t>
      </w:r>
    </w:p>
    <w:p w:rsidR="00913EB4" w:rsidRPr="00277208" w:rsidRDefault="00913EB4" w:rsidP="00913EB4">
      <w:pPr>
        <w:pStyle w:val="Stednmka21"/>
        <w:rPr>
          <w:rFonts w:ascii="Times New Roman" w:hAnsi="Times New Roman"/>
          <w:sz w:val="24"/>
          <w:szCs w:val="24"/>
        </w:rPr>
      </w:pPr>
      <w:r w:rsidRPr="00277208">
        <w:rPr>
          <w:rFonts w:ascii="Times New Roman" w:hAnsi="Times New Roman"/>
          <w:sz w:val="24"/>
          <w:szCs w:val="24"/>
        </w:rPr>
        <w:t>„X.</w:t>
      </w:r>
      <w:r>
        <w:rPr>
          <w:rFonts w:ascii="Times New Roman" w:hAnsi="Times New Roman"/>
          <w:sz w:val="24"/>
          <w:szCs w:val="24"/>
        </w:rPr>
        <w:t>7</w:t>
      </w:r>
      <w:r w:rsidRPr="00277208">
        <w:rPr>
          <w:rFonts w:ascii="Times New Roman" w:hAnsi="Times New Roman"/>
          <w:sz w:val="24"/>
          <w:szCs w:val="24"/>
        </w:rPr>
        <w:t xml:space="preserve"> V § 17i odst. 1 se za písm. e) vkládá nové písm. f), které zní:</w:t>
      </w:r>
    </w:p>
    <w:p w:rsidR="00913EB4" w:rsidRPr="00277208" w:rsidRDefault="00913EB4" w:rsidP="00913EB4">
      <w:pPr>
        <w:pStyle w:val="Stednmka21"/>
        <w:rPr>
          <w:rFonts w:ascii="Times New Roman" w:hAnsi="Times New Roman"/>
          <w:sz w:val="24"/>
          <w:szCs w:val="24"/>
        </w:rPr>
      </w:pPr>
      <w:r w:rsidRPr="00277208">
        <w:rPr>
          <w:rFonts w:ascii="Times New Roman" w:hAnsi="Times New Roman"/>
          <w:sz w:val="24"/>
          <w:szCs w:val="24"/>
        </w:rPr>
        <w:t>„</w:t>
      </w:r>
      <w:r w:rsidRPr="00277208">
        <w:rPr>
          <w:rFonts w:ascii="Times New Roman" w:eastAsia="Times New Roman" w:hAnsi="Times New Roman"/>
          <w:sz w:val="24"/>
          <w:szCs w:val="24"/>
          <w:lang w:eastAsia="cs-CZ"/>
        </w:rPr>
        <w:t>Úřad pro ochranu hospodářské soutěže, jde-li o přestupky podle § 17 odst. 6 a 7.“.“</w:t>
      </w:r>
    </w:p>
    <w:p w:rsidR="00913EB4" w:rsidRPr="00277208" w:rsidRDefault="00913EB4" w:rsidP="00913EB4">
      <w:pPr>
        <w:pStyle w:val="Stednmka21"/>
        <w:rPr>
          <w:rFonts w:ascii="Times New Roman" w:hAnsi="Times New Roman"/>
          <w:sz w:val="24"/>
          <w:szCs w:val="24"/>
        </w:rPr>
      </w:pPr>
    </w:p>
    <w:p w:rsidR="00913EB4" w:rsidRPr="00277208" w:rsidRDefault="00913EB4" w:rsidP="00913EB4">
      <w:pPr>
        <w:pStyle w:val="Stednmka21"/>
        <w:rPr>
          <w:rFonts w:ascii="Times New Roman" w:hAnsi="Times New Roman"/>
          <w:sz w:val="24"/>
          <w:szCs w:val="24"/>
        </w:rPr>
      </w:pPr>
      <w:r>
        <w:rPr>
          <w:rFonts w:ascii="Times New Roman" w:hAnsi="Times New Roman"/>
          <w:sz w:val="24"/>
          <w:szCs w:val="24"/>
        </w:rPr>
        <w:t>8</w:t>
      </w:r>
      <w:r w:rsidRPr="00277208">
        <w:rPr>
          <w:rFonts w:ascii="Times New Roman" w:hAnsi="Times New Roman"/>
          <w:sz w:val="24"/>
          <w:szCs w:val="24"/>
        </w:rPr>
        <w:t xml:space="preserve">. </w:t>
      </w:r>
      <w:r w:rsidR="006772C3">
        <w:rPr>
          <w:rFonts w:ascii="Times New Roman" w:hAnsi="Times New Roman"/>
          <w:sz w:val="24"/>
          <w:szCs w:val="24"/>
        </w:rPr>
        <w:t>V</w:t>
      </w:r>
      <w:r w:rsidRPr="00277208">
        <w:rPr>
          <w:rFonts w:ascii="Times New Roman" w:hAnsi="Times New Roman"/>
          <w:sz w:val="24"/>
          <w:szCs w:val="24"/>
        </w:rPr>
        <w:t xml:space="preserve"> části první, </w:t>
      </w:r>
      <w:r w:rsidR="006772C3">
        <w:rPr>
          <w:rFonts w:ascii="Times New Roman" w:hAnsi="Times New Roman"/>
          <w:sz w:val="24"/>
          <w:szCs w:val="24"/>
        </w:rPr>
        <w:t>č</w:t>
      </w:r>
      <w:r w:rsidRPr="00277208">
        <w:rPr>
          <w:rFonts w:ascii="Times New Roman" w:hAnsi="Times New Roman"/>
          <w:sz w:val="24"/>
          <w:szCs w:val="24"/>
        </w:rPr>
        <w:t>l. I se za bod 73 vkládá nový bod X.</w:t>
      </w:r>
      <w:r>
        <w:rPr>
          <w:rFonts w:ascii="Times New Roman" w:hAnsi="Times New Roman"/>
          <w:sz w:val="24"/>
          <w:szCs w:val="24"/>
        </w:rPr>
        <w:t>8</w:t>
      </w:r>
      <w:r w:rsidRPr="00277208">
        <w:rPr>
          <w:rFonts w:ascii="Times New Roman" w:hAnsi="Times New Roman"/>
          <w:sz w:val="24"/>
          <w:szCs w:val="24"/>
        </w:rPr>
        <w:t xml:space="preserve">, který zní:  </w:t>
      </w:r>
    </w:p>
    <w:p w:rsidR="00913EB4" w:rsidRPr="00277208" w:rsidRDefault="00913EB4" w:rsidP="00913EB4">
      <w:pPr>
        <w:pStyle w:val="Stednmka21"/>
        <w:rPr>
          <w:rFonts w:ascii="Times New Roman" w:hAnsi="Times New Roman"/>
          <w:sz w:val="24"/>
          <w:szCs w:val="24"/>
        </w:rPr>
      </w:pPr>
      <w:r w:rsidRPr="00277208">
        <w:rPr>
          <w:rFonts w:ascii="Times New Roman" w:hAnsi="Times New Roman"/>
          <w:sz w:val="24"/>
          <w:szCs w:val="24"/>
        </w:rPr>
        <w:t>„X.</w:t>
      </w:r>
      <w:r>
        <w:rPr>
          <w:rFonts w:ascii="Times New Roman" w:hAnsi="Times New Roman"/>
          <w:sz w:val="24"/>
          <w:szCs w:val="24"/>
        </w:rPr>
        <w:t>8</w:t>
      </w:r>
      <w:r w:rsidRPr="00277208">
        <w:rPr>
          <w:rFonts w:ascii="Times New Roman" w:hAnsi="Times New Roman"/>
          <w:sz w:val="24"/>
          <w:szCs w:val="24"/>
        </w:rPr>
        <w:t xml:space="preserve"> V § 18 odst. 1 se za písm. </w:t>
      </w:r>
      <w:r>
        <w:rPr>
          <w:rFonts w:ascii="Times New Roman" w:hAnsi="Times New Roman"/>
          <w:sz w:val="24"/>
          <w:szCs w:val="24"/>
        </w:rPr>
        <w:t>u</w:t>
      </w:r>
      <w:r w:rsidRPr="00277208">
        <w:rPr>
          <w:rFonts w:ascii="Times New Roman" w:hAnsi="Times New Roman"/>
          <w:sz w:val="24"/>
          <w:szCs w:val="24"/>
        </w:rPr>
        <w:t xml:space="preserve">) vkládá nové písm. </w:t>
      </w:r>
      <w:r>
        <w:rPr>
          <w:rFonts w:ascii="Times New Roman" w:hAnsi="Times New Roman"/>
          <w:sz w:val="24"/>
          <w:szCs w:val="24"/>
        </w:rPr>
        <w:t>v</w:t>
      </w:r>
      <w:r w:rsidRPr="00277208">
        <w:rPr>
          <w:rFonts w:ascii="Times New Roman" w:hAnsi="Times New Roman"/>
          <w:sz w:val="24"/>
          <w:szCs w:val="24"/>
        </w:rPr>
        <w:t xml:space="preserve">) které zní: </w:t>
      </w:r>
    </w:p>
    <w:p w:rsidR="00913EB4" w:rsidRPr="00277208" w:rsidRDefault="00913EB4" w:rsidP="00913EB4">
      <w:pPr>
        <w:pStyle w:val="Stednmka21"/>
        <w:jc w:val="both"/>
        <w:rPr>
          <w:rFonts w:ascii="Times New Roman" w:hAnsi="Times New Roman"/>
          <w:sz w:val="24"/>
          <w:szCs w:val="24"/>
        </w:rPr>
      </w:pPr>
      <w:r w:rsidRPr="00277208">
        <w:rPr>
          <w:rFonts w:ascii="Times New Roman" w:hAnsi="Times New Roman"/>
          <w:sz w:val="24"/>
          <w:szCs w:val="24"/>
        </w:rPr>
        <w:t>„</w:t>
      </w:r>
      <w:r>
        <w:rPr>
          <w:rFonts w:ascii="Times New Roman" w:hAnsi="Times New Roman"/>
          <w:sz w:val="24"/>
          <w:szCs w:val="24"/>
        </w:rPr>
        <w:t>v</w:t>
      </w:r>
      <w:r w:rsidRPr="00277208">
        <w:rPr>
          <w:rFonts w:ascii="Times New Roman" w:hAnsi="Times New Roman"/>
          <w:sz w:val="24"/>
          <w:szCs w:val="24"/>
        </w:rPr>
        <w:t xml:space="preserve">) bližší podrobnosti a podmínky prodeje potravin ve specializovaných maloobchodních provozovnách zaměřených na prodej potravin původem ze zemí, oblastí nebo regionů mimo území České republiky a prodeje potravin ve specializovaných maloobchodních provozovnách zaměřených na prodej konkrétních druhů, typů nebo kategorií potravin ve smyslu ust. § 9b odst. </w:t>
      </w:r>
      <w:r>
        <w:rPr>
          <w:rFonts w:ascii="Times New Roman" w:hAnsi="Times New Roman"/>
          <w:sz w:val="24"/>
          <w:szCs w:val="24"/>
        </w:rPr>
        <w:t>4</w:t>
      </w:r>
      <w:r w:rsidRPr="00277208">
        <w:rPr>
          <w:rFonts w:ascii="Times New Roman" w:hAnsi="Times New Roman"/>
          <w:sz w:val="24"/>
          <w:szCs w:val="24"/>
        </w:rPr>
        <w:t xml:space="preserve"> písm. b) a c), na které se nevztahuje povinnost dle § 9b odst. </w:t>
      </w:r>
      <w:r>
        <w:rPr>
          <w:rFonts w:ascii="Times New Roman" w:hAnsi="Times New Roman"/>
          <w:sz w:val="24"/>
          <w:szCs w:val="24"/>
        </w:rPr>
        <w:t>3</w:t>
      </w:r>
      <w:r w:rsidRPr="00277208">
        <w:rPr>
          <w:rFonts w:ascii="Times New Roman" w:hAnsi="Times New Roman"/>
          <w:sz w:val="24"/>
          <w:szCs w:val="24"/>
        </w:rPr>
        <w:t>.“.“.</w:t>
      </w:r>
    </w:p>
    <w:p w:rsidR="00913EB4" w:rsidRPr="00277208" w:rsidRDefault="00913EB4" w:rsidP="00913EB4">
      <w:pPr>
        <w:pStyle w:val="Stednmka21"/>
        <w:rPr>
          <w:rFonts w:ascii="Times New Roman" w:hAnsi="Times New Roman"/>
          <w:sz w:val="24"/>
          <w:szCs w:val="24"/>
        </w:rPr>
      </w:pPr>
    </w:p>
    <w:p w:rsidR="00913EB4" w:rsidRPr="00277208" w:rsidRDefault="00913EB4" w:rsidP="006772C3">
      <w:pPr>
        <w:pStyle w:val="Stednmka21"/>
        <w:jc w:val="both"/>
        <w:rPr>
          <w:rFonts w:ascii="Times New Roman" w:hAnsi="Times New Roman"/>
          <w:sz w:val="24"/>
          <w:szCs w:val="24"/>
        </w:rPr>
      </w:pPr>
      <w:r>
        <w:rPr>
          <w:rFonts w:ascii="Times New Roman" w:hAnsi="Times New Roman"/>
          <w:sz w:val="24"/>
          <w:szCs w:val="24"/>
        </w:rPr>
        <w:t>9</w:t>
      </w:r>
      <w:r w:rsidRPr="00277208">
        <w:rPr>
          <w:rFonts w:ascii="Times New Roman" w:hAnsi="Times New Roman"/>
          <w:sz w:val="24"/>
          <w:szCs w:val="24"/>
        </w:rPr>
        <w:t xml:space="preserve">. </w:t>
      </w:r>
      <w:r w:rsidR="006772C3">
        <w:rPr>
          <w:rFonts w:ascii="Times New Roman" w:hAnsi="Times New Roman"/>
          <w:sz w:val="24"/>
          <w:szCs w:val="24"/>
        </w:rPr>
        <w:t>V</w:t>
      </w:r>
      <w:r w:rsidRPr="00277208">
        <w:rPr>
          <w:rFonts w:ascii="Times New Roman" w:hAnsi="Times New Roman"/>
          <w:sz w:val="24"/>
          <w:szCs w:val="24"/>
        </w:rPr>
        <w:t xml:space="preserve"> části první, </w:t>
      </w:r>
      <w:r w:rsidR="006772C3">
        <w:rPr>
          <w:rFonts w:ascii="Times New Roman" w:hAnsi="Times New Roman"/>
          <w:sz w:val="24"/>
          <w:szCs w:val="24"/>
        </w:rPr>
        <w:t>č</w:t>
      </w:r>
      <w:r w:rsidRPr="00277208">
        <w:rPr>
          <w:rFonts w:ascii="Times New Roman" w:hAnsi="Times New Roman"/>
          <w:sz w:val="24"/>
          <w:szCs w:val="24"/>
        </w:rPr>
        <w:t>l. I se za bod 73 (a zároveň až za bod X.</w:t>
      </w:r>
      <w:r>
        <w:rPr>
          <w:rFonts w:ascii="Times New Roman" w:hAnsi="Times New Roman"/>
          <w:sz w:val="24"/>
          <w:szCs w:val="24"/>
        </w:rPr>
        <w:t>8</w:t>
      </w:r>
      <w:r w:rsidRPr="00277208">
        <w:rPr>
          <w:rFonts w:ascii="Times New Roman" w:hAnsi="Times New Roman"/>
          <w:sz w:val="24"/>
          <w:szCs w:val="24"/>
        </w:rPr>
        <w:t>) vkládá nový bod X.</w:t>
      </w:r>
      <w:r>
        <w:rPr>
          <w:rFonts w:ascii="Times New Roman" w:hAnsi="Times New Roman"/>
          <w:sz w:val="24"/>
          <w:szCs w:val="24"/>
        </w:rPr>
        <w:t>9</w:t>
      </w:r>
      <w:r w:rsidRPr="00277208">
        <w:rPr>
          <w:rFonts w:ascii="Times New Roman" w:hAnsi="Times New Roman"/>
          <w:sz w:val="24"/>
          <w:szCs w:val="24"/>
        </w:rPr>
        <w:t xml:space="preserve">, který zní:  </w:t>
      </w:r>
    </w:p>
    <w:p w:rsidR="00913EB4" w:rsidRPr="00277208" w:rsidRDefault="00913EB4" w:rsidP="00913EB4">
      <w:pPr>
        <w:pStyle w:val="Stednmka21"/>
        <w:rPr>
          <w:rFonts w:ascii="Times New Roman" w:hAnsi="Times New Roman"/>
          <w:sz w:val="24"/>
          <w:szCs w:val="24"/>
        </w:rPr>
      </w:pPr>
    </w:p>
    <w:p w:rsidR="00913EB4" w:rsidRPr="00277208" w:rsidRDefault="00913EB4" w:rsidP="00913EB4">
      <w:pPr>
        <w:pStyle w:val="Stednmka21"/>
        <w:rPr>
          <w:rFonts w:ascii="Times New Roman" w:hAnsi="Times New Roman"/>
          <w:sz w:val="24"/>
          <w:szCs w:val="24"/>
        </w:rPr>
      </w:pPr>
      <w:r w:rsidRPr="00277208">
        <w:rPr>
          <w:rFonts w:ascii="Times New Roman" w:hAnsi="Times New Roman"/>
          <w:sz w:val="24"/>
          <w:szCs w:val="24"/>
        </w:rPr>
        <w:t xml:space="preserve"> „X.</w:t>
      </w:r>
      <w:r>
        <w:rPr>
          <w:rFonts w:ascii="Times New Roman" w:hAnsi="Times New Roman"/>
          <w:sz w:val="24"/>
          <w:szCs w:val="24"/>
        </w:rPr>
        <w:t>9</w:t>
      </w:r>
      <w:r w:rsidRPr="00277208">
        <w:rPr>
          <w:rFonts w:ascii="Times New Roman" w:hAnsi="Times New Roman"/>
          <w:sz w:val="24"/>
          <w:szCs w:val="24"/>
        </w:rPr>
        <w:t xml:space="preserve"> Doplňuje se Příloha č. 1 k zákonu, která zní:</w:t>
      </w:r>
    </w:p>
    <w:p w:rsidR="00913EB4" w:rsidRPr="00277208" w:rsidRDefault="00913EB4" w:rsidP="00913EB4">
      <w:pPr>
        <w:pStyle w:val="Stednmka21"/>
        <w:jc w:val="center"/>
        <w:rPr>
          <w:rFonts w:ascii="Times New Roman" w:hAnsi="Times New Roman"/>
          <w:b/>
          <w:bCs/>
          <w:sz w:val="24"/>
          <w:szCs w:val="24"/>
        </w:rPr>
      </w:pPr>
      <w:r w:rsidRPr="00277208">
        <w:rPr>
          <w:rFonts w:ascii="Times New Roman" w:hAnsi="Times New Roman"/>
          <w:b/>
          <w:bCs/>
          <w:sz w:val="24"/>
          <w:szCs w:val="24"/>
        </w:rPr>
        <w:t>„Příloha č.1</w:t>
      </w:r>
    </w:p>
    <w:p w:rsidR="00913EB4" w:rsidRPr="00277208" w:rsidRDefault="00913EB4" w:rsidP="00913EB4">
      <w:pPr>
        <w:pStyle w:val="Stednmka21"/>
        <w:jc w:val="center"/>
        <w:rPr>
          <w:rFonts w:ascii="Times New Roman" w:hAnsi="Times New Roman"/>
          <w:b/>
          <w:bCs/>
          <w:sz w:val="24"/>
          <w:szCs w:val="24"/>
        </w:rPr>
      </w:pPr>
      <w:r w:rsidRPr="00277208">
        <w:rPr>
          <w:rFonts w:ascii="Times New Roman" w:hAnsi="Times New Roman"/>
          <w:b/>
          <w:bCs/>
          <w:sz w:val="24"/>
          <w:szCs w:val="24"/>
        </w:rPr>
        <w:t>Seznam potravin</w:t>
      </w:r>
      <w:r>
        <w:rPr>
          <w:rFonts w:ascii="Times New Roman" w:hAnsi="Times New Roman"/>
          <w:b/>
          <w:bCs/>
          <w:sz w:val="24"/>
          <w:szCs w:val="24"/>
        </w:rPr>
        <w:t xml:space="preserve"> </w:t>
      </w:r>
      <w:r w:rsidRPr="0045043D">
        <w:rPr>
          <w:rFonts w:ascii="Times New Roman" w:eastAsia="Times New Roman" w:hAnsi="Times New Roman"/>
          <w:b/>
          <w:bCs/>
          <w:iCs/>
          <w:color w:val="000000"/>
          <w:sz w:val="24"/>
          <w:szCs w:val="24"/>
          <w:lang w:eastAsia="sk-SK"/>
        </w:rPr>
        <w:t>z krátkého dodavatelského řetězce</w:t>
      </w:r>
      <w:r w:rsidRPr="00277208">
        <w:rPr>
          <w:rFonts w:ascii="Times New Roman" w:hAnsi="Times New Roman"/>
          <w:b/>
          <w:bCs/>
          <w:sz w:val="24"/>
          <w:szCs w:val="24"/>
        </w:rPr>
        <w:t xml:space="preserve">, na něž se vztahuje povinnost dle § 9b odst. </w:t>
      </w:r>
      <w:r>
        <w:rPr>
          <w:rFonts w:ascii="Times New Roman" w:hAnsi="Times New Roman"/>
          <w:b/>
          <w:bCs/>
          <w:sz w:val="24"/>
          <w:szCs w:val="24"/>
        </w:rPr>
        <w:t>3</w:t>
      </w:r>
      <w:r w:rsidRPr="00277208">
        <w:rPr>
          <w:rFonts w:ascii="Times New Roman" w:hAnsi="Times New Roman"/>
          <w:b/>
          <w:bCs/>
          <w:sz w:val="24"/>
          <w:szCs w:val="24"/>
        </w:rPr>
        <w:t xml:space="preserve"> zákona</w:t>
      </w:r>
    </w:p>
    <w:p w:rsidR="00913EB4" w:rsidRPr="00277208" w:rsidRDefault="00913EB4" w:rsidP="00913EB4">
      <w:pPr>
        <w:pStyle w:val="Stednmka21"/>
        <w:spacing w:line="360" w:lineRule="auto"/>
        <w:rPr>
          <w:rFonts w:ascii="Times New Roman" w:hAnsi="Times New Roman"/>
          <w:sz w:val="24"/>
          <w:szCs w:val="24"/>
        </w:rPr>
      </w:pPr>
    </w:p>
    <w:p w:rsidR="00913EB4" w:rsidRPr="00277208" w:rsidRDefault="00913EB4" w:rsidP="00913EB4">
      <w:pPr>
        <w:pStyle w:val="Stednmka21"/>
        <w:spacing w:line="360" w:lineRule="auto"/>
        <w:rPr>
          <w:rFonts w:ascii="Times New Roman" w:hAnsi="Times New Roman"/>
          <w:b/>
          <w:bCs/>
          <w:sz w:val="24"/>
          <w:szCs w:val="24"/>
        </w:rPr>
      </w:pPr>
      <w:r w:rsidRPr="00277208">
        <w:rPr>
          <w:rFonts w:ascii="Times New Roman" w:hAnsi="Times New Roman"/>
          <w:b/>
          <w:bCs/>
          <w:sz w:val="24"/>
          <w:szCs w:val="24"/>
        </w:rPr>
        <w:t>Kód CZ-CPA 2015 // Název položky</w:t>
      </w:r>
    </w:p>
    <w:p w:rsidR="00913EB4" w:rsidRPr="00277208" w:rsidRDefault="00913EB4" w:rsidP="00913EB4">
      <w:pPr>
        <w:pStyle w:val="Stednmka21"/>
        <w:spacing w:line="360" w:lineRule="auto"/>
        <w:rPr>
          <w:rFonts w:ascii="Times New Roman" w:hAnsi="Times New Roman"/>
          <w:sz w:val="24"/>
          <w:szCs w:val="24"/>
        </w:rPr>
      </w:pPr>
    </w:p>
    <w:tbl>
      <w:tblPr>
        <w:tblW w:w="8540" w:type="dxa"/>
        <w:tblCellMar>
          <w:left w:w="70" w:type="dxa"/>
          <w:right w:w="70" w:type="dxa"/>
        </w:tblCellMar>
        <w:tblLook w:val="04A0" w:firstRow="1" w:lastRow="0" w:firstColumn="1" w:lastColumn="0" w:noHBand="0" w:noVBand="1"/>
      </w:tblPr>
      <w:tblGrid>
        <w:gridCol w:w="1180"/>
        <w:gridCol w:w="7360"/>
      </w:tblGrid>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bookmarkStart w:id="2" w:name="_Hlk37935295"/>
            <w:r w:rsidRPr="00277208">
              <w:rPr>
                <w:rFonts w:ascii="Times New Roman" w:hAnsi="Times New Roman"/>
                <w:bCs/>
                <w:sz w:val="24"/>
                <w:szCs w:val="24"/>
              </w:rPr>
              <w:t>A</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PRODUKTY A SLUŽBY ZEMĚDĚLSTVÍ, LESNICTVÍ A RYBÁŘSTVÍ</w:t>
            </w:r>
          </w:p>
        </w:tc>
      </w:tr>
      <w:bookmarkEnd w:id="2"/>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Produkty zemědělství a myslivosti a související služby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01.11.61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Fazole, zelené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01.11.62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Hrách, zelený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01.11.69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zelené luštěniny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01.11.71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Fazole, sušené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01.11.72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Boby obecné, sušené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B17F34">
              <w:rPr>
                <w:rFonts w:ascii="Times New Roman" w:hAnsi="Times New Roman"/>
                <w:bCs/>
                <w:sz w:val="24"/>
                <w:szCs w:val="24"/>
              </w:rPr>
              <w:t>01.11.74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B17F34">
              <w:rPr>
                <w:rFonts w:ascii="Times New Roman" w:hAnsi="Times New Roman"/>
                <w:sz w:val="24"/>
                <w:szCs w:val="24"/>
              </w:rPr>
              <w:t>Čočka, sušená</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bCs/>
                <w:strike/>
                <w:sz w:val="24"/>
                <w:szCs w:val="24"/>
              </w:rPr>
            </w:pPr>
            <w:r w:rsidRPr="00277208">
              <w:rPr>
                <w:rFonts w:ascii="Times New Roman" w:hAnsi="Times New Roman"/>
                <w:bCs/>
                <w:sz w:val="24"/>
                <w:szCs w:val="24"/>
              </w:rPr>
              <w:t>01.11.75</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Hrách, sušený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01.11.81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Sójové boby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01.11.91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Lněná semena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01.11.92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Hořčičná semena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01.11.95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Slunečnicová semena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bCs/>
                <w:strike/>
                <w:sz w:val="24"/>
                <w:szCs w:val="24"/>
              </w:rPr>
            </w:pPr>
            <w:r w:rsidRPr="00277208">
              <w:rPr>
                <w:rFonts w:ascii="Times New Roman" w:hAnsi="Times New Roman"/>
                <w:bCs/>
                <w:sz w:val="24"/>
                <w:szCs w:val="24"/>
              </w:rPr>
              <w:t>01.11.99</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Ostatní olejnatá semena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Chřest</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lastRenderedPageBreak/>
              <w:t>01.13.12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Zelí</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Květák a brokolice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Salát hlávkový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Čekanka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01.13.16</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Špenát</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01.13.19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listová nebo řapíkatá a stonková zelenina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01.13.31</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Čili papričky a paprika zeleninová (pouze paprika rodu Capsicum)</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01.13.32</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Okurky salátové a okurky nakládačky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01.13.33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Lilek</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01.13.34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Rajčata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01.13.39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plodová zelenina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01.13.41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Mrkev, vodnice a tuřín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01.13.42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Česnek</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01.13.43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Cibule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01.13.44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Pór a jiná cibulová zelenina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01.13.49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kořenová a hlízová zelenina (bez vysokého obsahu škrobu nebo inulinu)</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01.13.51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Brambory</w:t>
            </w:r>
          </w:p>
        </w:tc>
      </w:tr>
      <w:tr w:rsidR="00913EB4" w:rsidRPr="008E552A" w:rsidTr="00913EB4">
        <w:trPr>
          <w:trHeight w:val="255"/>
        </w:trPr>
        <w:tc>
          <w:tcPr>
            <w:tcW w:w="1180" w:type="dxa"/>
            <w:tcBorders>
              <w:top w:val="nil"/>
              <w:left w:val="nil"/>
              <w:bottom w:val="nil"/>
              <w:right w:val="nil"/>
            </w:tcBorders>
            <w:shd w:val="clear" w:color="auto" w:fill="auto"/>
            <w:hideMark/>
          </w:tcPr>
          <w:p w:rsidR="00913EB4" w:rsidRPr="008E552A" w:rsidRDefault="00913EB4" w:rsidP="00913EB4">
            <w:pPr>
              <w:pStyle w:val="Stednmka21"/>
              <w:spacing w:line="360" w:lineRule="auto"/>
              <w:rPr>
                <w:rFonts w:ascii="Times New Roman" w:hAnsi="Times New Roman"/>
                <w:bCs/>
                <w:sz w:val="24"/>
                <w:szCs w:val="24"/>
              </w:rPr>
            </w:pPr>
            <w:r w:rsidRPr="008E552A">
              <w:rPr>
                <w:rFonts w:ascii="Times New Roman" w:hAnsi="Times New Roman"/>
                <w:bCs/>
                <w:sz w:val="24"/>
                <w:szCs w:val="24"/>
              </w:rPr>
              <w:t>01.13.80</w:t>
            </w:r>
          </w:p>
        </w:tc>
        <w:tc>
          <w:tcPr>
            <w:tcW w:w="7360" w:type="dxa"/>
            <w:tcBorders>
              <w:top w:val="nil"/>
              <w:left w:val="nil"/>
              <w:bottom w:val="nil"/>
              <w:right w:val="nil"/>
            </w:tcBorders>
            <w:shd w:val="clear" w:color="auto" w:fill="auto"/>
            <w:hideMark/>
          </w:tcPr>
          <w:p w:rsidR="00913EB4" w:rsidRPr="008E552A" w:rsidRDefault="00913EB4" w:rsidP="00913EB4">
            <w:pPr>
              <w:pStyle w:val="Stednmka21"/>
              <w:spacing w:line="360" w:lineRule="auto"/>
              <w:rPr>
                <w:rFonts w:ascii="Times New Roman" w:hAnsi="Times New Roman"/>
                <w:bCs/>
                <w:sz w:val="24"/>
                <w:szCs w:val="24"/>
              </w:rPr>
            </w:pPr>
            <w:r w:rsidRPr="008E552A">
              <w:rPr>
                <w:rFonts w:ascii="Times New Roman" w:hAnsi="Times New Roman"/>
                <w:bCs/>
                <w:sz w:val="24"/>
                <w:szCs w:val="24"/>
              </w:rPr>
              <w:t xml:space="preserve">Houby </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01.13.90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Zelenina, čerstvá, j. n.</w:t>
            </w:r>
          </w:p>
        </w:tc>
      </w:tr>
      <w:tr w:rsidR="00913EB4" w:rsidRPr="002510F9" w:rsidTr="00913EB4">
        <w:trPr>
          <w:trHeight w:val="255"/>
        </w:trPr>
        <w:tc>
          <w:tcPr>
            <w:tcW w:w="1180" w:type="dxa"/>
            <w:tcBorders>
              <w:top w:val="nil"/>
              <w:left w:val="nil"/>
              <w:bottom w:val="nil"/>
              <w:right w:val="nil"/>
            </w:tcBorders>
            <w:shd w:val="clear" w:color="auto" w:fill="auto"/>
            <w:hideMark/>
          </w:tcPr>
          <w:p w:rsidR="00913EB4" w:rsidRPr="002510F9" w:rsidRDefault="00913EB4" w:rsidP="00913EB4">
            <w:pPr>
              <w:pStyle w:val="Stednmka21"/>
              <w:spacing w:line="360" w:lineRule="auto"/>
              <w:rPr>
                <w:rFonts w:ascii="Times New Roman" w:hAnsi="Times New Roman"/>
                <w:b/>
                <w:sz w:val="24"/>
                <w:szCs w:val="24"/>
              </w:rPr>
            </w:pPr>
            <w:r w:rsidRPr="00277208">
              <w:rPr>
                <w:rFonts w:ascii="Times New Roman" w:hAnsi="Times New Roman"/>
                <w:bCs/>
                <w:sz w:val="24"/>
                <w:szCs w:val="24"/>
              </w:rPr>
              <w:t>01.21.11</w:t>
            </w:r>
          </w:p>
        </w:tc>
        <w:tc>
          <w:tcPr>
            <w:tcW w:w="7360" w:type="dxa"/>
            <w:tcBorders>
              <w:top w:val="nil"/>
              <w:left w:val="nil"/>
              <w:bottom w:val="nil"/>
              <w:right w:val="nil"/>
            </w:tcBorders>
            <w:shd w:val="clear" w:color="auto" w:fill="auto"/>
            <w:hideMark/>
          </w:tcPr>
          <w:p w:rsidR="00913EB4" w:rsidRPr="002510F9" w:rsidRDefault="00913EB4" w:rsidP="00913EB4">
            <w:pPr>
              <w:pStyle w:val="Stednmka21"/>
              <w:spacing w:line="360" w:lineRule="auto"/>
              <w:rPr>
                <w:rFonts w:ascii="Times New Roman" w:hAnsi="Times New Roman"/>
                <w:b/>
                <w:sz w:val="24"/>
                <w:szCs w:val="24"/>
              </w:rPr>
            </w:pPr>
            <w:r w:rsidRPr="00277208">
              <w:rPr>
                <w:rFonts w:ascii="Times New Roman" w:hAnsi="Times New Roman"/>
                <w:sz w:val="24"/>
                <w:szCs w:val="24"/>
              </w:rPr>
              <w:t>Stolní hrozny, čerstvé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01.21.12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vinné hrozny, čerstvé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01.24.10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Jablka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Hrušky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Meruňky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Třešně</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01.24.25</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Broskve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01.24.27</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Švestky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01.24.29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jádrové a peckové ovoce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01.25.12</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Maliny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01.25.13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Jahody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01.25.19</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Ostatní bobulové ovoce a plody rodu Vaccinium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01.25.33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Lískové oříšky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lastRenderedPageBreak/>
              <w:t>01.25.35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Vlašské ořechy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01.28.12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Čili papričky a paprika zeleninová, suché (pouze paprika rodu Capsicum), surové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01.47.21</w:t>
            </w:r>
          </w:p>
        </w:tc>
        <w:tc>
          <w:tcPr>
            <w:tcW w:w="7360" w:type="dxa"/>
            <w:tcBorders>
              <w:top w:val="nil"/>
              <w:left w:val="nil"/>
              <w:bottom w:val="nil"/>
              <w:right w:val="nil"/>
            </w:tcBorders>
            <w:shd w:val="clear" w:color="auto" w:fill="auto"/>
            <w:hideMark/>
          </w:tcPr>
          <w:p w:rsidR="00913EB4" w:rsidRPr="00730D07" w:rsidRDefault="00913EB4" w:rsidP="00913EB4">
            <w:pPr>
              <w:pStyle w:val="Stednmka21"/>
              <w:spacing w:line="360" w:lineRule="auto"/>
              <w:rPr>
                <w:rFonts w:ascii="Times New Roman" w:hAnsi="Times New Roman"/>
                <w:strike/>
                <w:sz w:val="24"/>
                <w:szCs w:val="24"/>
              </w:rPr>
            </w:pPr>
            <w:r w:rsidRPr="00277208">
              <w:rPr>
                <w:rFonts w:ascii="Times New Roman" w:hAnsi="Times New Roman"/>
                <w:sz w:val="24"/>
                <w:szCs w:val="24"/>
              </w:rPr>
              <w:t>Slepičí vejce ve skořápkách, čerstvá</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01.47.22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Vejce jiné drůbeže ve skořápkách, čerstvá</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01.49.21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Přírodní med</w:t>
            </w:r>
          </w:p>
        </w:tc>
      </w:tr>
    </w:tbl>
    <w:p w:rsidR="00913EB4" w:rsidRPr="00277208" w:rsidRDefault="00913EB4" w:rsidP="00913EB4">
      <w:pPr>
        <w:pStyle w:val="Stednmka21"/>
        <w:spacing w:line="360" w:lineRule="auto"/>
        <w:rPr>
          <w:rFonts w:ascii="Times New Roman" w:hAnsi="Times New Roman"/>
          <w:sz w:val="24"/>
          <w:szCs w:val="24"/>
        </w:rPr>
      </w:pPr>
    </w:p>
    <w:tbl>
      <w:tblPr>
        <w:tblW w:w="8540" w:type="dxa"/>
        <w:tblCellMar>
          <w:left w:w="70" w:type="dxa"/>
          <w:right w:w="70" w:type="dxa"/>
        </w:tblCellMar>
        <w:tblLook w:val="04A0" w:firstRow="1" w:lastRow="0" w:firstColumn="1" w:lastColumn="0" w:noHBand="0" w:noVBand="1"/>
      </w:tblPr>
      <w:tblGrid>
        <w:gridCol w:w="1180"/>
        <w:gridCol w:w="7360"/>
      </w:tblGrid>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C</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bookmarkStart w:id="3" w:name="_Hlk37935338"/>
            <w:r w:rsidRPr="00277208">
              <w:rPr>
                <w:rFonts w:ascii="Times New Roman" w:hAnsi="Times New Roman"/>
                <w:bCs/>
                <w:sz w:val="24"/>
                <w:szCs w:val="24"/>
              </w:rPr>
              <w:t>VÝROBKY A SLUŽBY ZPRACOVATELSKÉHO PRŮMYSLU</w:t>
            </w:r>
            <w:bookmarkEnd w:id="3"/>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Potravinářské výrobky, vč. souvisejících služeb a prací</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Hovězí maso, čerstvé nebo chlazené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Vepřové maso, čerstvé nebo chlazené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Skopové maso, čerstvé nebo chlazené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Kozí maso, čerstvé nebo chlazené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10.11.20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Jedlé droby hovězí, vepřové, skopové, kozí, koňské a z jiných koňovitých, čerstvé nebo chlazené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10.11.31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Hovězí maso,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10.11.32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Vepřové maso,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10.11.33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Skopové maso,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10.11.34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Kozí maso,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10.11.39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Maso a jedlé droby (kromě drůbežího), čerstvé, chlazené nebo zmrazené j.n.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10.11.50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Tuk hovězí, ovčí, kozí nebo vepřový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10.12.10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Drůbeží maso, čerstvé nebo chlazené</w:t>
            </w:r>
          </w:p>
        </w:tc>
      </w:tr>
      <w:tr w:rsidR="00913EB4" w:rsidRPr="008E552A" w:rsidTr="00913EB4">
        <w:trPr>
          <w:trHeight w:val="255"/>
        </w:trPr>
        <w:tc>
          <w:tcPr>
            <w:tcW w:w="1180" w:type="dxa"/>
            <w:tcBorders>
              <w:top w:val="nil"/>
              <w:left w:val="nil"/>
              <w:bottom w:val="nil"/>
              <w:right w:val="nil"/>
            </w:tcBorders>
            <w:shd w:val="clear" w:color="auto" w:fill="auto"/>
            <w:hideMark/>
          </w:tcPr>
          <w:p w:rsidR="00913EB4" w:rsidRPr="008E552A" w:rsidRDefault="00913EB4" w:rsidP="00913EB4">
            <w:pPr>
              <w:pStyle w:val="Stednmka21"/>
              <w:spacing w:line="360" w:lineRule="auto"/>
              <w:rPr>
                <w:rFonts w:ascii="Times New Roman" w:hAnsi="Times New Roman"/>
                <w:bCs/>
                <w:sz w:val="24"/>
                <w:szCs w:val="24"/>
              </w:rPr>
            </w:pPr>
            <w:r w:rsidRPr="008E552A">
              <w:rPr>
                <w:rFonts w:ascii="Times New Roman" w:hAnsi="Times New Roman"/>
                <w:bCs/>
                <w:sz w:val="24"/>
                <w:szCs w:val="24"/>
              </w:rPr>
              <w:t>10.12.20</w:t>
            </w:r>
          </w:p>
        </w:tc>
        <w:tc>
          <w:tcPr>
            <w:tcW w:w="7360" w:type="dxa"/>
            <w:tcBorders>
              <w:top w:val="nil"/>
              <w:left w:val="nil"/>
              <w:bottom w:val="nil"/>
              <w:right w:val="nil"/>
            </w:tcBorders>
            <w:shd w:val="clear" w:color="auto" w:fill="auto"/>
            <w:hideMark/>
          </w:tcPr>
          <w:p w:rsidR="00913EB4" w:rsidRPr="008E552A" w:rsidRDefault="00913EB4" w:rsidP="00913EB4">
            <w:pPr>
              <w:pStyle w:val="Stednmka21"/>
              <w:spacing w:line="360" w:lineRule="auto"/>
              <w:rPr>
                <w:rFonts w:ascii="Times New Roman" w:hAnsi="Times New Roman"/>
                <w:sz w:val="24"/>
                <w:szCs w:val="24"/>
              </w:rPr>
            </w:pPr>
            <w:r w:rsidRPr="008E552A">
              <w:rPr>
                <w:rFonts w:ascii="Times New Roman" w:hAnsi="Times New Roman"/>
                <w:sz w:val="24"/>
                <w:szCs w:val="24"/>
              </w:rPr>
              <w:t>Drůbeží maso,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10.12.40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Jedlé drůbeží droby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10.13.11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Vepřové maso, kusy, solené, sušené nebo uzené (slanina a kýta)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10.13.12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Hovězí maso, solené, sušené nebo uzené</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10.13.13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maso a jedlé droby, solené nebo ve slaném nálevu, sušené nebo uzené (kromě vepřového a hovězího masa); jedlé moučky a prášky z masa nebo drobů</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10.13.14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Uzenky, salámy a podobné výrobky z masa, drobů nebo krve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10.13.15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Jiné upravené a konzervované maso, droby nebo krev, kromě pokrmů z upraveného masa a drobů</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lastRenderedPageBreak/>
              <w:t>10.31.11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Brambory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10.31.12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Sušené brambory, též rozřezané na kousky nebo na plátky, avšak jinak neupravené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10.31.13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Sušené brambory ve formě mouky, moučky, vloček, granulí a pelet</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10.31.14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Brambory upravené nebo konzervované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10.32.11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Šťáva z rajských jablek</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10.32.15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Hroznová šťáva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10.32.16</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Jablečná šťáva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10.32.17</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Směsi ovocných a zeleninových šťáv</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10.32.19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ovocné a zeleninové šťávy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Zelenina, zmrazená</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Zelenina prozatímně konzervovaná</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Sušená zelenina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Krájená a balená zelenina a ovoce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Fazole, konzervované jinak než octem nebo kyselinou octovou, kromě upravených zeleninových pokrmů</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10.39.16</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Hrách, konzervovaný jinak než octem nebo kyselinou octovou, kromě upravených zeleninových pokrmů</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10.39.17</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zelenina (kromě brambor), konzervovaná jinak než v octě nebo kyselině octové, kromě upravených zeleninových pokrmů</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10.39.18</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Zelenina (kromě brambor), ovoce, ořechy a jiné jedlé části rostlin, upravené nebo konzervované v octě nebo kyselině octové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10.39.21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Ovoce a ořechy, též vařené, zmrazené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10.39.22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Marmelády, džemy, želé, ovocné pomazánky, ovocné a ořechové protlaky a pasty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10.39.29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zpracované, sušené nebo konzervované ovoce a ořechy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10.41.19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živočišné tuky a oleje a jejich frakce, též rafinované, ale chemicky neupravené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10.41.23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Slunečnicový olej, surový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10.41.24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Řepkový, řepicový a hořčičný olej, surové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10.41.54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Slunečnicový olej a jeho frakce, rafinovaný, ale chemicky neupravený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10.41.56</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Řepkový, řepicový a hořčičný olej a jejich frakce, rafinovaný, ale chemicky neupravený</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lastRenderedPageBreak/>
              <w:t>10.41.59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Ostatní oleje a jejich frakce, rafinované, ale chemicky neupravené; pevné rostlinné tuky a jiné rostlinné oleje (kromě kukuřičného oleje) a jejich frakce, rafinované, ale chemicky neupravené,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10.42.10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Margarín a podobné jedlé tuky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Upravené tekuté mléko</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Mléko a smetana o obsahu tuku &gt; 6 %, nezahuštěné ani slazené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10.51.21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Odstředěné mléko a smetana, v pevné formě</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10.51.22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Plnotučné mléko a smetana, v pevné formě</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10.51.30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Máslo a mléčné pomazánky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10.51.40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Sýry a tvaroh</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10.51.51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Mléko a smetana zahuštěné nebo obsahující přidaný cukr a jiná sladidla, jiné než sušené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10.51.52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Jogurt a jiné fermentované nebo acidofilní mléko nebo smetana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10.51.55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Syrovátka</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10.51.56</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Mléčné výrobky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10.52.10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Zmrzlina a podobné výrobky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10.61.21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Pšeničná mouka nebo mouka ze soureže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10.61.22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obilné mouky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10.61.23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Zeleninové mouky a krupice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10.61.24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Směsi pro přípravu pekařských výrobků</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10.61.31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Krupice a krupička z</w:t>
            </w:r>
            <w:r>
              <w:rPr>
                <w:rFonts w:ascii="Times New Roman" w:hAnsi="Times New Roman"/>
                <w:sz w:val="24"/>
                <w:szCs w:val="24"/>
              </w:rPr>
              <w:t> </w:t>
            </w:r>
            <w:r w:rsidRPr="00277208">
              <w:rPr>
                <w:rFonts w:ascii="Times New Roman" w:hAnsi="Times New Roman"/>
                <w:sz w:val="24"/>
                <w:szCs w:val="24"/>
              </w:rPr>
              <w:t>pšenice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10.61.32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Krupice, krupička a pelety z obilovin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10.61.33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Snídaňové cereálie a ostatní výrobky z obilných zrn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10.62.11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Škroby; inulin; pšeničný lepek; dextriny a jiné modifikované škroby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10.62.13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Glukosa a glukosový sirup; fruktosa a fruktosový sirup; invertní cukr; cukry a cukerné sirupy j. 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10.62.14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Kukuřičný olej</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10.71.11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Chléb, čerstvý</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10.71.12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pekařské a cukrářské výrobky, čerstvé</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10.72.11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Suchary, opékaný chléb</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10.72.12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Perník a podobné výrobky; sladké sušenky; vafle a oplatky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10.72.19</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Ostatní suché nebo trvanlivé pekařské výrobky</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10.82.23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Cukrovinky (vč. bílé čokolády) neobsahující kakao</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lastRenderedPageBreak/>
              <w:t>10.82.24</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Ovoce, ořechy, ovocné kůry a slupky a jiné části rostlin konzervované cukrem</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10.83.15</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Bylinné čaje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10.84.11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Stolní ocet a jeho náhražky získané z kyseliny octové</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10.84.12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Hotové omáčky; směsi koření a směsi přísad pro ochucení; hořčičná mouka a moučka a připravená hořčice</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10.84.30</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Potravinářská sůl</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10.89.11</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Polévky, bujony a přípravky z</w:t>
            </w:r>
            <w:r>
              <w:rPr>
                <w:rFonts w:ascii="Times New Roman" w:hAnsi="Times New Roman"/>
                <w:sz w:val="24"/>
                <w:szCs w:val="24"/>
              </w:rPr>
              <w:t> </w:t>
            </w:r>
            <w:r w:rsidRPr="00277208">
              <w:rPr>
                <w:rFonts w:ascii="Times New Roman" w:hAnsi="Times New Roman"/>
                <w:sz w:val="24"/>
                <w:szCs w:val="24"/>
              </w:rPr>
              <w:t>bujonů</w:t>
            </w:r>
          </w:p>
        </w:tc>
      </w:tr>
      <w:tr w:rsidR="00913EB4" w:rsidRPr="00277208" w:rsidTr="00913EB4">
        <w:trPr>
          <w:trHeight w:val="510"/>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10.89.12</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Vejce bez skořápek a vaječné žloutky čerstvé nebo konzervované; vejce ve skořápkách vařená nebo konzervovaná; vaječný albumin</w:t>
            </w:r>
          </w:p>
        </w:tc>
      </w:tr>
      <w:tr w:rsidR="00913EB4" w:rsidRPr="00277208" w:rsidTr="00913EB4">
        <w:trPr>
          <w:trHeight w:val="255"/>
        </w:trPr>
        <w:tc>
          <w:tcPr>
            <w:tcW w:w="118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bCs/>
                <w:sz w:val="24"/>
                <w:szCs w:val="24"/>
              </w:rPr>
            </w:pPr>
            <w:r w:rsidRPr="00277208">
              <w:rPr>
                <w:rFonts w:ascii="Times New Roman" w:hAnsi="Times New Roman"/>
                <w:bCs/>
                <w:sz w:val="24"/>
                <w:szCs w:val="24"/>
              </w:rPr>
              <w:t>10.89.13</w:t>
            </w:r>
          </w:p>
        </w:tc>
        <w:tc>
          <w:tcPr>
            <w:tcW w:w="7360" w:type="dxa"/>
            <w:tcBorders>
              <w:top w:val="nil"/>
              <w:left w:val="nil"/>
              <w:bottom w:val="nil"/>
              <w:right w:val="nil"/>
            </w:tcBorders>
            <w:shd w:val="clear" w:color="auto" w:fill="auto"/>
            <w:hideMark/>
          </w:tcPr>
          <w:p w:rsidR="00913EB4" w:rsidRPr="00277208" w:rsidRDefault="00913EB4" w:rsidP="00913EB4">
            <w:pPr>
              <w:pStyle w:val="Stednmka21"/>
              <w:spacing w:line="360" w:lineRule="auto"/>
              <w:rPr>
                <w:rFonts w:ascii="Times New Roman" w:hAnsi="Times New Roman"/>
                <w:sz w:val="24"/>
                <w:szCs w:val="24"/>
              </w:rPr>
            </w:pPr>
            <w:r w:rsidRPr="00277208">
              <w:rPr>
                <w:rFonts w:ascii="Times New Roman" w:hAnsi="Times New Roman"/>
                <w:sz w:val="24"/>
                <w:szCs w:val="24"/>
              </w:rPr>
              <w:t>Droždí (aktivní nebo neaktivní); jiné neživé jednobuněčné mikroorganismy; hotové prášky do pečiva“.“</w:t>
            </w:r>
            <w:r>
              <w:rPr>
                <w:rFonts w:ascii="Times New Roman" w:hAnsi="Times New Roman"/>
                <w:sz w:val="24"/>
                <w:szCs w:val="24"/>
              </w:rPr>
              <w:t>.</w:t>
            </w:r>
          </w:p>
        </w:tc>
      </w:tr>
    </w:tbl>
    <w:p w:rsidR="00913EB4" w:rsidRPr="00277208" w:rsidRDefault="00913EB4" w:rsidP="00913EB4">
      <w:pPr>
        <w:pStyle w:val="Stednmka21"/>
        <w:spacing w:line="360" w:lineRule="auto"/>
        <w:rPr>
          <w:rFonts w:ascii="Times New Roman" w:hAnsi="Times New Roman"/>
          <w:sz w:val="24"/>
          <w:szCs w:val="24"/>
        </w:rPr>
      </w:pPr>
    </w:p>
    <w:p w:rsidR="00EA2F11" w:rsidRDefault="00EA2F11" w:rsidP="00DC4351"/>
    <w:p w:rsidR="00FB2744" w:rsidRDefault="00FB2744" w:rsidP="00DC4351"/>
    <w:p w:rsidR="00FB2744" w:rsidRDefault="00FB2744" w:rsidP="00DC4351"/>
    <w:p w:rsidR="00A92050" w:rsidRPr="00A92050" w:rsidRDefault="00A92050" w:rsidP="00A92050">
      <w:pPr>
        <w:jc w:val="center"/>
      </w:pPr>
      <w:r w:rsidRPr="00A92050">
        <w:t>V Praze dne</w:t>
      </w:r>
      <w:r w:rsidR="00E10B7B">
        <w:t xml:space="preserve"> </w:t>
      </w:r>
      <w:r w:rsidR="003A0AEE">
        <w:t>2.</w:t>
      </w:r>
      <w:r w:rsidR="00E10B7B">
        <w:t xml:space="preserve"> prosince</w:t>
      </w:r>
      <w:r w:rsidR="00270F68">
        <w:t xml:space="preserve"> 2020</w:t>
      </w:r>
    </w:p>
    <w:p w:rsidR="00A92050" w:rsidRPr="00A92050" w:rsidRDefault="00A92050" w:rsidP="00A92050">
      <w:pPr>
        <w:jc w:val="center"/>
      </w:pPr>
    </w:p>
    <w:p w:rsidR="00270F68" w:rsidRDefault="00270F68" w:rsidP="00A92050">
      <w:pPr>
        <w:jc w:val="center"/>
      </w:pPr>
    </w:p>
    <w:p w:rsidR="00FB2744" w:rsidRDefault="00FB2744" w:rsidP="00A92050">
      <w:pPr>
        <w:jc w:val="center"/>
      </w:pPr>
    </w:p>
    <w:p w:rsidR="00FB2744" w:rsidRDefault="00FB2744" w:rsidP="00A92050">
      <w:pPr>
        <w:jc w:val="center"/>
      </w:pPr>
    </w:p>
    <w:p w:rsidR="00FB2744" w:rsidRDefault="00FB2744" w:rsidP="00A92050">
      <w:pPr>
        <w:jc w:val="center"/>
      </w:pPr>
    </w:p>
    <w:p w:rsidR="00FB2744" w:rsidRDefault="00FB2744" w:rsidP="00A92050">
      <w:pPr>
        <w:jc w:val="center"/>
      </w:pPr>
    </w:p>
    <w:p w:rsidR="00270F68" w:rsidRPr="00270F68" w:rsidRDefault="00F45BC9" w:rsidP="00A92050">
      <w:pPr>
        <w:jc w:val="center"/>
        <w:rPr>
          <w:b/>
        </w:rPr>
      </w:pPr>
      <w:r>
        <w:rPr>
          <w:b/>
        </w:rPr>
        <w:t xml:space="preserve">Ing. </w:t>
      </w:r>
      <w:r w:rsidR="00270F68" w:rsidRPr="00270F68">
        <w:rPr>
          <w:b/>
        </w:rPr>
        <w:t>Pavel   K o v á č i k</w:t>
      </w:r>
    </w:p>
    <w:p w:rsidR="00A92050" w:rsidRDefault="00A92050" w:rsidP="00A92050">
      <w:pPr>
        <w:jc w:val="center"/>
      </w:pPr>
      <w:r w:rsidRPr="00A92050">
        <w:t>zpravodaj garančního</w:t>
      </w:r>
      <w:r w:rsidR="00270F68">
        <w:t xml:space="preserve"> zemědělského</w:t>
      </w:r>
      <w:r w:rsidRPr="00A92050">
        <w:t xml:space="preserve"> výboru</w:t>
      </w:r>
      <w:r w:rsidR="00AF24B6">
        <w:t xml:space="preserve"> </w:t>
      </w:r>
    </w:p>
    <w:p w:rsidR="003A0AEE" w:rsidRDefault="003A0AEE" w:rsidP="00A92050">
      <w:pPr>
        <w:jc w:val="center"/>
      </w:pPr>
    </w:p>
    <w:p w:rsidR="00252C04" w:rsidRPr="003A0AEE" w:rsidRDefault="003A0AEE" w:rsidP="00A92050">
      <w:pPr>
        <w:jc w:val="center"/>
        <w:rPr>
          <w:b/>
        </w:rPr>
      </w:pPr>
      <w:r>
        <w:t>v z</w:t>
      </w:r>
      <w:r w:rsidRPr="003A0AEE">
        <w:t>.</w:t>
      </w:r>
      <w:r w:rsidRPr="003A0AEE">
        <w:rPr>
          <w:b/>
        </w:rPr>
        <w:t xml:space="preserve"> Ing. Josef</w:t>
      </w:r>
      <w:r>
        <w:t xml:space="preserve">  </w:t>
      </w:r>
      <w:r w:rsidRPr="003A0AEE">
        <w:rPr>
          <w:b/>
        </w:rPr>
        <w:t>K o t t</w:t>
      </w:r>
      <w:r w:rsidRPr="003A0AEE">
        <w:t>, v.r.</w:t>
      </w:r>
    </w:p>
    <w:p w:rsidR="00FB2744" w:rsidRDefault="00FB2744" w:rsidP="00A92050">
      <w:pPr>
        <w:jc w:val="center"/>
      </w:pPr>
    </w:p>
    <w:p w:rsidR="00FB2744" w:rsidRDefault="00FB2744" w:rsidP="00A92050">
      <w:pPr>
        <w:jc w:val="center"/>
      </w:pPr>
    </w:p>
    <w:p w:rsidR="00FB2744" w:rsidRDefault="00FB2744" w:rsidP="00A92050">
      <w:pPr>
        <w:jc w:val="center"/>
      </w:pPr>
    </w:p>
    <w:p w:rsidR="00252C04" w:rsidRDefault="00252C04" w:rsidP="00A92050">
      <w:pPr>
        <w:jc w:val="center"/>
      </w:pPr>
    </w:p>
    <w:p w:rsidR="00270F68" w:rsidRDefault="00270F68" w:rsidP="00A92050">
      <w:pPr>
        <w:jc w:val="center"/>
      </w:pPr>
    </w:p>
    <w:p w:rsidR="00270F68" w:rsidRPr="00270F68" w:rsidRDefault="00F45BC9" w:rsidP="00A92050">
      <w:pPr>
        <w:jc w:val="center"/>
        <w:rPr>
          <w:b/>
        </w:rPr>
      </w:pPr>
      <w:r>
        <w:rPr>
          <w:b/>
        </w:rPr>
        <w:t>Prof. MUDr</w:t>
      </w:r>
      <w:r w:rsidR="00A536C3">
        <w:rPr>
          <w:b/>
        </w:rPr>
        <w:t>.</w:t>
      </w:r>
      <w:r>
        <w:rPr>
          <w:b/>
        </w:rPr>
        <w:t xml:space="preserve"> </w:t>
      </w:r>
      <w:r w:rsidR="00270F68" w:rsidRPr="00270F68">
        <w:rPr>
          <w:b/>
        </w:rPr>
        <w:t xml:space="preserve">Věra   A </w:t>
      </w:r>
      <w:bookmarkStart w:id="4" w:name="_GoBack"/>
      <w:bookmarkEnd w:id="4"/>
      <w:r w:rsidR="00270F68" w:rsidRPr="00270F68">
        <w:rPr>
          <w:b/>
        </w:rPr>
        <w:t>d á m k o v</w:t>
      </w:r>
      <w:r>
        <w:rPr>
          <w:b/>
        </w:rPr>
        <w:t> </w:t>
      </w:r>
      <w:r w:rsidR="00270F68" w:rsidRPr="00270F68">
        <w:rPr>
          <w:b/>
        </w:rPr>
        <w:t>á</w:t>
      </w:r>
      <w:r>
        <w:rPr>
          <w:b/>
        </w:rPr>
        <w:t>, CSc.</w:t>
      </w:r>
      <w:r w:rsidR="003A0AEE" w:rsidRPr="003A0AEE">
        <w:t>, v.r.</w:t>
      </w:r>
    </w:p>
    <w:p w:rsidR="00270F68" w:rsidRPr="00A92050" w:rsidRDefault="00270F68" w:rsidP="00A92050">
      <w:pPr>
        <w:jc w:val="center"/>
      </w:pPr>
      <w:r>
        <w:t>zpravodaj výboru pro zdravotnictví</w:t>
      </w:r>
    </w:p>
    <w:sectPr w:rsidR="00270F68"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EE" w:rsidRDefault="003A0AEE">
      <w:r>
        <w:separator/>
      </w:r>
    </w:p>
  </w:endnote>
  <w:endnote w:type="continuationSeparator" w:id="0">
    <w:p w:rsidR="003A0AEE" w:rsidRDefault="003A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EE" w:rsidRDefault="003A0AEE">
      <w:r>
        <w:separator/>
      </w:r>
    </w:p>
  </w:footnote>
  <w:footnote w:type="continuationSeparator" w:id="0">
    <w:p w:rsidR="003A0AEE" w:rsidRDefault="003A0AEE">
      <w:r>
        <w:continuationSeparator/>
      </w:r>
    </w:p>
  </w:footnote>
  <w:footnote w:id="1">
    <w:p w:rsidR="003A0AEE" w:rsidRPr="00715B53" w:rsidRDefault="003A0AEE" w:rsidP="00913EB4">
      <w:pPr>
        <w:pStyle w:val="Textpoznpodarou"/>
      </w:pPr>
      <w:r>
        <w:rPr>
          <w:rStyle w:val="Znakapoznpodarou"/>
        </w:rPr>
        <w:t>47)</w:t>
      </w:r>
      <w:r>
        <w:t xml:space="preserve"> </w:t>
      </w:r>
      <w:r w:rsidRPr="00715B53">
        <w:t>Příloha VII nařízení Evropského parlamentu a Rady (EU) č. 1308/2013.</w:t>
      </w:r>
    </w:p>
  </w:footnote>
  <w:footnote w:id="2">
    <w:p w:rsidR="003A0AEE" w:rsidRDefault="003A0AEE" w:rsidP="00913EB4">
      <w:pPr>
        <w:pStyle w:val="Textpoznpodarou"/>
      </w:pPr>
      <w:r w:rsidRPr="00715B53">
        <w:rPr>
          <w:rStyle w:val="Znakapoznpodarou"/>
        </w:rPr>
        <w:t>48)</w:t>
      </w:r>
      <w:r w:rsidRPr="00715B53">
        <w:t xml:space="preserve"> Čl. 3 odst. 17 nařízení Evropského parlamentu a Rady (ES) č. 178/2002.</w:t>
      </w:r>
    </w:p>
    <w:p w:rsidR="003A0AEE" w:rsidRPr="003F4141" w:rsidRDefault="003A0AEE" w:rsidP="00913EB4">
      <w:pPr>
        <w:pStyle w:val="Textpoznpodarou"/>
      </w:pPr>
      <w:r w:rsidRPr="003F4141">
        <w:rPr>
          <w:rFonts w:cs="Arial"/>
          <w:vertAlign w:val="superscript"/>
        </w:rPr>
        <w:t>61)</w:t>
      </w:r>
      <w:r w:rsidRPr="003F4141">
        <w:rPr>
          <w:vertAlign w:val="superscript"/>
        </w:rPr>
        <w:t xml:space="preserve"> </w:t>
      </w:r>
      <w:r w:rsidRPr="003F4141">
        <w:t>Čl. 3 odst. 7 nařízení Evropského parlamentu a Rady (EU) č. 178/2002, v platném znění.</w:t>
      </w:r>
    </w:p>
  </w:footnote>
  <w:footnote w:id="3">
    <w:p w:rsidR="003A0AEE" w:rsidRDefault="003A0AEE" w:rsidP="00913EB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EE" w:rsidRDefault="003A0AE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A0AEE" w:rsidRDefault="003A0A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EE" w:rsidRDefault="003A0AE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5152C">
      <w:rPr>
        <w:rStyle w:val="slostrnky"/>
        <w:noProof/>
      </w:rPr>
      <w:t>24</w:t>
    </w:r>
    <w:r>
      <w:rPr>
        <w:rStyle w:val="slostrnky"/>
      </w:rPr>
      <w:fldChar w:fldCharType="end"/>
    </w:r>
    <w:r>
      <w:rPr>
        <w:rStyle w:val="slostrnky"/>
      </w:rPr>
      <w:t xml:space="preserve"> -</w:t>
    </w:r>
  </w:p>
  <w:p w:rsidR="003A0AEE" w:rsidRDefault="003A0A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59B45C5"/>
    <w:multiLevelType w:val="multilevel"/>
    <w:tmpl w:val="A3522F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E82A38"/>
    <w:multiLevelType w:val="hybridMultilevel"/>
    <w:tmpl w:val="DB3E7A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2E6123"/>
    <w:multiLevelType w:val="hybridMultilevel"/>
    <w:tmpl w:val="AD1800A4"/>
    <w:lvl w:ilvl="0" w:tplc="09B6C77A">
      <w:start w:val="4"/>
      <w:numFmt w:val="decimal"/>
      <w:lvlText w:val="%1."/>
      <w:lvlJc w:val="left"/>
      <w:pPr>
        <w:ind w:left="501" w:hanging="360"/>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1D0E4931"/>
    <w:multiLevelType w:val="multilevel"/>
    <w:tmpl w:val="30660AD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220433A4"/>
    <w:multiLevelType w:val="hybridMultilevel"/>
    <w:tmpl w:val="B5E805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4C5C78"/>
    <w:multiLevelType w:val="hybridMultilevel"/>
    <w:tmpl w:val="425EA4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C3611D"/>
    <w:multiLevelType w:val="hybridMultilevel"/>
    <w:tmpl w:val="CB368DB4"/>
    <w:styleLink w:val="Importovanstyl1"/>
    <w:lvl w:ilvl="0" w:tplc="DD9E8648">
      <w:start w:val="1"/>
      <w:numFmt w:val="decimal"/>
      <w:lvlText w:val="%1."/>
      <w:lvlJc w:val="left"/>
      <w:pPr>
        <w:ind w:left="50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440EA">
      <w:start w:val="1"/>
      <w:numFmt w:val="lowerLetter"/>
      <w:lvlText w:val="%2."/>
      <w:lvlJc w:val="left"/>
      <w:pPr>
        <w:ind w:left="122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B8A737E">
      <w:start w:val="1"/>
      <w:numFmt w:val="lowerRoman"/>
      <w:lvlText w:val="%3."/>
      <w:lvlJc w:val="left"/>
      <w:pPr>
        <w:ind w:left="194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06842E6">
      <w:start w:val="1"/>
      <w:numFmt w:val="decimal"/>
      <w:lvlText w:val="%4."/>
      <w:lvlJc w:val="left"/>
      <w:pPr>
        <w:ind w:left="266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A443A6">
      <w:start w:val="1"/>
      <w:numFmt w:val="lowerLetter"/>
      <w:lvlText w:val="%5."/>
      <w:lvlJc w:val="left"/>
      <w:pPr>
        <w:ind w:left="338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3C4E8A0">
      <w:start w:val="1"/>
      <w:numFmt w:val="lowerRoman"/>
      <w:lvlText w:val="%6."/>
      <w:lvlJc w:val="left"/>
      <w:pPr>
        <w:ind w:left="410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4B0F2EE">
      <w:start w:val="1"/>
      <w:numFmt w:val="decimal"/>
      <w:lvlText w:val="%7."/>
      <w:lvlJc w:val="left"/>
      <w:pPr>
        <w:ind w:left="482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66384A">
      <w:start w:val="1"/>
      <w:numFmt w:val="lowerLetter"/>
      <w:lvlText w:val="%8."/>
      <w:lvlJc w:val="left"/>
      <w:pPr>
        <w:ind w:left="55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76E400">
      <w:start w:val="1"/>
      <w:numFmt w:val="lowerRoman"/>
      <w:lvlText w:val="%9."/>
      <w:lvlJc w:val="left"/>
      <w:pPr>
        <w:ind w:left="626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80F4A65"/>
    <w:multiLevelType w:val="hybridMultilevel"/>
    <w:tmpl w:val="8668A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3F641A"/>
    <w:multiLevelType w:val="hybridMultilevel"/>
    <w:tmpl w:val="425EA4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C86D3A"/>
    <w:multiLevelType w:val="hybridMultilevel"/>
    <w:tmpl w:val="992E1B1A"/>
    <w:lvl w:ilvl="0" w:tplc="156AEDC2">
      <w:start w:val="3"/>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011336"/>
    <w:multiLevelType w:val="hybridMultilevel"/>
    <w:tmpl w:val="45007676"/>
    <w:lvl w:ilvl="0" w:tplc="0BCC133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81B67"/>
    <w:multiLevelType w:val="hybridMultilevel"/>
    <w:tmpl w:val="59F0D31A"/>
    <w:lvl w:ilvl="0" w:tplc="04050013">
      <w:start w:val="1"/>
      <w:numFmt w:val="upperRoman"/>
      <w:lvlText w:val="%1."/>
      <w:lvlJc w:val="righ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2B0589"/>
    <w:multiLevelType w:val="hybridMultilevel"/>
    <w:tmpl w:val="23FE3D8C"/>
    <w:lvl w:ilvl="0" w:tplc="0405000F">
      <w:start w:val="1"/>
      <w:numFmt w:val="decimal"/>
      <w:lvlText w:val="%1."/>
      <w:lvlJc w:val="left"/>
      <w:pPr>
        <w:ind w:left="851" w:hanging="360"/>
      </w:p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18" w15:restartNumberingAfterBreak="0">
    <w:nsid w:val="500921D8"/>
    <w:multiLevelType w:val="hybridMultilevel"/>
    <w:tmpl w:val="0D945AD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55CC2A23"/>
    <w:multiLevelType w:val="hybridMultilevel"/>
    <w:tmpl w:val="5FE4235A"/>
    <w:lvl w:ilvl="0" w:tplc="5B7042EA">
      <w:start w:val="1"/>
      <w:numFmt w:val="upperRoman"/>
      <w:lvlText w:val="%1."/>
      <w:lvlJc w:val="right"/>
      <w:pPr>
        <w:ind w:left="360" w:hanging="360"/>
      </w:pPr>
      <w:rPr>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88D71B5"/>
    <w:multiLevelType w:val="hybridMultilevel"/>
    <w:tmpl w:val="CB368DB4"/>
    <w:numStyleLink w:val="Importovanstyl1"/>
  </w:abstractNum>
  <w:abstractNum w:abstractNumId="21" w15:restartNumberingAfterBreak="0">
    <w:nsid w:val="5B785372"/>
    <w:multiLevelType w:val="hybridMultilevel"/>
    <w:tmpl w:val="A43E667C"/>
    <w:lvl w:ilvl="0" w:tplc="6EAE8A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F32A33"/>
    <w:multiLevelType w:val="hybridMultilevel"/>
    <w:tmpl w:val="CB368DB4"/>
    <w:numStyleLink w:val="Importovanstyl1"/>
  </w:abstractNum>
  <w:abstractNum w:abstractNumId="23"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8362BB"/>
    <w:multiLevelType w:val="hybridMultilevel"/>
    <w:tmpl w:val="C34270A0"/>
    <w:lvl w:ilvl="0" w:tplc="0B146818">
      <w:start w:val="1"/>
      <w:numFmt w:val="decimal"/>
      <w:lvlText w:val="%1."/>
      <w:lvlJc w:val="left"/>
      <w:pPr>
        <w:ind w:left="501" w:hanging="360"/>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25" w15:restartNumberingAfterBreak="0">
    <w:nsid w:val="646F44A3"/>
    <w:multiLevelType w:val="hybridMultilevel"/>
    <w:tmpl w:val="5FE4235A"/>
    <w:lvl w:ilvl="0" w:tplc="5B7042EA">
      <w:start w:val="1"/>
      <w:numFmt w:val="upperRoman"/>
      <w:lvlText w:val="%1."/>
      <w:lvlJc w:val="right"/>
      <w:pPr>
        <w:ind w:left="360" w:hanging="360"/>
      </w:pPr>
      <w:rPr>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72173226"/>
    <w:multiLevelType w:val="hybridMultilevel"/>
    <w:tmpl w:val="240E8D6C"/>
    <w:lvl w:ilvl="0" w:tplc="E46E023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7C16E5"/>
    <w:multiLevelType w:val="hybridMultilevel"/>
    <w:tmpl w:val="68B8C8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6408C1"/>
    <w:multiLevelType w:val="hybridMultilevel"/>
    <w:tmpl w:val="59F0D31A"/>
    <w:lvl w:ilvl="0" w:tplc="04050013">
      <w:start w:val="1"/>
      <w:numFmt w:val="upperRoman"/>
      <w:lvlText w:val="%1."/>
      <w:lvlJc w:val="righ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0"/>
  </w:num>
  <w:num w:numId="4">
    <w:abstractNumId w:val="6"/>
  </w:num>
  <w:num w:numId="5">
    <w:abstractNumId w:val="26"/>
  </w:num>
  <w:num w:numId="6">
    <w:abstractNumId w:val="3"/>
  </w:num>
  <w:num w:numId="7">
    <w:abstractNumId w:val="23"/>
  </w:num>
  <w:num w:numId="8">
    <w:abstractNumId w:val="7"/>
  </w:num>
  <w:num w:numId="9">
    <w:abstractNumId w:val="12"/>
  </w:num>
  <w:num w:numId="10">
    <w:abstractNumId w:val="27"/>
  </w:num>
  <w:num w:numId="11">
    <w:abstractNumId w:val="14"/>
  </w:num>
  <w:num w:numId="12">
    <w:abstractNumId w:val="10"/>
  </w:num>
  <w:num w:numId="13">
    <w:abstractNumId w:val="20"/>
  </w:num>
  <w:num w:numId="14">
    <w:abstractNumId w:val="19"/>
  </w:num>
  <w:num w:numId="15">
    <w:abstractNumId w:val="9"/>
  </w:num>
  <w:num w:numId="16">
    <w:abstractNumId w:val="24"/>
  </w:num>
  <w:num w:numId="17">
    <w:abstractNumId w:val="5"/>
  </w:num>
  <w:num w:numId="18">
    <w:abstractNumId w:val="16"/>
  </w:num>
  <w:num w:numId="19">
    <w:abstractNumId w:val="22"/>
  </w:num>
  <w:num w:numId="20">
    <w:abstractNumId w:val="1"/>
  </w:num>
  <w:num w:numId="21">
    <w:abstractNumId w:val="28"/>
  </w:num>
  <w:num w:numId="22">
    <w:abstractNumId w:val="21"/>
  </w:num>
  <w:num w:numId="23">
    <w:abstractNumId w:val="17"/>
  </w:num>
  <w:num w:numId="24">
    <w:abstractNumId w:val="18"/>
  </w:num>
  <w:num w:numId="25">
    <w:abstractNumId w:val="29"/>
  </w:num>
  <w:num w:numId="26">
    <w:abstractNumId w:val="8"/>
  </w:num>
  <w:num w:numId="27">
    <w:abstractNumId w:val="25"/>
  </w:num>
  <w:num w:numId="28">
    <w:abstractNumId w:val="15"/>
  </w:num>
  <w:num w:numId="29">
    <w:abstractNumId w:val="4"/>
  </w:num>
  <w:num w:numId="3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715AA"/>
    <w:rsid w:val="001A1D99"/>
    <w:rsid w:val="001B06E1"/>
    <w:rsid w:val="00216E98"/>
    <w:rsid w:val="002423DC"/>
    <w:rsid w:val="00252C04"/>
    <w:rsid w:val="00254F88"/>
    <w:rsid w:val="00266D0A"/>
    <w:rsid w:val="00270F68"/>
    <w:rsid w:val="00284085"/>
    <w:rsid w:val="003045ED"/>
    <w:rsid w:val="00331254"/>
    <w:rsid w:val="00350EE3"/>
    <w:rsid w:val="00381BC1"/>
    <w:rsid w:val="003A0AEE"/>
    <w:rsid w:val="003B1AF9"/>
    <w:rsid w:val="003F26AC"/>
    <w:rsid w:val="00404CD5"/>
    <w:rsid w:val="00464DC5"/>
    <w:rsid w:val="004A3B19"/>
    <w:rsid w:val="004C15A8"/>
    <w:rsid w:val="00534246"/>
    <w:rsid w:val="00536FB7"/>
    <w:rsid w:val="006772C3"/>
    <w:rsid w:val="006947ED"/>
    <w:rsid w:val="006D4FCB"/>
    <w:rsid w:val="007464DD"/>
    <w:rsid w:val="0076470F"/>
    <w:rsid w:val="007B6442"/>
    <w:rsid w:val="008B5DA6"/>
    <w:rsid w:val="008D11A1"/>
    <w:rsid w:val="00913EB4"/>
    <w:rsid w:val="00926A4A"/>
    <w:rsid w:val="0095152C"/>
    <w:rsid w:val="009647CA"/>
    <w:rsid w:val="00982EE0"/>
    <w:rsid w:val="00A052E7"/>
    <w:rsid w:val="00A117E9"/>
    <w:rsid w:val="00A536C3"/>
    <w:rsid w:val="00A73D85"/>
    <w:rsid w:val="00A92050"/>
    <w:rsid w:val="00AF24B6"/>
    <w:rsid w:val="00B85BA3"/>
    <w:rsid w:val="00BC383C"/>
    <w:rsid w:val="00C14EE2"/>
    <w:rsid w:val="00CE62E8"/>
    <w:rsid w:val="00DC4351"/>
    <w:rsid w:val="00DE2BAE"/>
    <w:rsid w:val="00DF6B59"/>
    <w:rsid w:val="00E10B7B"/>
    <w:rsid w:val="00E90EE3"/>
    <w:rsid w:val="00EA2F11"/>
    <w:rsid w:val="00EF18C4"/>
    <w:rsid w:val="00EF1C61"/>
    <w:rsid w:val="00F45BC9"/>
    <w:rsid w:val="00FB2744"/>
    <w:rsid w:val="00FE0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781AC"/>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qFormat/>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link w:val="TextpoznpodarouChar"/>
    <w:uiPriority w:val="99"/>
    <w:rsid w:val="00331254"/>
    <w:pPr>
      <w:tabs>
        <w:tab w:val="left" w:pos="425"/>
      </w:tabs>
      <w:ind w:left="425" w:hanging="425"/>
    </w:pPr>
    <w:rPr>
      <w:sz w:val="20"/>
    </w:rPr>
  </w:style>
  <w:style w:type="character" w:styleId="Znakapoznpodarou">
    <w:name w:val="footnote reference"/>
    <w:uiPriority w:val="99"/>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uiPriority w:val="34"/>
    <w:qFormat/>
    <w:rsid w:val="000715AA"/>
    <w:pPr>
      <w:ind w:left="720"/>
      <w:contextualSpacing/>
      <w:jc w:val="left"/>
    </w:pPr>
  </w:style>
  <w:style w:type="paragraph" w:customStyle="1" w:styleId="2Psmeno">
    <w:name w:val="2. Písmeno"/>
    <w:basedOn w:val="Normln"/>
    <w:qFormat/>
    <w:rsid w:val="000715AA"/>
    <w:pPr>
      <w:widowControl w:val="0"/>
      <w:autoSpaceDE w:val="0"/>
      <w:autoSpaceDN w:val="0"/>
      <w:adjustRightInd w:val="0"/>
      <w:ind w:left="284" w:hanging="284"/>
    </w:pPr>
    <w:rPr>
      <w:rFonts w:ascii="Arial" w:hAnsi="Arial" w:cs="Arial"/>
      <w:sz w:val="22"/>
      <w:szCs w:val="22"/>
    </w:rPr>
  </w:style>
  <w:style w:type="numbering" w:customStyle="1" w:styleId="Importovanstyl1">
    <w:name w:val="Importovaný styl 1"/>
    <w:rsid w:val="00DC4351"/>
    <w:pPr>
      <w:numPr>
        <w:numId w:val="12"/>
      </w:numPr>
    </w:pPr>
  </w:style>
  <w:style w:type="paragraph" w:customStyle="1" w:styleId="Text">
    <w:name w:val="Text"/>
    <w:rsid w:val="00DC4351"/>
    <w:pPr>
      <w:pBdr>
        <w:top w:val="nil"/>
        <w:left w:val="nil"/>
        <w:bottom w:val="nil"/>
        <w:right w:val="nil"/>
        <w:between w:val="nil"/>
        <w:bar w:val="nil"/>
      </w:pBdr>
    </w:pPr>
    <w:rPr>
      <w:rFonts w:eastAsia="Arial Unicode MS" w:cs="Arial Unicode MS"/>
      <w:color w:val="000000"/>
      <w:sz w:val="24"/>
      <w:szCs w:val="24"/>
      <w:bdr w:val="nil"/>
      <w14:textOutline w14:w="0" w14:cap="flat" w14:cmpd="sng" w14:algn="ctr">
        <w14:noFill/>
        <w14:prstDash w14:val="solid"/>
        <w14:bevel/>
      </w14:textOutline>
    </w:rPr>
  </w:style>
  <w:style w:type="paragraph" w:customStyle="1" w:styleId="Vchoz">
    <w:name w:val="Výchozí"/>
    <w:rsid w:val="00DC4351"/>
    <w:pPr>
      <w:pBdr>
        <w:top w:val="nil"/>
        <w:left w:val="nil"/>
        <w:bottom w:val="nil"/>
        <w:right w:val="nil"/>
        <w:between w:val="nil"/>
        <w:bar w:val="nil"/>
      </w:pBdr>
      <w:spacing w:after="240" w:line="440" w:lineRule="atLeast"/>
    </w:pPr>
    <w:rPr>
      <w:rFonts w:ascii="Arial" w:eastAsia="Arial" w:hAnsi="Arial" w:cs="Arial"/>
      <w:b/>
      <w:bCs/>
      <w:color w:val="000000"/>
      <w:sz w:val="37"/>
      <w:szCs w:val="37"/>
      <w:bdr w:val="nil"/>
      <w:shd w:val="clear" w:color="auto" w:fill="FFFF00"/>
      <w14:textOutline w14:w="0" w14:cap="flat" w14:cmpd="sng" w14:algn="ctr">
        <w14:noFill/>
        <w14:prstDash w14:val="solid"/>
        <w14:bevel/>
      </w14:textOutline>
    </w:rPr>
  </w:style>
  <w:style w:type="paragraph" w:customStyle="1" w:styleId="Stednmka21">
    <w:name w:val="Střední mřížka 21"/>
    <w:uiPriority w:val="1"/>
    <w:qFormat/>
    <w:rsid w:val="00DF6B59"/>
    <w:rPr>
      <w:rFonts w:ascii="Calibri" w:eastAsia="Calibri" w:hAnsi="Calibri"/>
      <w:sz w:val="22"/>
      <w:szCs w:val="22"/>
      <w:lang w:eastAsia="en-US"/>
    </w:rPr>
  </w:style>
  <w:style w:type="paragraph" w:customStyle="1" w:styleId="l31">
    <w:name w:val="l31"/>
    <w:basedOn w:val="Normln"/>
    <w:rsid w:val="00C14EE2"/>
    <w:pPr>
      <w:spacing w:before="144" w:after="144"/>
    </w:pPr>
  </w:style>
  <w:style w:type="paragraph" w:customStyle="1" w:styleId="TextA">
    <w:name w:val="Text A"/>
    <w:rsid w:val="00350EE3"/>
    <w:pPr>
      <w:pBdr>
        <w:top w:val="nil"/>
        <w:left w:val="nil"/>
        <w:bottom w:val="nil"/>
        <w:right w:val="nil"/>
        <w:between w:val="nil"/>
        <w:bar w:val="nil"/>
      </w:pBdr>
    </w:pPr>
    <w:rPr>
      <w:rFonts w:eastAsia="Arial Unicode MS" w:cs="Arial Unicode MS"/>
      <w:color w:val="000000"/>
      <w:sz w:val="24"/>
      <w:szCs w:val="24"/>
      <w:u w:color="000000"/>
      <w:bdr w:val="nil"/>
      <w14:textOutline w14:w="12700" w14:cap="flat" w14:cmpd="sng" w14:algn="ctr">
        <w14:noFill/>
        <w14:prstDash w14:val="solid"/>
        <w14:miter w14:lim="400000"/>
      </w14:textOutline>
    </w:rPr>
  </w:style>
  <w:style w:type="paragraph" w:customStyle="1" w:styleId="VchozA">
    <w:name w:val="Výchozí A"/>
    <w:rsid w:val="00350EE3"/>
    <w:pPr>
      <w:pBdr>
        <w:top w:val="nil"/>
        <w:left w:val="nil"/>
        <w:bottom w:val="nil"/>
        <w:right w:val="nil"/>
        <w:between w:val="nil"/>
        <w:bar w:val="nil"/>
      </w:pBdr>
      <w:spacing w:after="240" w:line="440" w:lineRule="atLeast"/>
    </w:pPr>
    <w:rPr>
      <w:rFonts w:ascii="Arial" w:eastAsia="Arial" w:hAnsi="Arial" w:cs="Arial"/>
      <w:b/>
      <w:bCs/>
      <w:color w:val="000000"/>
      <w:sz w:val="37"/>
      <w:szCs w:val="37"/>
      <w:u w:color="000000"/>
      <w:bdr w:val="nil"/>
      <w:shd w:val="clear" w:color="auto" w:fill="FFFF00"/>
      <w14:textOutline w14:w="12700" w14:cap="flat" w14:cmpd="sng" w14:algn="ctr">
        <w14:noFill/>
        <w14:prstDash w14:val="solid"/>
        <w14:miter w14:lim="400000"/>
      </w14:textOutline>
    </w:rPr>
  </w:style>
  <w:style w:type="paragraph" w:customStyle="1" w:styleId="Default">
    <w:name w:val="Default"/>
    <w:rsid w:val="008B5DA6"/>
    <w:pPr>
      <w:autoSpaceDE w:val="0"/>
      <w:autoSpaceDN w:val="0"/>
      <w:adjustRightInd w:val="0"/>
    </w:pPr>
    <w:rPr>
      <w:rFonts w:ascii="Arial" w:hAnsi="Arial" w:cs="Arial"/>
      <w:color w:val="000000"/>
      <w:sz w:val="24"/>
      <w:szCs w:val="24"/>
    </w:rPr>
  </w:style>
  <w:style w:type="character" w:customStyle="1" w:styleId="TextpoznpodarouChar">
    <w:name w:val="Text pozn. pod čarou Char"/>
    <w:link w:val="Textpoznpodarou"/>
    <w:uiPriority w:val="99"/>
    <w:rsid w:val="008B5DA6"/>
    <w:rPr>
      <w:szCs w:val="24"/>
    </w:rPr>
  </w:style>
  <w:style w:type="paragraph" w:styleId="Textbubliny">
    <w:name w:val="Balloon Text"/>
    <w:basedOn w:val="Normln"/>
    <w:link w:val="TextbublinyChar"/>
    <w:uiPriority w:val="99"/>
    <w:semiHidden/>
    <w:unhideWhenUsed/>
    <w:rsid w:val="003045E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45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82F0A-6E28-4830-B6CD-53A6D85F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100</TotalTime>
  <Pages>25</Pages>
  <Words>8618</Words>
  <Characters>44220</Characters>
  <Application>Microsoft Office Word</Application>
  <DocSecurity>0</DocSecurity>
  <Lines>368</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7</cp:revision>
  <cp:lastPrinted>2020-12-02T10:53:00Z</cp:lastPrinted>
  <dcterms:created xsi:type="dcterms:W3CDTF">2020-12-01T16:16:00Z</dcterms:created>
  <dcterms:modified xsi:type="dcterms:W3CDTF">2020-12-02T12:15:00Z</dcterms:modified>
  <cp:category/>
</cp:coreProperties>
</file>